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C53FBEA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</w:t>
      </w:r>
      <w:r w:rsidR="00084DE4">
        <w:rPr>
          <w:rFonts w:ascii="Arial" w:hAnsi="Arial" w:cs="Arial"/>
          <w:b/>
          <w:i/>
          <w:color w:val="000000"/>
        </w:rPr>
        <w:t>N</w:t>
      </w:r>
      <w:r w:rsidRPr="00620228">
        <w:rPr>
          <w:rFonts w:ascii="Arial" w:hAnsi="Arial" w:cs="Arial"/>
          <w:b/>
          <w:i/>
          <w:color w:val="000000"/>
        </w:rPr>
        <w:t xml:space="preserve">r </w:t>
      </w:r>
      <w:r w:rsidR="00D95991">
        <w:rPr>
          <w:rFonts w:ascii="Arial" w:hAnsi="Arial" w:cs="Arial"/>
          <w:b/>
          <w:i/>
          <w:color w:val="000000"/>
        </w:rPr>
        <w:t>5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3A7B3BC2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D95991">
        <w:rPr>
          <w:rFonts w:ascii="Arial" w:hAnsi="Arial" w:cs="Arial"/>
          <w:b/>
          <w:i/>
        </w:rPr>
        <w:t>67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1A514F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223C9670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0963FA65" w14:textId="28C28467" w:rsidR="00BF745E" w:rsidRDefault="00BF745E" w:rsidP="00411216">
      <w:pPr>
        <w:ind w:left="851" w:hanging="851"/>
        <w:jc w:val="both"/>
        <w:rPr>
          <w:rFonts w:ascii="Arial" w:eastAsia="Calibri" w:hAnsi="Arial" w:cs="Arial"/>
        </w:rPr>
      </w:pPr>
    </w:p>
    <w:p w14:paraId="73FE15FF" w14:textId="57882FAB" w:rsidR="00D95991" w:rsidRPr="00D95991" w:rsidRDefault="00D95991" w:rsidP="00D95991">
      <w:pPr>
        <w:jc w:val="center"/>
        <w:rPr>
          <w:rFonts w:ascii="Arial" w:hAnsi="Arial" w:cs="Arial"/>
          <w:b/>
          <w:i/>
          <w:color w:val="C00000"/>
          <w:sz w:val="22"/>
          <w:szCs w:val="22"/>
        </w:rPr>
      </w:pPr>
      <w:r w:rsidRPr="00D95991">
        <w:rPr>
          <w:rFonts w:ascii="Arial" w:hAnsi="Arial" w:cs="Arial"/>
          <w:b/>
          <w:i/>
          <w:color w:val="C00000"/>
          <w:sz w:val="22"/>
          <w:szCs w:val="22"/>
        </w:rPr>
        <w:t>ROBOTY BUDOWL</w:t>
      </w:r>
      <w:r w:rsidR="00E14C2A">
        <w:rPr>
          <w:rFonts w:ascii="Arial" w:hAnsi="Arial" w:cs="Arial"/>
          <w:b/>
          <w:i/>
          <w:color w:val="C00000"/>
          <w:sz w:val="22"/>
          <w:szCs w:val="22"/>
        </w:rPr>
        <w:t>A</w:t>
      </w:r>
      <w:bookmarkStart w:id="0" w:name="_GoBack"/>
      <w:bookmarkEnd w:id="0"/>
      <w:r w:rsidRPr="00D95991">
        <w:rPr>
          <w:rFonts w:ascii="Arial" w:hAnsi="Arial" w:cs="Arial"/>
          <w:b/>
          <w:i/>
          <w:color w:val="C00000"/>
          <w:sz w:val="22"/>
          <w:szCs w:val="22"/>
        </w:rPr>
        <w:t>NE - WYBURZENIE I SKRUSZENIE</w:t>
      </w:r>
    </w:p>
    <w:p w14:paraId="69104D55" w14:textId="0EA81642" w:rsidR="00D95991" w:rsidRPr="00D95991" w:rsidRDefault="00D95991" w:rsidP="00D95991">
      <w:pPr>
        <w:jc w:val="center"/>
        <w:rPr>
          <w:rFonts w:ascii="Arial" w:hAnsi="Arial" w:cs="Arial"/>
          <w:b/>
          <w:i/>
          <w:color w:val="C00000"/>
          <w:sz w:val="22"/>
          <w:szCs w:val="22"/>
        </w:rPr>
      </w:pPr>
      <w:r w:rsidRPr="00D95991">
        <w:rPr>
          <w:rFonts w:ascii="Arial" w:hAnsi="Arial" w:cs="Arial"/>
          <w:b/>
          <w:i/>
          <w:color w:val="C00000"/>
          <w:sz w:val="22"/>
          <w:szCs w:val="22"/>
        </w:rPr>
        <w:t>OK. 510M3 DROGI KOŁOWANIA NA LOTNISKU NOWY GLINNIK</w:t>
      </w:r>
    </w:p>
    <w:p w14:paraId="31739C9B" w14:textId="77777777" w:rsidR="00D95991" w:rsidRPr="00D95991" w:rsidRDefault="00D95991" w:rsidP="00D95991">
      <w:pPr>
        <w:jc w:val="center"/>
        <w:rPr>
          <w:rFonts w:ascii="Arial" w:hAnsi="Arial" w:cs="Arial"/>
          <w:b/>
          <w:i/>
          <w:color w:val="C00000"/>
          <w:sz w:val="22"/>
          <w:szCs w:val="22"/>
        </w:rPr>
      </w:pPr>
    </w:p>
    <w:p w14:paraId="44322280" w14:textId="77777777" w:rsidR="004953B7" w:rsidRPr="00411216" w:rsidRDefault="004953B7" w:rsidP="00AF619F">
      <w:pPr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35037D0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87054A">
        <w:rPr>
          <w:rFonts w:ascii="Arial" w:hAnsi="Arial" w:cs="Arial"/>
          <w:b/>
          <w:i/>
          <w:sz w:val="22"/>
          <w:szCs w:val="22"/>
        </w:rPr>
      </w:r>
      <w:r w:rsidR="0087054A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87054A">
        <w:rPr>
          <w:rFonts w:ascii="Arial" w:hAnsi="Arial" w:cs="Arial"/>
          <w:bCs/>
          <w:sz w:val="22"/>
          <w:szCs w:val="22"/>
        </w:rPr>
      </w:r>
      <w:r w:rsidR="0087054A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E7A1E" w14:textId="77777777" w:rsidR="0087054A" w:rsidRDefault="0087054A">
      <w:r>
        <w:separator/>
      </w:r>
    </w:p>
  </w:endnote>
  <w:endnote w:type="continuationSeparator" w:id="0">
    <w:p w14:paraId="447268FA" w14:textId="77777777" w:rsidR="0087054A" w:rsidRDefault="0087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0D5D1" w14:textId="77777777" w:rsidR="0087054A" w:rsidRDefault="0087054A">
      <w:r>
        <w:separator/>
      </w:r>
    </w:p>
  </w:footnote>
  <w:footnote w:type="continuationSeparator" w:id="0">
    <w:p w14:paraId="64DF60BC" w14:textId="77777777" w:rsidR="0087054A" w:rsidRDefault="0087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84DE4"/>
    <w:rsid w:val="000C6298"/>
    <w:rsid w:val="000E0467"/>
    <w:rsid w:val="000F32EB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C00D6"/>
    <w:rsid w:val="001F2358"/>
    <w:rsid w:val="00204613"/>
    <w:rsid w:val="00216A9F"/>
    <w:rsid w:val="00226C3B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23CAF"/>
    <w:rsid w:val="0043102D"/>
    <w:rsid w:val="00431B70"/>
    <w:rsid w:val="004465DD"/>
    <w:rsid w:val="00460820"/>
    <w:rsid w:val="004704CB"/>
    <w:rsid w:val="004953B7"/>
    <w:rsid w:val="004A2401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12B5"/>
    <w:rsid w:val="007C32FE"/>
    <w:rsid w:val="007D36CE"/>
    <w:rsid w:val="007F4056"/>
    <w:rsid w:val="0080327D"/>
    <w:rsid w:val="008032C1"/>
    <w:rsid w:val="00843632"/>
    <w:rsid w:val="008460DE"/>
    <w:rsid w:val="0086071D"/>
    <w:rsid w:val="0087054A"/>
    <w:rsid w:val="00882E9F"/>
    <w:rsid w:val="008839E8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2418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B647A"/>
    <w:rsid w:val="00BE6092"/>
    <w:rsid w:val="00BF745E"/>
    <w:rsid w:val="00C22E37"/>
    <w:rsid w:val="00C33407"/>
    <w:rsid w:val="00C37CD2"/>
    <w:rsid w:val="00C527C7"/>
    <w:rsid w:val="00C606B9"/>
    <w:rsid w:val="00C66149"/>
    <w:rsid w:val="00C703DD"/>
    <w:rsid w:val="00CB6204"/>
    <w:rsid w:val="00CC527A"/>
    <w:rsid w:val="00D036F8"/>
    <w:rsid w:val="00D1094A"/>
    <w:rsid w:val="00D36AE0"/>
    <w:rsid w:val="00D74F94"/>
    <w:rsid w:val="00D845E7"/>
    <w:rsid w:val="00D95991"/>
    <w:rsid w:val="00DB69C9"/>
    <w:rsid w:val="00DB6C4A"/>
    <w:rsid w:val="00DD482A"/>
    <w:rsid w:val="00DD4B8A"/>
    <w:rsid w:val="00DD77D2"/>
    <w:rsid w:val="00DE0396"/>
    <w:rsid w:val="00DE0405"/>
    <w:rsid w:val="00DE252B"/>
    <w:rsid w:val="00DF69C4"/>
    <w:rsid w:val="00E14C2A"/>
    <w:rsid w:val="00E37A20"/>
    <w:rsid w:val="00E66F7E"/>
    <w:rsid w:val="00E77E73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96528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8B0C-E321-49EF-9AFC-CF1F65371C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DAE974-04CF-4949-9222-DD13B658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Dobek Ewa</cp:lastModifiedBy>
  <cp:revision>7</cp:revision>
  <cp:lastPrinted>2024-01-25T13:06:00Z</cp:lastPrinted>
  <dcterms:created xsi:type="dcterms:W3CDTF">2025-03-03T07:33:00Z</dcterms:created>
  <dcterms:modified xsi:type="dcterms:W3CDTF">2025-05-08T12:11:00Z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