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D61A0" w14:textId="6CA5A17C" w:rsidR="003C7D97" w:rsidRPr="00125E9A" w:rsidRDefault="003C7D97" w:rsidP="003C7D97">
      <w:pPr>
        <w:spacing w:line="23" w:lineRule="atLeast"/>
        <w:ind w:left="7799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7276875"/>
      <w:r w:rsidRPr="00125E9A">
        <w:rPr>
          <w:rFonts w:ascii="Times New Roman" w:hAnsi="Times New Roman" w:cs="Times New Roman"/>
          <w:sz w:val="24"/>
          <w:szCs w:val="24"/>
        </w:rPr>
        <w:t>Załącznik nr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4921">
        <w:rPr>
          <w:rFonts w:ascii="Times New Roman" w:hAnsi="Times New Roman" w:cs="Times New Roman"/>
          <w:sz w:val="24"/>
          <w:szCs w:val="24"/>
        </w:rPr>
        <w:t>6</w:t>
      </w:r>
    </w:p>
    <w:p w14:paraId="1486F2B2" w14:textId="77777777" w:rsidR="003C7D97" w:rsidRPr="007E7AA0" w:rsidRDefault="003C7D97" w:rsidP="003C7D97">
      <w:pPr>
        <w:jc w:val="both"/>
        <w:rPr>
          <w:rFonts w:ascii="Times New Roman" w:hAnsi="Times New Roman" w:cs="Times New Roman"/>
          <w:color w:val="2C2C2C"/>
          <w:spacing w:val="6"/>
          <w:sz w:val="24"/>
          <w:szCs w:val="24"/>
        </w:rPr>
      </w:pPr>
    </w:p>
    <w:p w14:paraId="181959A7" w14:textId="77777777" w:rsidR="003C7D97" w:rsidRPr="008B1ECF" w:rsidRDefault="003C7D97" w:rsidP="003C7D97">
      <w:pPr>
        <w:spacing w:after="12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B1EC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Standardowe wytyczne wykonania i montażu rozdzielnicy </w:t>
      </w:r>
      <w:proofErr w:type="spellStart"/>
      <w:r w:rsidRPr="008B1ECF">
        <w:rPr>
          <w:rFonts w:ascii="Times New Roman" w:hAnsi="Times New Roman" w:cs="Times New Roman"/>
          <w:b/>
          <w:bCs/>
          <w:sz w:val="24"/>
          <w:szCs w:val="24"/>
          <w:u w:val="single"/>
        </w:rPr>
        <w:t>nN</w:t>
      </w:r>
      <w:proofErr w:type="spellEnd"/>
      <w:r w:rsidRPr="008B1EC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0,4 </w:t>
      </w:r>
      <w:proofErr w:type="spellStart"/>
      <w:r w:rsidRPr="008B1ECF">
        <w:rPr>
          <w:rFonts w:ascii="Times New Roman" w:hAnsi="Times New Roman" w:cs="Times New Roman"/>
          <w:b/>
          <w:bCs/>
          <w:sz w:val="24"/>
          <w:szCs w:val="24"/>
          <w:u w:val="single"/>
        </w:rPr>
        <w:t>kV</w:t>
      </w:r>
      <w:proofErr w:type="spellEnd"/>
      <w:r w:rsidRPr="008B1EC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w Porcie Gdańsk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im</w:t>
      </w:r>
    </w:p>
    <w:p w14:paraId="1F911DFB" w14:textId="77777777" w:rsidR="003C7D97" w:rsidRPr="00C73D4E" w:rsidRDefault="003C7D97" w:rsidP="003C7D97">
      <w:pPr>
        <w:spacing w:after="12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37F682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73D4E">
        <w:rPr>
          <w:rFonts w:ascii="Times New Roman" w:hAnsi="Times New Roman" w:cs="Times New Roman"/>
          <w:sz w:val="24"/>
          <w:szCs w:val="24"/>
        </w:rPr>
        <w:t xml:space="preserve">Obudowę złącza/rozdzielnicy wykonać z blachy stalowej o grubości min. 1,5mm, ocynkowanej lub z powłoką AL/Zn, lub z blachy aluminiowej,  dach skośny min. 5%. </w:t>
      </w:r>
    </w:p>
    <w:p w14:paraId="06F8A848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73D4E">
        <w:rPr>
          <w:rFonts w:ascii="Times New Roman" w:hAnsi="Times New Roman" w:cs="Times New Roman"/>
          <w:sz w:val="24"/>
          <w:szCs w:val="24"/>
        </w:rPr>
        <w:t xml:space="preserve">Stopień ochrony nie mniejszy niż IP 44 z wentylacją grawitacyjną. </w:t>
      </w:r>
    </w:p>
    <w:p w14:paraId="0C5C7779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73D4E">
        <w:rPr>
          <w:rFonts w:ascii="Times New Roman" w:hAnsi="Times New Roman" w:cs="Times New Roman"/>
          <w:sz w:val="24"/>
          <w:szCs w:val="24"/>
        </w:rPr>
        <w:t xml:space="preserve">Obudowę pomalować farbą proszkową, odporną na warunki środowiskowe i promieniowanie UV, kolor RAL 2003, 2004, 2007 (pomarańczowy) lub zbliżony. </w:t>
      </w:r>
    </w:p>
    <w:p w14:paraId="526021F7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73D4E">
        <w:rPr>
          <w:rFonts w:ascii="Times New Roman" w:hAnsi="Times New Roman" w:cs="Times New Roman"/>
          <w:sz w:val="24"/>
          <w:szCs w:val="24"/>
        </w:rPr>
        <w:t xml:space="preserve">Złącze wraz z wyposażeniem wykonać zgodnie ze schematem, z rozłącznikiem manewrowym na zasilaniu, z zastosowaniem nowych aparatów posiadających odpowiednie atesty, certyfikaty; aparaty i urządzenia winny być nowe, niewykorzystywane wcześniej w innym projekcie </w:t>
      </w:r>
      <w:r>
        <w:rPr>
          <w:rFonts w:ascii="Times New Roman" w:hAnsi="Times New Roman" w:cs="Times New Roman"/>
          <w:sz w:val="24"/>
          <w:szCs w:val="24"/>
        </w:rPr>
        <w:br/>
      </w:r>
      <w:r w:rsidRPr="00C73D4E">
        <w:rPr>
          <w:rFonts w:ascii="Times New Roman" w:hAnsi="Times New Roman" w:cs="Times New Roman"/>
          <w:sz w:val="24"/>
          <w:szCs w:val="24"/>
        </w:rPr>
        <w:t xml:space="preserve">i dopuszczone do stosowania w budownictwie i energetyce, ponadto powinny być dostępne </w:t>
      </w:r>
      <w:r>
        <w:rPr>
          <w:rFonts w:ascii="Times New Roman" w:hAnsi="Times New Roman" w:cs="Times New Roman"/>
          <w:sz w:val="24"/>
          <w:szCs w:val="24"/>
        </w:rPr>
        <w:br/>
      </w:r>
      <w:r w:rsidRPr="00C73D4E">
        <w:rPr>
          <w:rFonts w:ascii="Times New Roman" w:hAnsi="Times New Roman" w:cs="Times New Roman"/>
          <w:sz w:val="24"/>
          <w:szCs w:val="24"/>
        </w:rPr>
        <w:t xml:space="preserve">w oficjalnych kanałach dystrybucyjnych na terenie Polski. </w:t>
      </w:r>
    </w:p>
    <w:p w14:paraId="4D03E5BC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Rozdzielnicę na leży wyposażyć w:</w:t>
      </w:r>
    </w:p>
    <w:p w14:paraId="29913171" w14:textId="77777777" w:rsidR="003C7D97" w:rsidRDefault="003C7D97" w:rsidP="003C7D97">
      <w:pPr>
        <w:pStyle w:val="Akapitzlis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rozłącznik bezpiecznikowy 630 A szt. 2 (zasilanie i odejście)</w:t>
      </w:r>
    </w:p>
    <w:p w14:paraId="42229537" w14:textId="77777777" w:rsidR="003C7D97" w:rsidRDefault="003C7D97" w:rsidP="003C7D97">
      <w:pPr>
        <w:pStyle w:val="Akapitzlis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11924">
        <w:rPr>
          <w:rFonts w:ascii="Times New Roman" w:hAnsi="Times New Roman" w:cs="Times New Roman"/>
          <w:sz w:val="24"/>
          <w:szCs w:val="24"/>
        </w:rPr>
        <w:t xml:space="preserve">rozłącznik </w:t>
      </w:r>
      <w:r>
        <w:rPr>
          <w:rFonts w:ascii="Times New Roman" w:hAnsi="Times New Roman" w:cs="Times New Roman"/>
          <w:sz w:val="24"/>
          <w:szCs w:val="24"/>
        </w:rPr>
        <w:t>bezpiecznikowy 630</w:t>
      </w:r>
      <w:r w:rsidRPr="00411924">
        <w:rPr>
          <w:rFonts w:ascii="Times New Roman" w:hAnsi="Times New Roman" w:cs="Times New Roman"/>
          <w:sz w:val="24"/>
          <w:szCs w:val="24"/>
        </w:rPr>
        <w:t xml:space="preserve"> A szt. 1 (rezerwa)</w:t>
      </w:r>
    </w:p>
    <w:p w14:paraId="43C33EAA" w14:textId="77777777" w:rsidR="003C7D97" w:rsidRDefault="003C7D97" w:rsidP="003C7D97">
      <w:pPr>
        <w:pStyle w:val="Akapitzlis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rozłączniki bezpiecznikowe i </w:t>
      </w:r>
      <w:r w:rsidRPr="00411924">
        <w:rPr>
          <w:rFonts w:ascii="Times New Roman" w:hAnsi="Times New Roman" w:cs="Times New Roman"/>
          <w:sz w:val="24"/>
          <w:szCs w:val="24"/>
        </w:rPr>
        <w:t>wyłącznik</w:t>
      </w:r>
      <w:r>
        <w:rPr>
          <w:rFonts w:ascii="Times New Roman" w:hAnsi="Times New Roman" w:cs="Times New Roman"/>
          <w:sz w:val="24"/>
          <w:szCs w:val="24"/>
        </w:rPr>
        <w:t>i dla zasilania odbiorów wynikające z projektu</w:t>
      </w:r>
    </w:p>
    <w:p w14:paraId="3447D7E0" w14:textId="77777777" w:rsidR="003C7D97" w:rsidRPr="00411924" w:rsidRDefault="003C7D97" w:rsidP="003C7D97">
      <w:pPr>
        <w:pStyle w:val="Akapitzlis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rezerwa miejsca na rozłącznik bezpiecznikowy 630A</w:t>
      </w:r>
    </w:p>
    <w:p w14:paraId="4331773A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6F041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Wszystkie pola odbiorcze rozdzielnicy </w:t>
      </w:r>
      <w:proofErr w:type="spellStart"/>
      <w:r w:rsidRPr="006F0415">
        <w:rPr>
          <w:rFonts w:ascii="Times New Roman" w:eastAsia="Calibri" w:hAnsi="Times New Roman" w:cs="Times New Roman"/>
          <w:sz w:val="24"/>
          <w:szCs w:val="24"/>
          <w:lang w:eastAsia="en-US"/>
        </w:rPr>
        <w:t>nn</w:t>
      </w:r>
      <w:proofErr w:type="spellEnd"/>
      <w:r w:rsidRPr="006F041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0,4kV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muszą mieć możliwość doposażenia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w </w:t>
      </w:r>
      <w:r w:rsidRPr="006F041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przekładniki prądowe klasy 0,2S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instalowane </w:t>
      </w:r>
      <w:r w:rsidRPr="006F041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 aparatem zabezpieczeniowym w kierunku odbioru. </w:t>
      </w:r>
    </w:p>
    <w:p w14:paraId="5BB7D784" w14:textId="77777777" w:rsidR="003C7D97" w:rsidRPr="00EF1FE0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061FD">
        <w:rPr>
          <w:rFonts w:ascii="Times New Roman" w:eastAsia="Calibri" w:hAnsi="Times New Roman" w:cs="Times New Roman"/>
          <w:bCs/>
          <w:sz w:val="24"/>
          <w:szCs w:val="24"/>
        </w:rPr>
        <w:t xml:space="preserve">Wszystkie pola odbiorcze muszą mieć możliwość opomiarowania licznikami półpośrednimi </w:t>
      </w:r>
      <w:r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9061FD">
        <w:rPr>
          <w:rFonts w:ascii="Times New Roman" w:eastAsia="Calibri" w:hAnsi="Times New Roman" w:cs="Times New Roman"/>
          <w:bCs/>
          <w:sz w:val="24"/>
          <w:szCs w:val="24"/>
        </w:rPr>
        <w:t xml:space="preserve">w klasie C. Należy przewidzieć w rozdzielnicy miejsce na min. cztery </w:t>
      </w:r>
      <w:bookmarkStart w:id="1" w:name="_Hlk189477930"/>
      <w:r w:rsidRPr="009061FD">
        <w:rPr>
          <w:rFonts w:ascii="Times New Roman" w:eastAsia="Calibri" w:hAnsi="Times New Roman" w:cs="Times New Roman"/>
          <w:bCs/>
          <w:sz w:val="24"/>
          <w:szCs w:val="24"/>
        </w:rPr>
        <w:t>legalizowane czterokwadrantowe liczniki energii czynnej i biernej</w:t>
      </w:r>
      <w:bookmarkEnd w:id="1"/>
      <w:r w:rsidRPr="009061FD">
        <w:rPr>
          <w:rFonts w:ascii="Times New Roman" w:eastAsia="Calibri" w:hAnsi="Times New Roman" w:cs="Times New Roman"/>
          <w:bCs/>
          <w:sz w:val="24"/>
          <w:szCs w:val="24"/>
        </w:rPr>
        <w:t xml:space="preserve"> umożliwiający zdalny przekaz danych pomiarowych do systemu ENERGIA 4, oraz koncentrator zdalnego odczytu liczników umożliwiający harmonogramowanie odczytów  i posiadający możliwość podłączenia liczników po GSM </w:t>
      </w:r>
      <w:r w:rsidRPr="0006193B">
        <w:rPr>
          <w:rFonts w:ascii="Times New Roman" w:eastAsia="Calibri" w:hAnsi="Times New Roman" w:cs="Times New Roman"/>
          <w:bCs/>
          <w:sz w:val="24"/>
          <w:szCs w:val="24"/>
        </w:rPr>
        <w:t xml:space="preserve">oraz RS. </w:t>
      </w:r>
      <w:bookmarkStart w:id="2" w:name="_Hlk192488278"/>
      <w:r w:rsidRPr="0006193B">
        <w:rPr>
          <w:rFonts w:ascii="Times New Roman" w:eastAsia="Calibri" w:hAnsi="Times New Roman" w:cs="Times New Roman"/>
          <w:bCs/>
          <w:sz w:val="24"/>
          <w:szCs w:val="24"/>
        </w:rPr>
        <w:t>Licznik</w:t>
      </w:r>
      <w:r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Pr="0006193B">
        <w:rPr>
          <w:rFonts w:ascii="Times New Roman" w:eastAsia="Calibri" w:hAnsi="Times New Roman" w:cs="Times New Roman"/>
          <w:bCs/>
          <w:sz w:val="24"/>
          <w:szCs w:val="24"/>
        </w:rPr>
        <w:t xml:space="preserve"> w rozdzielnicy należy przyłączyć poprzez listwę pomiarową Wago LPW 0847-0105/230-1000 lub 0847-297/230-2000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2"/>
    </w:p>
    <w:p w14:paraId="36D3CEED" w14:textId="77777777" w:rsidR="003C7D97" w:rsidRPr="007631B0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31B0">
        <w:rPr>
          <w:rFonts w:ascii="Times New Roman" w:hAnsi="Times New Roman" w:cs="Times New Roman"/>
          <w:bCs/>
          <w:sz w:val="24"/>
          <w:szCs w:val="24"/>
        </w:rPr>
        <w:t>Na potrzeby przekazania danych z liczników energii do systemu ENERGIA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631B0">
        <w:rPr>
          <w:rFonts w:ascii="Times New Roman" w:hAnsi="Times New Roman" w:cs="Times New Roman"/>
          <w:bCs/>
          <w:sz w:val="24"/>
          <w:szCs w:val="24"/>
        </w:rPr>
        <w:t xml:space="preserve">4, należy zaprojektować i doprowadzić do poszczególnych rozdzielnic sieć światłowodową lub opartą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7631B0">
        <w:rPr>
          <w:rFonts w:ascii="Times New Roman" w:hAnsi="Times New Roman" w:cs="Times New Roman"/>
          <w:bCs/>
          <w:sz w:val="24"/>
          <w:szCs w:val="24"/>
        </w:rPr>
        <w:t xml:space="preserve">na kablach </w:t>
      </w:r>
      <w:proofErr w:type="spellStart"/>
      <w:r w:rsidRPr="007631B0">
        <w:rPr>
          <w:rFonts w:ascii="Times New Roman" w:hAnsi="Times New Roman" w:cs="Times New Roman"/>
          <w:bCs/>
          <w:sz w:val="24"/>
          <w:szCs w:val="24"/>
        </w:rPr>
        <w:t>XzTKMXpw</w:t>
      </w:r>
      <w:proofErr w:type="spellEnd"/>
      <w:r w:rsidRPr="007631B0">
        <w:rPr>
          <w:rFonts w:ascii="Times New Roman" w:hAnsi="Times New Roman" w:cs="Times New Roman"/>
          <w:bCs/>
          <w:sz w:val="24"/>
          <w:szCs w:val="24"/>
        </w:rPr>
        <w:t xml:space="preserve"> 5x4x0,8, układaną w niezależnie lub w pobliżu kabli zasilających, wraz z wszystkimi urządzeniami niezbędnymi do uzyskania prawidłowej komunikacji i </w:t>
      </w:r>
      <w:proofErr w:type="spellStart"/>
      <w:r w:rsidRPr="007631B0">
        <w:rPr>
          <w:rFonts w:ascii="Times New Roman" w:hAnsi="Times New Roman" w:cs="Times New Roman"/>
          <w:bCs/>
          <w:sz w:val="24"/>
          <w:szCs w:val="24"/>
        </w:rPr>
        <w:t>przesyłu</w:t>
      </w:r>
      <w:proofErr w:type="spellEnd"/>
      <w:r w:rsidRPr="007631B0">
        <w:rPr>
          <w:rFonts w:ascii="Times New Roman" w:hAnsi="Times New Roman" w:cs="Times New Roman"/>
          <w:bCs/>
          <w:sz w:val="24"/>
          <w:szCs w:val="24"/>
        </w:rPr>
        <w:t xml:space="preserve"> danych oraz podłączenia </w:t>
      </w:r>
      <w:proofErr w:type="spellStart"/>
      <w:r w:rsidRPr="007631B0">
        <w:rPr>
          <w:rFonts w:ascii="Times New Roman" w:hAnsi="Times New Roman" w:cs="Times New Roman"/>
          <w:bCs/>
          <w:sz w:val="24"/>
          <w:szCs w:val="24"/>
        </w:rPr>
        <w:t>internetu</w:t>
      </w:r>
      <w:proofErr w:type="spellEnd"/>
      <w:r w:rsidRPr="007631B0">
        <w:rPr>
          <w:rFonts w:ascii="Times New Roman" w:hAnsi="Times New Roman" w:cs="Times New Roman"/>
          <w:bCs/>
          <w:sz w:val="24"/>
          <w:szCs w:val="24"/>
        </w:rPr>
        <w:t xml:space="preserve"> za pośrednictwem stałego złącza ETH. W przypadku wykorzystywania światłowodu do komunikacji należy przewidzieć w rozdzielnicy miejsce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7631B0">
        <w:rPr>
          <w:rFonts w:ascii="Times New Roman" w:hAnsi="Times New Roman" w:cs="Times New Roman"/>
          <w:bCs/>
          <w:sz w:val="24"/>
          <w:szCs w:val="24"/>
        </w:rPr>
        <w:t>na przełącznicę światłowodową oraz konwertery jako niezależną wnękę oddzieloną od obwodów prądowych i doposażyć w</w:t>
      </w:r>
      <w:r w:rsidRPr="007631B0">
        <w:t xml:space="preserve"> </w:t>
      </w:r>
      <w:r w:rsidRPr="007631B0">
        <w:rPr>
          <w:rFonts w:ascii="Times New Roman" w:hAnsi="Times New Roman" w:cs="Times New Roman"/>
          <w:bCs/>
          <w:sz w:val="24"/>
          <w:szCs w:val="24"/>
        </w:rPr>
        <w:t>przełącznicę światłowodow</w:t>
      </w:r>
      <w:r>
        <w:rPr>
          <w:rFonts w:ascii="Times New Roman" w:hAnsi="Times New Roman" w:cs="Times New Roman"/>
          <w:bCs/>
          <w:sz w:val="24"/>
          <w:szCs w:val="24"/>
        </w:rPr>
        <w:t>ą</w:t>
      </w:r>
      <w:r w:rsidRPr="007631B0">
        <w:rPr>
          <w:rFonts w:ascii="Times New Roman" w:hAnsi="Times New Roman" w:cs="Times New Roman"/>
          <w:bCs/>
          <w:sz w:val="24"/>
          <w:szCs w:val="24"/>
        </w:rPr>
        <w:t xml:space="preserve"> 12-polow</w:t>
      </w:r>
      <w:r>
        <w:rPr>
          <w:rFonts w:ascii="Times New Roman" w:hAnsi="Times New Roman" w:cs="Times New Roman"/>
          <w:bCs/>
          <w:sz w:val="24"/>
          <w:szCs w:val="24"/>
        </w:rPr>
        <w:t>ą</w:t>
      </w:r>
      <w:r w:rsidRPr="007631B0">
        <w:rPr>
          <w:rFonts w:ascii="Times New Roman" w:hAnsi="Times New Roman" w:cs="Times New Roman"/>
          <w:bCs/>
          <w:sz w:val="24"/>
          <w:szCs w:val="24"/>
        </w:rPr>
        <w:t xml:space="preserve"> wyposażon</w:t>
      </w:r>
      <w:r>
        <w:rPr>
          <w:rFonts w:ascii="Times New Roman" w:hAnsi="Times New Roman" w:cs="Times New Roman"/>
          <w:bCs/>
          <w:sz w:val="24"/>
          <w:szCs w:val="24"/>
        </w:rPr>
        <w:t>ą</w:t>
      </w:r>
      <w:r w:rsidRPr="007631B0">
        <w:rPr>
          <w:rFonts w:ascii="Times New Roman" w:hAnsi="Times New Roman" w:cs="Times New Roman"/>
          <w:bCs/>
          <w:sz w:val="24"/>
          <w:szCs w:val="24"/>
        </w:rPr>
        <w:t xml:space="preserve"> w końcówki E2000PC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31B0">
        <w:rPr>
          <w:rFonts w:ascii="Times New Roman" w:hAnsi="Times New Roman" w:cs="Times New Roman"/>
          <w:bCs/>
          <w:sz w:val="24"/>
          <w:szCs w:val="24"/>
        </w:rPr>
        <w:t>switch</w:t>
      </w:r>
      <w:proofErr w:type="spellEnd"/>
      <w:r w:rsidRPr="007631B0">
        <w:rPr>
          <w:rFonts w:ascii="Times New Roman" w:hAnsi="Times New Roman" w:cs="Times New Roman"/>
          <w:bCs/>
          <w:sz w:val="24"/>
          <w:szCs w:val="24"/>
        </w:rPr>
        <w:t xml:space="preserve"> MOXA typu eds-4012-4gc-hv. Wszelkie niezbędne urządzenia należy </w:t>
      </w:r>
      <w:r w:rsidRPr="007631B0">
        <w:rPr>
          <w:rFonts w:ascii="Times New Roman" w:hAnsi="Times New Roman" w:cs="Times New Roman"/>
          <w:bCs/>
          <w:sz w:val="24"/>
          <w:szCs w:val="24"/>
        </w:rPr>
        <w:lastRenderedPageBreak/>
        <w:t>dostarczyć, zabudować oraz skonfigurować w ramach zadania i należy uwzględnić w cenie ofertowej.</w:t>
      </w:r>
    </w:p>
    <w:p w14:paraId="76B62A1E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630453">
        <w:rPr>
          <w:rFonts w:ascii="Times New Roman" w:hAnsi="Times New Roman" w:cs="Times New Roman"/>
          <w:sz w:val="24"/>
          <w:szCs w:val="24"/>
        </w:rPr>
        <w:t xml:space="preserve">Na obudowie </w:t>
      </w:r>
      <w:r>
        <w:rPr>
          <w:rFonts w:ascii="Times New Roman" w:hAnsi="Times New Roman" w:cs="Times New Roman"/>
          <w:sz w:val="24"/>
          <w:szCs w:val="24"/>
        </w:rPr>
        <w:t xml:space="preserve">(z boku rozdzielnicy) </w:t>
      </w:r>
      <w:r w:rsidRPr="00630453">
        <w:rPr>
          <w:rFonts w:ascii="Times New Roman" w:hAnsi="Times New Roman" w:cs="Times New Roman"/>
          <w:sz w:val="24"/>
          <w:szCs w:val="24"/>
        </w:rPr>
        <w:t>zamontować 2 niezależne moduły</w:t>
      </w:r>
      <w:r>
        <w:rPr>
          <w:rFonts w:ascii="Times New Roman" w:hAnsi="Times New Roman" w:cs="Times New Roman"/>
          <w:sz w:val="24"/>
          <w:szCs w:val="24"/>
        </w:rPr>
        <w:t xml:space="preserve"> gniazdowe</w:t>
      </w:r>
      <w:r w:rsidRPr="006304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których każdy powinien zostać </w:t>
      </w:r>
      <w:r w:rsidRPr="00630453">
        <w:rPr>
          <w:rFonts w:ascii="Times New Roman" w:hAnsi="Times New Roman" w:cs="Times New Roman"/>
          <w:sz w:val="24"/>
          <w:szCs w:val="24"/>
        </w:rPr>
        <w:t>wyposażon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630453">
        <w:rPr>
          <w:rFonts w:ascii="Times New Roman" w:hAnsi="Times New Roman" w:cs="Times New Roman"/>
          <w:sz w:val="24"/>
          <w:szCs w:val="24"/>
        </w:rPr>
        <w:t xml:space="preserve"> w: </w:t>
      </w:r>
    </w:p>
    <w:p w14:paraId="457AC0CD" w14:textId="77777777" w:rsidR="003C7D97" w:rsidRDefault="003C7D97" w:rsidP="003C7D97">
      <w:pPr>
        <w:pStyle w:val="Akapitzlis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11924">
        <w:rPr>
          <w:rFonts w:ascii="Times New Roman" w:hAnsi="Times New Roman" w:cs="Times New Roman"/>
          <w:sz w:val="24"/>
          <w:szCs w:val="24"/>
        </w:rPr>
        <w:t xml:space="preserve">gniazdo 16A 1L+PE+N </w:t>
      </w:r>
      <w:r>
        <w:rPr>
          <w:rFonts w:ascii="Times New Roman" w:hAnsi="Times New Roman" w:cs="Times New Roman"/>
          <w:sz w:val="24"/>
          <w:szCs w:val="24"/>
        </w:rPr>
        <w:t xml:space="preserve">IP67 </w:t>
      </w:r>
      <w:r w:rsidRPr="00411924">
        <w:rPr>
          <w:rFonts w:ascii="Times New Roman" w:hAnsi="Times New Roman" w:cs="Times New Roman"/>
          <w:sz w:val="24"/>
          <w:szCs w:val="24"/>
        </w:rPr>
        <w:t xml:space="preserve">(przemysłowe), </w:t>
      </w:r>
    </w:p>
    <w:p w14:paraId="114354B6" w14:textId="77777777" w:rsidR="003C7D97" w:rsidRDefault="003C7D97" w:rsidP="003C7D97">
      <w:pPr>
        <w:pStyle w:val="Akapitzlis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gniazdo </w:t>
      </w:r>
      <w:r w:rsidRPr="00411924">
        <w:rPr>
          <w:rFonts w:ascii="Times New Roman" w:hAnsi="Times New Roman" w:cs="Times New Roman"/>
          <w:sz w:val="24"/>
          <w:szCs w:val="24"/>
        </w:rPr>
        <w:t xml:space="preserve">32A 3L+PE+N </w:t>
      </w:r>
      <w:r>
        <w:rPr>
          <w:rFonts w:ascii="Times New Roman" w:hAnsi="Times New Roman" w:cs="Times New Roman"/>
          <w:sz w:val="24"/>
          <w:szCs w:val="24"/>
        </w:rPr>
        <w:t>IP67</w:t>
      </w:r>
    </w:p>
    <w:p w14:paraId="5F159498" w14:textId="77777777" w:rsidR="003C7D97" w:rsidRDefault="003C7D97" w:rsidP="003C7D97">
      <w:pPr>
        <w:pStyle w:val="Akapitzlis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gniazdo </w:t>
      </w:r>
      <w:r w:rsidRPr="00411924">
        <w:rPr>
          <w:rFonts w:ascii="Times New Roman" w:hAnsi="Times New Roman" w:cs="Times New Roman"/>
          <w:sz w:val="24"/>
          <w:szCs w:val="24"/>
        </w:rPr>
        <w:t>63A 3L+PE+N</w:t>
      </w:r>
      <w:r>
        <w:rPr>
          <w:rFonts w:ascii="Times New Roman" w:hAnsi="Times New Roman" w:cs="Times New Roman"/>
          <w:sz w:val="24"/>
          <w:szCs w:val="24"/>
        </w:rPr>
        <w:t xml:space="preserve"> IP67</w:t>
      </w:r>
    </w:p>
    <w:p w14:paraId="59F27A30" w14:textId="77777777" w:rsidR="003C7D97" w:rsidRPr="00411924" w:rsidRDefault="003C7D97" w:rsidP="003C7D97">
      <w:pPr>
        <w:spacing w:after="12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Wszystkie gniazda powinny posiadać niezależny </w:t>
      </w:r>
      <w:r w:rsidRPr="00411924">
        <w:rPr>
          <w:rFonts w:ascii="Times New Roman" w:hAnsi="Times New Roman" w:cs="Times New Roman"/>
          <w:sz w:val="24"/>
          <w:szCs w:val="24"/>
        </w:rPr>
        <w:t xml:space="preserve">wyłącznik manewrowy (z zamknięciem </w:t>
      </w:r>
      <w:r>
        <w:rPr>
          <w:rFonts w:ascii="Times New Roman" w:hAnsi="Times New Roman" w:cs="Times New Roman"/>
          <w:sz w:val="24"/>
          <w:szCs w:val="24"/>
        </w:rPr>
        <w:br/>
      </w:r>
      <w:r w:rsidRPr="00411924">
        <w:rPr>
          <w:rFonts w:ascii="Times New Roman" w:hAnsi="Times New Roman" w:cs="Times New Roman"/>
          <w:sz w:val="24"/>
          <w:szCs w:val="24"/>
        </w:rPr>
        <w:t>na kłódkę)</w:t>
      </w:r>
      <w:r>
        <w:rPr>
          <w:rFonts w:ascii="Times New Roman" w:hAnsi="Times New Roman" w:cs="Times New Roman"/>
          <w:sz w:val="24"/>
          <w:szCs w:val="24"/>
        </w:rPr>
        <w:t>. Każde gniazdo powinno być zabezpieczone niezależnym zabezpieczeniem nadprądowym i różnicowoprądowym.</w:t>
      </w:r>
    </w:p>
    <w:p w14:paraId="46465DA7" w14:textId="77777777" w:rsidR="003C7D97" w:rsidRDefault="003C7D97" w:rsidP="003C7D97">
      <w:pPr>
        <w:spacing w:after="12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Każdy z dwóch modułów gniazdowych należy wyposażyć w przekładniki 100/5 klasy 0,2s </w:t>
      </w:r>
      <w:r>
        <w:rPr>
          <w:rFonts w:ascii="Times New Roman" w:hAnsi="Times New Roman" w:cs="Times New Roman"/>
          <w:sz w:val="24"/>
          <w:szCs w:val="24"/>
        </w:rPr>
        <w:br/>
        <w:t xml:space="preserve">na zasilaniu modułu oraz </w:t>
      </w:r>
      <w:r w:rsidRPr="00E45603">
        <w:rPr>
          <w:rFonts w:ascii="Times New Roman" w:hAnsi="Times New Roman" w:cs="Times New Roman"/>
          <w:sz w:val="24"/>
          <w:szCs w:val="24"/>
        </w:rPr>
        <w:t xml:space="preserve">licznik energii elektrycznej klasy C (np. </w:t>
      </w:r>
      <w:r>
        <w:rPr>
          <w:rFonts w:ascii="Times New Roman" w:hAnsi="Times New Roman" w:cs="Times New Roman"/>
          <w:sz w:val="24"/>
          <w:szCs w:val="24"/>
        </w:rPr>
        <w:t>LE-23</w:t>
      </w:r>
      <w:r w:rsidRPr="00E45603">
        <w:rPr>
          <w:rFonts w:ascii="Times New Roman" w:hAnsi="Times New Roman" w:cs="Times New Roman"/>
          <w:sz w:val="24"/>
          <w:szCs w:val="24"/>
        </w:rPr>
        <w:t xml:space="preserve">) umożliwiającym komunikację z urządzeniem zdalnego odczytu liczników (z buforem odczytowym - umożliwiającym harmonogramowanie odczytów np. PROBOX2, które należy zainstalować </w:t>
      </w:r>
      <w:r>
        <w:rPr>
          <w:rFonts w:ascii="Times New Roman" w:hAnsi="Times New Roman" w:cs="Times New Roman"/>
          <w:sz w:val="24"/>
          <w:szCs w:val="24"/>
        </w:rPr>
        <w:br/>
      </w:r>
      <w:r w:rsidRPr="00E45603">
        <w:rPr>
          <w:rFonts w:ascii="Times New Roman" w:hAnsi="Times New Roman" w:cs="Times New Roman"/>
          <w:sz w:val="24"/>
          <w:szCs w:val="24"/>
        </w:rPr>
        <w:t>w rozdzielnicy i podłączyć do niego liczniki energii elektrycznej)</w:t>
      </w:r>
    </w:p>
    <w:p w14:paraId="14839DD2" w14:textId="77777777" w:rsidR="003C7D97" w:rsidRDefault="003C7D97" w:rsidP="003C7D97">
      <w:pPr>
        <w:spacing w:after="12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Dopuszcza się w uzasadnionych przypadkach rezygnacje z modułów gniazdowych na etapie projektu po ustaleniach z ZMPG</w:t>
      </w:r>
    </w:p>
    <w:p w14:paraId="184A4613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rozdzielnicy należy stosować ograniczniki przepięć T1 + T2 25kA/75kA Up≤1,5kV. Ograniczniki podłączyć poprzez rozłącznik bezpiecznikowy 400A. Wartość prądu  bezpieczników według zaleceń producenta.</w:t>
      </w:r>
    </w:p>
    <w:p w14:paraId="746F16FF" w14:textId="77777777" w:rsidR="003C7D97" w:rsidRPr="009061FD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9061FD">
        <w:rPr>
          <w:rFonts w:ascii="Times New Roman" w:hAnsi="Times New Roman" w:cs="Times New Roman"/>
          <w:sz w:val="24"/>
          <w:szCs w:val="24"/>
        </w:rPr>
        <w:t xml:space="preserve">Wewnątrz rozdzielnicy zamontować gniazdo serwisowe 16A, grzejnik wraz z zabezpieczeniem oraz w górnej części złącza oprawę LED. </w:t>
      </w:r>
    </w:p>
    <w:p w14:paraId="64D23B81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630453">
        <w:rPr>
          <w:rFonts w:ascii="Times New Roman" w:hAnsi="Times New Roman" w:cs="Times New Roman"/>
          <w:sz w:val="24"/>
          <w:szCs w:val="24"/>
        </w:rPr>
        <w:t xml:space="preserve">Rozmieszczenie aparatury wg normy PN-EN 60439-1 wykonanie 3b typ 2; wszystkie elementy będące pod napięciem po otwarciu drzwi rozdzielnicy są osłonięte w taki sposób, że szyny </w:t>
      </w:r>
      <w:r>
        <w:rPr>
          <w:rFonts w:ascii="Times New Roman" w:hAnsi="Times New Roman" w:cs="Times New Roman"/>
          <w:sz w:val="24"/>
          <w:szCs w:val="24"/>
        </w:rPr>
        <w:br/>
      </w:r>
      <w:r w:rsidRPr="00630453">
        <w:rPr>
          <w:rFonts w:ascii="Times New Roman" w:hAnsi="Times New Roman" w:cs="Times New Roman"/>
          <w:sz w:val="24"/>
          <w:szCs w:val="24"/>
        </w:rPr>
        <w:t xml:space="preserve">są izolowane, widoczne i osłonięte płytą izolacyjną (np. z </w:t>
      </w:r>
      <w:proofErr w:type="spellStart"/>
      <w:r w:rsidRPr="00630453">
        <w:rPr>
          <w:rFonts w:ascii="Times New Roman" w:hAnsi="Times New Roman" w:cs="Times New Roman"/>
          <w:sz w:val="24"/>
          <w:szCs w:val="24"/>
        </w:rPr>
        <w:t>plexi</w:t>
      </w:r>
      <w:proofErr w:type="spellEnd"/>
      <w:r w:rsidRPr="00630453">
        <w:rPr>
          <w:rFonts w:ascii="Times New Roman" w:hAnsi="Times New Roman" w:cs="Times New Roman"/>
          <w:sz w:val="24"/>
          <w:szCs w:val="24"/>
        </w:rPr>
        <w:t xml:space="preserve">) a aparaty umożliwiają podłączenie kabli w taki sposób, że również nie da się dotknąć ręką części czynnych (śrub </w:t>
      </w:r>
      <w:r>
        <w:rPr>
          <w:rFonts w:ascii="Times New Roman" w:hAnsi="Times New Roman" w:cs="Times New Roman"/>
          <w:sz w:val="24"/>
          <w:szCs w:val="24"/>
        </w:rPr>
        <w:br/>
      </w:r>
      <w:r w:rsidRPr="00630453">
        <w:rPr>
          <w:rFonts w:ascii="Times New Roman" w:hAnsi="Times New Roman" w:cs="Times New Roman"/>
          <w:sz w:val="24"/>
          <w:szCs w:val="24"/>
        </w:rPr>
        <w:t xml:space="preserve">i końcówek kabli) będących normalnie pod napięciem. </w:t>
      </w:r>
    </w:p>
    <w:p w14:paraId="7041C244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630453">
        <w:rPr>
          <w:rFonts w:ascii="Times New Roman" w:hAnsi="Times New Roman" w:cs="Times New Roman"/>
          <w:sz w:val="24"/>
          <w:szCs w:val="24"/>
        </w:rPr>
        <w:t xml:space="preserve">W dolnej części obudowy rozdzielnicy (w elewacji) złącza wykonać otwór z dławicą (o średnicy 40-50mm) na ewentualne wprowadzenie kabla </w:t>
      </w:r>
      <w:proofErr w:type="spellStart"/>
      <w:r w:rsidRPr="00630453">
        <w:rPr>
          <w:rFonts w:ascii="Times New Roman" w:hAnsi="Times New Roman" w:cs="Times New Roman"/>
          <w:sz w:val="24"/>
          <w:szCs w:val="24"/>
        </w:rPr>
        <w:t>OPd</w:t>
      </w:r>
      <w:proofErr w:type="spellEnd"/>
      <w:r w:rsidRPr="00630453">
        <w:rPr>
          <w:rFonts w:ascii="Times New Roman" w:hAnsi="Times New Roman" w:cs="Times New Roman"/>
          <w:sz w:val="24"/>
          <w:szCs w:val="24"/>
        </w:rPr>
        <w:t xml:space="preserve"> z rozdzielnicy na zewnątrz, przed obudowę - otwór zaślepić. </w:t>
      </w:r>
    </w:p>
    <w:p w14:paraId="25C694F4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630453">
        <w:rPr>
          <w:rFonts w:ascii="Times New Roman" w:hAnsi="Times New Roman" w:cs="Times New Roman"/>
          <w:sz w:val="24"/>
          <w:szCs w:val="24"/>
        </w:rPr>
        <w:t xml:space="preserve">Zamek do rozdzielnicy: zamknięcie na kłódkę energetyczną </w:t>
      </w:r>
      <w:r>
        <w:rPr>
          <w:rFonts w:ascii="Times New Roman" w:hAnsi="Times New Roman" w:cs="Times New Roman"/>
          <w:sz w:val="24"/>
          <w:szCs w:val="24"/>
        </w:rPr>
        <w:t>oraz</w:t>
      </w:r>
      <w:r w:rsidRPr="00630453">
        <w:rPr>
          <w:rFonts w:ascii="Times New Roman" w:hAnsi="Times New Roman" w:cs="Times New Roman"/>
          <w:sz w:val="24"/>
          <w:szCs w:val="24"/>
        </w:rPr>
        <w:t xml:space="preserve"> klucz typu trójkąt z możliwością wymiany na zamek patentowy. </w:t>
      </w:r>
    </w:p>
    <w:p w14:paraId="4E4D1DFF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630453">
        <w:rPr>
          <w:rFonts w:ascii="Times New Roman" w:hAnsi="Times New Roman" w:cs="Times New Roman"/>
          <w:sz w:val="24"/>
          <w:szCs w:val="24"/>
        </w:rPr>
        <w:t xml:space="preserve">Na obudowie należy umieścić tabliczki ostrzegawcze, z oznaczenie właściciela, kontakt </w:t>
      </w:r>
      <w:r>
        <w:rPr>
          <w:rFonts w:ascii="Times New Roman" w:hAnsi="Times New Roman" w:cs="Times New Roman"/>
          <w:sz w:val="24"/>
          <w:szCs w:val="24"/>
        </w:rPr>
        <w:br/>
      </w:r>
      <w:r w:rsidRPr="00630453">
        <w:rPr>
          <w:rFonts w:ascii="Times New Roman" w:hAnsi="Times New Roman" w:cs="Times New Roman"/>
          <w:sz w:val="24"/>
          <w:szCs w:val="24"/>
        </w:rPr>
        <w:t xml:space="preserve">ze służbami odpowiedzialnymi za obsługę i utrzymanie złącza i linii zasilającej (uzgodnić telefonicznie pod nr 58 737 76 63); </w:t>
      </w:r>
    </w:p>
    <w:p w14:paraId="7F8492CE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630453">
        <w:rPr>
          <w:rFonts w:ascii="Times New Roman" w:hAnsi="Times New Roman" w:cs="Times New Roman"/>
          <w:sz w:val="24"/>
          <w:szCs w:val="24"/>
        </w:rPr>
        <w:lastRenderedPageBreak/>
        <w:t xml:space="preserve">Na drzwiach wewnątrz rozdzielnicy przymocować zalaminowany aktualny schemat </w:t>
      </w:r>
      <w:r>
        <w:rPr>
          <w:rFonts w:ascii="Times New Roman" w:hAnsi="Times New Roman" w:cs="Times New Roman"/>
          <w:sz w:val="24"/>
          <w:szCs w:val="24"/>
        </w:rPr>
        <w:br/>
      </w:r>
      <w:r w:rsidRPr="00630453">
        <w:rPr>
          <w:rFonts w:ascii="Times New Roman" w:hAnsi="Times New Roman" w:cs="Times New Roman"/>
          <w:sz w:val="24"/>
          <w:szCs w:val="24"/>
        </w:rPr>
        <w:t xml:space="preserve">z zaznaczonymi granicami eksploatacji pomiędzy ZMPG SA a odbiorcami przyłączonymi </w:t>
      </w:r>
      <w:r>
        <w:rPr>
          <w:rFonts w:ascii="Times New Roman" w:hAnsi="Times New Roman" w:cs="Times New Roman"/>
          <w:sz w:val="24"/>
          <w:szCs w:val="24"/>
        </w:rPr>
        <w:br/>
      </w:r>
      <w:r w:rsidRPr="00630453">
        <w:rPr>
          <w:rFonts w:ascii="Times New Roman" w:hAnsi="Times New Roman" w:cs="Times New Roman"/>
          <w:sz w:val="24"/>
          <w:szCs w:val="24"/>
        </w:rPr>
        <w:t xml:space="preserve">do rozdzielnicy. </w:t>
      </w:r>
    </w:p>
    <w:p w14:paraId="1C00DA81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630453">
        <w:rPr>
          <w:rFonts w:ascii="Times New Roman" w:hAnsi="Times New Roman" w:cs="Times New Roman"/>
          <w:sz w:val="24"/>
          <w:szCs w:val="24"/>
        </w:rPr>
        <w:t xml:space="preserve">Oznakować wszystkie elementy złącza (na kablu zasilającym i na dopływach opisy z adresem, typem i przekrojem kabla) i umieścić numer złącza na obudowie kolorem czarnym, wysokość liter min. 8 cm; kolorystyka kabli i przewodów zgodnie z PN-HD 308 S2:2007. </w:t>
      </w:r>
    </w:p>
    <w:p w14:paraId="67CB4F77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630453">
        <w:rPr>
          <w:rFonts w:ascii="Times New Roman" w:hAnsi="Times New Roman" w:cs="Times New Roman"/>
          <w:sz w:val="24"/>
          <w:szCs w:val="24"/>
        </w:rPr>
        <w:t xml:space="preserve">Fundament betonowy pomalować na kolor czarny środkiem zabezpieczającym odpornym </w:t>
      </w:r>
      <w:r>
        <w:rPr>
          <w:rFonts w:ascii="Times New Roman" w:hAnsi="Times New Roman" w:cs="Times New Roman"/>
          <w:sz w:val="24"/>
          <w:szCs w:val="24"/>
        </w:rPr>
        <w:br/>
      </w:r>
      <w:r w:rsidRPr="00630453">
        <w:rPr>
          <w:rFonts w:ascii="Times New Roman" w:hAnsi="Times New Roman" w:cs="Times New Roman"/>
          <w:sz w:val="24"/>
          <w:szCs w:val="24"/>
        </w:rPr>
        <w:t xml:space="preserve">na warunki środowiskowe. </w:t>
      </w:r>
    </w:p>
    <w:p w14:paraId="7DB488CE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630453">
        <w:rPr>
          <w:rFonts w:ascii="Times New Roman" w:hAnsi="Times New Roman" w:cs="Times New Roman"/>
          <w:sz w:val="24"/>
          <w:szCs w:val="24"/>
        </w:rPr>
        <w:t xml:space="preserve">Utwardzić teren w promieniu ok. 1 m wokół fundamentu – obsypać grubym żwirem lub ułożyć płyty chodnikowe lub kostki brukowe. </w:t>
      </w:r>
    </w:p>
    <w:p w14:paraId="11F13B5A" w14:textId="77777777" w:rsidR="003C7D97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630453">
        <w:rPr>
          <w:rFonts w:ascii="Times New Roman" w:hAnsi="Times New Roman" w:cs="Times New Roman"/>
          <w:sz w:val="24"/>
          <w:szCs w:val="24"/>
        </w:rPr>
        <w:t xml:space="preserve">W przypadku posadowienia rozdzielnicy w miejscu narażonym na uszkodzenia przez: manewrujący sprzęt (np. w środku placu, przy drodze manewrowej, na nabrzeżu) wykonać bariery ochronne w postaci pionowych rur stalowych wysokości 1,5m, średnicy min. </w:t>
      </w:r>
      <w:r>
        <w:rPr>
          <w:rFonts w:ascii="Times New Roman" w:hAnsi="Times New Roman" w:cs="Times New Roman"/>
          <w:sz w:val="24"/>
          <w:szCs w:val="24"/>
        </w:rPr>
        <w:t>Ø</w:t>
      </w:r>
      <w:r w:rsidRPr="00630453">
        <w:rPr>
          <w:rFonts w:ascii="Times New Roman" w:hAnsi="Times New Roman" w:cs="Times New Roman"/>
          <w:sz w:val="24"/>
          <w:szCs w:val="24"/>
        </w:rPr>
        <w:t xml:space="preserve">100/4mm zalanych betonem lub na fundamencie betonowym, posadowionych w odległości min. 0,5m </w:t>
      </w:r>
      <w:r>
        <w:rPr>
          <w:rFonts w:ascii="Times New Roman" w:hAnsi="Times New Roman" w:cs="Times New Roman"/>
          <w:sz w:val="24"/>
          <w:szCs w:val="24"/>
        </w:rPr>
        <w:br/>
      </w:r>
      <w:r w:rsidRPr="00630453">
        <w:rPr>
          <w:rFonts w:ascii="Times New Roman" w:hAnsi="Times New Roman" w:cs="Times New Roman"/>
          <w:sz w:val="24"/>
          <w:szCs w:val="24"/>
        </w:rPr>
        <w:t xml:space="preserve">od obrysu rozdzielnicy, rury pionowe wzmocnić min. 2 poprzeczkami z rur stalowych min. </w:t>
      </w:r>
      <w:r>
        <w:rPr>
          <w:rFonts w:ascii="Times New Roman" w:hAnsi="Times New Roman" w:cs="Times New Roman"/>
          <w:sz w:val="24"/>
          <w:szCs w:val="24"/>
        </w:rPr>
        <w:t>Ø</w:t>
      </w:r>
      <w:r w:rsidRPr="00630453">
        <w:rPr>
          <w:rFonts w:ascii="Times New Roman" w:hAnsi="Times New Roman" w:cs="Times New Roman"/>
          <w:sz w:val="24"/>
          <w:szCs w:val="24"/>
        </w:rPr>
        <w:t xml:space="preserve"> 80. Całość pomalować w żółto-czarne pasy ostrzegawcze. </w:t>
      </w:r>
    </w:p>
    <w:p w14:paraId="6E7EB08D" w14:textId="77777777" w:rsidR="003C7D97" w:rsidRPr="00496922" w:rsidRDefault="003C7D97" w:rsidP="003C7D97">
      <w:pPr>
        <w:numPr>
          <w:ilvl w:val="0"/>
          <w:numId w:val="15"/>
        </w:numPr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630453">
        <w:rPr>
          <w:rFonts w:ascii="Times New Roman" w:hAnsi="Times New Roman" w:cs="Times New Roman"/>
          <w:sz w:val="24"/>
          <w:szCs w:val="24"/>
        </w:rPr>
        <w:t xml:space="preserve">W przypadku posadowienia rozdzielnicy w miejscu narażonym na uszkodzenia przez: zasypanie ładunkiem np. na placu składowym wykonać bariery ochronne wokół rozdzielnicy zabezpieczające przed uszkodzeniem w postaci osłon oporowych żelbetowych lub stalowych wysokości min. 1,5m.  </w:t>
      </w:r>
      <w:bookmarkEnd w:id="0"/>
    </w:p>
    <w:p w14:paraId="68A22E99" w14:textId="632ED4FA" w:rsidR="00145C04" w:rsidRPr="003C7D97" w:rsidRDefault="00145C04" w:rsidP="003C7D97"/>
    <w:sectPr w:rsidR="00145C04" w:rsidRPr="003C7D97" w:rsidSect="005F52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552" w:right="851" w:bottom="2268" w:left="851" w:header="567" w:footer="90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A3DF3" w14:textId="77777777" w:rsidR="00DE5A13" w:rsidRDefault="00DE5A13">
      <w:r>
        <w:separator/>
      </w:r>
    </w:p>
  </w:endnote>
  <w:endnote w:type="continuationSeparator" w:id="0">
    <w:p w14:paraId="65323630" w14:textId="77777777" w:rsidR="00DE5A13" w:rsidRDefault="00DE5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E13AD" w14:textId="77777777" w:rsidR="00CC096D" w:rsidRDefault="00CC09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51F84" w14:textId="17F11F17" w:rsidR="00E702EA" w:rsidRPr="00C10943" w:rsidRDefault="00145C04" w:rsidP="00C10943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18426EFA" wp14:editId="2CF796DF">
              <wp:simplePos x="0" y="0"/>
              <wp:positionH relativeFrom="column">
                <wp:posOffset>4522470</wp:posOffset>
              </wp:positionH>
              <wp:positionV relativeFrom="paragraph">
                <wp:posOffset>-2056130</wp:posOffset>
              </wp:positionV>
              <wp:extent cx="1951200" cy="2624400"/>
              <wp:effectExtent l="0" t="0" r="11430" b="5080"/>
              <wp:wrapNone/>
              <wp:docPr id="20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1200" cy="262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BCA831" w14:textId="77777777" w:rsidR="00145C04" w:rsidRPr="001A63F9" w:rsidRDefault="00145C04" w:rsidP="00145C04">
                          <w:pPr>
                            <w:spacing w:line="269" w:lineRule="auto"/>
                            <w:jc w:val="right"/>
                            <w:rPr>
                              <w:rFonts w:ascii="Liberation Sans" w:hAnsi="Liberation Sans" w:cs="Liberation Sans"/>
                              <w:szCs w:val="18"/>
                              <w:lang w:val="en-GB"/>
                            </w:rPr>
                          </w:pPr>
                          <w:r>
                            <w:rPr>
                              <w:rFonts w:ascii="Liberation Sans" w:hAnsi="Liberation Sans" w:cs="Liberation Sans"/>
                              <w:noProof/>
                              <w:spacing w:val="6"/>
                              <w:w w:val="94"/>
                              <w:kern w:val="22"/>
                              <w:sz w:val="18"/>
                              <w:szCs w:val="18"/>
                            </w:rPr>
                            <w:drawing>
                              <wp:inline distT="0" distB="0" distL="0" distR="0" wp14:anchorId="658D4C85" wp14:editId="78BD79A8">
                                <wp:extent cx="1843200" cy="2512800"/>
                                <wp:effectExtent l="0" t="0" r="5080" b="1905"/>
                                <wp:docPr id="1031088951" name="Obraz 103108895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43200" cy="2512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426EF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56.1pt;margin-top:-161.9pt;width:153.65pt;height:206.6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" filled="f" stroked="f">
              <v:textbox inset="0,0,0,0">
                <w:txbxContent>
                  <w:p w14:paraId="49BCA831" w14:textId="77777777" w:rsidR="00145C04" w:rsidRPr="001A63F9" w:rsidRDefault="00145C04" w:rsidP="00145C04">
                    <w:pPr>
                      <w:spacing w:line="269" w:lineRule="auto"/>
                      <w:jc w:val="right"/>
                      <w:rPr>
                        <w:rFonts w:ascii="Liberation Sans" w:hAnsi="Liberation Sans" w:cs="Liberation Sans"/>
                        <w:szCs w:val="18"/>
                        <w:lang w:val="en-GB"/>
                      </w:rPr>
                    </w:pPr>
                    <w:r>
                      <w:rPr>
                        <w:rFonts w:ascii="Liberation Sans" w:hAnsi="Liberation Sans" w:cs="Liberation Sans"/>
                        <w:noProof/>
                        <w:spacing w:val="6"/>
                        <w:w w:val="94"/>
                        <w:kern w:val="22"/>
                        <w:sz w:val="18"/>
                        <w:szCs w:val="18"/>
                      </w:rPr>
                      <w:drawing>
                        <wp:inline distT="0" distB="0" distL="0" distR="0" wp14:anchorId="658D4C85" wp14:editId="78BD79A8">
                          <wp:extent cx="1843200" cy="2512800"/>
                          <wp:effectExtent l="0" t="0" r="5080" b="1905"/>
                          <wp:docPr id="1031088951" name="Obraz 103108895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43200" cy="2512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112D4" w14:textId="798F834A" w:rsidR="008C00B5" w:rsidRDefault="003F7E3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77696" behindDoc="0" locked="0" layoutInCell="1" allowOverlap="1" wp14:anchorId="160F70A8" wp14:editId="2BBDCF0D">
              <wp:simplePos x="0" y="0"/>
              <wp:positionH relativeFrom="column">
                <wp:posOffset>635</wp:posOffset>
              </wp:positionH>
              <wp:positionV relativeFrom="paragraph">
                <wp:posOffset>-341630</wp:posOffset>
              </wp:positionV>
              <wp:extent cx="5699760" cy="1115060"/>
              <wp:effectExtent l="0" t="0" r="0" b="8890"/>
              <wp:wrapNone/>
              <wp:docPr id="3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9760" cy="11150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3AEFB8" w14:textId="1A58B1CE" w:rsidR="00065137" w:rsidRPr="001A63F9" w:rsidRDefault="00065137" w:rsidP="00065137">
                          <w:pPr>
                            <w:spacing w:line="269" w:lineRule="auto"/>
                            <w:jc w:val="both"/>
                            <w:rPr>
                              <w:rFonts w:ascii="Liberation Sans" w:hAnsi="Liberation Sans" w:cs="Liberation Sans"/>
                              <w:szCs w:val="18"/>
                              <w:lang w:val="en-GB"/>
                            </w:rPr>
                          </w:pPr>
                          <w:r>
                            <w:rPr>
                              <w:rFonts w:ascii="Liberation Sans" w:hAnsi="Liberation Sans" w:cs="Liberation Sans"/>
                              <w:noProof/>
                              <w:spacing w:val="6"/>
                              <w:w w:val="94"/>
                              <w:kern w:val="22"/>
                              <w:sz w:val="18"/>
                              <w:szCs w:val="18"/>
                            </w:rPr>
                            <w:drawing>
                              <wp:inline distT="0" distB="0" distL="0" distR="0" wp14:anchorId="4D72B0B3" wp14:editId="500A457A">
                                <wp:extent cx="5582657" cy="835200"/>
                                <wp:effectExtent l="0" t="0" r="0" b="3175"/>
                                <wp:docPr id="1335495229" name="Obraz 133549522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7" name="Obraz 19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582657" cy="835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0F70A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.05pt;margin-top:-26.9pt;width:448.8pt;height:87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" filled="f" stroked="f">
              <v:textbox inset="0,0,0,0">
                <w:txbxContent>
                  <w:p w14:paraId="1D3AEFB8" w14:textId="1A58B1CE" w:rsidR="00065137" w:rsidRPr="001A63F9" w:rsidRDefault="00065137" w:rsidP="00065137">
                    <w:pPr>
                      <w:spacing w:line="269" w:lineRule="auto"/>
                      <w:jc w:val="both"/>
                      <w:rPr>
                        <w:rFonts w:ascii="Liberation Sans" w:hAnsi="Liberation Sans" w:cs="Liberation Sans"/>
                        <w:szCs w:val="18"/>
                        <w:lang w:val="en-GB"/>
                      </w:rPr>
                    </w:pPr>
                    <w:r>
                      <w:rPr>
                        <w:rFonts w:ascii="Liberation Sans" w:hAnsi="Liberation Sans" w:cs="Liberation Sans"/>
                        <w:noProof/>
                        <w:spacing w:val="6"/>
                        <w:w w:val="94"/>
                        <w:kern w:val="22"/>
                        <w:sz w:val="18"/>
                        <w:szCs w:val="18"/>
                      </w:rPr>
                      <w:drawing>
                        <wp:inline distT="0" distB="0" distL="0" distR="0" wp14:anchorId="4D72B0B3" wp14:editId="500A457A">
                          <wp:extent cx="5582657" cy="835200"/>
                          <wp:effectExtent l="0" t="0" r="0" b="3175"/>
                          <wp:docPr id="1335495229" name="Obraz 133549522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97" name="Obraz 19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582657" cy="835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065137">
      <w:rPr>
        <w:noProof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7B26D311" wp14:editId="11AC9583">
              <wp:simplePos x="0" y="0"/>
              <wp:positionH relativeFrom="column">
                <wp:posOffset>4520565</wp:posOffset>
              </wp:positionH>
              <wp:positionV relativeFrom="paragraph">
                <wp:posOffset>-2056188</wp:posOffset>
              </wp:positionV>
              <wp:extent cx="1953087" cy="2625437"/>
              <wp:effectExtent l="0" t="0" r="9525" b="3810"/>
              <wp:wrapNone/>
              <wp:docPr id="3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3087" cy="2625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D4FA9D" w14:textId="49119B65" w:rsidR="00065137" w:rsidRPr="001A63F9" w:rsidRDefault="00065137" w:rsidP="00065137">
                          <w:pPr>
                            <w:spacing w:line="269" w:lineRule="auto"/>
                            <w:jc w:val="right"/>
                            <w:rPr>
                              <w:rFonts w:ascii="Liberation Sans" w:hAnsi="Liberation Sans" w:cs="Liberation Sans"/>
                              <w:szCs w:val="18"/>
                              <w:lang w:val="en-GB"/>
                            </w:rPr>
                          </w:pPr>
                          <w:r>
                            <w:rPr>
                              <w:rFonts w:ascii="Liberation Sans" w:hAnsi="Liberation Sans" w:cs="Liberation Sans"/>
                              <w:noProof/>
                              <w:spacing w:val="6"/>
                              <w:w w:val="94"/>
                              <w:kern w:val="22"/>
                              <w:sz w:val="18"/>
                              <w:szCs w:val="18"/>
                            </w:rPr>
                            <w:drawing>
                              <wp:inline distT="0" distB="0" distL="0" distR="0" wp14:anchorId="5C403339" wp14:editId="4FA7735F">
                                <wp:extent cx="1843200" cy="2512800"/>
                                <wp:effectExtent l="0" t="0" r="5080" b="1905"/>
                                <wp:docPr id="1682664968" name="Obraz 168266496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43200" cy="2512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26D311" id="_x0000_s1031" type="#_x0000_t202" style="position:absolute;margin-left:355.95pt;margin-top:-161.9pt;width:153.8pt;height:206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" filled="f" stroked="f">
              <v:textbox inset="0,0,0,0">
                <w:txbxContent>
                  <w:p w14:paraId="75D4FA9D" w14:textId="49119B65" w:rsidR="00065137" w:rsidRPr="001A63F9" w:rsidRDefault="00065137" w:rsidP="00065137">
                    <w:pPr>
                      <w:spacing w:line="269" w:lineRule="auto"/>
                      <w:jc w:val="right"/>
                      <w:rPr>
                        <w:rFonts w:ascii="Liberation Sans" w:hAnsi="Liberation Sans" w:cs="Liberation Sans"/>
                        <w:szCs w:val="18"/>
                        <w:lang w:val="en-GB"/>
                      </w:rPr>
                    </w:pPr>
                    <w:r>
                      <w:rPr>
                        <w:rFonts w:ascii="Liberation Sans" w:hAnsi="Liberation Sans" w:cs="Liberation Sans"/>
                        <w:noProof/>
                        <w:spacing w:val="6"/>
                        <w:w w:val="94"/>
                        <w:kern w:val="22"/>
                        <w:sz w:val="18"/>
                        <w:szCs w:val="18"/>
                      </w:rPr>
                      <w:drawing>
                        <wp:inline distT="0" distB="0" distL="0" distR="0" wp14:anchorId="5C403339" wp14:editId="4FA7735F">
                          <wp:extent cx="1843200" cy="2512800"/>
                          <wp:effectExtent l="0" t="0" r="5080" b="1905"/>
                          <wp:docPr id="1682664968" name="Obraz 168266496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43200" cy="2512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6E7C2269" w14:textId="16F82D56" w:rsidR="00E82317" w:rsidRPr="008C00B5" w:rsidRDefault="00E82317" w:rsidP="008C00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35388" w14:textId="77777777" w:rsidR="00DE5A13" w:rsidRDefault="00DE5A13">
      <w:r>
        <w:separator/>
      </w:r>
    </w:p>
  </w:footnote>
  <w:footnote w:type="continuationSeparator" w:id="0">
    <w:p w14:paraId="766F474A" w14:textId="77777777" w:rsidR="00DE5A13" w:rsidRDefault="00DE5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2F16E" w14:textId="114F12C9" w:rsidR="00E82317" w:rsidRDefault="00E8231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6AB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494CC8C" w14:textId="77777777" w:rsidR="00E82317" w:rsidRDefault="00E823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E2ACE" w14:textId="1A210C33" w:rsidR="00E82317" w:rsidRPr="00145C04" w:rsidRDefault="00E82317">
    <w:pPr>
      <w:pStyle w:val="Nagwek"/>
      <w:framePr w:wrap="around" w:vAnchor="text" w:hAnchor="margin" w:xAlign="center" w:y="1"/>
      <w:rPr>
        <w:rStyle w:val="Numerstrony"/>
      </w:rPr>
    </w:pPr>
    <w:r w:rsidRPr="00145C04">
      <w:rPr>
        <w:rStyle w:val="Numerstrony"/>
      </w:rPr>
      <w:t xml:space="preserve"> </w:t>
    </w:r>
    <w:r w:rsidRPr="00145C04">
      <w:rPr>
        <w:rStyle w:val="Numerstrony"/>
        <w:sz w:val="18"/>
        <w:szCs w:val="18"/>
      </w:rPr>
      <w:fldChar w:fldCharType="begin"/>
    </w:r>
    <w:r w:rsidRPr="00145C04">
      <w:rPr>
        <w:rStyle w:val="Numerstrony"/>
        <w:sz w:val="18"/>
        <w:szCs w:val="18"/>
      </w:rPr>
      <w:instrText xml:space="preserve">PAGE  </w:instrText>
    </w:r>
    <w:r w:rsidRPr="00145C04">
      <w:rPr>
        <w:rStyle w:val="Numerstrony"/>
        <w:sz w:val="18"/>
        <w:szCs w:val="18"/>
      </w:rPr>
      <w:fldChar w:fldCharType="separate"/>
    </w:r>
    <w:r w:rsidR="0069407C" w:rsidRPr="00145C04">
      <w:rPr>
        <w:rStyle w:val="Numerstrony"/>
        <w:noProof/>
        <w:sz w:val="18"/>
        <w:szCs w:val="18"/>
      </w:rPr>
      <w:t>5</w:t>
    </w:r>
    <w:r w:rsidRPr="00145C04">
      <w:rPr>
        <w:rStyle w:val="Numerstrony"/>
        <w:sz w:val="18"/>
        <w:szCs w:val="18"/>
      </w:rPr>
      <w:fldChar w:fldCharType="end"/>
    </w:r>
  </w:p>
  <w:p w14:paraId="676D017E" w14:textId="77777777" w:rsidR="00E82317" w:rsidRDefault="00E823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56133" w14:textId="17C14B82" w:rsidR="00E82317" w:rsidRDefault="001B0C65" w:rsidP="00834BDB">
    <w:pPr>
      <w:pStyle w:val="Nagwek"/>
      <w:tabs>
        <w:tab w:val="clear" w:pos="4536"/>
        <w:tab w:val="clear" w:pos="9072"/>
      </w:tabs>
      <w:ind w:hanging="284"/>
      <w:rPr>
        <w:rFonts w:ascii="Arial" w:hAnsi="Arial" w:cs="Arial"/>
        <w:sz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4EB05A3" wp14:editId="7CF70CFD">
              <wp:simplePos x="0" y="0"/>
              <wp:positionH relativeFrom="column">
                <wp:posOffset>1814359</wp:posOffset>
              </wp:positionH>
              <wp:positionV relativeFrom="paragraph">
                <wp:posOffset>100965</wp:posOffset>
              </wp:positionV>
              <wp:extent cx="2444115" cy="730250"/>
              <wp:effectExtent l="0" t="0" r="0" b="11430"/>
              <wp:wrapNone/>
              <wp:docPr id="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4115" cy="730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6D5D0C" w14:textId="73537F73" w:rsidR="001A63F9" w:rsidRPr="001A63F9" w:rsidRDefault="001A63F9" w:rsidP="001A63F9">
                          <w:pPr>
                            <w:spacing w:line="269" w:lineRule="auto"/>
                            <w:jc w:val="both"/>
                            <w:rPr>
                              <w:rFonts w:ascii="Liberation Sans" w:hAnsi="Liberation Sans" w:cs="Liberation Sans"/>
                              <w:szCs w:val="18"/>
                              <w:lang w:val="en-GB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sz w:val="20"/>
                            </w:rPr>
                            <w:drawing>
                              <wp:inline distT="0" distB="0" distL="0" distR="0" wp14:anchorId="5084CFF2" wp14:editId="122A5C25">
                                <wp:extent cx="2333625" cy="819150"/>
                                <wp:effectExtent l="0" t="0" r="9525" b="0"/>
                                <wp:docPr id="1678637711" name="Obraz 16786377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3625" cy="819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EB05A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42.85pt;margin-top:7.95pt;width:192.45pt;height:57.5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" filled="f" stroked="f">
              <v:textbox style="mso-fit-shape-to-text:t" inset="0,0,0,0">
                <w:txbxContent>
                  <w:p w14:paraId="796D5D0C" w14:textId="73537F73" w:rsidR="001A63F9" w:rsidRPr="001A63F9" w:rsidRDefault="001A63F9" w:rsidP="001A63F9">
                    <w:pPr>
                      <w:spacing w:line="269" w:lineRule="auto"/>
                      <w:jc w:val="both"/>
                      <w:rPr>
                        <w:rFonts w:ascii="Liberation Sans" w:hAnsi="Liberation Sans" w:cs="Liberation Sans"/>
                        <w:szCs w:val="18"/>
                        <w:lang w:val="en-GB"/>
                      </w:rPr>
                    </w:pPr>
                    <w:r>
                      <w:rPr>
                        <w:rFonts w:ascii="Arial" w:hAnsi="Arial" w:cs="Arial"/>
                        <w:noProof/>
                        <w:sz w:val="20"/>
                      </w:rPr>
                      <w:drawing>
                        <wp:inline distT="0" distB="0" distL="0" distR="0" wp14:anchorId="5084CFF2" wp14:editId="122A5C25">
                          <wp:extent cx="2333625" cy="819150"/>
                          <wp:effectExtent l="0" t="0" r="9525" b="0"/>
                          <wp:docPr id="1678637711" name="Obraz 16786377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3625" cy="819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90F7A">
      <w:rPr>
        <w:noProof/>
      </w:rPr>
      <mc:AlternateContent>
        <mc:Choice Requires="wps">
          <w:drawing>
            <wp:anchor distT="45720" distB="45720" distL="114300" distR="114300" simplePos="0" relativeHeight="251656191" behindDoc="0" locked="0" layoutInCell="1" allowOverlap="1" wp14:anchorId="08E6C35D" wp14:editId="4EADDC23">
              <wp:simplePos x="0" y="0"/>
              <wp:positionH relativeFrom="column">
                <wp:posOffset>4332803</wp:posOffset>
              </wp:positionH>
              <wp:positionV relativeFrom="paragraph">
                <wp:posOffset>323850</wp:posOffset>
              </wp:positionV>
              <wp:extent cx="2178000" cy="705600"/>
              <wp:effectExtent l="0" t="0" r="13335" b="0"/>
              <wp:wrapNone/>
              <wp:docPr id="2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00" cy="705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2EA4F5" w14:textId="29E09E2B" w:rsidR="00490F7A" w:rsidRPr="001A63F9" w:rsidRDefault="00490F7A" w:rsidP="00490F7A">
                          <w:pPr>
                            <w:spacing w:line="269" w:lineRule="auto"/>
                            <w:jc w:val="both"/>
                            <w:rPr>
                              <w:rFonts w:ascii="Liberation Sans" w:hAnsi="Liberation Sans" w:cs="Liberation Sans"/>
                              <w:szCs w:val="18"/>
                              <w:lang w:val="en-GB"/>
                            </w:rPr>
                          </w:pPr>
                          <w:r>
                            <w:rPr>
                              <w:rFonts w:ascii="Liberation Sans" w:hAnsi="Liberation Sans" w:cs="Liberation Sans"/>
                              <w:noProof/>
                              <w:spacing w:val="6"/>
                              <w:w w:val="94"/>
                              <w:kern w:val="22"/>
                              <w:sz w:val="18"/>
                              <w:szCs w:val="18"/>
                            </w:rPr>
                            <w:drawing>
                              <wp:inline distT="0" distB="0" distL="0" distR="0" wp14:anchorId="30341FF3" wp14:editId="617F101D">
                                <wp:extent cx="2156904" cy="647699"/>
                                <wp:effectExtent l="0" t="0" r="0" b="635"/>
                                <wp:docPr id="572202515" name="Obraz 57220251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4" name="Obraz 19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6904" cy="64769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E6C35D" id="_x0000_s1028" type="#_x0000_t202" style="position:absolute;margin-left:341.15pt;margin-top:25.5pt;width:171.5pt;height:55.55pt;z-index:2516561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" filled="f" stroked="f">
              <v:textbox inset="0,0,0,0">
                <w:txbxContent>
                  <w:p w14:paraId="7B2EA4F5" w14:textId="29E09E2B" w:rsidR="00490F7A" w:rsidRPr="001A63F9" w:rsidRDefault="00490F7A" w:rsidP="00490F7A">
                    <w:pPr>
                      <w:spacing w:line="269" w:lineRule="auto"/>
                      <w:jc w:val="both"/>
                      <w:rPr>
                        <w:rFonts w:ascii="Liberation Sans" w:hAnsi="Liberation Sans" w:cs="Liberation Sans"/>
                        <w:szCs w:val="18"/>
                        <w:lang w:val="en-GB"/>
                      </w:rPr>
                    </w:pPr>
                    <w:r>
                      <w:rPr>
                        <w:rFonts w:ascii="Liberation Sans" w:hAnsi="Liberation Sans" w:cs="Liberation Sans"/>
                        <w:noProof/>
                        <w:spacing w:val="6"/>
                        <w:w w:val="94"/>
                        <w:kern w:val="22"/>
                        <w:sz w:val="18"/>
                        <w:szCs w:val="18"/>
                      </w:rPr>
                      <w:drawing>
                        <wp:inline distT="0" distB="0" distL="0" distR="0" wp14:anchorId="30341FF3" wp14:editId="617F101D">
                          <wp:extent cx="2156904" cy="647699"/>
                          <wp:effectExtent l="0" t="0" r="0" b="635"/>
                          <wp:docPr id="572202515" name="Obraz 57220251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94" name="Obraz 19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6904" cy="64769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67613"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0CFA4A4" wp14:editId="6D7A8693">
              <wp:simplePos x="0" y="0"/>
              <wp:positionH relativeFrom="column">
                <wp:posOffset>0</wp:posOffset>
              </wp:positionH>
              <wp:positionV relativeFrom="paragraph">
                <wp:posOffset>219710</wp:posOffset>
              </wp:positionV>
              <wp:extent cx="1656000" cy="752400"/>
              <wp:effectExtent l="0" t="0" r="3175" b="9525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6000" cy="7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1E5449" w14:textId="657BB1B3" w:rsidR="00667613" w:rsidRPr="001A63F9" w:rsidRDefault="00667613" w:rsidP="00667613">
                          <w:pPr>
                            <w:spacing w:line="269" w:lineRule="auto"/>
                            <w:jc w:val="both"/>
                            <w:rPr>
                              <w:rFonts w:ascii="Liberation Sans" w:hAnsi="Liberation Sans" w:cs="Liberation Sans"/>
                              <w:szCs w:val="18"/>
                              <w:lang w:val="en-GB"/>
                            </w:rPr>
                          </w:pPr>
                          <w:r>
                            <w:rPr>
                              <w:rFonts w:ascii="Liberation Sans" w:hAnsi="Liberation Sans" w:cs="Liberation Sans"/>
                              <w:noProof/>
                              <w:szCs w:val="18"/>
                              <w:lang w:val="en-GB"/>
                            </w:rPr>
                            <w:drawing>
                              <wp:inline distT="0" distB="0" distL="0" distR="0" wp14:anchorId="67307362" wp14:editId="433307D8">
                                <wp:extent cx="1645263" cy="723045"/>
                                <wp:effectExtent l="0" t="0" r="0" b="1270"/>
                                <wp:docPr id="437600646" name="Obraz 43760064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64251" cy="7313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CFA4A4" id="_x0000_s1029" type="#_x0000_t202" style="position:absolute;margin-left:0;margin-top:17.3pt;width:130.4pt;height:59.25pt;z-index:25167052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" filled="f" stroked="f">
              <v:textbox style="mso-fit-shape-to-text:t" inset="0,0,0,0">
                <w:txbxContent>
                  <w:p w14:paraId="751E5449" w14:textId="657BB1B3" w:rsidR="00667613" w:rsidRPr="001A63F9" w:rsidRDefault="00667613" w:rsidP="00667613">
                    <w:pPr>
                      <w:spacing w:line="269" w:lineRule="auto"/>
                      <w:jc w:val="both"/>
                      <w:rPr>
                        <w:rFonts w:ascii="Liberation Sans" w:hAnsi="Liberation Sans" w:cs="Liberation Sans"/>
                        <w:szCs w:val="18"/>
                        <w:lang w:val="en-GB"/>
                      </w:rPr>
                    </w:pPr>
                    <w:r>
                      <w:rPr>
                        <w:rFonts w:ascii="Liberation Sans" w:hAnsi="Liberation Sans" w:cs="Liberation Sans"/>
                        <w:noProof/>
                        <w:szCs w:val="18"/>
                        <w:lang w:val="en-GB"/>
                      </w:rPr>
                      <w:drawing>
                        <wp:inline distT="0" distB="0" distL="0" distR="0" wp14:anchorId="67307362" wp14:editId="433307D8">
                          <wp:extent cx="1645263" cy="723045"/>
                          <wp:effectExtent l="0" t="0" r="0" b="1270"/>
                          <wp:docPr id="437600646" name="Obraz 43760064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64251" cy="7313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2F684141" w14:textId="3DF14B67" w:rsidR="00076D39" w:rsidRDefault="00076D39" w:rsidP="00834BDB">
    <w:pPr>
      <w:pStyle w:val="Nagwek"/>
      <w:tabs>
        <w:tab w:val="clear" w:pos="4536"/>
        <w:tab w:val="clear" w:pos="9072"/>
      </w:tabs>
      <w:ind w:hanging="284"/>
      <w:rPr>
        <w:rFonts w:ascii="Arial" w:hAnsi="Arial" w:cs="Arial"/>
        <w:sz w:val="20"/>
      </w:rPr>
    </w:pPr>
  </w:p>
  <w:p w14:paraId="7D0812A3" w14:textId="1627F750" w:rsidR="00076D39" w:rsidRDefault="00076D39" w:rsidP="00834BDB">
    <w:pPr>
      <w:pStyle w:val="Nagwek"/>
      <w:tabs>
        <w:tab w:val="clear" w:pos="4536"/>
        <w:tab w:val="clear" w:pos="9072"/>
      </w:tabs>
      <w:ind w:hanging="284"/>
      <w:rPr>
        <w:rFonts w:ascii="Arial" w:hAnsi="Arial" w:cs="Arial"/>
        <w:sz w:val="20"/>
      </w:rPr>
    </w:pPr>
  </w:p>
  <w:p w14:paraId="12BD6A0E" w14:textId="094D9D7D" w:rsidR="00076D39" w:rsidRDefault="00076D39" w:rsidP="00834BDB">
    <w:pPr>
      <w:pStyle w:val="Nagwek"/>
      <w:tabs>
        <w:tab w:val="clear" w:pos="4536"/>
        <w:tab w:val="clear" w:pos="9072"/>
      </w:tabs>
      <w:ind w:hanging="284"/>
      <w:rPr>
        <w:rFonts w:ascii="Arial" w:hAnsi="Arial" w:cs="Arial"/>
        <w:sz w:val="20"/>
      </w:rPr>
    </w:pPr>
  </w:p>
  <w:p w14:paraId="4696928B" w14:textId="11ECB2EC" w:rsidR="00076D39" w:rsidRDefault="00076D39" w:rsidP="00834BDB">
    <w:pPr>
      <w:pStyle w:val="Nagwek"/>
      <w:tabs>
        <w:tab w:val="clear" w:pos="4536"/>
        <w:tab w:val="clear" w:pos="9072"/>
      </w:tabs>
      <w:ind w:hanging="284"/>
      <w:rPr>
        <w:rFonts w:ascii="Arial" w:hAnsi="Arial" w:cs="Arial"/>
        <w:sz w:val="20"/>
      </w:rPr>
    </w:pPr>
  </w:p>
  <w:p w14:paraId="7B042336" w14:textId="48ECE301" w:rsidR="00076D39" w:rsidRPr="003356DF" w:rsidRDefault="00076D39" w:rsidP="00834BDB">
    <w:pPr>
      <w:pStyle w:val="Nagwek"/>
      <w:tabs>
        <w:tab w:val="clear" w:pos="4536"/>
        <w:tab w:val="clear" w:pos="9072"/>
      </w:tabs>
      <w:ind w:hanging="284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69CB7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BD60B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38B2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608A6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DA62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B09F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E5850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33470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1ECD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7645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CE3CE6"/>
    <w:multiLevelType w:val="hybridMultilevel"/>
    <w:tmpl w:val="F820656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4EE70BA"/>
    <w:multiLevelType w:val="hybridMultilevel"/>
    <w:tmpl w:val="DF28AE2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C045DAD"/>
    <w:multiLevelType w:val="hybridMultilevel"/>
    <w:tmpl w:val="368E5ECC"/>
    <w:lvl w:ilvl="0" w:tplc="2EE676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333333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8BF14E0"/>
    <w:multiLevelType w:val="hybridMultilevel"/>
    <w:tmpl w:val="FD0672CA"/>
    <w:lvl w:ilvl="0" w:tplc="4BEAE87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DC8807D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F89891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8060731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2DA5F3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7E2510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D88AC4F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0358808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5100DF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4" w15:restartNumberingAfterBreak="0">
    <w:nsid w:val="54440B77"/>
    <w:multiLevelType w:val="hybridMultilevel"/>
    <w:tmpl w:val="069276E2"/>
    <w:lvl w:ilvl="0" w:tplc="2F5432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A16C4A2E">
      <w:start w:val="78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426C85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150E45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7856DCD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1CDEBA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C7EC5E1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1642488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5CF47B7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5" w15:restartNumberingAfterBreak="0">
    <w:nsid w:val="5F6860AD"/>
    <w:multiLevelType w:val="hybridMultilevel"/>
    <w:tmpl w:val="1A966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DB1D8C"/>
    <w:multiLevelType w:val="hybridMultilevel"/>
    <w:tmpl w:val="535E9F3C"/>
    <w:lvl w:ilvl="0" w:tplc="3670E6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90EAC3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B16C32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FC6B38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EB6063D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2B2CA3E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7FDA5E3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6220BA0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24D4428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 w16cid:durableId="582225608">
    <w:abstractNumId w:val="8"/>
  </w:num>
  <w:num w:numId="2" w16cid:durableId="820274850">
    <w:abstractNumId w:val="3"/>
  </w:num>
  <w:num w:numId="3" w16cid:durableId="1845633767">
    <w:abstractNumId w:val="2"/>
  </w:num>
  <w:num w:numId="4" w16cid:durableId="354575438">
    <w:abstractNumId w:val="1"/>
  </w:num>
  <w:num w:numId="5" w16cid:durableId="940795362">
    <w:abstractNumId w:val="0"/>
  </w:num>
  <w:num w:numId="6" w16cid:durableId="825170781">
    <w:abstractNumId w:val="9"/>
  </w:num>
  <w:num w:numId="7" w16cid:durableId="783882571">
    <w:abstractNumId w:val="7"/>
  </w:num>
  <w:num w:numId="8" w16cid:durableId="163713945">
    <w:abstractNumId w:val="6"/>
  </w:num>
  <w:num w:numId="9" w16cid:durableId="507335617">
    <w:abstractNumId w:val="5"/>
  </w:num>
  <w:num w:numId="10" w16cid:durableId="477646488">
    <w:abstractNumId w:val="4"/>
  </w:num>
  <w:num w:numId="11" w16cid:durableId="530845463">
    <w:abstractNumId w:val="13"/>
  </w:num>
  <w:num w:numId="12" w16cid:durableId="178980073">
    <w:abstractNumId w:val="14"/>
  </w:num>
  <w:num w:numId="13" w16cid:durableId="1340350154">
    <w:abstractNumId w:val="16"/>
  </w:num>
  <w:num w:numId="14" w16cid:durableId="767702110">
    <w:abstractNumId w:val="15"/>
  </w:num>
  <w:num w:numId="15" w16cid:durableId="944457435">
    <w:abstractNumId w:val="12"/>
  </w:num>
  <w:num w:numId="16" w16cid:durableId="1813332066">
    <w:abstractNumId w:val="11"/>
  </w:num>
  <w:num w:numId="17" w16cid:durableId="14559480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944"/>
    <w:rsid w:val="00043016"/>
    <w:rsid w:val="00065137"/>
    <w:rsid w:val="00065557"/>
    <w:rsid w:val="000655AD"/>
    <w:rsid w:val="00076D39"/>
    <w:rsid w:val="000908E9"/>
    <w:rsid w:val="00096D3F"/>
    <w:rsid w:val="000B3519"/>
    <w:rsid w:val="000B3C36"/>
    <w:rsid w:val="000D7CB2"/>
    <w:rsid w:val="000E474F"/>
    <w:rsid w:val="000E50E3"/>
    <w:rsid w:val="000F026D"/>
    <w:rsid w:val="000F247C"/>
    <w:rsid w:val="001030F3"/>
    <w:rsid w:val="00121654"/>
    <w:rsid w:val="00121F75"/>
    <w:rsid w:val="00132433"/>
    <w:rsid w:val="00133682"/>
    <w:rsid w:val="001357AB"/>
    <w:rsid w:val="00145C04"/>
    <w:rsid w:val="00151068"/>
    <w:rsid w:val="00153CC2"/>
    <w:rsid w:val="001A63F9"/>
    <w:rsid w:val="001B0014"/>
    <w:rsid w:val="001B0C65"/>
    <w:rsid w:val="001B209A"/>
    <w:rsid w:val="001B7772"/>
    <w:rsid w:val="001D6925"/>
    <w:rsid w:val="001E06F7"/>
    <w:rsid w:val="001F70D7"/>
    <w:rsid w:val="00200E50"/>
    <w:rsid w:val="00214222"/>
    <w:rsid w:val="002145BB"/>
    <w:rsid w:val="0024762E"/>
    <w:rsid w:val="00252355"/>
    <w:rsid w:val="00253951"/>
    <w:rsid w:val="002613BB"/>
    <w:rsid w:val="0027403A"/>
    <w:rsid w:val="00297EE1"/>
    <w:rsid w:val="002C11EC"/>
    <w:rsid w:val="002C1F03"/>
    <w:rsid w:val="002C609C"/>
    <w:rsid w:val="002D1770"/>
    <w:rsid w:val="00306477"/>
    <w:rsid w:val="00315172"/>
    <w:rsid w:val="00316E64"/>
    <w:rsid w:val="00323F4D"/>
    <w:rsid w:val="00333DA3"/>
    <w:rsid w:val="003356DF"/>
    <w:rsid w:val="00341BF2"/>
    <w:rsid w:val="00351D88"/>
    <w:rsid w:val="00352B94"/>
    <w:rsid w:val="00377E34"/>
    <w:rsid w:val="0038328E"/>
    <w:rsid w:val="003A2C6F"/>
    <w:rsid w:val="003A6961"/>
    <w:rsid w:val="003A7944"/>
    <w:rsid w:val="003B2038"/>
    <w:rsid w:val="003B4655"/>
    <w:rsid w:val="003C1D46"/>
    <w:rsid w:val="003C545B"/>
    <w:rsid w:val="003C7D97"/>
    <w:rsid w:val="003D4921"/>
    <w:rsid w:val="003E5267"/>
    <w:rsid w:val="003F3283"/>
    <w:rsid w:val="003F7E39"/>
    <w:rsid w:val="004106C8"/>
    <w:rsid w:val="004208A9"/>
    <w:rsid w:val="00430705"/>
    <w:rsid w:val="0043134D"/>
    <w:rsid w:val="00447C14"/>
    <w:rsid w:val="0045015D"/>
    <w:rsid w:val="004601BF"/>
    <w:rsid w:val="0046020C"/>
    <w:rsid w:val="004732CF"/>
    <w:rsid w:val="00490F7A"/>
    <w:rsid w:val="004A33FF"/>
    <w:rsid w:val="004B5A5F"/>
    <w:rsid w:val="004E09F6"/>
    <w:rsid w:val="004F269A"/>
    <w:rsid w:val="004F471A"/>
    <w:rsid w:val="004F6EF9"/>
    <w:rsid w:val="00513DBD"/>
    <w:rsid w:val="00545023"/>
    <w:rsid w:val="005514E9"/>
    <w:rsid w:val="00551860"/>
    <w:rsid w:val="0057634F"/>
    <w:rsid w:val="00593F00"/>
    <w:rsid w:val="005977AF"/>
    <w:rsid w:val="005E5C8B"/>
    <w:rsid w:val="005F5081"/>
    <w:rsid w:val="005F5295"/>
    <w:rsid w:val="005F6F1F"/>
    <w:rsid w:val="005F7CBE"/>
    <w:rsid w:val="006005B8"/>
    <w:rsid w:val="00612C88"/>
    <w:rsid w:val="00622310"/>
    <w:rsid w:val="0064371A"/>
    <w:rsid w:val="00647F6B"/>
    <w:rsid w:val="00650BA7"/>
    <w:rsid w:val="00660C27"/>
    <w:rsid w:val="00665C17"/>
    <w:rsid w:val="00667613"/>
    <w:rsid w:val="00673648"/>
    <w:rsid w:val="00680F43"/>
    <w:rsid w:val="006922B4"/>
    <w:rsid w:val="0069407C"/>
    <w:rsid w:val="006A3107"/>
    <w:rsid w:val="006F23F9"/>
    <w:rsid w:val="006F2726"/>
    <w:rsid w:val="006F427B"/>
    <w:rsid w:val="00705539"/>
    <w:rsid w:val="00706590"/>
    <w:rsid w:val="00716698"/>
    <w:rsid w:val="00720C7E"/>
    <w:rsid w:val="007405DD"/>
    <w:rsid w:val="00740EFF"/>
    <w:rsid w:val="007427B7"/>
    <w:rsid w:val="0074291C"/>
    <w:rsid w:val="00742E5E"/>
    <w:rsid w:val="00765D1E"/>
    <w:rsid w:val="007676EB"/>
    <w:rsid w:val="0077666E"/>
    <w:rsid w:val="007849ED"/>
    <w:rsid w:val="00796AB1"/>
    <w:rsid w:val="007D0568"/>
    <w:rsid w:val="007D5DDB"/>
    <w:rsid w:val="007F15D9"/>
    <w:rsid w:val="007F2D78"/>
    <w:rsid w:val="007F4F5A"/>
    <w:rsid w:val="00803156"/>
    <w:rsid w:val="00804603"/>
    <w:rsid w:val="00815BCA"/>
    <w:rsid w:val="0082195A"/>
    <w:rsid w:val="008244EA"/>
    <w:rsid w:val="00826D78"/>
    <w:rsid w:val="00834BDB"/>
    <w:rsid w:val="008372F9"/>
    <w:rsid w:val="00843878"/>
    <w:rsid w:val="00843BE4"/>
    <w:rsid w:val="00846AC3"/>
    <w:rsid w:val="0085344E"/>
    <w:rsid w:val="00853B89"/>
    <w:rsid w:val="0089079F"/>
    <w:rsid w:val="008C00B5"/>
    <w:rsid w:val="008C2F4F"/>
    <w:rsid w:val="008C483B"/>
    <w:rsid w:val="008C5C4D"/>
    <w:rsid w:val="008F3A27"/>
    <w:rsid w:val="009073A7"/>
    <w:rsid w:val="00914FFB"/>
    <w:rsid w:val="009211EB"/>
    <w:rsid w:val="009228F9"/>
    <w:rsid w:val="00951D99"/>
    <w:rsid w:val="00973301"/>
    <w:rsid w:val="00987865"/>
    <w:rsid w:val="0099194C"/>
    <w:rsid w:val="00992A67"/>
    <w:rsid w:val="009A4AAB"/>
    <w:rsid w:val="009B4EDE"/>
    <w:rsid w:val="009C6F43"/>
    <w:rsid w:val="009C774E"/>
    <w:rsid w:val="009D1806"/>
    <w:rsid w:val="009D6F8C"/>
    <w:rsid w:val="009E0301"/>
    <w:rsid w:val="009F27CC"/>
    <w:rsid w:val="009F38DE"/>
    <w:rsid w:val="009F6B16"/>
    <w:rsid w:val="00A10E01"/>
    <w:rsid w:val="00A11B54"/>
    <w:rsid w:val="00A2745D"/>
    <w:rsid w:val="00A3369F"/>
    <w:rsid w:val="00A40BEF"/>
    <w:rsid w:val="00A44402"/>
    <w:rsid w:val="00A52BB4"/>
    <w:rsid w:val="00A556CB"/>
    <w:rsid w:val="00A60D51"/>
    <w:rsid w:val="00A61AEB"/>
    <w:rsid w:val="00A66824"/>
    <w:rsid w:val="00A71EA2"/>
    <w:rsid w:val="00A739EB"/>
    <w:rsid w:val="00A73AF9"/>
    <w:rsid w:val="00A96F52"/>
    <w:rsid w:val="00A97ADE"/>
    <w:rsid w:val="00AA32FF"/>
    <w:rsid w:val="00AB0AAB"/>
    <w:rsid w:val="00AB5B8A"/>
    <w:rsid w:val="00AB6D83"/>
    <w:rsid w:val="00AC2A34"/>
    <w:rsid w:val="00AD2006"/>
    <w:rsid w:val="00AD2842"/>
    <w:rsid w:val="00AE2230"/>
    <w:rsid w:val="00AE5682"/>
    <w:rsid w:val="00AF0636"/>
    <w:rsid w:val="00AF1DA4"/>
    <w:rsid w:val="00B23AAD"/>
    <w:rsid w:val="00B23B18"/>
    <w:rsid w:val="00B70397"/>
    <w:rsid w:val="00B768F3"/>
    <w:rsid w:val="00B77DCD"/>
    <w:rsid w:val="00BB10BB"/>
    <w:rsid w:val="00BD0B2D"/>
    <w:rsid w:val="00BD2033"/>
    <w:rsid w:val="00BD52AA"/>
    <w:rsid w:val="00BE68A0"/>
    <w:rsid w:val="00BF3D99"/>
    <w:rsid w:val="00C10943"/>
    <w:rsid w:val="00C205B8"/>
    <w:rsid w:val="00C21236"/>
    <w:rsid w:val="00C34B06"/>
    <w:rsid w:val="00C35342"/>
    <w:rsid w:val="00C772D4"/>
    <w:rsid w:val="00C77537"/>
    <w:rsid w:val="00C80C72"/>
    <w:rsid w:val="00C80E87"/>
    <w:rsid w:val="00CC096D"/>
    <w:rsid w:val="00CD53C2"/>
    <w:rsid w:val="00CE035D"/>
    <w:rsid w:val="00CE3981"/>
    <w:rsid w:val="00CF2708"/>
    <w:rsid w:val="00D03271"/>
    <w:rsid w:val="00D07D01"/>
    <w:rsid w:val="00D10047"/>
    <w:rsid w:val="00D175FB"/>
    <w:rsid w:val="00D204C5"/>
    <w:rsid w:val="00D21677"/>
    <w:rsid w:val="00D231B0"/>
    <w:rsid w:val="00D513BD"/>
    <w:rsid w:val="00D61823"/>
    <w:rsid w:val="00D7209B"/>
    <w:rsid w:val="00D74633"/>
    <w:rsid w:val="00D75ED5"/>
    <w:rsid w:val="00D81163"/>
    <w:rsid w:val="00D82F3B"/>
    <w:rsid w:val="00D920C3"/>
    <w:rsid w:val="00DB4457"/>
    <w:rsid w:val="00DB47D8"/>
    <w:rsid w:val="00DB73E2"/>
    <w:rsid w:val="00DE5A13"/>
    <w:rsid w:val="00DF742A"/>
    <w:rsid w:val="00E1214D"/>
    <w:rsid w:val="00E42169"/>
    <w:rsid w:val="00E44A83"/>
    <w:rsid w:val="00E50169"/>
    <w:rsid w:val="00E702EA"/>
    <w:rsid w:val="00E73AF1"/>
    <w:rsid w:val="00E75073"/>
    <w:rsid w:val="00E755E5"/>
    <w:rsid w:val="00E77019"/>
    <w:rsid w:val="00E81E70"/>
    <w:rsid w:val="00E82317"/>
    <w:rsid w:val="00E9223D"/>
    <w:rsid w:val="00E927C5"/>
    <w:rsid w:val="00E9287D"/>
    <w:rsid w:val="00E977EE"/>
    <w:rsid w:val="00EC2BCC"/>
    <w:rsid w:val="00ED5BAE"/>
    <w:rsid w:val="00ED68C4"/>
    <w:rsid w:val="00EE39B3"/>
    <w:rsid w:val="00EE6123"/>
    <w:rsid w:val="00EE694B"/>
    <w:rsid w:val="00EF53E1"/>
    <w:rsid w:val="00F122EA"/>
    <w:rsid w:val="00F26299"/>
    <w:rsid w:val="00F3046A"/>
    <w:rsid w:val="00F37490"/>
    <w:rsid w:val="00F419B0"/>
    <w:rsid w:val="00F556CA"/>
    <w:rsid w:val="00F579DD"/>
    <w:rsid w:val="00F80FFA"/>
    <w:rsid w:val="00F827AD"/>
    <w:rsid w:val="00F96468"/>
    <w:rsid w:val="00FB47AB"/>
    <w:rsid w:val="00FB7075"/>
    <w:rsid w:val="00FC5B31"/>
    <w:rsid w:val="00FC5C70"/>
    <w:rsid w:val="00FF04A3"/>
    <w:rsid w:val="00FF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B4AF0C"/>
  <w15:docId w15:val="{0DC3FAC6-6FD3-4DF3-AFCC-B6F4DF17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theme="minorHAnsi"/>
        <w:sz w:val="22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F6B1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3A6961"/>
    <w:rPr>
      <w:rFonts w:ascii="Tahoma" w:hAnsi="Tahoma" w:cs="Tahoma"/>
      <w:sz w:val="16"/>
      <w:szCs w:val="16"/>
    </w:rPr>
  </w:style>
  <w:style w:type="character" w:customStyle="1" w:styleId="m">
    <w:name w:val="m"/>
    <w:basedOn w:val="Domylnaczcionkaakapitu"/>
    <w:rsid w:val="00DF742A"/>
  </w:style>
  <w:style w:type="character" w:customStyle="1" w:styleId="NagwekZnak">
    <w:name w:val="Nagłówek Znak"/>
    <w:link w:val="Nagwek"/>
    <w:uiPriority w:val="99"/>
    <w:rsid w:val="008C00B5"/>
    <w:rPr>
      <w:sz w:val="24"/>
    </w:rPr>
  </w:style>
  <w:style w:type="character" w:customStyle="1" w:styleId="StopkaZnak">
    <w:name w:val="Stopka Znak"/>
    <w:link w:val="Stopka"/>
    <w:uiPriority w:val="99"/>
    <w:rsid w:val="008C00B5"/>
    <w:rPr>
      <w:sz w:val="24"/>
    </w:rPr>
  </w:style>
  <w:style w:type="paragraph" w:styleId="NormalnyWeb">
    <w:name w:val="Normal (Web)"/>
    <w:basedOn w:val="Normalny"/>
    <w:uiPriority w:val="99"/>
    <w:semiHidden/>
    <w:unhideWhenUsed/>
    <w:rsid w:val="00A10E01"/>
    <w:pPr>
      <w:spacing w:before="100" w:beforeAutospacing="1" w:after="100" w:afterAutospacing="1"/>
    </w:pPr>
    <w:rPr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8DE"/>
    <w:pPr>
      <w:spacing w:after="160"/>
    </w:pPr>
    <w:rPr>
      <w:rFonts w:eastAsia="Calibri"/>
      <w:sz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F38DE"/>
    <w:rPr>
      <w:rFonts w:ascii="Calibri" w:eastAsia="Calibri" w:hAnsi="Calibri"/>
      <w:lang w:eastAsia="en-US"/>
    </w:rPr>
  </w:style>
  <w:style w:type="paragraph" w:styleId="Akapitzlist">
    <w:name w:val="List Paragraph"/>
    <w:basedOn w:val="Normalny"/>
    <w:uiPriority w:val="34"/>
    <w:qFormat/>
    <w:rsid w:val="009F38DE"/>
    <w:pPr>
      <w:spacing w:after="160" w:line="25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Nagwek1Znak">
    <w:name w:val="Nagłówek 1 Znak"/>
    <w:link w:val="Nagwek1"/>
    <w:rsid w:val="009F6B16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1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21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8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1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8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9101">
          <w:marLeft w:val="0"/>
          <w:marRight w:val="-24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36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818092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00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3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55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1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7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62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3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5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2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3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5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7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26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7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377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29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46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06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16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75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23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2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2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03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11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0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64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67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50.wmf"/><Relationship Id="rId1" Type="http://schemas.openxmlformats.org/officeDocument/2006/relationships/image" Target="media/image5.wmf"/><Relationship Id="rId4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6" Type="http://schemas.openxmlformats.org/officeDocument/2006/relationships/image" Target="media/image40.wmf"/><Relationship Id="rId5" Type="http://schemas.openxmlformats.org/officeDocument/2006/relationships/image" Target="media/image4.wmf"/><Relationship Id="rId4" Type="http://schemas.openxmlformats.org/officeDocument/2006/relationships/image" Target="media/image3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Maj\Desktop\!!!!!%20papier%20firmowy%202018\nowy%20papier%20ZMPG%20PL%202018-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824AA1C0B43C469870250F78411A74" ma:contentTypeVersion="4" ma:contentTypeDescription="Utwórz nowy dokument." ma:contentTypeScope="" ma:versionID="b5949524c3109b901d44c2a7836cc621">
  <xsd:schema xmlns:xsd="http://www.w3.org/2001/XMLSchema" xmlns:xs="http://www.w3.org/2001/XMLSchema" xmlns:p="http://schemas.microsoft.com/office/2006/metadata/properties" xmlns:ns2="4f73c591-f5b1-4cae-8e66-be37783ecb1f" targetNamespace="http://schemas.microsoft.com/office/2006/metadata/properties" ma:root="true" ma:fieldsID="8ee670cbf35df22104043f494370e38b" ns2:_="">
    <xsd:import namespace="4f73c591-f5b1-4cae-8e66-be37783ecb1f"/>
    <xsd:element name="properties">
      <xsd:complexType>
        <xsd:sequence>
          <xsd:element name="documentManagement">
            <xsd:complexType>
              <xsd:all>
                <xsd:element ref="ns2:Opis"/>
                <xsd:element ref="ns2:Aktualny" minOccurs="0"/>
                <xsd:element ref="ns2:Priorytet"/>
                <xsd:element ref="ns2:Dokument_wprowadzajac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3c591-f5b1-4cae-8e66-be37783ecb1f" elementFormDefault="qualified">
    <xsd:import namespace="http://schemas.microsoft.com/office/2006/documentManagement/types"/>
    <xsd:import namespace="http://schemas.microsoft.com/office/infopath/2007/PartnerControls"/>
    <xsd:element name="Opis" ma:index="8" ma:displayName="Opis" ma:description="" ma:internalName="Opis">
      <xsd:simpleType>
        <xsd:restriction base="dms:Text">
          <xsd:maxLength value="255"/>
        </xsd:restriction>
      </xsd:simpleType>
    </xsd:element>
    <xsd:element name="Aktualny" ma:index="9" nillable="true" ma:displayName="Aktualny" ma:default="1" ma:description="" ma:internalName="Aktualny">
      <xsd:simpleType>
        <xsd:restriction base="dms:Boolean"/>
      </xsd:simpleType>
    </xsd:element>
    <xsd:element name="Priorytet" ma:index="10" ma:displayName="Priorytet" ma:decimals="0" ma:default="0" ma:description="" ma:internalName="Priorytet">
      <xsd:simpleType>
        <xsd:restriction base="dms:Number"/>
      </xsd:simpleType>
    </xsd:element>
    <xsd:element name="Dokument_wprowadzajacy" ma:index="11" nillable="true" ma:displayName="Dokument wprowadzający" ma:description="" ma:internalName="Dokument_wprowadzajacy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dokumentu wprowadzającego załączn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4f73c591-f5b1-4cae-8e66-be37783ecb1f">Papier firmowy PL</Opis>
    <Aktualny xmlns="4f73c591-f5b1-4cae-8e66-be37783ecb1f">true</Aktualny>
    <Dokument_wprowadzajacy xmlns="4f73c591-f5b1-4cae-8e66-be37783ecb1f">-</Dokument_wprowadzajacy>
    <Priorytet xmlns="4f73c591-f5b1-4cae-8e66-be37783ecb1f">22</Priorytet>
  </documentManagement>
</p:properties>
</file>

<file path=customXml/itemProps1.xml><?xml version="1.0" encoding="utf-8"?>
<ds:datastoreItem xmlns:ds="http://schemas.openxmlformats.org/officeDocument/2006/customXml" ds:itemID="{CCA2B1AC-4A2C-42B0-8E55-ECE3BBC309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F95CD0-EC0C-4852-8D58-947E5FBC6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73c591-f5b1-4cae-8e66-be37783ecb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5329DE-0795-4E1C-8B24-2D4BF869A2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658633-98AD-46CB-AE3F-D848C7309D7C}">
  <ds:schemaRefs>
    <ds:schemaRef ds:uri="http://schemas.microsoft.com/office/2006/metadata/properties"/>
    <ds:schemaRef ds:uri="http://schemas.microsoft.com/office/infopath/2007/PartnerControls"/>
    <ds:schemaRef ds:uri="4f73c591-f5b1-4cae-8e66-be37783ecb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papier ZMPG PL 2018-07</Template>
  <TotalTime>3</TotalTime>
  <Pages>3</Pages>
  <Words>912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</vt:lpstr>
    </vt:vector>
  </TitlesOfParts>
  <Company>ZMPG SA</Company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Grzegorz.Mierkiewicz@portgdansk.pl</dc:creator>
  <cp:keywords/>
  <dc:description/>
  <cp:lastModifiedBy>Bronisław Nowak</cp:lastModifiedBy>
  <cp:revision>3</cp:revision>
  <cp:lastPrinted>2023-02-07T12:10:00Z</cp:lastPrinted>
  <dcterms:created xsi:type="dcterms:W3CDTF">2025-04-23T06:21:00Z</dcterms:created>
  <dcterms:modified xsi:type="dcterms:W3CDTF">2025-04-24T06:57:00Z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0x01010022824AA1C0B43C469870250F78411A74</vt:lpwstr>
  </property>
</Properties>
</file>