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D6CD84" w14:textId="77777777" w:rsidR="002F55BE" w:rsidRDefault="006969E4" w:rsidP="00C10434">
      <w:pPr>
        <w:tabs>
          <w:tab w:val="left" w:pos="9000"/>
        </w:tabs>
        <w:ind w:right="-108"/>
        <w:jc w:val="center"/>
        <w:outlineLvl w:val="0"/>
        <w:rPr>
          <w:rFonts w:ascii="Calibri" w:hAnsi="Calibri" w:cs="Arial"/>
          <w:b/>
          <w:sz w:val="26"/>
          <w:szCs w:val="26"/>
          <w:lang w:val="pl-PL"/>
        </w:rPr>
      </w:pPr>
      <w:bookmarkStart w:id="0" w:name="_GoBack"/>
      <w:bookmarkEnd w:id="0"/>
      <w:r w:rsidRPr="00C3183A">
        <w:rPr>
          <w:rFonts w:ascii="Calibri" w:hAnsi="Calibri" w:cs="Arial"/>
          <w:b/>
          <w:sz w:val="26"/>
          <w:szCs w:val="26"/>
          <w:lang w:val="pl-PL"/>
        </w:rPr>
        <w:t xml:space="preserve">Załącznik nr </w:t>
      </w:r>
      <w:r w:rsidR="00111388">
        <w:rPr>
          <w:rFonts w:ascii="Calibri" w:hAnsi="Calibri" w:cs="Arial"/>
          <w:b/>
          <w:sz w:val="26"/>
          <w:szCs w:val="26"/>
          <w:lang w:val="pl-PL"/>
        </w:rPr>
        <w:t>1</w:t>
      </w:r>
      <w:r w:rsidR="00DA69BC">
        <w:rPr>
          <w:rFonts w:ascii="Calibri" w:hAnsi="Calibri" w:cs="Arial"/>
          <w:b/>
          <w:sz w:val="26"/>
          <w:szCs w:val="26"/>
          <w:lang w:val="pl-PL"/>
        </w:rPr>
        <w:t>2</w:t>
      </w:r>
      <w:r w:rsidR="00F11B8C">
        <w:rPr>
          <w:rFonts w:ascii="Calibri" w:hAnsi="Calibri" w:cs="Arial"/>
          <w:b/>
          <w:sz w:val="26"/>
          <w:szCs w:val="26"/>
          <w:lang w:val="pl-PL"/>
        </w:rPr>
        <w:t xml:space="preserve"> </w:t>
      </w:r>
      <w:r w:rsidR="009D7069">
        <w:rPr>
          <w:rFonts w:ascii="Calibri" w:hAnsi="Calibri" w:cs="Arial"/>
          <w:b/>
          <w:sz w:val="26"/>
          <w:szCs w:val="26"/>
          <w:lang w:val="pl-PL"/>
        </w:rPr>
        <w:t xml:space="preserve"> </w:t>
      </w:r>
      <w:r w:rsidR="003C550B">
        <w:rPr>
          <w:rFonts w:ascii="Calibri" w:hAnsi="Calibri" w:cs="Arial"/>
          <w:b/>
          <w:sz w:val="26"/>
          <w:szCs w:val="26"/>
          <w:lang w:val="pl-PL"/>
        </w:rPr>
        <w:t>B</w:t>
      </w:r>
      <w:r w:rsidR="00F11B8C">
        <w:rPr>
          <w:rFonts w:ascii="Calibri" w:hAnsi="Calibri" w:cs="Arial"/>
          <w:b/>
          <w:sz w:val="26"/>
          <w:szCs w:val="26"/>
          <w:lang w:val="pl-PL"/>
        </w:rPr>
        <w:t xml:space="preserve"> </w:t>
      </w:r>
      <w:r w:rsidR="009D7069">
        <w:rPr>
          <w:rFonts w:ascii="Calibri" w:hAnsi="Calibri" w:cs="Arial"/>
          <w:b/>
          <w:sz w:val="26"/>
          <w:szCs w:val="26"/>
          <w:lang w:val="pl-PL"/>
        </w:rPr>
        <w:t xml:space="preserve"> 1</w:t>
      </w:r>
      <w:r w:rsidR="00CB04FB">
        <w:rPr>
          <w:rFonts w:ascii="Calibri" w:hAnsi="Calibri" w:cs="Arial"/>
          <w:b/>
          <w:sz w:val="26"/>
          <w:szCs w:val="26"/>
          <w:lang w:val="pl-PL"/>
        </w:rPr>
        <w:t xml:space="preserve"> </w:t>
      </w:r>
      <w:r w:rsidR="00A15BF7">
        <w:rPr>
          <w:rFonts w:ascii="Calibri" w:hAnsi="Calibri" w:cs="Arial"/>
          <w:b/>
          <w:sz w:val="26"/>
          <w:szCs w:val="26"/>
          <w:lang w:val="pl-PL"/>
        </w:rPr>
        <w:t xml:space="preserve">dla </w:t>
      </w:r>
      <w:r w:rsidR="00CB04FB">
        <w:rPr>
          <w:rFonts w:ascii="Calibri" w:hAnsi="Calibri" w:cs="Arial"/>
          <w:b/>
          <w:sz w:val="26"/>
          <w:szCs w:val="26"/>
          <w:lang w:val="pl-PL"/>
        </w:rPr>
        <w:t>cz</w:t>
      </w:r>
      <w:r w:rsidR="00A15BF7">
        <w:rPr>
          <w:rFonts w:ascii="Calibri" w:hAnsi="Calibri" w:cs="Arial"/>
          <w:b/>
          <w:sz w:val="26"/>
          <w:szCs w:val="26"/>
          <w:lang w:val="pl-PL"/>
        </w:rPr>
        <w:t xml:space="preserve">ęści </w:t>
      </w:r>
      <w:r w:rsidR="00CB04FB">
        <w:rPr>
          <w:rFonts w:ascii="Calibri" w:hAnsi="Calibri" w:cs="Arial"/>
          <w:b/>
          <w:sz w:val="26"/>
          <w:szCs w:val="26"/>
          <w:lang w:val="pl-PL"/>
        </w:rPr>
        <w:t>II</w:t>
      </w:r>
      <w:r w:rsidR="00A15BF7">
        <w:rPr>
          <w:rFonts w:ascii="Calibri" w:hAnsi="Calibri" w:cs="Arial"/>
          <w:b/>
          <w:sz w:val="26"/>
          <w:szCs w:val="26"/>
          <w:lang w:val="pl-PL"/>
        </w:rPr>
        <w:t xml:space="preserve"> </w:t>
      </w:r>
    </w:p>
    <w:p w14:paraId="6E9743A0" w14:textId="77777777" w:rsidR="00A15BF7" w:rsidRPr="00C3183A" w:rsidRDefault="00A15BF7" w:rsidP="00C10434">
      <w:pPr>
        <w:tabs>
          <w:tab w:val="left" w:pos="9000"/>
        </w:tabs>
        <w:ind w:right="-108"/>
        <w:jc w:val="center"/>
        <w:outlineLvl w:val="0"/>
        <w:rPr>
          <w:rFonts w:ascii="Calibri" w:hAnsi="Calibri" w:cs="Arial"/>
          <w:b/>
          <w:sz w:val="26"/>
          <w:szCs w:val="26"/>
          <w:lang w:val="pl-PL"/>
        </w:rPr>
      </w:pPr>
      <w:r>
        <w:rPr>
          <w:rFonts w:ascii="Calibri" w:hAnsi="Calibri" w:cs="Arial"/>
          <w:b/>
          <w:sz w:val="26"/>
          <w:szCs w:val="26"/>
          <w:lang w:val="pl-PL"/>
        </w:rPr>
        <w:t>Formularz cenowy zestawienie urządzeń</w:t>
      </w:r>
    </w:p>
    <w:p w14:paraId="3C0A48F0" w14:textId="77777777" w:rsidR="000A10BE" w:rsidRPr="00C3183A" w:rsidRDefault="000A10BE" w:rsidP="00C10434">
      <w:pPr>
        <w:tabs>
          <w:tab w:val="left" w:pos="9000"/>
        </w:tabs>
        <w:ind w:right="-108"/>
        <w:jc w:val="center"/>
        <w:outlineLvl w:val="0"/>
        <w:rPr>
          <w:rFonts w:ascii="Calibri" w:hAnsi="Calibri" w:cs="Arial"/>
          <w:b/>
          <w:sz w:val="10"/>
          <w:szCs w:val="10"/>
          <w:lang w:val="pl-PL"/>
        </w:rPr>
      </w:pPr>
    </w:p>
    <w:p w14:paraId="719CE3BF" w14:textId="77777777" w:rsidR="00813AA3" w:rsidRPr="00C3183A" w:rsidRDefault="00813AA3" w:rsidP="00813AA3">
      <w:pPr>
        <w:tabs>
          <w:tab w:val="left" w:pos="9000"/>
        </w:tabs>
        <w:ind w:right="-108"/>
        <w:jc w:val="center"/>
        <w:outlineLvl w:val="0"/>
        <w:rPr>
          <w:rFonts w:ascii="Calibri" w:hAnsi="Calibri" w:cs="Arial"/>
          <w:sz w:val="26"/>
          <w:szCs w:val="26"/>
          <w:lang w:val="pl-PL"/>
        </w:rPr>
      </w:pPr>
      <w:r w:rsidRPr="00C3183A">
        <w:rPr>
          <w:rFonts w:ascii="Calibri" w:hAnsi="Calibri" w:cs="Arial"/>
          <w:sz w:val="26"/>
          <w:szCs w:val="26"/>
          <w:lang w:val="pl-PL"/>
        </w:rPr>
        <w:t xml:space="preserve">Zestawienie urządzeń wentylacyjnych podlegających konserwacji i przeglądom </w:t>
      </w:r>
    </w:p>
    <w:p w14:paraId="2AD9F7F2" w14:textId="77777777" w:rsidR="00813AA3" w:rsidRPr="00C3183A" w:rsidRDefault="00813AA3" w:rsidP="00813AA3">
      <w:pPr>
        <w:tabs>
          <w:tab w:val="left" w:pos="9000"/>
        </w:tabs>
        <w:ind w:right="-108"/>
        <w:jc w:val="center"/>
        <w:outlineLvl w:val="0"/>
        <w:rPr>
          <w:rFonts w:ascii="Calibri" w:hAnsi="Calibri" w:cs="Arial"/>
          <w:sz w:val="26"/>
          <w:szCs w:val="26"/>
          <w:lang w:val="pl-PL"/>
        </w:rPr>
      </w:pPr>
      <w:r w:rsidRPr="00C3183A">
        <w:rPr>
          <w:rFonts w:ascii="Calibri" w:hAnsi="Calibri" w:cs="Arial"/>
          <w:sz w:val="26"/>
          <w:szCs w:val="26"/>
          <w:lang w:val="pl-PL"/>
        </w:rPr>
        <w:t>w 20</w:t>
      </w:r>
      <w:r w:rsidR="001E4967" w:rsidRPr="00C3183A">
        <w:rPr>
          <w:rFonts w:ascii="Calibri" w:hAnsi="Calibri" w:cs="Arial"/>
          <w:sz w:val="26"/>
          <w:szCs w:val="26"/>
          <w:lang w:val="pl-PL"/>
        </w:rPr>
        <w:t>2</w:t>
      </w:r>
      <w:r w:rsidR="006D0E0B">
        <w:rPr>
          <w:rFonts w:ascii="Calibri" w:hAnsi="Calibri" w:cs="Arial"/>
          <w:sz w:val="26"/>
          <w:szCs w:val="26"/>
          <w:lang w:val="pl-PL"/>
        </w:rPr>
        <w:t>5</w:t>
      </w:r>
      <w:r w:rsidRPr="00C3183A">
        <w:rPr>
          <w:rFonts w:ascii="Calibri" w:hAnsi="Calibri" w:cs="Arial"/>
          <w:sz w:val="26"/>
          <w:szCs w:val="26"/>
          <w:lang w:val="pl-PL"/>
        </w:rPr>
        <w:t xml:space="preserve"> roku</w:t>
      </w:r>
    </w:p>
    <w:p w14:paraId="0709C593" w14:textId="77777777" w:rsidR="00C10434" w:rsidRPr="00C3183A" w:rsidRDefault="00C10434">
      <w:pPr>
        <w:rPr>
          <w:rFonts w:ascii="Calibri" w:hAnsi="Calibri" w:cs="Arial"/>
          <w:sz w:val="14"/>
          <w:szCs w:val="14"/>
          <w:lang w:val="pl-PL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268"/>
        <w:gridCol w:w="709"/>
        <w:gridCol w:w="1701"/>
        <w:gridCol w:w="82"/>
        <w:gridCol w:w="1194"/>
        <w:gridCol w:w="44"/>
        <w:gridCol w:w="948"/>
        <w:gridCol w:w="44"/>
        <w:gridCol w:w="948"/>
        <w:gridCol w:w="1418"/>
      </w:tblGrid>
      <w:tr w:rsidR="0040282F" w:rsidRPr="00C3183A" w14:paraId="0EAB636E" w14:textId="77777777" w:rsidTr="00BC3229">
        <w:tc>
          <w:tcPr>
            <w:tcW w:w="568" w:type="dxa"/>
          </w:tcPr>
          <w:p w14:paraId="1CED56E5" w14:textId="77777777" w:rsidR="0040282F" w:rsidRPr="00C3183A" w:rsidRDefault="0040282F" w:rsidP="00604BAA">
            <w:pPr>
              <w:tabs>
                <w:tab w:val="left" w:pos="345"/>
              </w:tabs>
              <w:ind w:right="72"/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1</w:t>
            </w:r>
          </w:p>
        </w:tc>
        <w:tc>
          <w:tcPr>
            <w:tcW w:w="2268" w:type="dxa"/>
          </w:tcPr>
          <w:p w14:paraId="582B5566" w14:textId="77777777" w:rsidR="0040282F" w:rsidRPr="00C3183A" w:rsidRDefault="0040282F" w:rsidP="00604BAA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2</w:t>
            </w:r>
          </w:p>
        </w:tc>
        <w:tc>
          <w:tcPr>
            <w:tcW w:w="709" w:type="dxa"/>
          </w:tcPr>
          <w:p w14:paraId="11780B77" w14:textId="77777777" w:rsidR="0040282F" w:rsidRPr="00C3183A" w:rsidRDefault="0040282F" w:rsidP="00604BAA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3</w:t>
            </w:r>
          </w:p>
        </w:tc>
        <w:tc>
          <w:tcPr>
            <w:tcW w:w="1701" w:type="dxa"/>
          </w:tcPr>
          <w:p w14:paraId="455C8CCD" w14:textId="77777777" w:rsidR="0040282F" w:rsidRPr="00C3183A" w:rsidRDefault="0040282F" w:rsidP="00604BAA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4</w:t>
            </w:r>
          </w:p>
        </w:tc>
        <w:tc>
          <w:tcPr>
            <w:tcW w:w="1320" w:type="dxa"/>
            <w:gridSpan w:val="3"/>
          </w:tcPr>
          <w:p w14:paraId="0A9273A3" w14:textId="77777777" w:rsidR="0040282F" w:rsidRPr="00C3183A" w:rsidRDefault="0040282F" w:rsidP="00604BAA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5</w:t>
            </w:r>
          </w:p>
        </w:tc>
        <w:tc>
          <w:tcPr>
            <w:tcW w:w="992" w:type="dxa"/>
            <w:gridSpan w:val="2"/>
          </w:tcPr>
          <w:p w14:paraId="2F6ADB8E" w14:textId="77777777" w:rsidR="0040282F" w:rsidRPr="00C3183A" w:rsidRDefault="0040282F" w:rsidP="00604BAA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6</w:t>
            </w:r>
          </w:p>
        </w:tc>
        <w:tc>
          <w:tcPr>
            <w:tcW w:w="948" w:type="dxa"/>
          </w:tcPr>
          <w:p w14:paraId="317597ED" w14:textId="77777777" w:rsidR="0040282F" w:rsidRPr="00C3183A" w:rsidRDefault="0040282F" w:rsidP="00B83A43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7</w:t>
            </w:r>
          </w:p>
        </w:tc>
        <w:tc>
          <w:tcPr>
            <w:tcW w:w="1418" w:type="dxa"/>
          </w:tcPr>
          <w:p w14:paraId="07522190" w14:textId="77777777" w:rsidR="0040282F" w:rsidRPr="00C3183A" w:rsidRDefault="0040282F" w:rsidP="00B83A43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8 </w:t>
            </w:r>
          </w:p>
          <w:p w14:paraId="74DE4935" w14:textId="77777777" w:rsidR="0040282F" w:rsidRPr="00C3183A" w:rsidRDefault="0040282F" w:rsidP="00B83A43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(3 x 6 x 7)</w:t>
            </w:r>
          </w:p>
        </w:tc>
      </w:tr>
      <w:tr w:rsidR="0040282F" w:rsidRPr="00C3183A" w14:paraId="5275BB31" w14:textId="77777777" w:rsidTr="00BC3229">
        <w:tc>
          <w:tcPr>
            <w:tcW w:w="568" w:type="dxa"/>
            <w:vAlign w:val="center"/>
          </w:tcPr>
          <w:p w14:paraId="60121919" w14:textId="77777777" w:rsidR="0040282F" w:rsidRPr="00C3183A" w:rsidRDefault="0040282F" w:rsidP="00B83A43">
            <w:pPr>
              <w:tabs>
                <w:tab w:val="left" w:pos="345"/>
              </w:tabs>
              <w:ind w:right="72"/>
              <w:jc w:val="both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Lp</w:t>
            </w:r>
          </w:p>
        </w:tc>
        <w:tc>
          <w:tcPr>
            <w:tcW w:w="2268" w:type="dxa"/>
            <w:vAlign w:val="center"/>
          </w:tcPr>
          <w:p w14:paraId="3159BF61" w14:textId="77777777" w:rsidR="0040282F" w:rsidRPr="00C3183A" w:rsidRDefault="0040282F" w:rsidP="002E7EB4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Nazwa urządzenia:</w:t>
            </w:r>
          </w:p>
          <w:p w14:paraId="5B0FCA46" w14:textId="77777777" w:rsidR="0040282F" w:rsidRPr="00C3183A" w:rsidRDefault="0040282F" w:rsidP="002E7EB4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centrali wentylacyjnej,</w:t>
            </w:r>
          </w:p>
          <w:p w14:paraId="07CFB7B3" w14:textId="77777777" w:rsidR="0040282F" w:rsidRPr="00C3183A" w:rsidRDefault="0040282F" w:rsidP="002E7EB4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wentylatora,</w:t>
            </w:r>
          </w:p>
          <w:p w14:paraId="46C70074" w14:textId="77777777" w:rsidR="0040282F" w:rsidRPr="00C3183A" w:rsidRDefault="0040282F" w:rsidP="002E7EB4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kurtyny powietrznej</w:t>
            </w:r>
          </w:p>
        </w:tc>
        <w:tc>
          <w:tcPr>
            <w:tcW w:w="709" w:type="dxa"/>
            <w:vAlign w:val="center"/>
          </w:tcPr>
          <w:p w14:paraId="5B694558" w14:textId="77777777" w:rsidR="0040282F" w:rsidRPr="00C3183A" w:rsidRDefault="0040282F" w:rsidP="002E7EB4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Ilość</w:t>
            </w:r>
          </w:p>
        </w:tc>
        <w:tc>
          <w:tcPr>
            <w:tcW w:w="1701" w:type="dxa"/>
            <w:vAlign w:val="center"/>
          </w:tcPr>
          <w:p w14:paraId="70962DB0" w14:textId="77777777" w:rsidR="0040282F" w:rsidRPr="00C3183A" w:rsidRDefault="0040282F" w:rsidP="002E7EB4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Filtry</w:t>
            </w:r>
          </w:p>
        </w:tc>
        <w:tc>
          <w:tcPr>
            <w:tcW w:w="1320" w:type="dxa"/>
            <w:gridSpan w:val="3"/>
            <w:vAlign w:val="center"/>
          </w:tcPr>
          <w:p w14:paraId="4C63A848" w14:textId="77777777" w:rsidR="0040282F" w:rsidRPr="00C3183A" w:rsidRDefault="0040282F" w:rsidP="002E7EB4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Miejsce</w:t>
            </w:r>
          </w:p>
          <w:p w14:paraId="263BA900" w14:textId="77777777" w:rsidR="0040282F" w:rsidRPr="00C3183A" w:rsidRDefault="0040282F" w:rsidP="002E7EB4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Instalacji</w:t>
            </w:r>
          </w:p>
          <w:p w14:paraId="59CF2C7B" w14:textId="77777777" w:rsidR="0040282F" w:rsidRPr="00C3183A" w:rsidRDefault="0040282F" w:rsidP="002E7EB4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(obsługiwana</w:t>
            </w:r>
          </w:p>
          <w:p w14:paraId="7BEA4F75" w14:textId="77777777" w:rsidR="0040282F" w:rsidRPr="00C3183A" w:rsidRDefault="0040282F" w:rsidP="002E7EB4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strefa)</w:t>
            </w:r>
          </w:p>
        </w:tc>
        <w:tc>
          <w:tcPr>
            <w:tcW w:w="992" w:type="dxa"/>
            <w:gridSpan w:val="2"/>
            <w:vAlign w:val="center"/>
          </w:tcPr>
          <w:p w14:paraId="66F74778" w14:textId="77777777" w:rsidR="0040282F" w:rsidRPr="00C3183A" w:rsidRDefault="0040282F" w:rsidP="00BB6155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Ilość konser.</w:t>
            </w:r>
          </w:p>
          <w:p w14:paraId="377DAC1F" w14:textId="77777777" w:rsidR="0040282F" w:rsidRPr="00C3183A" w:rsidRDefault="0040282F" w:rsidP="00BB6155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(miesiąc konser.)</w:t>
            </w:r>
          </w:p>
        </w:tc>
        <w:tc>
          <w:tcPr>
            <w:tcW w:w="948" w:type="dxa"/>
            <w:vAlign w:val="center"/>
          </w:tcPr>
          <w:p w14:paraId="6B40FFD2" w14:textId="77777777" w:rsidR="0040282F" w:rsidRPr="00C3183A" w:rsidRDefault="0040282F" w:rsidP="00234DEF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Cena</w:t>
            </w:r>
          </w:p>
          <w:p w14:paraId="37A2FDF8" w14:textId="77777777" w:rsidR="0040282F" w:rsidRPr="00C3183A" w:rsidRDefault="0040282F" w:rsidP="00234DEF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netto</w:t>
            </w:r>
          </w:p>
          <w:p w14:paraId="02F5F57B" w14:textId="77777777" w:rsidR="0040282F" w:rsidRPr="00C3183A" w:rsidRDefault="0040282F" w:rsidP="00234DEF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konser.</w:t>
            </w:r>
          </w:p>
          <w:p w14:paraId="30D70FC1" w14:textId="77777777" w:rsidR="0040282F" w:rsidRPr="00C3183A" w:rsidRDefault="0040282F" w:rsidP="00234DEF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i prze-</w:t>
            </w:r>
          </w:p>
          <w:p w14:paraId="45842F10" w14:textId="77777777" w:rsidR="0040282F" w:rsidRPr="00C3183A" w:rsidRDefault="0040282F" w:rsidP="00234DEF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glądów</w:t>
            </w:r>
          </w:p>
        </w:tc>
        <w:tc>
          <w:tcPr>
            <w:tcW w:w="1418" w:type="dxa"/>
          </w:tcPr>
          <w:p w14:paraId="7B0E6262" w14:textId="77777777" w:rsidR="0040282F" w:rsidRPr="00C3183A" w:rsidRDefault="0040282F" w:rsidP="0040282F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Koszt</w:t>
            </w:r>
          </w:p>
          <w:p w14:paraId="71E1472E" w14:textId="77777777" w:rsidR="0040282F" w:rsidRPr="00C3183A" w:rsidRDefault="0040282F" w:rsidP="0040282F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netto</w:t>
            </w:r>
          </w:p>
          <w:p w14:paraId="6A749A08" w14:textId="77777777" w:rsidR="0040282F" w:rsidRPr="00C3183A" w:rsidRDefault="0040282F" w:rsidP="0040282F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konser.</w:t>
            </w:r>
          </w:p>
          <w:p w14:paraId="16461B85" w14:textId="77777777" w:rsidR="0040282F" w:rsidRPr="00C3183A" w:rsidRDefault="0040282F" w:rsidP="0040282F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i prze-</w:t>
            </w:r>
          </w:p>
          <w:p w14:paraId="1A9A8566" w14:textId="77777777" w:rsidR="0040282F" w:rsidRPr="00C3183A" w:rsidRDefault="0040282F" w:rsidP="0040282F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glądów</w:t>
            </w:r>
          </w:p>
          <w:p w14:paraId="34FC69DB" w14:textId="77777777" w:rsidR="0040282F" w:rsidRPr="00C3183A" w:rsidRDefault="0040282F" w:rsidP="0040282F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w roku</w:t>
            </w:r>
          </w:p>
        </w:tc>
      </w:tr>
      <w:tr w:rsidR="0040282F" w:rsidRPr="00C3183A" w14:paraId="554E668B" w14:textId="77777777" w:rsidTr="002813C9">
        <w:trPr>
          <w:trHeight w:val="445"/>
        </w:trPr>
        <w:tc>
          <w:tcPr>
            <w:tcW w:w="9924" w:type="dxa"/>
            <w:gridSpan w:val="11"/>
            <w:vAlign w:val="center"/>
          </w:tcPr>
          <w:p w14:paraId="099B2F54" w14:textId="77777777" w:rsidR="0040282F" w:rsidRPr="00C3183A" w:rsidRDefault="0040282F" w:rsidP="0040282F">
            <w:pPr>
              <w:tabs>
                <w:tab w:val="left" w:pos="345"/>
              </w:tabs>
              <w:ind w:right="72"/>
              <w:jc w:val="center"/>
              <w:rPr>
                <w:rFonts w:ascii="Calibri" w:hAnsi="Calibri" w:cs="Arial"/>
                <w:bCs/>
                <w:sz w:val="10"/>
                <w:szCs w:val="10"/>
                <w:lang w:val="pl-PL"/>
              </w:rPr>
            </w:pPr>
          </w:p>
          <w:p w14:paraId="21736BE7" w14:textId="77777777" w:rsidR="0040282F" w:rsidRPr="00C3183A" w:rsidRDefault="0040282F" w:rsidP="0040282F">
            <w:pPr>
              <w:tabs>
                <w:tab w:val="left" w:pos="345"/>
              </w:tabs>
              <w:ind w:right="72"/>
              <w:jc w:val="center"/>
              <w:rPr>
                <w:rFonts w:ascii="Calibri" w:hAnsi="Calibri" w:cs="Arial"/>
                <w:bCs/>
                <w:lang w:val="pl-PL"/>
              </w:rPr>
            </w:pPr>
            <w:r w:rsidRPr="00C3183A">
              <w:rPr>
                <w:rFonts w:ascii="Calibri" w:hAnsi="Calibri" w:cs="Arial"/>
                <w:bCs/>
                <w:lang w:val="pl-PL"/>
              </w:rPr>
              <w:t>Budynek A</w:t>
            </w:r>
          </w:p>
          <w:p w14:paraId="63FF5435" w14:textId="77777777" w:rsidR="0040282F" w:rsidRPr="00C3183A" w:rsidRDefault="0040282F" w:rsidP="0040282F">
            <w:pPr>
              <w:tabs>
                <w:tab w:val="left" w:pos="345"/>
              </w:tabs>
              <w:ind w:right="72"/>
              <w:jc w:val="center"/>
              <w:rPr>
                <w:rFonts w:ascii="Calibri" w:hAnsi="Calibri" w:cs="Arial"/>
                <w:bCs/>
                <w:lang w:val="pl-PL"/>
              </w:rPr>
            </w:pPr>
            <w:r w:rsidRPr="00C3183A">
              <w:rPr>
                <w:rFonts w:ascii="Calibri" w:hAnsi="Calibri" w:cs="Arial"/>
                <w:bCs/>
                <w:lang w:val="pl-PL"/>
              </w:rPr>
              <w:t>Poznań, al. Niepodległości 10</w:t>
            </w:r>
          </w:p>
        </w:tc>
      </w:tr>
      <w:tr w:rsidR="0040282F" w:rsidRPr="00C3183A" w14:paraId="0AE23415" w14:textId="77777777" w:rsidTr="00BC3229">
        <w:tc>
          <w:tcPr>
            <w:tcW w:w="568" w:type="dxa"/>
          </w:tcPr>
          <w:p w14:paraId="3BC0D4EA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6FB4D67E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nawiewna </w:t>
            </w:r>
          </w:p>
          <w:p w14:paraId="0795968A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Rosenberg </w:t>
            </w:r>
          </w:p>
          <w:p w14:paraId="10BCDBDE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A 20-08Q</w:t>
            </w:r>
          </w:p>
        </w:tc>
        <w:tc>
          <w:tcPr>
            <w:tcW w:w="709" w:type="dxa"/>
          </w:tcPr>
          <w:p w14:paraId="384B7BD0" w14:textId="77777777" w:rsidR="0040282F" w:rsidRPr="00C3183A" w:rsidRDefault="0040282F" w:rsidP="00EF1F1E">
            <w:pPr>
              <w:jc w:val="center"/>
              <w:rPr>
                <w:rFonts w:ascii="Calibri" w:hAnsi="Calibri"/>
                <w:bCs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bCs/>
                <w:sz w:val="20"/>
                <w:szCs w:val="20"/>
                <w:lang w:val="pl-PL"/>
              </w:rPr>
              <w:t xml:space="preserve">1 </w:t>
            </w:r>
          </w:p>
        </w:tc>
        <w:tc>
          <w:tcPr>
            <w:tcW w:w="1701" w:type="dxa"/>
          </w:tcPr>
          <w:p w14:paraId="42D99BD3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F5, 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592x592x600 </w:t>
            </w:r>
          </w:p>
          <w:p w14:paraId="313BCF83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 szt.</w:t>
            </w:r>
          </w:p>
        </w:tc>
        <w:tc>
          <w:tcPr>
            <w:tcW w:w="1320" w:type="dxa"/>
            <w:gridSpan w:val="3"/>
          </w:tcPr>
          <w:p w14:paraId="5E94909B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wentylatorownia nr 4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piwnica bud.A</w:t>
            </w:r>
          </w:p>
        </w:tc>
        <w:tc>
          <w:tcPr>
            <w:tcW w:w="992" w:type="dxa"/>
            <w:gridSpan w:val="2"/>
          </w:tcPr>
          <w:p w14:paraId="047C771C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35F216C2" w14:textId="77777777" w:rsidR="0040282F" w:rsidRPr="00C3183A" w:rsidRDefault="0040282F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093746" w:rsidRPr="00C3183A"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235FE30D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309623A5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42671180" w14:textId="77777777" w:rsidTr="00BC3229">
        <w:tc>
          <w:tcPr>
            <w:tcW w:w="568" w:type="dxa"/>
          </w:tcPr>
          <w:p w14:paraId="22F4B384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20979709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wywiewna </w:t>
            </w:r>
          </w:p>
          <w:p w14:paraId="728A0411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Rosenberg </w:t>
            </w:r>
          </w:p>
          <w:p w14:paraId="33CAEB2D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A 20-07Q</w:t>
            </w:r>
          </w:p>
        </w:tc>
        <w:tc>
          <w:tcPr>
            <w:tcW w:w="709" w:type="dxa"/>
          </w:tcPr>
          <w:p w14:paraId="0AACDF83" w14:textId="77777777" w:rsidR="0040282F" w:rsidRPr="00C3183A" w:rsidRDefault="0040282F" w:rsidP="00EF1F1E">
            <w:pPr>
              <w:jc w:val="center"/>
              <w:rPr>
                <w:rFonts w:ascii="Calibri" w:hAnsi="Calibri"/>
                <w:bCs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bCs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250766FA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28065C1D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wentylatorownia nr 6</w:t>
            </w:r>
          </w:p>
          <w:p w14:paraId="17088F77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poddasze bud. A</w:t>
            </w:r>
          </w:p>
        </w:tc>
        <w:tc>
          <w:tcPr>
            <w:tcW w:w="992" w:type="dxa"/>
            <w:gridSpan w:val="2"/>
          </w:tcPr>
          <w:p w14:paraId="3E749448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19697602" w14:textId="77777777" w:rsidR="0040282F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7DE0FB1F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3B0ED0A5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2BB0C30B" w14:textId="77777777" w:rsidTr="00BC3229">
        <w:tc>
          <w:tcPr>
            <w:tcW w:w="568" w:type="dxa"/>
          </w:tcPr>
          <w:p w14:paraId="071720E3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1D555F96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nawiewna </w:t>
            </w:r>
          </w:p>
          <w:p w14:paraId="6F40BD07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Rosenberg </w:t>
            </w:r>
          </w:p>
          <w:p w14:paraId="21A0B6F2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A 20-08Q</w:t>
            </w:r>
          </w:p>
        </w:tc>
        <w:tc>
          <w:tcPr>
            <w:tcW w:w="709" w:type="dxa"/>
          </w:tcPr>
          <w:p w14:paraId="2D973011" w14:textId="77777777" w:rsidR="0040282F" w:rsidRPr="00C3183A" w:rsidRDefault="0040282F" w:rsidP="00EF1F1E">
            <w:pPr>
              <w:jc w:val="center"/>
              <w:rPr>
                <w:rFonts w:ascii="Calibri" w:hAnsi="Calibri"/>
                <w:bCs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bCs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1C1BC0F6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F5, </w:t>
            </w:r>
          </w:p>
          <w:p w14:paraId="6FC66D77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592x592x600 </w:t>
            </w:r>
          </w:p>
          <w:p w14:paraId="2A624EBD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 szt.</w:t>
            </w:r>
          </w:p>
        </w:tc>
        <w:tc>
          <w:tcPr>
            <w:tcW w:w="1320" w:type="dxa"/>
            <w:gridSpan w:val="3"/>
          </w:tcPr>
          <w:p w14:paraId="187380B4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wentylatorownia nr 4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piwnica </w:t>
            </w:r>
          </w:p>
          <w:p w14:paraId="221D3D47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bud.A</w:t>
            </w:r>
          </w:p>
        </w:tc>
        <w:tc>
          <w:tcPr>
            <w:tcW w:w="992" w:type="dxa"/>
            <w:gridSpan w:val="2"/>
          </w:tcPr>
          <w:p w14:paraId="56C495FF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4EBB433C" w14:textId="77777777" w:rsidR="0040282F" w:rsidRPr="00C3183A" w:rsidRDefault="00093746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010F2859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3D8B7FC0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38BEFAF3" w14:textId="77777777" w:rsidTr="00BC3229">
        <w:tc>
          <w:tcPr>
            <w:tcW w:w="568" w:type="dxa"/>
          </w:tcPr>
          <w:p w14:paraId="37373737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5C4E17FD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Centrala wywiewna </w:t>
            </w:r>
          </w:p>
          <w:p w14:paraId="3AFB2B0A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VBW  Engineering  </w:t>
            </w:r>
          </w:p>
          <w:p w14:paraId="50AEE836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typ BS-3(50)P</w:t>
            </w:r>
          </w:p>
        </w:tc>
        <w:tc>
          <w:tcPr>
            <w:tcW w:w="709" w:type="dxa"/>
          </w:tcPr>
          <w:p w14:paraId="610F47B1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</w:t>
            </w:r>
          </w:p>
        </w:tc>
        <w:tc>
          <w:tcPr>
            <w:tcW w:w="1701" w:type="dxa"/>
          </w:tcPr>
          <w:p w14:paraId="223E369B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G4, </w:t>
            </w:r>
          </w:p>
          <w:p w14:paraId="47C1A1F7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897x592x100  </w:t>
            </w:r>
          </w:p>
          <w:p w14:paraId="6A6F4969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  szt</w:t>
            </w:r>
          </w:p>
        </w:tc>
        <w:tc>
          <w:tcPr>
            <w:tcW w:w="1320" w:type="dxa"/>
            <w:gridSpan w:val="3"/>
          </w:tcPr>
          <w:p w14:paraId="4A602254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wentylatorownia nr 5 i 6</w:t>
            </w:r>
          </w:p>
          <w:p w14:paraId="6511BA8B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poddasze </w:t>
            </w:r>
          </w:p>
          <w:p w14:paraId="742E5204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bud. A</w:t>
            </w:r>
          </w:p>
        </w:tc>
        <w:tc>
          <w:tcPr>
            <w:tcW w:w="992" w:type="dxa"/>
            <w:gridSpan w:val="2"/>
          </w:tcPr>
          <w:p w14:paraId="300D5665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0AB82CBF" w14:textId="77777777" w:rsidR="0040282F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56995CDF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548CCDC6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474724DE" w14:textId="77777777" w:rsidTr="00BC3229">
        <w:tc>
          <w:tcPr>
            <w:tcW w:w="568" w:type="dxa"/>
          </w:tcPr>
          <w:p w14:paraId="11AE03D6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5BD5EE20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naw - wyw. </w:t>
            </w:r>
          </w:p>
          <w:p w14:paraId="391D231C" w14:textId="77777777" w:rsidR="0040282F" w:rsidRPr="00C3183A" w:rsidRDefault="0040282F" w:rsidP="00EF1F1E">
            <w:pPr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b/>
                <w:sz w:val="20"/>
                <w:szCs w:val="20"/>
                <w:lang w:val="pl-PL"/>
              </w:rPr>
              <w:t xml:space="preserve">z klimatyzacją </w:t>
            </w:r>
          </w:p>
          <w:p w14:paraId="2DD8A8B6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Enwistar Flex – 100</w:t>
            </w:r>
          </w:p>
        </w:tc>
        <w:tc>
          <w:tcPr>
            <w:tcW w:w="709" w:type="dxa"/>
          </w:tcPr>
          <w:p w14:paraId="6BCD2927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38B0B19B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EU4,</w:t>
            </w:r>
          </w:p>
          <w:p w14:paraId="6D9A6BA3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892x409x380 </w:t>
            </w:r>
          </w:p>
          <w:p w14:paraId="58202E5F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 szt.</w:t>
            </w:r>
          </w:p>
        </w:tc>
        <w:tc>
          <w:tcPr>
            <w:tcW w:w="1320" w:type="dxa"/>
            <w:gridSpan w:val="3"/>
          </w:tcPr>
          <w:p w14:paraId="659FCA8D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poddasze </w:t>
            </w:r>
          </w:p>
          <w:p w14:paraId="3E2A6D79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bud. A</w:t>
            </w:r>
          </w:p>
        </w:tc>
        <w:tc>
          <w:tcPr>
            <w:tcW w:w="992" w:type="dxa"/>
            <w:gridSpan w:val="2"/>
          </w:tcPr>
          <w:p w14:paraId="7CB68429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00F9047F" w14:textId="77777777" w:rsidR="0040282F" w:rsidRPr="00C3183A" w:rsidRDefault="00093746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6C2E2951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41F3F692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5D37CD3D" w14:textId="77777777" w:rsidTr="00BC3229">
        <w:tc>
          <w:tcPr>
            <w:tcW w:w="568" w:type="dxa"/>
          </w:tcPr>
          <w:p w14:paraId="0F5E2CB9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2AE6610B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nawiewna </w:t>
            </w:r>
          </w:p>
          <w:p w14:paraId="6325A06F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VTS Clima typ SV5  </w:t>
            </w:r>
          </w:p>
          <w:p w14:paraId="3588C06E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wyd. max 14 600 m3/h</w:t>
            </w:r>
          </w:p>
        </w:tc>
        <w:tc>
          <w:tcPr>
            <w:tcW w:w="709" w:type="dxa"/>
          </w:tcPr>
          <w:p w14:paraId="5A4B0A56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0BD85EEF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EU4, 592x592x300 </w:t>
            </w:r>
          </w:p>
          <w:p w14:paraId="06BEBA90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4 szt.</w:t>
            </w:r>
          </w:p>
        </w:tc>
        <w:tc>
          <w:tcPr>
            <w:tcW w:w="1320" w:type="dxa"/>
            <w:gridSpan w:val="3"/>
          </w:tcPr>
          <w:p w14:paraId="5E07E194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poddasze bud. A</w:t>
            </w:r>
          </w:p>
          <w:p w14:paraId="6F65DE9A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(dla sali 301)</w:t>
            </w:r>
          </w:p>
        </w:tc>
        <w:tc>
          <w:tcPr>
            <w:tcW w:w="992" w:type="dxa"/>
            <w:gridSpan w:val="2"/>
          </w:tcPr>
          <w:p w14:paraId="3219B31B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1EF8E1B6" w14:textId="77777777" w:rsidR="0040282F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4CF7C0DC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57AE852C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724707D0" w14:textId="77777777" w:rsidTr="00BC3229">
        <w:tc>
          <w:tcPr>
            <w:tcW w:w="568" w:type="dxa"/>
          </w:tcPr>
          <w:p w14:paraId="40C97859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0C1ACA59" w14:textId="77777777" w:rsidR="0040282F" w:rsidRPr="00C3183A" w:rsidRDefault="0040282F" w:rsidP="00EF1F1E">
            <w:pPr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b/>
                <w:sz w:val="20"/>
                <w:szCs w:val="20"/>
                <w:lang w:val="pl-PL"/>
              </w:rPr>
              <w:t xml:space="preserve">Agregat chłodzący dla centrali </w:t>
            </w:r>
          </w:p>
          <w:p w14:paraId="7AD16DE7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b/>
                <w:sz w:val="20"/>
                <w:szCs w:val="20"/>
                <w:lang w:val="pl-PL"/>
              </w:rPr>
              <w:t>MCQUAY typ M4MC125ER moc chłodz. max. 26,7 kW</w:t>
            </w:r>
          </w:p>
        </w:tc>
        <w:tc>
          <w:tcPr>
            <w:tcW w:w="709" w:type="dxa"/>
          </w:tcPr>
          <w:p w14:paraId="4F723240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6AFE9A7D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44799410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dach </w:t>
            </w:r>
          </w:p>
          <w:p w14:paraId="0731FDF6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bud. A</w:t>
            </w:r>
          </w:p>
          <w:p w14:paraId="23E8792C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(dla sali 301)</w:t>
            </w:r>
          </w:p>
        </w:tc>
        <w:tc>
          <w:tcPr>
            <w:tcW w:w="992" w:type="dxa"/>
            <w:gridSpan w:val="2"/>
          </w:tcPr>
          <w:p w14:paraId="287D464E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8FEF673" w14:textId="77777777" w:rsidR="0040282F" w:rsidRPr="00C3183A" w:rsidRDefault="00093746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18418AFF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257E1DB9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2CB2E979" w14:textId="77777777" w:rsidTr="00BC3229">
        <w:tc>
          <w:tcPr>
            <w:tcW w:w="568" w:type="dxa"/>
          </w:tcPr>
          <w:p w14:paraId="2A03ACF3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6A0EBFD0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wywiewna </w:t>
            </w:r>
          </w:p>
          <w:p w14:paraId="52E19116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VTS Clima – SV4</w:t>
            </w:r>
          </w:p>
          <w:p w14:paraId="3287E2DE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 o wyd. 14 000 m</w:t>
            </w:r>
            <w:r w:rsidRPr="00C3183A">
              <w:rPr>
                <w:rFonts w:ascii="Calibri" w:hAnsi="Calibri"/>
                <w:sz w:val="20"/>
                <w:szCs w:val="20"/>
                <w:vertAlign w:val="superscript"/>
                <w:lang w:val="pl-PL"/>
              </w:rPr>
              <w:t>3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/h </w:t>
            </w:r>
          </w:p>
        </w:tc>
        <w:tc>
          <w:tcPr>
            <w:tcW w:w="709" w:type="dxa"/>
          </w:tcPr>
          <w:p w14:paraId="22172B61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6DE7DBB6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72E4CD26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dach skrzydła bud. A</w:t>
            </w:r>
          </w:p>
          <w:p w14:paraId="4E9F2AB5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(dla sali 301)</w:t>
            </w:r>
          </w:p>
        </w:tc>
        <w:tc>
          <w:tcPr>
            <w:tcW w:w="992" w:type="dxa"/>
            <w:gridSpan w:val="2"/>
          </w:tcPr>
          <w:p w14:paraId="4B363DFE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7AF503C0" w14:textId="77777777" w:rsidR="0040282F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249DCBB9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549D2C22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4D716357" w14:textId="77777777" w:rsidTr="00BC3229">
        <w:tc>
          <w:tcPr>
            <w:tcW w:w="568" w:type="dxa"/>
          </w:tcPr>
          <w:p w14:paraId="66B3879E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1066AF3D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nawiewna </w:t>
            </w:r>
          </w:p>
          <w:p w14:paraId="4E5D6DC8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typ CV8, </w:t>
            </w:r>
          </w:p>
          <w:p w14:paraId="71497B74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wyd. max. 14 600 m3/h </w:t>
            </w:r>
          </w:p>
        </w:tc>
        <w:tc>
          <w:tcPr>
            <w:tcW w:w="709" w:type="dxa"/>
          </w:tcPr>
          <w:p w14:paraId="2B11FD44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6C2DD15F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EU4, 592x592x300</w:t>
            </w:r>
          </w:p>
          <w:p w14:paraId="34C62824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4 szt.</w:t>
            </w:r>
          </w:p>
        </w:tc>
        <w:tc>
          <w:tcPr>
            <w:tcW w:w="1320" w:type="dxa"/>
            <w:gridSpan w:val="3"/>
          </w:tcPr>
          <w:p w14:paraId="30FEC605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poddasze bud. A</w:t>
            </w:r>
          </w:p>
          <w:p w14:paraId="38FF7898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(dla Sali 311)</w:t>
            </w:r>
          </w:p>
        </w:tc>
        <w:tc>
          <w:tcPr>
            <w:tcW w:w="992" w:type="dxa"/>
            <w:gridSpan w:val="2"/>
          </w:tcPr>
          <w:p w14:paraId="3BC243B3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6ABF3C2" w14:textId="77777777" w:rsidR="0040282F" w:rsidRPr="00C3183A" w:rsidRDefault="00093746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2DB32920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4D3D8DAF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0DBAA5E2" w14:textId="77777777" w:rsidTr="00BC3229">
        <w:tc>
          <w:tcPr>
            <w:tcW w:w="568" w:type="dxa"/>
          </w:tcPr>
          <w:p w14:paraId="11FCE89C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2E7460A5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wywiewna </w:t>
            </w:r>
          </w:p>
          <w:p w14:paraId="41AC67B8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SV4 typ PEO-D1 </w:t>
            </w:r>
          </w:p>
          <w:p w14:paraId="0E13C627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o wyd. 14 000 m</w:t>
            </w:r>
            <w:r w:rsidRPr="00C3183A">
              <w:rPr>
                <w:rFonts w:ascii="Calibri" w:hAnsi="Calibri"/>
                <w:sz w:val="20"/>
                <w:szCs w:val="20"/>
                <w:vertAlign w:val="superscript"/>
                <w:lang w:val="pl-PL"/>
              </w:rPr>
              <w:t>3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/h </w:t>
            </w:r>
          </w:p>
        </w:tc>
        <w:tc>
          <w:tcPr>
            <w:tcW w:w="709" w:type="dxa"/>
          </w:tcPr>
          <w:p w14:paraId="27A58483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13D94DDD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128CDA93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pom. tech.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za salą 311</w:t>
            </w:r>
          </w:p>
          <w:p w14:paraId="40A9F139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(dla Sali 311)</w:t>
            </w:r>
          </w:p>
        </w:tc>
        <w:tc>
          <w:tcPr>
            <w:tcW w:w="992" w:type="dxa"/>
            <w:gridSpan w:val="2"/>
          </w:tcPr>
          <w:p w14:paraId="5297FDE9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BF4A432" w14:textId="77777777" w:rsidR="0040282F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634BCFC1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6E6E04CA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3F73DB18" w14:textId="77777777" w:rsidTr="00BC3229">
        <w:tc>
          <w:tcPr>
            <w:tcW w:w="568" w:type="dxa"/>
          </w:tcPr>
          <w:p w14:paraId="4C7A832D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13073868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wywiewna </w:t>
            </w:r>
          </w:p>
          <w:p w14:paraId="170BA635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CV2 </w:t>
            </w:r>
          </w:p>
          <w:p w14:paraId="34F3EA1D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wyd. 2 000 m</w:t>
            </w:r>
            <w:r w:rsidRPr="00C3183A">
              <w:rPr>
                <w:rFonts w:ascii="Calibri" w:hAnsi="Calibri"/>
                <w:sz w:val="20"/>
                <w:szCs w:val="20"/>
                <w:vertAlign w:val="superscript"/>
                <w:lang w:val="pl-PL"/>
              </w:rPr>
              <w:t>3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/h </w:t>
            </w:r>
          </w:p>
        </w:tc>
        <w:tc>
          <w:tcPr>
            <w:tcW w:w="709" w:type="dxa"/>
          </w:tcPr>
          <w:p w14:paraId="0C69307B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3A759F46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4D6C09EF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poddasze bud. A</w:t>
            </w:r>
          </w:p>
          <w:p w14:paraId="44C5F6EE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(dla Sali 311)</w:t>
            </w:r>
          </w:p>
        </w:tc>
        <w:tc>
          <w:tcPr>
            <w:tcW w:w="992" w:type="dxa"/>
            <w:gridSpan w:val="2"/>
          </w:tcPr>
          <w:p w14:paraId="799EF1E2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1B25ABE" w14:textId="77777777" w:rsidR="0040282F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12501DBE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2691B906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28376348" w14:textId="77777777" w:rsidTr="00BC3229">
        <w:tc>
          <w:tcPr>
            <w:tcW w:w="568" w:type="dxa"/>
          </w:tcPr>
          <w:p w14:paraId="5AA8FF3C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205480A2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naw - wyw. </w:t>
            </w:r>
          </w:p>
          <w:p w14:paraId="64D7868A" w14:textId="77777777" w:rsidR="0040282F" w:rsidRPr="00C3183A" w:rsidRDefault="0040282F" w:rsidP="00EF1F1E">
            <w:pPr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b/>
                <w:sz w:val="20"/>
                <w:szCs w:val="20"/>
                <w:lang w:val="pl-PL"/>
              </w:rPr>
              <w:t>z klimatyzacją</w:t>
            </w:r>
          </w:p>
          <w:p w14:paraId="3B51451C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lastRenderedPageBreak/>
              <w:t xml:space="preserve">VBW Clima  </w:t>
            </w:r>
          </w:p>
          <w:p w14:paraId="37D50902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typ BO-4 AURA </w:t>
            </w:r>
          </w:p>
          <w:p w14:paraId="02C7504C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wyd. max. 10000 m</w:t>
            </w:r>
            <w:r w:rsidRPr="00C3183A">
              <w:rPr>
                <w:rFonts w:ascii="Calibri" w:hAnsi="Calibri"/>
                <w:sz w:val="20"/>
                <w:szCs w:val="20"/>
                <w:vertAlign w:val="superscript"/>
                <w:lang w:val="pl-PL"/>
              </w:rPr>
              <w:t>3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/h </w:t>
            </w:r>
          </w:p>
        </w:tc>
        <w:tc>
          <w:tcPr>
            <w:tcW w:w="709" w:type="dxa"/>
          </w:tcPr>
          <w:p w14:paraId="33601A6C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lastRenderedPageBreak/>
              <w:t>1</w:t>
            </w:r>
          </w:p>
        </w:tc>
        <w:tc>
          <w:tcPr>
            <w:tcW w:w="1701" w:type="dxa"/>
          </w:tcPr>
          <w:p w14:paraId="08E27E87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EU7, 876x617x600</w:t>
            </w:r>
          </w:p>
          <w:p w14:paraId="741CAAA0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lastRenderedPageBreak/>
              <w:t>6 szt.</w:t>
            </w:r>
          </w:p>
        </w:tc>
        <w:tc>
          <w:tcPr>
            <w:tcW w:w="1320" w:type="dxa"/>
            <w:gridSpan w:val="3"/>
          </w:tcPr>
          <w:p w14:paraId="0ACAB510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lastRenderedPageBreak/>
              <w:t>poddasze bud. A</w:t>
            </w:r>
          </w:p>
          <w:p w14:paraId="1D90E0E2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lastRenderedPageBreak/>
              <w:t>(dla auli dużej)</w:t>
            </w:r>
          </w:p>
        </w:tc>
        <w:tc>
          <w:tcPr>
            <w:tcW w:w="992" w:type="dxa"/>
            <w:gridSpan w:val="2"/>
          </w:tcPr>
          <w:p w14:paraId="5A100F2C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lastRenderedPageBreak/>
              <w:t>1</w:t>
            </w:r>
          </w:p>
          <w:p w14:paraId="3522F95B" w14:textId="77777777" w:rsidR="0040282F" w:rsidRPr="00C3183A" w:rsidRDefault="00093746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19C4E0E4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30F45396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4CC38BA7" w14:textId="77777777" w:rsidTr="00BC3229">
        <w:tc>
          <w:tcPr>
            <w:tcW w:w="568" w:type="dxa"/>
          </w:tcPr>
          <w:p w14:paraId="6FE88710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46925CB6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naw - wyw. </w:t>
            </w:r>
          </w:p>
          <w:p w14:paraId="77FB7B2B" w14:textId="77777777" w:rsidR="0040282F" w:rsidRPr="00C3183A" w:rsidRDefault="0040282F" w:rsidP="00EF1F1E">
            <w:pPr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b/>
                <w:sz w:val="20"/>
                <w:szCs w:val="20"/>
                <w:lang w:val="pl-PL"/>
              </w:rPr>
              <w:t xml:space="preserve">z klimatyzacją </w:t>
            </w:r>
          </w:p>
          <w:p w14:paraId="05B124A6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Clima Produkt </w:t>
            </w:r>
          </w:p>
          <w:p w14:paraId="77D7A9E0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typ C 12097/10 </w:t>
            </w:r>
          </w:p>
        </w:tc>
        <w:tc>
          <w:tcPr>
            <w:tcW w:w="709" w:type="dxa"/>
          </w:tcPr>
          <w:p w14:paraId="279CF1B5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4AF185FE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2 szt. –  G4  592x592x360   </w:t>
            </w:r>
          </w:p>
          <w:p w14:paraId="2EAE47ED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2 szt. – G4  287x592x360   </w:t>
            </w:r>
          </w:p>
        </w:tc>
        <w:tc>
          <w:tcPr>
            <w:tcW w:w="1320" w:type="dxa"/>
            <w:gridSpan w:val="3"/>
          </w:tcPr>
          <w:p w14:paraId="6F0A2317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poddasze bud. A</w:t>
            </w:r>
          </w:p>
          <w:p w14:paraId="72F11AF2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(dla małej auli)</w:t>
            </w:r>
          </w:p>
        </w:tc>
        <w:tc>
          <w:tcPr>
            <w:tcW w:w="992" w:type="dxa"/>
            <w:gridSpan w:val="2"/>
          </w:tcPr>
          <w:p w14:paraId="26A39DD7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DEB188B" w14:textId="77777777" w:rsidR="0040282F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6F198BB9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42122288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0D8A1A14" w14:textId="77777777" w:rsidTr="00BC3229">
        <w:tc>
          <w:tcPr>
            <w:tcW w:w="568" w:type="dxa"/>
          </w:tcPr>
          <w:p w14:paraId="04D1741E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72604C55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naw – wyw. </w:t>
            </w:r>
          </w:p>
          <w:p w14:paraId="735D43E0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VTS typ VS-120-R-H </w:t>
            </w:r>
          </w:p>
          <w:p w14:paraId="5C01D0E6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wyd. max. 13 000 m</w:t>
            </w:r>
            <w:r w:rsidRPr="00C3183A">
              <w:rPr>
                <w:rFonts w:ascii="Calibri" w:hAnsi="Calibri"/>
                <w:sz w:val="20"/>
                <w:szCs w:val="20"/>
                <w:vertAlign w:val="superscript"/>
                <w:lang w:val="pl-PL"/>
              </w:rPr>
              <w:t>3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/h</w:t>
            </w:r>
          </w:p>
        </w:tc>
        <w:tc>
          <w:tcPr>
            <w:tcW w:w="709" w:type="dxa"/>
          </w:tcPr>
          <w:p w14:paraId="4CB7F061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478D977F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de-DE"/>
              </w:rPr>
            </w:pPr>
            <w:r w:rsidRPr="00C3183A">
              <w:rPr>
                <w:rFonts w:ascii="Calibri" w:hAnsi="Calibri"/>
                <w:sz w:val="20"/>
                <w:szCs w:val="20"/>
                <w:lang w:val="de-DE"/>
              </w:rPr>
              <w:t xml:space="preserve">6 szt. –  EU4, 590x590x360   </w:t>
            </w:r>
          </w:p>
          <w:p w14:paraId="1DF9D04F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de-DE"/>
              </w:rPr>
            </w:pPr>
            <w:r w:rsidRPr="00C3183A">
              <w:rPr>
                <w:rFonts w:ascii="Calibri" w:hAnsi="Calibri"/>
                <w:sz w:val="20"/>
                <w:szCs w:val="20"/>
                <w:lang w:val="de-DE"/>
              </w:rPr>
              <w:t xml:space="preserve">6 szt. – EU4, 287x592x300   </w:t>
            </w:r>
          </w:p>
        </w:tc>
        <w:tc>
          <w:tcPr>
            <w:tcW w:w="1320" w:type="dxa"/>
            <w:gridSpan w:val="3"/>
          </w:tcPr>
          <w:p w14:paraId="13B93321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wentylatorownia nr 1</w:t>
            </w:r>
          </w:p>
          <w:p w14:paraId="42EB36F4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pawilon techniczny           </w:t>
            </w:r>
          </w:p>
        </w:tc>
        <w:tc>
          <w:tcPr>
            <w:tcW w:w="992" w:type="dxa"/>
            <w:gridSpan w:val="2"/>
          </w:tcPr>
          <w:p w14:paraId="54A810CC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4E993A00" w14:textId="77777777" w:rsidR="0040282F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6752EE4F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738D4482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5C7BD6FA" w14:textId="77777777" w:rsidTr="00BC3229">
        <w:tc>
          <w:tcPr>
            <w:tcW w:w="568" w:type="dxa"/>
          </w:tcPr>
          <w:p w14:paraId="061725A5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410BDD25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nawiewna </w:t>
            </w:r>
          </w:p>
          <w:p w14:paraId="7F2FA2BD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typ LKB 7/12/0360P, </w:t>
            </w:r>
          </w:p>
          <w:p w14:paraId="618325BE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wyd. 1 040 m</w:t>
            </w:r>
            <w:r w:rsidRPr="00C3183A">
              <w:rPr>
                <w:rFonts w:ascii="Calibri" w:hAnsi="Calibri"/>
                <w:sz w:val="20"/>
                <w:szCs w:val="20"/>
                <w:vertAlign w:val="superscript"/>
                <w:lang w:val="pl-PL"/>
              </w:rPr>
              <w:t>3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/h </w:t>
            </w:r>
          </w:p>
          <w:p w14:paraId="7F4BD83D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dla sal lab. pok. 45 i 46</w:t>
            </w:r>
          </w:p>
        </w:tc>
        <w:tc>
          <w:tcPr>
            <w:tcW w:w="709" w:type="dxa"/>
          </w:tcPr>
          <w:p w14:paraId="1BB3A3C8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</w:t>
            </w:r>
          </w:p>
        </w:tc>
        <w:tc>
          <w:tcPr>
            <w:tcW w:w="1701" w:type="dxa"/>
          </w:tcPr>
          <w:p w14:paraId="559F00CD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filtr wst. EU 3  580x310x50</w:t>
            </w:r>
          </w:p>
          <w:p w14:paraId="4FEEADCF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–  1 szt.</w:t>
            </w:r>
          </w:p>
          <w:p w14:paraId="128EC946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filtr kiesz. EU5</w:t>
            </w:r>
          </w:p>
          <w:p w14:paraId="0ACC4B90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592x287x400</w:t>
            </w:r>
          </w:p>
          <w:p w14:paraId="5A7B9194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–  1 szt.</w:t>
            </w:r>
          </w:p>
        </w:tc>
        <w:tc>
          <w:tcPr>
            <w:tcW w:w="1320" w:type="dxa"/>
            <w:gridSpan w:val="3"/>
          </w:tcPr>
          <w:p w14:paraId="518CB26E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laborat. 47 parter skrzydło budynku A</w:t>
            </w:r>
          </w:p>
          <w:p w14:paraId="1DA613BC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(dla sal lab. pok. 45 i 46)</w:t>
            </w:r>
          </w:p>
        </w:tc>
        <w:tc>
          <w:tcPr>
            <w:tcW w:w="992" w:type="dxa"/>
            <w:gridSpan w:val="2"/>
          </w:tcPr>
          <w:p w14:paraId="074FCABF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1B21C4C0" w14:textId="77777777" w:rsidR="0040282F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7985B889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1A056837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05E05943" w14:textId="77777777" w:rsidTr="00BC3229">
        <w:tc>
          <w:tcPr>
            <w:tcW w:w="568" w:type="dxa"/>
          </w:tcPr>
          <w:p w14:paraId="15F31C39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2A8E83A9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nawiewna </w:t>
            </w:r>
          </w:p>
          <w:p w14:paraId="385DB2C7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typ LKB-10/22/0250L, </w:t>
            </w:r>
          </w:p>
          <w:p w14:paraId="7DA04199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wyd. 2200 m</w:t>
            </w:r>
            <w:r w:rsidRPr="00C3183A">
              <w:rPr>
                <w:rFonts w:ascii="Calibri" w:hAnsi="Calibri"/>
                <w:sz w:val="20"/>
                <w:szCs w:val="20"/>
                <w:vertAlign w:val="superscript"/>
                <w:lang w:val="pl-PL"/>
              </w:rPr>
              <w:t>3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/h</w:t>
            </w:r>
          </w:p>
          <w:p w14:paraId="08018B76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</w:tcPr>
          <w:p w14:paraId="3E4FF187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1BF1A2B5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filtr wst. EU3 880x310x50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- 1 szt.</w:t>
            </w:r>
          </w:p>
          <w:p w14:paraId="1FFBCB5A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filt zasad. EU5 429x287x635</w:t>
            </w:r>
          </w:p>
          <w:p w14:paraId="19B50E1E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- 1 szt</w:t>
            </w:r>
          </w:p>
        </w:tc>
        <w:tc>
          <w:tcPr>
            <w:tcW w:w="1320" w:type="dxa"/>
            <w:gridSpan w:val="3"/>
          </w:tcPr>
          <w:p w14:paraId="51EB673E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kl. schod. A4 skrzydło budynku A</w:t>
            </w:r>
          </w:p>
          <w:p w14:paraId="4EE4A744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(dla sali lab. pok.51)</w:t>
            </w:r>
          </w:p>
        </w:tc>
        <w:tc>
          <w:tcPr>
            <w:tcW w:w="992" w:type="dxa"/>
            <w:gridSpan w:val="2"/>
          </w:tcPr>
          <w:p w14:paraId="34F1AB34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3641B904" w14:textId="77777777" w:rsidR="0040282F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1263A11A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13282356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0632FA7D" w14:textId="77777777" w:rsidTr="00BC3229">
        <w:tc>
          <w:tcPr>
            <w:tcW w:w="568" w:type="dxa"/>
          </w:tcPr>
          <w:p w14:paraId="0ACD099A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76F61D80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Centrala naw-wyw.</w:t>
            </w:r>
          </w:p>
          <w:p w14:paraId="5AD6BF6B" w14:textId="77777777" w:rsidR="0040282F" w:rsidRPr="00C3183A" w:rsidRDefault="0040282F" w:rsidP="00EF1F1E">
            <w:pPr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b/>
                <w:sz w:val="20"/>
                <w:szCs w:val="20"/>
                <w:lang w:val="pl-PL"/>
              </w:rPr>
              <w:t xml:space="preserve">z klimatyzacją </w:t>
            </w:r>
          </w:p>
          <w:p w14:paraId="7B7A58E3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VTS Clima VCPV2 </w:t>
            </w:r>
          </w:p>
          <w:p w14:paraId="1FB107AF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wyd. max. 2 700 m</w:t>
            </w:r>
            <w:r w:rsidRPr="00C3183A">
              <w:rPr>
                <w:rFonts w:ascii="Calibri" w:hAnsi="Calibri"/>
                <w:sz w:val="20"/>
                <w:szCs w:val="20"/>
                <w:vertAlign w:val="superscript"/>
                <w:lang w:val="pl-PL"/>
              </w:rPr>
              <w:t>3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/h </w:t>
            </w:r>
          </w:p>
          <w:p w14:paraId="65808AEE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</w:tcPr>
          <w:p w14:paraId="0F5EBBCF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4057A487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429x287x180</w:t>
            </w:r>
          </w:p>
          <w:p w14:paraId="7D4FAEF3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- 2 szt.</w:t>
            </w:r>
          </w:p>
          <w:p w14:paraId="74F78D4C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429x287x360</w:t>
            </w:r>
          </w:p>
          <w:p w14:paraId="57F48189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- 2 szt.</w:t>
            </w:r>
          </w:p>
        </w:tc>
        <w:tc>
          <w:tcPr>
            <w:tcW w:w="1320" w:type="dxa"/>
            <w:gridSpan w:val="3"/>
          </w:tcPr>
          <w:p w14:paraId="5A1A5862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wentylatorownia zaplecze s.311</w:t>
            </w:r>
          </w:p>
          <w:p w14:paraId="3FBD8BDB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(dla sali komputerowej CI)</w:t>
            </w:r>
          </w:p>
        </w:tc>
        <w:tc>
          <w:tcPr>
            <w:tcW w:w="992" w:type="dxa"/>
            <w:gridSpan w:val="2"/>
          </w:tcPr>
          <w:p w14:paraId="65AB2BBF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72BA1A65" w14:textId="77777777" w:rsidR="0040282F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689396FD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01146352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00F538E7" w14:textId="77777777" w:rsidTr="00BC3229">
        <w:tc>
          <w:tcPr>
            <w:tcW w:w="568" w:type="dxa"/>
          </w:tcPr>
          <w:p w14:paraId="6CC03BA4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25BCEAB0" w14:textId="77777777" w:rsidR="0040282F" w:rsidRPr="00C3183A" w:rsidRDefault="0040282F" w:rsidP="00EF1F1E">
            <w:pPr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b/>
                <w:sz w:val="20"/>
                <w:szCs w:val="20"/>
                <w:lang w:val="pl-PL"/>
              </w:rPr>
              <w:t xml:space="preserve">Agregat chłodzący dla centrali </w:t>
            </w:r>
          </w:p>
          <w:p w14:paraId="5B842FF0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b/>
                <w:sz w:val="20"/>
                <w:szCs w:val="20"/>
                <w:lang w:val="pl-PL"/>
              </w:rPr>
              <w:t>MCQUAY typ M5LC061CR moc chłodz. max. 5,7 kW</w:t>
            </w:r>
          </w:p>
        </w:tc>
        <w:tc>
          <w:tcPr>
            <w:tcW w:w="709" w:type="dxa"/>
          </w:tcPr>
          <w:p w14:paraId="792FE765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3DCD0C65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7E615E85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balkon s.311</w:t>
            </w:r>
          </w:p>
          <w:p w14:paraId="787420BB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(dla sali komputerowej CI)</w:t>
            </w:r>
          </w:p>
        </w:tc>
        <w:tc>
          <w:tcPr>
            <w:tcW w:w="992" w:type="dxa"/>
            <w:gridSpan w:val="2"/>
          </w:tcPr>
          <w:p w14:paraId="1A188F10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3B35064B" w14:textId="77777777" w:rsidR="0040282F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7C3F4EE6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23C2BDB9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144F2944" w14:textId="77777777" w:rsidTr="00BC3229">
        <w:tc>
          <w:tcPr>
            <w:tcW w:w="568" w:type="dxa"/>
          </w:tcPr>
          <w:p w14:paraId="5A94AF76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151C2EE4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Centrala naw-wyw.</w:t>
            </w:r>
          </w:p>
          <w:p w14:paraId="753FAAC8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VBW Engineering </w:t>
            </w:r>
          </w:p>
          <w:p w14:paraId="26879F36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typ BS-2 </w:t>
            </w:r>
          </w:p>
          <w:p w14:paraId="3BF3AB77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o wyd. naw. 4 200 m</w:t>
            </w:r>
            <w:r w:rsidRPr="00C3183A">
              <w:rPr>
                <w:rFonts w:ascii="Calibri" w:hAnsi="Calibri"/>
                <w:sz w:val="20"/>
                <w:szCs w:val="20"/>
                <w:vertAlign w:val="superscript"/>
                <w:lang w:val="pl-PL"/>
              </w:rPr>
              <w:t>3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/h</w:t>
            </w:r>
          </w:p>
        </w:tc>
        <w:tc>
          <w:tcPr>
            <w:tcW w:w="709" w:type="dxa"/>
          </w:tcPr>
          <w:p w14:paraId="0E05CDB3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0FB0FADC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naw. G4 390x485x300</w:t>
            </w:r>
          </w:p>
          <w:p w14:paraId="1394918E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– 1 szt.</w:t>
            </w:r>
          </w:p>
          <w:p w14:paraId="45A0C0F0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wyw. G4 592x592x100</w:t>
            </w:r>
          </w:p>
          <w:p w14:paraId="4316948C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– 1 szt.</w:t>
            </w:r>
          </w:p>
        </w:tc>
        <w:tc>
          <w:tcPr>
            <w:tcW w:w="1320" w:type="dxa"/>
            <w:gridSpan w:val="3"/>
          </w:tcPr>
          <w:p w14:paraId="544DA523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wentylatorownia p. 0038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piwnica skrzydła bud. A</w:t>
            </w:r>
          </w:p>
        </w:tc>
        <w:tc>
          <w:tcPr>
            <w:tcW w:w="992" w:type="dxa"/>
            <w:gridSpan w:val="2"/>
          </w:tcPr>
          <w:p w14:paraId="41C5073B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3EB34244" w14:textId="77777777" w:rsidR="0040282F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7E0210C1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3049A517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586A7359" w14:textId="77777777" w:rsidTr="00BC3229">
        <w:tc>
          <w:tcPr>
            <w:tcW w:w="568" w:type="dxa"/>
          </w:tcPr>
          <w:p w14:paraId="3BEEDB3D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555D7C37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nawiewna </w:t>
            </w:r>
          </w:p>
          <w:p w14:paraId="7E7327A3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Clima Produkt </w:t>
            </w:r>
          </w:p>
          <w:p w14:paraId="22C49A5E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typ „Hermes” </w:t>
            </w:r>
          </w:p>
          <w:p w14:paraId="6B62CF41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wyd. 1400 m</w:t>
            </w:r>
            <w:r w:rsidRPr="00C3183A">
              <w:rPr>
                <w:rFonts w:ascii="Calibri" w:hAnsi="Calibri"/>
                <w:sz w:val="20"/>
                <w:szCs w:val="20"/>
                <w:vertAlign w:val="superscript"/>
                <w:lang w:val="pl-PL"/>
              </w:rPr>
              <w:t>3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/h</w:t>
            </w:r>
          </w:p>
        </w:tc>
        <w:tc>
          <w:tcPr>
            <w:tcW w:w="709" w:type="dxa"/>
          </w:tcPr>
          <w:p w14:paraId="48B5D8EA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034F5CDB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F5</w:t>
            </w:r>
          </w:p>
          <w:p w14:paraId="16A9FADA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592x335x500</w:t>
            </w:r>
          </w:p>
          <w:p w14:paraId="12094701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- 1 kpl.</w:t>
            </w:r>
          </w:p>
        </w:tc>
        <w:tc>
          <w:tcPr>
            <w:tcW w:w="1320" w:type="dxa"/>
            <w:gridSpan w:val="3"/>
          </w:tcPr>
          <w:p w14:paraId="08F5B8A0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pom. techn. suterena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skrzydło bud. A</w:t>
            </w:r>
          </w:p>
        </w:tc>
        <w:tc>
          <w:tcPr>
            <w:tcW w:w="992" w:type="dxa"/>
            <w:gridSpan w:val="2"/>
          </w:tcPr>
          <w:p w14:paraId="55B87BA2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16BE7D2" w14:textId="77777777" w:rsidR="0040282F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43A92154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4A707CA4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2D2762EC" w14:textId="77777777" w:rsidTr="00BC3229">
        <w:tc>
          <w:tcPr>
            <w:tcW w:w="568" w:type="dxa"/>
          </w:tcPr>
          <w:p w14:paraId="06D7FA06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269F5FBE" w14:textId="77777777" w:rsidR="0040282F" w:rsidRPr="00C3183A" w:rsidRDefault="0040282F" w:rsidP="00EF1F1E">
            <w:pPr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b/>
                <w:sz w:val="20"/>
                <w:szCs w:val="20"/>
                <w:lang w:val="pl-PL"/>
              </w:rPr>
              <w:t>Agregat chłodzący dla centrali</w:t>
            </w:r>
          </w:p>
          <w:p w14:paraId="4B28D244" w14:textId="77777777" w:rsidR="0040282F" w:rsidRPr="00C3183A" w:rsidRDefault="0040282F" w:rsidP="00EF1F1E">
            <w:pPr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b/>
                <w:sz w:val="20"/>
                <w:szCs w:val="20"/>
                <w:lang w:val="pl-PL"/>
              </w:rPr>
              <w:t xml:space="preserve">LG typ AUUC 306A </w:t>
            </w:r>
          </w:p>
          <w:p w14:paraId="78175729" w14:textId="77777777" w:rsidR="0040282F" w:rsidRPr="00C3183A" w:rsidRDefault="0040282F" w:rsidP="00EF1F1E">
            <w:pPr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b/>
                <w:sz w:val="20"/>
                <w:szCs w:val="20"/>
                <w:lang w:val="pl-PL"/>
              </w:rPr>
              <w:t>moc chłodz. max. 8 kW</w:t>
            </w:r>
          </w:p>
        </w:tc>
        <w:tc>
          <w:tcPr>
            <w:tcW w:w="709" w:type="dxa"/>
          </w:tcPr>
          <w:p w14:paraId="3277C5A5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37E60742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0EB15149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pom. techn. suterena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skrzydło bud. A</w:t>
            </w:r>
          </w:p>
        </w:tc>
        <w:tc>
          <w:tcPr>
            <w:tcW w:w="992" w:type="dxa"/>
            <w:gridSpan w:val="2"/>
          </w:tcPr>
          <w:p w14:paraId="43881CFC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57CCC39E" w14:textId="77777777" w:rsidR="0040282F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65795698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7AFBE905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624C7D8A" w14:textId="77777777" w:rsidTr="00BC3229">
        <w:tc>
          <w:tcPr>
            <w:tcW w:w="568" w:type="dxa"/>
          </w:tcPr>
          <w:p w14:paraId="5B0AC62F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4761D9BB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0FEAC0EA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wywiewny dachowy</w:t>
            </w:r>
          </w:p>
          <w:p w14:paraId="3BF78CA7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F.E.W.B. ”Metalplast”</w:t>
            </w:r>
          </w:p>
          <w:p w14:paraId="22DBACA0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WDc/s 31.5</w:t>
            </w:r>
          </w:p>
        </w:tc>
        <w:tc>
          <w:tcPr>
            <w:tcW w:w="709" w:type="dxa"/>
          </w:tcPr>
          <w:p w14:paraId="607A3450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4B35D820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6BB10F26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dach skrzydła bud. A</w:t>
            </w:r>
          </w:p>
        </w:tc>
        <w:tc>
          <w:tcPr>
            <w:tcW w:w="992" w:type="dxa"/>
            <w:gridSpan w:val="2"/>
          </w:tcPr>
          <w:p w14:paraId="029F289C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EE58944" w14:textId="77777777" w:rsidR="0040282F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36CFD012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5D6E0F44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71C7B802" w14:textId="77777777" w:rsidTr="00BC3229">
        <w:tc>
          <w:tcPr>
            <w:tcW w:w="568" w:type="dxa"/>
          </w:tcPr>
          <w:p w14:paraId="2B790F2B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5E47BE02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nawiewna </w:t>
            </w:r>
          </w:p>
          <w:p w14:paraId="01514752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Swegon Gold 20 </w:t>
            </w:r>
          </w:p>
          <w:p w14:paraId="2629BA2E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wyd. 3200 m</w:t>
            </w:r>
            <w:r w:rsidRPr="00C3183A">
              <w:rPr>
                <w:rFonts w:ascii="Calibri" w:hAnsi="Calibri"/>
                <w:sz w:val="20"/>
                <w:szCs w:val="20"/>
                <w:vertAlign w:val="superscript"/>
                <w:lang w:val="pl-PL"/>
              </w:rPr>
              <w:t>3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/h</w:t>
            </w:r>
          </w:p>
          <w:p w14:paraId="29D842B1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</w:tcPr>
          <w:p w14:paraId="68834652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0F2D9AF6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592x592x150 – 2 szt.</w:t>
            </w:r>
          </w:p>
        </w:tc>
        <w:tc>
          <w:tcPr>
            <w:tcW w:w="1320" w:type="dxa"/>
            <w:gridSpan w:val="3"/>
          </w:tcPr>
          <w:p w14:paraId="639E7F05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wentylatorownia nr 3 pom. 013</w:t>
            </w:r>
          </w:p>
          <w:p w14:paraId="527BD0BC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bud. A  </w:t>
            </w:r>
          </w:p>
          <w:p w14:paraId="7303A80A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</w:tcPr>
          <w:p w14:paraId="6E528F7A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7057214C" w14:textId="77777777" w:rsidR="0040282F" w:rsidRPr="00C3183A" w:rsidRDefault="00093746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59A542B0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33FC514D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607175C7" w14:textId="77777777" w:rsidTr="00BC3229">
        <w:tc>
          <w:tcPr>
            <w:tcW w:w="568" w:type="dxa"/>
          </w:tcPr>
          <w:p w14:paraId="15EB180B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77062673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naw - wyw. </w:t>
            </w:r>
          </w:p>
          <w:p w14:paraId="41FDFC6B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Swegon Gold 14 </w:t>
            </w:r>
          </w:p>
          <w:p w14:paraId="47C96B6A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wyd. 4500 m</w:t>
            </w:r>
            <w:r w:rsidRPr="00C3183A">
              <w:rPr>
                <w:rFonts w:ascii="Calibri" w:hAnsi="Calibri"/>
                <w:sz w:val="20"/>
                <w:szCs w:val="20"/>
                <w:vertAlign w:val="superscript"/>
                <w:lang w:val="en-US"/>
              </w:rPr>
              <w:t>3</w:t>
            </w: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/h</w:t>
            </w: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br/>
            </w:r>
          </w:p>
        </w:tc>
        <w:tc>
          <w:tcPr>
            <w:tcW w:w="709" w:type="dxa"/>
          </w:tcPr>
          <w:p w14:paraId="152A937B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1D68A496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592x592x360 – 4 szt.</w:t>
            </w:r>
          </w:p>
        </w:tc>
        <w:tc>
          <w:tcPr>
            <w:tcW w:w="1320" w:type="dxa"/>
            <w:gridSpan w:val="3"/>
          </w:tcPr>
          <w:p w14:paraId="527ECC3B" w14:textId="77777777" w:rsidR="0040282F" w:rsidRPr="00C3183A" w:rsidRDefault="0040282F" w:rsidP="00EF1F1E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dach skrzydła bud. A</w:t>
            </w:r>
          </w:p>
        </w:tc>
        <w:tc>
          <w:tcPr>
            <w:tcW w:w="992" w:type="dxa"/>
            <w:gridSpan w:val="2"/>
          </w:tcPr>
          <w:p w14:paraId="656DE70C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44459B9D" w14:textId="77777777" w:rsidR="0040282F" w:rsidRPr="00C3183A" w:rsidRDefault="00093746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3D6FB139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00EEB3B9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3FE1A3DE" w14:textId="77777777" w:rsidTr="00BC3229">
        <w:tc>
          <w:tcPr>
            <w:tcW w:w="568" w:type="dxa"/>
          </w:tcPr>
          <w:p w14:paraId="7BC04E9F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1B9534AE" w14:textId="77777777" w:rsidR="0040282F" w:rsidRPr="00C3183A" w:rsidRDefault="0040282F" w:rsidP="00EF1F1E">
            <w:pPr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b/>
                <w:sz w:val="20"/>
                <w:szCs w:val="20"/>
                <w:lang w:val="pl-PL"/>
              </w:rPr>
              <w:t xml:space="preserve">Agregat wody lodowej </w:t>
            </w:r>
          </w:p>
          <w:p w14:paraId="4612C80F" w14:textId="77777777" w:rsidR="00422E52" w:rsidRPr="00C3183A" w:rsidRDefault="0040282F" w:rsidP="00EF1F1E">
            <w:pPr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b/>
                <w:sz w:val="20"/>
                <w:szCs w:val="20"/>
                <w:lang w:val="pl-PL"/>
              </w:rPr>
              <w:t>Carrier</w:t>
            </w:r>
            <w:r w:rsidR="00422E52" w:rsidRPr="00C3183A">
              <w:rPr>
                <w:rFonts w:ascii="Calibri" w:hAnsi="Calibri"/>
                <w:b/>
                <w:sz w:val="20"/>
                <w:szCs w:val="20"/>
                <w:lang w:val="pl-PL"/>
              </w:rPr>
              <w:t xml:space="preserve"> </w:t>
            </w:r>
          </w:p>
          <w:p w14:paraId="5991C0EA" w14:textId="77777777" w:rsidR="00422E52" w:rsidRPr="00C3183A" w:rsidRDefault="00422E52" w:rsidP="00422E52">
            <w:pPr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b/>
                <w:sz w:val="20"/>
                <w:szCs w:val="20"/>
                <w:lang w:val="pl-PL"/>
              </w:rPr>
              <w:t>CARRIER</w:t>
            </w:r>
            <w:r w:rsidRPr="00C3183A">
              <w:rPr>
                <w:rFonts w:ascii="Calibri" w:hAnsi="Calibri"/>
                <w:b/>
                <w:sz w:val="20"/>
                <w:szCs w:val="20"/>
                <w:lang w:val="pl-PL"/>
              </w:rPr>
              <w:br/>
              <w:t>30FA033C9HB</w:t>
            </w:r>
            <w:r w:rsidRPr="00C3183A">
              <w:rPr>
                <w:rFonts w:ascii="Calibri" w:hAnsi="Calibri"/>
                <w:b/>
                <w:sz w:val="20"/>
                <w:szCs w:val="20"/>
                <w:lang w:val="pl-PL"/>
              </w:rPr>
              <w:br/>
              <w:t>06AQH3031</w:t>
            </w:r>
          </w:p>
          <w:p w14:paraId="47A2A633" w14:textId="77777777" w:rsidR="0040282F" w:rsidRPr="00C3183A" w:rsidRDefault="0040282F" w:rsidP="00EF1F1E">
            <w:pPr>
              <w:rPr>
                <w:rFonts w:ascii="Calibri" w:hAnsi="Calibri"/>
                <w:b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</w:tcPr>
          <w:p w14:paraId="45CEE086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2C884108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0233AD45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dach skrzydła bud. A</w:t>
            </w:r>
          </w:p>
        </w:tc>
        <w:tc>
          <w:tcPr>
            <w:tcW w:w="992" w:type="dxa"/>
            <w:gridSpan w:val="2"/>
          </w:tcPr>
          <w:p w14:paraId="138AEFFC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542547B4" w14:textId="77777777" w:rsidR="0040282F" w:rsidRPr="00C3183A" w:rsidRDefault="00093746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353C94DD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7027BF45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3A279BBA" w14:textId="77777777" w:rsidTr="00BC3229">
        <w:tc>
          <w:tcPr>
            <w:tcW w:w="568" w:type="dxa"/>
          </w:tcPr>
          <w:p w14:paraId="4E584168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2AD210BE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naw - wyw. </w:t>
            </w:r>
          </w:p>
          <w:p w14:paraId="57D91A52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Swegon Gold 20 </w:t>
            </w:r>
          </w:p>
          <w:p w14:paraId="3ED398B3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wyd. 3200 m</w:t>
            </w:r>
            <w:r w:rsidRPr="00C3183A">
              <w:rPr>
                <w:rFonts w:ascii="Calibri" w:hAnsi="Calibri"/>
                <w:sz w:val="20"/>
                <w:szCs w:val="20"/>
                <w:vertAlign w:val="superscript"/>
                <w:lang w:val="pl-PL"/>
              </w:rPr>
              <w:t>3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/h</w:t>
            </w:r>
          </w:p>
        </w:tc>
        <w:tc>
          <w:tcPr>
            <w:tcW w:w="709" w:type="dxa"/>
          </w:tcPr>
          <w:p w14:paraId="5695EDDB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50D2DACD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590x590x500 – 4 szt.</w:t>
            </w:r>
          </w:p>
        </w:tc>
        <w:tc>
          <w:tcPr>
            <w:tcW w:w="1320" w:type="dxa"/>
            <w:gridSpan w:val="3"/>
          </w:tcPr>
          <w:p w14:paraId="4420C80F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wentylatorownia nr 1</w:t>
            </w:r>
          </w:p>
          <w:p w14:paraId="38A7BC45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pawilon techn.  </w:t>
            </w:r>
          </w:p>
        </w:tc>
        <w:tc>
          <w:tcPr>
            <w:tcW w:w="992" w:type="dxa"/>
            <w:gridSpan w:val="2"/>
          </w:tcPr>
          <w:p w14:paraId="15EE6E39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77073B4C" w14:textId="77777777" w:rsidR="0040282F" w:rsidRPr="00C3183A" w:rsidRDefault="00093746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6B7AD475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62358476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1082AA0D" w14:textId="77777777" w:rsidTr="00BC3229">
        <w:tc>
          <w:tcPr>
            <w:tcW w:w="568" w:type="dxa"/>
          </w:tcPr>
          <w:p w14:paraId="1C8E07E3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0FD156BA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6CF8C714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laboratoryjny </w:t>
            </w:r>
          </w:p>
          <w:p w14:paraId="1EFA3C3C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F.E.W.B. ”Metalplast”</w:t>
            </w:r>
          </w:p>
          <w:p w14:paraId="00E587EB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WB 25</w:t>
            </w:r>
          </w:p>
        </w:tc>
        <w:tc>
          <w:tcPr>
            <w:tcW w:w="709" w:type="dxa"/>
          </w:tcPr>
          <w:p w14:paraId="009BE5BE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3</w:t>
            </w:r>
          </w:p>
        </w:tc>
        <w:tc>
          <w:tcPr>
            <w:tcW w:w="1701" w:type="dxa"/>
          </w:tcPr>
          <w:p w14:paraId="77C9534F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018DE643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wentylatorownia nr 5 </w:t>
            </w:r>
          </w:p>
          <w:p w14:paraId="3BC75A81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poddasze bud. A</w:t>
            </w:r>
          </w:p>
        </w:tc>
        <w:tc>
          <w:tcPr>
            <w:tcW w:w="992" w:type="dxa"/>
            <w:gridSpan w:val="2"/>
          </w:tcPr>
          <w:p w14:paraId="69E7C940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7C207F01" w14:textId="77777777" w:rsidR="0040282F" w:rsidRPr="00C3183A" w:rsidRDefault="00093746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05B532A4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13647900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499CB97C" w14:textId="77777777" w:rsidTr="00BC3229">
        <w:tc>
          <w:tcPr>
            <w:tcW w:w="568" w:type="dxa"/>
          </w:tcPr>
          <w:p w14:paraId="7FC27F46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6399965D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</w:t>
            </w:r>
          </w:p>
          <w:p w14:paraId="162A6A65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laboratoryjny Rosenberg </w:t>
            </w:r>
          </w:p>
          <w:p w14:paraId="74405AC9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EPND 280-4</w:t>
            </w:r>
          </w:p>
        </w:tc>
        <w:tc>
          <w:tcPr>
            <w:tcW w:w="709" w:type="dxa"/>
          </w:tcPr>
          <w:p w14:paraId="63E7D6C4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5026FFE2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03336369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wentylatorownia nr 5 </w:t>
            </w:r>
          </w:p>
          <w:p w14:paraId="6579729B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poddasze bud. A</w:t>
            </w:r>
          </w:p>
        </w:tc>
        <w:tc>
          <w:tcPr>
            <w:tcW w:w="992" w:type="dxa"/>
            <w:gridSpan w:val="2"/>
          </w:tcPr>
          <w:p w14:paraId="7F2E9EBD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3A8CC839" w14:textId="77777777" w:rsidR="0040282F" w:rsidRPr="00C3183A" w:rsidRDefault="00093746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45EA0D72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3F12A6FB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1A2D03BA" w14:textId="77777777" w:rsidTr="00BC3229">
        <w:tc>
          <w:tcPr>
            <w:tcW w:w="568" w:type="dxa"/>
          </w:tcPr>
          <w:p w14:paraId="1C849CC5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267EF96D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</w:t>
            </w:r>
          </w:p>
          <w:p w14:paraId="7033857D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</w:t>
            </w: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kanałowy </w:t>
            </w:r>
          </w:p>
          <w:p w14:paraId="039503C6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Venture Industries </w:t>
            </w:r>
          </w:p>
          <w:p w14:paraId="06BE840C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typ TD 800</w:t>
            </w:r>
          </w:p>
        </w:tc>
        <w:tc>
          <w:tcPr>
            <w:tcW w:w="709" w:type="dxa"/>
          </w:tcPr>
          <w:p w14:paraId="55DC6DEA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047194A2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145FD08A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wentylatorownia nr 5 </w:t>
            </w:r>
          </w:p>
          <w:p w14:paraId="3ACFEEC3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poddasze bud. A</w:t>
            </w:r>
          </w:p>
        </w:tc>
        <w:tc>
          <w:tcPr>
            <w:tcW w:w="992" w:type="dxa"/>
            <w:gridSpan w:val="2"/>
          </w:tcPr>
          <w:p w14:paraId="56078442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7969B483" w14:textId="77777777" w:rsidR="0040282F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673EEBF1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73EE5B2F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178D7965" w14:textId="77777777" w:rsidTr="00BC3229">
        <w:tc>
          <w:tcPr>
            <w:tcW w:w="568" w:type="dxa"/>
          </w:tcPr>
          <w:p w14:paraId="4BF4AE8B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04D8D847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0DEDBDBD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laboratoryjny </w:t>
            </w:r>
          </w:p>
          <w:p w14:paraId="7494B9FF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F.E.W.B. ”Metalplast” </w:t>
            </w:r>
          </w:p>
          <w:p w14:paraId="08B070A3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WB 25</w:t>
            </w:r>
          </w:p>
        </w:tc>
        <w:tc>
          <w:tcPr>
            <w:tcW w:w="709" w:type="dxa"/>
          </w:tcPr>
          <w:p w14:paraId="73DDE093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21FD4C8F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0D6EC5D2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wentylatorownia nr 5 </w:t>
            </w:r>
          </w:p>
          <w:p w14:paraId="6DA7C1C8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poddasze bud. A</w:t>
            </w:r>
          </w:p>
        </w:tc>
        <w:tc>
          <w:tcPr>
            <w:tcW w:w="992" w:type="dxa"/>
            <w:gridSpan w:val="2"/>
          </w:tcPr>
          <w:p w14:paraId="57C21436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4B8E2D83" w14:textId="77777777" w:rsidR="0040282F" w:rsidRPr="00C3183A" w:rsidRDefault="00093746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2874E8E3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28170E54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2A2835CE" w14:textId="77777777" w:rsidTr="00BC3229">
        <w:tc>
          <w:tcPr>
            <w:tcW w:w="568" w:type="dxa"/>
          </w:tcPr>
          <w:p w14:paraId="2976D91B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4F73AA3D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2356C04D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laboratoryjny </w:t>
            </w:r>
          </w:p>
          <w:p w14:paraId="521C1127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F.E.W.B. ”Metalplast” </w:t>
            </w:r>
          </w:p>
          <w:p w14:paraId="19CAF470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WB 30</w:t>
            </w:r>
          </w:p>
        </w:tc>
        <w:tc>
          <w:tcPr>
            <w:tcW w:w="709" w:type="dxa"/>
          </w:tcPr>
          <w:p w14:paraId="1A103C6A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3</w:t>
            </w:r>
          </w:p>
        </w:tc>
        <w:tc>
          <w:tcPr>
            <w:tcW w:w="1701" w:type="dxa"/>
          </w:tcPr>
          <w:p w14:paraId="7BEA6C2C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6B44C0A1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wentylatorownia nr 6 </w:t>
            </w:r>
          </w:p>
          <w:p w14:paraId="479EC903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poddasze bud. A</w:t>
            </w:r>
          </w:p>
        </w:tc>
        <w:tc>
          <w:tcPr>
            <w:tcW w:w="992" w:type="dxa"/>
            <w:gridSpan w:val="2"/>
          </w:tcPr>
          <w:p w14:paraId="319260EA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579CCF44" w14:textId="77777777" w:rsidR="0040282F" w:rsidRPr="00C3183A" w:rsidRDefault="00093746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35C850E0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60D36DCD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4BA4B3B6" w14:textId="77777777" w:rsidTr="00BC3229">
        <w:tc>
          <w:tcPr>
            <w:tcW w:w="568" w:type="dxa"/>
          </w:tcPr>
          <w:p w14:paraId="63A4DBA0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468A8761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4B78708D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laboratoryjny </w:t>
            </w:r>
          </w:p>
          <w:p w14:paraId="6682A2AB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F.E.W.B. ”Metalplast” </w:t>
            </w:r>
          </w:p>
          <w:p w14:paraId="3CA764F8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WB 25</w:t>
            </w:r>
          </w:p>
        </w:tc>
        <w:tc>
          <w:tcPr>
            <w:tcW w:w="709" w:type="dxa"/>
          </w:tcPr>
          <w:p w14:paraId="7CD958AE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4</w:t>
            </w:r>
          </w:p>
        </w:tc>
        <w:tc>
          <w:tcPr>
            <w:tcW w:w="1701" w:type="dxa"/>
          </w:tcPr>
          <w:p w14:paraId="392BFC34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67772D6E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wentylatorownia nr 6 </w:t>
            </w:r>
          </w:p>
          <w:p w14:paraId="6216CD4B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poddasze bud. A</w:t>
            </w:r>
          </w:p>
        </w:tc>
        <w:tc>
          <w:tcPr>
            <w:tcW w:w="992" w:type="dxa"/>
            <w:gridSpan w:val="2"/>
          </w:tcPr>
          <w:p w14:paraId="1FCEAB83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56967E54" w14:textId="77777777" w:rsidR="0040282F" w:rsidRPr="00C3183A" w:rsidRDefault="00093746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66795021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5703E63E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42DEBC5C" w14:textId="77777777" w:rsidTr="00BC3229">
        <w:tc>
          <w:tcPr>
            <w:tcW w:w="568" w:type="dxa"/>
          </w:tcPr>
          <w:p w14:paraId="088F2922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7729B2EC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Wentylator </w:t>
            </w:r>
          </w:p>
          <w:p w14:paraId="15C20312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wywiewny kanałowy </w:t>
            </w:r>
          </w:p>
          <w:p w14:paraId="4EFC7C6A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Venture Industries </w:t>
            </w:r>
          </w:p>
          <w:p w14:paraId="473DD529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typ VENT 200L</w:t>
            </w:r>
          </w:p>
        </w:tc>
        <w:tc>
          <w:tcPr>
            <w:tcW w:w="709" w:type="dxa"/>
          </w:tcPr>
          <w:p w14:paraId="2A2759E4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42B04B0E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003C4004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wentylatorownia nr 6 </w:t>
            </w:r>
          </w:p>
          <w:p w14:paraId="22708A75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poddasze bud. A</w:t>
            </w:r>
          </w:p>
        </w:tc>
        <w:tc>
          <w:tcPr>
            <w:tcW w:w="992" w:type="dxa"/>
            <w:gridSpan w:val="2"/>
          </w:tcPr>
          <w:p w14:paraId="527C7C67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0CBD51BD" w14:textId="77777777" w:rsidR="0040282F" w:rsidRPr="00C3183A" w:rsidRDefault="00093746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55F57CBA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45BEC6D5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2DB81F0F" w14:textId="77777777" w:rsidTr="00BC3229">
        <w:tc>
          <w:tcPr>
            <w:tcW w:w="568" w:type="dxa"/>
          </w:tcPr>
          <w:p w14:paraId="75ECED3C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1D561282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0A10B483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dachowy </w:t>
            </w:r>
          </w:p>
          <w:p w14:paraId="3DE9AA4E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UNIWERSAL </w:t>
            </w:r>
          </w:p>
          <w:p w14:paraId="48374C53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DA 315</w:t>
            </w:r>
          </w:p>
        </w:tc>
        <w:tc>
          <w:tcPr>
            <w:tcW w:w="709" w:type="dxa"/>
          </w:tcPr>
          <w:p w14:paraId="0C77EBC4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6F9C68FC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5E7480E2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dach skrzydła bud. A</w:t>
            </w:r>
          </w:p>
        </w:tc>
        <w:tc>
          <w:tcPr>
            <w:tcW w:w="992" w:type="dxa"/>
            <w:gridSpan w:val="2"/>
          </w:tcPr>
          <w:p w14:paraId="36814953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18E6CC39" w14:textId="77777777" w:rsidR="0040282F" w:rsidRPr="00C3183A" w:rsidRDefault="00093746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69355CBA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3F334A59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2F826F50" w14:textId="77777777" w:rsidTr="00BC3229">
        <w:tc>
          <w:tcPr>
            <w:tcW w:w="568" w:type="dxa"/>
          </w:tcPr>
          <w:p w14:paraId="0B8C5D6A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22E8729E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4A81D956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kanałowy </w:t>
            </w:r>
          </w:p>
          <w:p w14:paraId="727B8C16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Venture Industries </w:t>
            </w:r>
          </w:p>
          <w:p w14:paraId="08BA0BA7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typ VENT-200B </w:t>
            </w:r>
          </w:p>
          <w:p w14:paraId="645DA942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</w:tcPr>
          <w:p w14:paraId="78332D87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</w:t>
            </w:r>
          </w:p>
        </w:tc>
        <w:tc>
          <w:tcPr>
            <w:tcW w:w="1701" w:type="dxa"/>
          </w:tcPr>
          <w:p w14:paraId="5E668B1A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1EF3566A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Laboratorium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sala nr 51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skrzydło bud. A</w:t>
            </w:r>
          </w:p>
          <w:p w14:paraId="7846DE8C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(z dygestoriów)</w:t>
            </w:r>
          </w:p>
        </w:tc>
        <w:tc>
          <w:tcPr>
            <w:tcW w:w="992" w:type="dxa"/>
            <w:gridSpan w:val="2"/>
          </w:tcPr>
          <w:p w14:paraId="51D489FC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1BE5C64" w14:textId="77777777" w:rsidR="0040282F" w:rsidRPr="00C3183A" w:rsidRDefault="00093746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5EEB4BFB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03CECC5B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7D849D54" w14:textId="77777777" w:rsidTr="00BC3229">
        <w:tc>
          <w:tcPr>
            <w:tcW w:w="568" w:type="dxa"/>
          </w:tcPr>
          <w:p w14:paraId="39F52901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0D32D625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724E078E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kanałowy </w:t>
            </w:r>
          </w:p>
          <w:p w14:paraId="3684C2AE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Venture Industries </w:t>
            </w:r>
          </w:p>
          <w:p w14:paraId="1E2D5CDD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VENT-200B</w:t>
            </w:r>
          </w:p>
          <w:p w14:paraId="4D5040FB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</w:tcPr>
          <w:p w14:paraId="1AD9CDF4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3</w:t>
            </w:r>
          </w:p>
        </w:tc>
        <w:tc>
          <w:tcPr>
            <w:tcW w:w="1701" w:type="dxa"/>
          </w:tcPr>
          <w:p w14:paraId="30BECB47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22894121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Laboratorium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sala nr 45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skrzydło bud. A</w:t>
            </w:r>
          </w:p>
          <w:p w14:paraId="06945CC5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lastRenderedPageBreak/>
              <w:t>(z dygestoriów)</w:t>
            </w:r>
          </w:p>
        </w:tc>
        <w:tc>
          <w:tcPr>
            <w:tcW w:w="992" w:type="dxa"/>
            <w:gridSpan w:val="2"/>
          </w:tcPr>
          <w:p w14:paraId="04B79383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lastRenderedPageBreak/>
              <w:t>1</w:t>
            </w:r>
          </w:p>
          <w:p w14:paraId="11A2C6EF" w14:textId="77777777" w:rsidR="0040282F" w:rsidRPr="00C3183A" w:rsidRDefault="00093746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2CB67719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6F03BD5D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1BA3E600" w14:textId="77777777" w:rsidTr="00BC3229">
        <w:tc>
          <w:tcPr>
            <w:tcW w:w="568" w:type="dxa"/>
          </w:tcPr>
          <w:p w14:paraId="6394AC27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599D521F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03645611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kanałowy </w:t>
            </w:r>
          </w:p>
          <w:p w14:paraId="3B4685BF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Venture Industries </w:t>
            </w:r>
          </w:p>
          <w:p w14:paraId="1B85B360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typ VENT-</w:t>
            </w:r>
            <w:smartTag w:uri="urn:schemas-microsoft-com:office:smarttags" w:element="metricconverter">
              <w:smartTagPr>
                <w:attr w:name="ProductID" w:val="315 A"/>
              </w:smartTagPr>
              <w:r w:rsidRPr="00C3183A">
                <w:rPr>
                  <w:rFonts w:ascii="Calibri" w:hAnsi="Calibri"/>
                  <w:sz w:val="20"/>
                  <w:szCs w:val="20"/>
                  <w:lang w:val="en-US"/>
                </w:rPr>
                <w:t>315 A</w:t>
              </w:r>
            </w:smartTag>
          </w:p>
        </w:tc>
        <w:tc>
          <w:tcPr>
            <w:tcW w:w="709" w:type="dxa"/>
          </w:tcPr>
          <w:p w14:paraId="733F2C2F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598EFDC2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5DA9F0E3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Laboratorium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sala nr 51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skrzydło bud. A</w:t>
            </w:r>
          </w:p>
          <w:p w14:paraId="5B8B2681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z sali nr 51)</w:t>
            </w:r>
          </w:p>
        </w:tc>
        <w:tc>
          <w:tcPr>
            <w:tcW w:w="992" w:type="dxa"/>
            <w:gridSpan w:val="2"/>
          </w:tcPr>
          <w:p w14:paraId="04510E3D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349BF8CD" w14:textId="77777777" w:rsidR="0040282F" w:rsidRPr="00C3183A" w:rsidRDefault="00093746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5EA4A49E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6D4C1A90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2057F598" w14:textId="77777777" w:rsidTr="00BC3229">
        <w:tc>
          <w:tcPr>
            <w:tcW w:w="568" w:type="dxa"/>
          </w:tcPr>
          <w:p w14:paraId="79BB3FD3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1F8C79D7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6B2AEE11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kanałowy </w:t>
            </w:r>
          </w:p>
          <w:p w14:paraId="68FBEE85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Venture Industries </w:t>
            </w:r>
          </w:p>
          <w:p w14:paraId="23FA5755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typ VENT-315 </w:t>
            </w:r>
          </w:p>
        </w:tc>
        <w:tc>
          <w:tcPr>
            <w:tcW w:w="709" w:type="dxa"/>
          </w:tcPr>
          <w:p w14:paraId="55F52AC0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</w:t>
            </w:r>
          </w:p>
        </w:tc>
        <w:tc>
          <w:tcPr>
            <w:tcW w:w="1701" w:type="dxa"/>
          </w:tcPr>
          <w:p w14:paraId="3975DD8B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79C0F682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Laboratorium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sala nr 45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skrzydło bud. A</w:t>
            </w:r>
          </w:p>
          <w:p w14:paraId="7ABDD155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z sali nr 45)</w:t>
            </w:r>
          </w:p>
        </w:tc>
        <w:tc>
          <w:tcPr>
            <w:tcW w:w="992" w:type="dxa"/>
            <w:gridSpan w:val="2"/>
          </w:tcPr>
          <w:p w14:paraId="5F14B0AC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37CAADFF" w14:textId="77777777" w:rsidR="0040282F" w:rsidRPr="00C3183A" w:rsidRDefault="00093746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7581DE9C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1245F1BF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0818A27A" w14:textId="77777777" w:rsidTr="00BC3229">
        <w:tc>
          <w:tcPr>
            <w:tcW w:w="568" w:type="dxa"/>
          </w:tcPr>
          <w:p w14:paraId="69758D73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5DC06EAF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Kurtyny powietrzne</w:t>
            </w:r>
          </w:p>
          <w:p w14:paraId="3A631DB8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elektryczne</w:t>
            </w:r>
          </w:p>
        </w:tc>
        <w:tc>
          <w:tcPr>
            <w:tcW w:w="709" w:type="dxa"/>
          </w:tcPr>
          <w:p w14:paraId="0777F623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3</w:t>
            </w:r>
          </w:p>
        </w:tc>
        <w:tc>
          <w:tcPr>
            <w:tcW w:w="1701" w:type="dxa"/>
          </w:tcPr>
          <w:p w14:paraId="202A4B79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119E21A0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korytarz - wejście główne </w:t>
            </w:r>
          </w:p>
          <w:p w14:paraId="7A7CA13B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do bud. A</w:t>
            </w:r>
          </w:p>
        </w:tc>
        <w:tc>
          <w:tcPr>
            <w:tcW w:w="992" w:type="dxa"/>
            <w:gridSpan w:val="2"/>
          </w:tcPr>
          <w:p w14:paraId="1A4257C9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7E2E7D87" w14:textId="77777777" w:rsidR="0040282F" w:rsidRPr="00C3183A" w:rsidRDefault="00093746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58929722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0ABCCD32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4D49E7E8" w14:textId="77777777" w:rsidTr="00E564FB">
        <w:trPr>
          <w:trHeight w:val="1182"/>
        </w:trPr>
        <w:tc>
          <w:tcPr>
            <w:tcW w:w="568" w:type="dxa"/>
          </w:tcPr>
          <w:p w14:paraId="341DD559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778E858E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31A68AB4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kanałowy </w:t>
            </w:r>
          </w:p>
          <w:p w14:paraId="5D23E771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Systemair </w:t>
            </w:r>
          </w:p>
          <w:p w14:paraId="4572C1E7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typ K200M </w:t>
            </w:r>
          </w:p>
        </w:tc>
        <w:tc>
          <w:tcPr>
            <w:tcW w:w="709" w:type="dxa"/>
          </w:tcPr>
          <w:p w14:paraId="5E858B51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443E7872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2B9F74F9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wentylatorownia nr 3 pom. 013</w:t>
            </w:r>
          </w:p>
          <w:p w14:paraId="1F5739D8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bud. A  </w:t>
            </w:r>
          </w:p>
        </w:tc>
        <w:tc>
          <w:tcPr>
            <w:tcW w:w="992" w:type="dxa"/>
            <w:gridSpan w:val="2"/>
          </w:tcPr>
          <w:p w14:paraId="7052CE96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33CC3665" w14:textId="77777777" w:rsidR="0040282F" w:rsidRPr="00C3183A" w:rsidRDefault="00093746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3C4F9BBB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55162302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25F4BF3E" w14:textId="77777777" w:rsidTr="00BC3229">
        <w:tc>
          <w:tcPr>
            <w:tcW w:w="568" w:type="dxa"/>
          </w:tcPr>
          <w:p w14:paraId="27528381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238BA5A3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Wentylator </w:t>
            </w:r>
          </w:p>
          <w:p w14:paraId="3F5E136A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nawiewny kanałowy Venture Industries</w:t>
            </w:r>
          </w:p>
        </w:tc>
        <w:tc>
          <w:tcPr>
            <w:tcW w:w="709" w:type="dxa"/>
          </w:tcPr>
          <w:p w14:paraId="171BA200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1A22A156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3D9410B9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pom. 0029</w:t>
            </w:r>
          </w:p>
          <w:p w14:paraId="745250B0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bud. A </w:t>
            </w:r>
          </w:p>
        </w:tc>
        <w:tc>
          <w:tcPr>
            <w:tcW w:w="992" w:type="dxa"/>
            <w:gridSpan w:val="2"/>
          </w:tcPr>
          <w:p w14:paraId="14EE54B8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1634D629" w14:textId="77777777" w:rsidR="0040282F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0408A908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5B494BFB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26EEB92F" w14:textId="77777777" w:rsidTr="00BC3229">
        <w:tc>
          <w:tcPr>
            <w:tcW w:w="568" w:type="dxa"/>
          </w:tcPr>
          <w:p w14:paraId="395965F2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35A8C623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Wentylator </w:t>
            </w:r>
          </w:p>
          <w:p w14:paraId="26C602A9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wywiewny kanałowy Venture Industries</w:t>
            </w:r>
          </w:p>
        </w:tc>
        <w:tc>
          <w:tcPr>
            <w:tcW w:w="709" w:type="dxa"/>
          </w:tcPr>
          <w:p w14:paraId="1560CDFC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3DCB060D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30B401D5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WC przy klatce K3</w:t>
            </w:r>
          </w:p>
          <w:p w14:paraId="04B70B72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skrzydło bud. A</w:t>
            </w:r>
          </w:p>
        </w:tc>
        <w:tc>
          <w:tcPr>
            <w:tcW w:w="992" w:type="dxa"/>
            <w:gridSpan w:val="2"/>
          </w:tcPr>
          <w:p w14:paraId="7D3EB754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A0C0414" w14:textId="77777777" w:rsidR="0040282F" w:rsidRPr="00C3183A" w:rsidRDefault="00093746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6A056920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6C9EE61C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73D98DC4" w14:textId="77777777" w:rsidTr="00BC3229">
        <w:tc>
          <w:tcPr>
            <w:tcW w:w="568" w:type="dxa"/>
          </w:tcPr>
          <w:p w14:paraId="2F43010A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388BA29E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wywiewna </w:t>
            </w:r>
          </w:p>
          <w:p w14:paraId="5FEA53E6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z okapów kuchni</w:t>
            </w:r>
            <w:r w:rsidRPr="003C550B">
              <w:rPr>
                <w:lang w:val="pl-PL"/>
              </w:rPr>
              <w:t xml:space="preserve">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DOSPEL </w:t>
            </w:r>
            <w:r w:rsidRPr="003C550B">
              <w:rPr>
                <w:rFonts w:ascii="Calibri" w:hAnsi="Calibri"/>
                <w:sz w:val="20"/>
                <w:szCs w:val="20"/>
                <w:lang w:val="pl-PL"/>
              </w:rPr>
              <w:t>wyd. 3850 m</w:t>
            </w:r>
            <w:r w:rsidRPr="003C550B">
              <w:rPr>
                <w:rFonts w:ascii="Calibri" w:hAnsi="Calibri"/>
                <w:sz w:val="20"/>
                <w:szCs w:val="20"/>
                <w:vertAlign w:val="superscript"/>
                <w:lang w:val="pl-PL"/>
              </w:rPr>
              <w:t>3</w:t>
            </w:r>
            <w:r w:rsidRPr="003C550B">
              <w:rPr>
                <w:rFonts w:ascii="Calibri" w:hAnsi="Calibri"/>
                <w:sz w:val="20"/>
                <w:szCs w:val="20"/>
                <w:lang w:val="pl-PL"/>
              </w:rPr>
              <w:t>/h</w:t>
            </w:r>
          </w:p>
        </w:tc>
        <w:tc>
          <w:tcPr>
            <w:tcW w:w="709" w:type="dxa"/>
          </w:tcPr>
          <w:p w14:paraId="3BA189DA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3F324E3B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tłuszczowy G2</w:t>
            </w:r>
          </w:p>
          <w:p w14:paraId="07F005B4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350x1185x50</w:t>
            </w:r>
          </w:p>
          <w:p w14:paraId="1E177CD2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 szt.</w:t>
            </w:r>
          </w:p>
        </w:tc>
        <w:tc>
          <w:tcPr>
            <w:tcW w:w="1320" w:type="dxa"/>
            <w:gridSpan w:val="3"/>
          </w:tcPr>
          <w:p w14:paraId="061C4122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wentylatorownia nr 3 pom. 013</w:t>
            </w:r>
          </w:p>
          <w:p w14:paraId="04FB7BB7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bud. A  </w:t>
            </w:r>
          </w:p>
        </w:tc>
        <w:tc>
          <w:tcPr>
            <w:tcW w:w="992" w:type="dxa"/>
            <w:gridSpan w:val="2"/>
          </w:tcPr>
          <w:p w14:paraId="3EC5BE19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431A9BC6" w14:textId="77777777" w:rsidR="0040282F" w:rsidRPr="00C3183A" w:rsidRDefault="00093746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6ED6DAD6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439630C3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64E8799E" w14:textId="77777777" w:rsidTr="00BC3229">
        <w:tc>
          <w:tcPr>
            <w:tcW w:w="568" w:type="dxa"/>
          </w:tcPr>
          <w:p w14:paraId="7C208BBD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079DD576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Wentylator </w:t>
            </w:r>
          </w:p>
          <w:p w14:paraId="4D12D6D3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wywiewny kanałowy Venture Industries</w:t>
            </w:r>
          </w:p>
        </w:tc>
        <w:tc>
          <w:tcPr>
            <w:tcW w:w="709" w:type="dxa"/>
          </w:tcPr>
          <w:p w14:paraId="66C83704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29F3708B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7B314109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pom. straży pożarnej za szatnią</w:t>
            </w:r>
          </w:p>
          <w:p w14:paraId="2B98ED7B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bud. A</w:t>
            </w:r>
          </w:p>
        </w:tc>
        <w:tc>
          <w:tcPr>
            <w:tcW w:w="992" w:type="dxa"/>
            <w:gridSpan w:val="2"/>
          </w:tcPr>
          <w:p w14:paraId="24DB613A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0F2DA3DF" w14:textId="77777777" w:rsidR="0040282F" w:rsidRPr="00C3183A" w:rsidRDefault="00093746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64F46585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0EE79269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0FE6C257" w14:textId="77777777" w:rsidTr="00BC3229">
        <w:tc>
          <w:tcPr>
            <w:tcW w:w="568" w:type="dxa"/>
          </w:tcPr>
          <w:p w14:paraId="458E9A6F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0AC76DB8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Wentylator </w:t>
            </w:r>
          </w:p>
          <w:p w14:paraId="1FC8D3B5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wywiewny kanałowy Venture Industries</w:t>
            </w:r>
          </w:p>
        </w:tc>
        <w:tc>
          <w:tcPr>
            <w:tcW w:w="709" w:type="dxa"/>
          </w:tcPr>
          <w:p w14:paraId="766E9281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0AF75135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4CF318EC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rozdzielnia główna P18</w:t>
            </w:r>
          </w:p>
          <w:p w14:paraId="250FF831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bud.A</w:t>
            </w:r>
          </w:p>
        </w:tc>
        <w:tc>
          <w:tcPr>
            <w:tcW w:w="992" w:type="dxa"/>
            <w:gridSpan w:val="2"/>
          </w:tcPr>
          <w:p w14:paraId="70B13D33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5A85BFB7" w14:textId="77777777" w:rsidR="0040282F" w:rsidRPr="00C3183A" w:rsidRDefault="00093746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5818C8CA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49DBCA25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12824B2B" w14:textId="77777777" w:rsidTr="00BC3229">
        <w:tc>
          <w:tcPr>
            <w:tcW w:w="568" w:type="dxa"/>
          </w:tcPr>
          <w:p w14:paraId="22BA2F5E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5BB7DF9F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380AB2A0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dachowy </w:t>
            </w:r>
          </w:p>
        </w:tc>
        <w:tc>
          <w:tcPr>
            <w:tcW w:w="709" w:type="dxa"/>
          </w:tcPr>
          <w:p w14:paraId="0D737221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</w:t>
            </w:r>
          </w:p>
        </w:tc>
        <w:tc>
          <w:tcPr>
            <w:tcW w:w="1701" w:type="dxa"/>
          </w:tcPr>
          <w:p w14:paraId="20EE12D7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68557415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dach</w:t>
            </w:r>
          </w:p>
          <w:p w14:paraId="31532963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przy klatce A2</w:t>
            </w:r>
          </w:p>
          <w:p w14:paraId="5E679A0C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bud. A</w:t>
            </w:r>
          </w:p>
        </w:tc>
        <w:tc>
          <w:tcPr>
            <w:tcW w:w="992" w:type="dxa"/>
            <w:gridSpan w:val="2"/>
          </w:tcPr>
          <w:p w14:paraId="478DAB74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0F76CF7" w14:textId="77777777" w:rsidR="0040282F" w:rsidRPr="00C3183A" w:rsidRDefault="00093746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4F1C01D1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007E90B6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7294FDE3" w14:textId="77777777" w:rsidTr="00BC3229">
        <w:tc>
          <w:tcPr>
            <w:tcW w:w="568" w:type="dxa"/>
          </w:tcPr>
          <w:p w14:paraId="2B8A7B2D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7AA4486B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0B7B3BFB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dachowy</w:t>
            </w:r>
          </w:p>
        </w:tc>
        <w:tc>
          <w:tcPr>
            <w:tcW w:w="709" w:type="dxa"/>
          </w:tcPr>
          <w:p w14:paraId="11B8B4DF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</w:t>
            </w:r>
          </w:p>
        </w:tc>
        <w:tc>
          <w:tcPr>
            <w:tcW w:w="1701" w:type="dxa"/>
          </w:tcPr>
          <w:p w14:paraId="75FF9AB0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69DE3D4F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dach</w:t>
            </w:r>
          </w:p>
          <w:p w14:paraId="0DE2E4C8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przy klatce A3</w:t>
            </w:r>
          </w:p>
          <w:p w14:paraId="546F8168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skrzydło bud.A</w:t>
            </w:r>
          </w:p>
        </w:tc>
        <w:tc>
          <w:tcPr>
            <w:tcW w:w="992" w:type="dxa"/>
            <w:gridSpan w:val="2"/>
          </w:tcPr>
          <w:p w14:paraId="54C447D3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090449B7" w14:textId="77777777" w:rsidR="0040282F" w:rsidRPr="00C3183A" w:rsidRDefault="00093746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048C9FB7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21D7E5BB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39811EF8" w14:textId="77777777" w:rsidTr="00BC3229">
        <w:tc>
          <w:tcPr>
            <w:tcW w:w="568" w:type="dxa"/>
          </w:tcPr>
          <w:p w14:paraId="58DCEE31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2EAAAA0A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Wentylator </w:t>
            </w:r>
          </w:p>
          <w:p w14:paraId="644A0C1C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wywiewny kanałowy Venture Industries TD800</w:t>
            </w:r>
          </w:p>
        </w:tc>
        <w:tc>
          <w:tcPr>
            <w:tcW w:w="709" w:type="dxa"/>
          </w:tcPr>
          <w:p w14:paraId="07BF7D25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5830A84A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5DB51365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dach skrzydła bud. A</w:t>
            </w:r>
          </w:p>
        </w:tc>
        <w:tc>
          <w:tcPr>
            <w:tcW w:w="992" w:type="dxa"/>
            <w:gridSpan w:val="2"/>
          </w:tcPr>
          <w:p w14:paraId="06B5F4D8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0D7EAC35" w14:textId="77777777" w:rsidR="0040282F" w:rsidRPr="00C3183A" w:rsidRDefault="00093746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4FA12766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74714C18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2BAD9D84" w14:textId="77777777" w:rsidTr="00BC3229">
        <w:tc>
          <w:tcPr>
            <w:tcW w:w="568" w:type="dxa"/>
          </w:tcPr>
          <w:p w14:paraId="298DD973" w14:textId="77777777" w:rsidR="0040282F" w:rsidRPr="00C3183A" w:rsidRDefault="0040282F" w:rsidP="00EF1F1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41DBE3F3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Wentylator </w:t>
            </w:r>
          </w:p>
          <w:p w14:paraId="2BC4AC95" w14:textId="77777777" w:rsidR="0040282F" w:rsidRPr="00C3183A" w:rsidRDefault="0040282F" w:rsidP="00EF1F1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wywiewny kanałowy Venture Industries TD1300</w:t>
            </w:r>
          </w:p>
        </w:tc>
        <w:tc>
          <w:tcPr>
            <w:tcW w:w="709" w:type="dxa"/>
          </w:tcPr>
          <w:p w14:paraId="331D98A9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11765EA5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05198BDA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dach skrzydła bud. A</w:t>
            </w:r>
          </w:p>
        </w:tc>
        <w:tc>
          <w:tcPr>
            <w:tcW w:w="992" w:type="dxa"/>
            <w:gridSpan w:val="2"/>
          </w:tcPr>
          <w:p w14:paraId="4016EE9B" w14:textId="77777777" w:rsidR="00093746" w:rsidRPr="00C3183A" w:rsidRDefault="00093746" w:rsidP="0009374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4ACC83EE" w14:textId="77777777" w:rsidR="0040282F" w:rsidRPr="00C3183A" w:rsidRDefault="00093746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22EE1036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21F0BDC9" w14:textId="77777777" w:rsidR="0040282F" w:rsidRPr="00C3183A" w:rsidRDefault="0040282F" w:rsidP="00EF1F1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04614F" w:rsidRPr="00C3183A" w14:paraId="7DBE2967" w14:textId="77777777" w:rsidTr="00BC3229">
        <w:tc>
          <w:tcPr>
            <w:tcW w:w="568" w:type="dxa"/>
          </w:tcPr>
          <w:p w14:paraId="3E808E18" w14:textId="77777777" w:rsidR="0004614F" w:rsidRPr="00C3183A" w:rsidRDefault="0004614F" w:rsidP="0004614F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64D810F3" w14:textId="77777777" w:rsidR="0004614F" w:rsidRPr="00C3183A" w:rsidRDefault="0004614F" w:rsidP="0004614F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Wentylator kanałowy Archiwum </w:t>
            </w:r>
          </w:p>
          <w:p w14:paraId="500F1923" w14:textId="77777777" w:rsidR="0004614F" w:rsidRPr="00C3183A" w:rsidRDefault="0004614F" w:rsidP="0004614F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Venture Industries </w:t>
            </w: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br/>
              <w:t>TD-800/200 Silent 3V</w:t>
            </w:r>
          </w:p>
          <w:p w14:paraId="6E442BE7" w14:textId="77777777" w:rsidR="0004614F" w:rsidRPr="00C3183A" w:rsidRDefault="0004614F" w:rsidP="0004614F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14:paraId="4855351A" w14:textId="77777777" w:rsidR="0004614F" w:rsidRPr="00C3183A" w:rsidRDefault="0004614F" w:rsidP="0004614F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07E30DC6" w14:textId="77777777" w:rsidR="0004614F" w:rsidRPr="00C3183A" w:rsidRDefault="0004614F" w:rsidP="0004614F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14:paraId="2C942AEA" w14:textId="77777777" w:rsidR="0004614F" w:rsidRPr="00C3183A" w:rsidRDefault="0004614F" w:rsidP="0004614F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320" w:type="dxa"/>
            <w:gridSpan w:val="3"/>
          </w:tcPr>
          <w:p w14:paraId="4B3F1F82" w14:textId="77777777" w:rsidR="0004614F" w:rsidRPr="00C3183A" w:rsidRDefault="0004614F" w:rsidP="0004614F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budynek 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przyziemie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archiwum </w:t>
            </w:r>
          </w:p>
          <w:p w14:paraId="4FA8A986" w14:textId="77777777" w:rsidR="0004614F" w:rsidRPr="00C3183A" w:rsidRDefault="0004614F" w:rsidP="0004614F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</w:tcPr>
          <w:p w14:paraId="147C57B8" w14:textId="77777777" w:rsidR="0004614F" w:rsidRPr="00C3183A" w:rsidRDefault="0004614F" w:rsidP="0004614F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013DDFC0" w14:textId="77777777" w:rsidR="0004614F" w:rsidRPr="00C3183A" w:rsidRDefault="0004614F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3DBD7B2D" w14:textId="77777777" w:rsidR="0004614F" w:rsidRPr="00C3183A" w:rsidRDefault="0004614F" w:rsidP="0004614F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292B508E" w14:textId="77777777" w:rsidR="0004614F" w:rsidRPr="00C3183A" w:rsidRDefault="0004614F" w:rsidP="0004614F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04614F" w:rsidRPr="00C3183A" w14:paraId="7CF3B548" w14:textId="77777777" w:rsidTr="00BC3229">
        <w:tc>
          <w:tcPr>
            <w:tcW w:w="568" w:type="dxa"/>
          </w:tcPr>
          <w:p w14:paraId="0347621D" w14:textId="77777777" w:rsidR="0004614F" w:rsidRPr="00C3183A" w:rsidRDefault="0004614F" w:rsidP="0004614F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648B923A" w14:textId="77777777" w:rsidR="0004614F" w:rsidRPr="00C3183A" w:rsidRDefault="0004614F" w:rsidP="0004614F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Wentylator kanałowy pom. przyłącza wody</w:t>
            </w:r>
          </w:p>
          <w:p w14:paraId="5975B4E8" w14:textId="77777777" w:rsidR="0004614F" w:rsidRPr="00C3183A" w:rsidRDefault="0004614F" w:rsidP="0004614F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Venture Industries </w:t>
            </w: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br/>
              <w:t>TD-250/100 Silent</w:t>
            </w:r>
          </w:p>
          <w:p w14:paraId="13AA001A" w14:textId="77777777" w:rsidR="0004614F" w:rsidRPr="00C3183A" w:rsidRDefault="0004614F" w:rsidP="0004614F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7BD2946C" w14:textId="77777777" w:rsidR="0004614F" w:rsidRPr="00C3183A" w:rsidRDefault="0004614F" w:rsidP="0004614F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14:paraId="5894EF2A" w14:textId="77777777" w:rsidR="0004614F" w:rsidRPr="00C3183A" w:rsidRDefault="0004614F" w:rsidP="0004614F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320" w:type="dxa"/>
            <w:gridSpan w:val="3"/>
          </w:tcPr>
          <w:p w14:paraId="64A808E1" w14:textId="77777777" w:rsidR="0004614F" w:rsidRPr="00C3183A" w:rsidRDefault="0004614F" w:rsidP="0004614F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budynek 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piwnica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pom. przyłącza wody</w:t>
            </w:r>
          </w:p>
          <w:p w14:paraId="1D698BCA" w14:textId="77777777" w:rsidR="0004614F" w:rsidRPr="00C3183A" w:rsidRDefault="0004614F" w:rsidP="0004614F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</w:tcPr>
          <w:p w14:paraId="75247502" w14:textId="77777777" w:rsidR="0004614F" w:rsidRPr="00C3183A" w:rsidRDefault="0004614F" w:rsidP="0004614F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12A9C983" w14:textId="77777777" w:rsidR="0004614F" w:rsidRPr="00C3183A" w:rsidRDefault="0004614F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16A45CC4" w14:textId="77777777" w:rsidR="0004614F" w:rsidRPr="00C3183A" w:rsidRDefault="0004614F" w:rsidP="0004614F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3A878B31" w14:textId="77777777" w:rsidR="0004614F" w:rsidRPr="00C3183A" w:rsidRDefault="0004614F" w:rsidP="0004614F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04614F" w:rsidRPr="00C3183A" w14:paraId="437EC248" w14:textId="77777777" w:rsidTr="00BC3229">
        <w:tc>
          <w:tcPr>
            <w:tcW w:w="568" w:type="dxa"/>
          </w:tcPr>
          <w:p w14:paraId="2C7E8D3C" w14:textId="77777777" w:rsidR="0004614F" w:rsidRPr="00C3183A" w:rsidRDefault="0004614F" w:rsidP="0004614F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0DFCF6DD" w14:textId="77777777" w:rsidR="0004614F" w:rsidRPr="00C3183A" w:rsidRDefault="0004614F" w:rsidP="0004614F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Wentylator wywiewny </w:t>
            </w: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br/>
              <w:t xml:space="preserve">odśrodkowy laboratoryjny </w:t>
            </w:r>
          </w:p>
          <w:p w14:paraId="3C973B60" w14:textId="77777777" w:rsidR="0004614F" w:rsidRPr="00C3183A" w:rsidRDefault="0004614F" w:rsidP="0004614F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Metalplast </w:t>
            </w: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br/>
              <w:t>WB 30</w:t>
            </w:r>
          </w:p>
          <w:p w14:paraId="10CDA978" w14:textId="77777777" w:rsidR="0004614F" w:rsidRPr="00C3183A" w:rsidRDefault="0004614F" w:rsidP="0004614F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14:paraId="3CEB2108" w14:textId="77777777" w:rsidR="0004614F" w:rsidRPr="00C3183A" w:rsidRDefault="0004614F" w:rsidP="0004614F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235F11D7" w14:textId="77777777" w:rsidR="0004614F" w:rsidRPr="00C3183A" w:rsidRDefault="0004614F" w:rsidP="0004614F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14:paraId="113C2818" w14:textId="77777777" w:rsidR="0004614F" w:rsidRPr="00C3183A" w:rsidRDefault="0004614F" w:rsidP="0004614F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320" w:type="dxa"/>
            <w:gridSpan w:val="3"/>
          </w:tcPr>
          <w:p w14:paraId="4BDAE308" w14:textId="77777777" w:rsidR="0004614F" w:rsidRPr="00C3183A" w:rsidRDefault="0004614F" w:rsidP="0004614F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budynek 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poddasze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wentylatorownia 6</w:t>
            </w:r>
          </w:p>
          <w:p w14:paraId="27447A3B" w14:textId="77777777" w:rsidR="0004614F" w:rsidRPr="00C3183A" w:rsidRDefault="0004614F" w:rsidP="0004614F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  <w:p w14:paraId="0911F87D" w14:textId="77777777" w:rsidR="0004614F" w:rsidRPr="00C3183A" w:rsidRDefault="0004614F" w:rsidP="0004614F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</w:tcPr>
          <w:p w14:paraId="117678BA" w14:textId="77777777" w:rsidR="0004614F" w:rsidRPr="00C3183A" w:rsidRDefault="0004614F" w:rsidP="0004614F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09023C95" w14:textId="77777777" w:rsidR="0004614F" w:rsidRPr="00C3183A" w:rsidRDefault="0004614F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35DADEC5" w14:textId="77777777" w:rsidR="0004614F" w:rsidRPr="00C3183A" w:rsidRDefault="0004614F" w:rsidP="0004614F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28A0FFB6" w14:textId="77777777" w:rsidR="0004614F" w:rsidRPr="00C3183A" w:rsidRDefault="0004614F" w:rsidP="0004614F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04614F" w:rsidRPr="00C3183A" w14:paraId="7405BE05" w14:textId="77777777" w:rsidTr="00BC3229">
        <w:tc>
          <w:tcPr>
            <w:tcW w:w="568" w:type="dxa"/>
          </w:tcPr>
          <w:p w14:paraId="70F023D6" w14:textId="77777777" w:rsidR="0004614F" w:rsidRPr="00C3183A" w:rsidRDefault="0004614F" w:rsidP="0004614F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479BC739" w14:textId="77777777" w:rsidR="0004614F" w:rsidRPr="003C550B" w:rsidRDefault="0004614F" w:rsidP="0004614F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3C550B">
              <w:rPr>
                <w:rFonts w:ascii="Calibri" w:hAnsi="Calibri"/>
                <w:sz w:val="20"/>
                <w:szCs w:val="20"/>
                <w:lang w:val="pl-PL"/>
              </w:rPr>
              <w:t>Wentylator kanałowy</w:t>
            </w:r>
            <w:r w:rsidRPr="003C550B">
              <w:rPr>
                <w:rFonts w:ascii="Calibri" w:hAnsi="Calibri"/>
                <w:sz w:val="20"/>
                <w:szCs w:val="20"/>
                <w:lang w:val="pl-PL"/>
              </w:rPr>
              <w:br/>
              <w:t>w budynku A</w:t>
            </w:r>
            <w:r w:rsidRPr="003C550B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w korytarzu 0024 </w:t>
            </w:r>
          </w:p>
          <w:p w14:paraId="3E36A090" w14:textId="77777777" w:rsidR="0004614F" w:rsidRPr="00C3183A" w:rsidRDefault="0004614F" w:rsidP="0004614F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Venture Industries </w:t>
            </w: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br/>
              <w:t>TD-500/160</w:t>
            </w:r>
          </w:p>
          <w:p w14:paraId="50BA7965" w14:textId="77777777" w:rsidR="0004614F" w:rsidRPr="00C3183A" w:rsidRDefault="0004614F" w:rsidP="0004614F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14:paraId="1CD003AA" w14:textId="77777777" w:rsidR="0004614F" w:rsidRPr="00C3183A" w:rsidRDefault="0004614F" w:rsidP="0004614F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732960C7" w14:textId="77777777" w:rsidR="0004614F" w:rsidRPr="00C3183A" w:rsidRDefault="0004614F" w:rsidP="0004614F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14:paraId="1572B233" w14:textId="77777777" w:rsidR="0004614F" w:rsidRPr="00C3183A" w:rsidRDefault="0004614F" w:rsidP="0004614F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320" w:type="dxa"/>
            <w:gridSpan w:val="3"/>
          </w:tcPr>
          <w:p w14:paraId="6C2B0466" w14:textId="77777777" w:rsidR="0004614F" w:rsidRPr="00C3183A" w:rsidRDefault="0004614F" w:rsidP="0004614F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budynek 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korytarz 0024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nad drzwiami do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węzła cieplnego</w:t>
            </w:r>
          </w:p>
          <w:p w14:paraId="4954ADE5" w14:textId="77777777" w:rsidR="0004614F" w:rsidRPr="00C3183A" w:rsidRDefault="0004614F" w:rsidP="0004614F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</w:tcPr>
          <w:p w14:paraId="50A0194F" w14:textId="77777777" w:rsidR="0004614F" w:rsidRPr="00C3183A" w:rsidRDefault="0004614F" w:rsidP="0004614F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8F7D3DA" w14:textId="77777777" w:rsidR="0004614F" w:rsidRPr="00C3183A" w:rsidRDefault="0004614F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4687181A" w14:textId="77777777" w:rsidR="0004614F" w:rsidRPr="00C3183A" w:rsidRDefault="0004614F" w:rsidP="0004614F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47B48958" w14:textId="77777777" w:rsidR="0004614F" w:rsidRPr="00C3183A" w:rsidRDefault="0004614F" w:rsidP="0004614F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04614F" w:rsidRPr="00C3183A" w14:paraId="139A72F8" w14:textId="77777777" w:rsidTr="00BC3229">
        <w:tc>
          <w:tcPr>
            <w:tcW w:w="568" w:type="dxa"/>
          </w:tcPr>
          <w:p w14:paraId="1B57C9D8" w14:textId="77777777" w:rsidR="0004614F" w:rsidRPr="00C3183A" w:rsidRDefault="0004614F" w:rsidP="0004614F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11E7190C" w14:textId="77777777" w:rsidR="0004614F" w:rsidRPr="00C3183A" w:rsidRDefault="0004614F" w:rsidP="0004614F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3C550B">
              <w:rPr>
                <w:rFonts w:ascii="Calibri" w:hAnsi="Calibri"/>
                <w:sz w:val="20"/>
                <w:szCs w:val="20"/>
                <w:lang w:val="pl-PL"/>
              </w:rPr>
              <w:t>Wentylator kanałowy</w:t>
            </w:r>
            <w:r w:rsidRPr="003C550B">
              <w:rPr>
                <w:rFonts w:ascii="Calibri" w:hAnsi="Calibri"/>
                <w:sz w:val="20"/>
                <w:szCs w:val="20"/>
                <w:lang w:val="pl-PL"/>
              </w:rPr>
              <w:br/>
              <w:t>w budynku A</w:t>
            </w:r>
            <w:r w:rsidRPr="003C550B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w pom. </w:t>
            </w: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P12 </w:t>
            </w:r>
          </w:p>
          <w:p w14:paraId="69B88FF6" w14:textId="77777777" w:rsidR="0004614F" w:rsidRPr="00C3183A" w:rsidRDefault="0004614F" w:rsidP="0004614F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Venture Industries </w:t>
            </w: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br/>
              <w:t>TD-500/160</w:t>
            </w:r>
          </w:p>
          <w:p w14:paraId="6877CFD1" w14:textId="77777777" w:rsidR="0004614F" w:rsidRPr="00C3183A" w:rsidRDefault="0004614F" w:rsidP="0004614F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14:paraId="576C8401" w14:textId="77777777" w:rsidR="0004614F" w:rsidRPr="00C3183A" w:rsidRDefault="0004614F" w:rsidP="0004614F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7910F699" w14:textId="77777777" w:rsidR="0004614F" w:rsidRPr="00C3183A" w:rsidRDefault="0004614F" w:rsidP="0004614F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14:paraId="1AD13C6D" w14:textId="77777777" w:rsidR="0004614F" w:rsidRPr="00C3183A" w:rsidRDefault="0004614F" w:rsidP="0004614F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320" w:type="dxa"/>
            <w:gridSpan w:val="3"/>
          </w:tcPr>
          <w:p w14:paraId="6807EA5A" w14:textId="77777777" w:rsidR="0004614F" w:rsidRPr="00C3183A" w:rsidRDefault="0004614F" w:rsidP="0004614F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budynek 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pom. P12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wentylatorownia nr 4</w:t>
            </w:r>
          </w:p>
          <w:p w14:paraId="12B666D9" w14:textId="77777777" w:rsidR="0004614F" w:rsidRPr="00C3183A" w:rsidRDefault="0004614F" w:rsidP="0004614F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</w:tcPr>
          <w:p w14:paraId="7A9458BD" w14:textId="77777777" w:rsidR="0004614F" w:rsidRPr="00C3183A" w:rsidRDefault="0004614F" w:rsidP="0004614F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81D368F" w14:textId="77777777" w:rsidR="0004614F" w:rsidRPr="00C3183A" w:rsidRDefault="0004614F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03C2D502" w14:textId="77777777" w:rsidR="0004614F" w:rsidRPr="00C3183A" w:rsidRDefault="0004614F" w:rsidP="0004614F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64726506" w14:textId="77777777" w:rsidR="0004614F" w:rsidRPr="00C3183A" w:rsidRDefault="0004614F" w:rsidP="0004614F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04614F" w:rsidRPr="00C3183A" w14:paraId="21E5A4A4" w14:textId="77777777" w:rsidTr="00BC3229">
        <w:tc>
          <w:tcPr>
            <w:tcW w:w="568" w:type="dxa"/>
          </w:tcPr>
          <w:p w14:paraId="27395B21" w14:textId="77777777" w:rsidR="0004614F" w:rsidRPr="00C3183A" w:rsidRDefault="0004614F" w:rsidP="0004614F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5E69BBF5" w14:textId="77777777" w:rsidR="0004614F" w:rsidRPr="003C550B" w:rsidRDefault="0004614F" w:rsidP="0004614F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3C550B">
              <w:rPr>
                <w:rFonts w:ascii="Calibri" w:hAnsi="Calibri"/>
                <w:sz w:val="20"/>
                <w:szCs w:val="20"/>
                <w:lang w:val="pl-PL"/>
              </w:rPr>
              <w:t>Wentylator kanałowy</w:t>
            </w:r>
            <w:r w:rsidRPr="003C550B">
              <w:rPr>
                <w:rFonts w:ascii="Calibri" w:hAnsi="Calibri"/>
                <w:sz w:val="20"/>
                <w:szCs w:val="20"/>
                <w:lang w:val="pl-PL"/>
              </w:rPr>
              <w:br/>
              <w:t>w budynku A</w:t>
            </w:r>
            <w:r w:rsidRPr="003C550B">
              <w:rPr>
                <w:rFonts w:ascii="Calibri" w:hAnsi="Calibri"/>
                <w:sz w:val="20"/>
                <w:szCs w:val="20"/>
                <w:lang w:val="pl-PL"/>
              </w:rPr>
              <w:br/>
              <w:t>na poddaszu</w:t>
            </w:r>
            <w:r w:rsidRPr="003C550B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za wentylatorownią nr 6 </w:t>
            </w:r>
          </w:p>
          <w:p w14:paraId="195C7DF9" w14:textId="77777777" w:rsidR="0004614F" w:rsidRPr="00C3183A" w:rsidRDefault="0004614F" w:rsidP="0004614F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Venture Industries</w:t>
            </w:r>
          </w:p>
          <w:p w14:paraId="0C597661" w14:textId="77777777" w:rsidR="0004614F" w:rsidRPr="00C3183A" w:rsidRDefault="0004614F" w:rsidP="0004614F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14:paraId="5F1F0E33" w14:textId="77777777" w:rsidR="0004614F" w:rsidRPr="00C3183A" w:rsidRDefault="0004614F" w:rsidP="0004614F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4570A5C0" w14:textId="77777777" w:rsidR="0004614F" w:rsidRPr="00C3183A" w:rsidRDefault="0004614F" w:rsidP="0004614F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14:paraId="0D938DD2" w14:textId="77777777" w:rsidR="0004614F" w:rsidRPr="00C3183A" w:rsidRDefault="0004614F" w:rsidP="0004614F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320" w:type="dxa"/>
            <w:gridSpan w:val="3"/>
          </w:tcPr>
          <w:p w14:paraId="70B4674F" w14:textId="77777777" w:rsidR="0004614F" w:rsidRPr="00C3183A" w:rsidRDefault="0004614F" w:rsidP="0004614F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budynek 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poddasze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za wentylatorownią nr 6</w:t>
            </w:r>
          </w:p>
          <w:p w14:paraId="53EC407A" w14:textId="77777777" w:rsidR="0004614F" w:rsidRPr="00C3183A" w:rsidRDefault="0004614F" w:rsidP="0004614F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</w:tcPr>
          <w:p w14:paraId="29726F0C" w14:textId="77777777" w:rsidR="0004614F" w:rsidRPr="00C3183A" w:rsidRDefault="0004614F" w:rsidP="0004614F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61AFA53" w14:textId="77777777" w:rsidR="0004614F" w:rsidRPr="00C3183A" w:rsidRDefault="0004614F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74020942" w14:textId="77777777" w:rsidR="0004614F" w:rsidRPr="00C3183A" w:rsidRDefault="0004614F" w:rsidP="0004614F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0D2A1148" w14:textId="77777777" w:rsidR="0004614F" w:rsidRPr="00C3183A" w:rsidRDefault="0004614F" w:rsidP="0004614F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7778946D" w14:textId="77777777" w:rsidTr="0040282F">
        <w:tc>
          <w:tcPr>
            <w:tcW w:w="568" w:type="dxa"/>
          </w:tcPr>
          <w:p w14:paraId="01E9E4E0" w14:textId="77777777" w:rsidR="0040282F" w:rsidRPr="00C3183A" w:rsidRDefault="0040282F" w:rsidP="00490DBD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04FE08D2" w14:textId="77777777" w:rsidR="0040282F" w:rsidRPr="00C3183A" w:rsidRDefault="0040282F" w:rsidP="00490DBD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Suma kosztów rocznych netto konserwacji i przeglądów dla budynku A</w:t>
            </w:r>
            <w:r w:rsidR="003A204F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rok2025)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20A5108C" w14:textId="77777777" w:rsidR="0040282F" w:rsidRPr="00C3183A" w:rsidRDefault="0040282F" w:rsidP="00490DBD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7458DECF" w14:textId="77777777" w:rsidTr="0040282F">
        <w:tc>
          <w:tcPr>
            <w:tcW w:w="568" w:type="dxa"/>
          </w:tcPr>
          <w:p w14:paraId="67E318C9" w14:textId="77777777" w:rsidR="0040282F" w:rsidRPr="00C3183A" w:rsidRDefault="0040282F" w:rsidP="00490DBD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0E3AD0EE" w14:textId="77777777" w:rsidR="0040282F" w:rsidRPr="00C3183A" w:rsidRDefault="0040282F" w:rsidP="00490DBD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Koszt brutto (VAT: 23%) konserwacji i przeglądów dla budynku A</w:t>
            </w:r>
            <w:r w:rsidR="003A204F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rok2025)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016E023F" w14:textId="77777777" w:rsidR="0040282F" w:rsidRPr="00C3183A" w:rsidRDefault="0040282F" w:rsidP="00490DBD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0E9A0301" w14:textId="77777777" w:rsidTr="001A1130">
        <w:tc>
          <w:tcPr>
            <w:tcW w:w="9924" w:type="dxa"/>
            <w:gridSpan w:val="11"/>
          </w:tcPr>
          <w:p w14:paraId="1068A6AF" w14:textId="77777777" w:rsidR="0040282F" w:rsidRPr="00C3183A" w:rsidRDefault="0040282F" w:rsidP="0040282F">
            <w:pPr>
              <w:tabs>
                <w:tab w:val="left" w:pos="345"/>
              </w:tabs>
              <w:ind w:right="72"/>
              <w:jc w:val="center"/>
              <w:rPr>
                <w:rFonts w:ascii="Calibri" w:hAnsi="Calibri" w:cs="Arial"/>
                <w:b/>
                <w:sz w:val="10"/>
                <w:szCs w:val="10"/>
                <w:lang w:val="pl-PL"/>
              </w:rPr>
            </w:pPr>
          </w:p>
          <w:p w14:paraId="19CF53C7" w14:textId="77777777" w:rsidR="0040282F" w:rsidRPr="00C3183A" w:rsidRDefault="0040282F" w:rsidP="0040282F">
            <w:pPr>
              <w:tabs>
                <w:tab w:val="left" w:pos="345"/>
              </w:tabs>
              <w:ind w:right="72"/>
              <w:jc w:val="center"/>
              <w:rPr>
                <w:rFonts w:ascii="Calibri" w:hAnsi="Calibri" w:cs="Arial"/>
                <w:b/>
                <w:lang w:val="pl-PL"/>
              </w:rPr>
            </w:pPr>
            <w:r w:rsidRPr="00C3183A">
              <w:rPr>
                <w:rFonts w:ascii="Calibri" w:hAnsi="Calibri" w:cs="Arial"/>
                <w:b/>
                <w:lang w:val="pl-PL"/>
              </w:rPr>
              <w:t>Budynek B</w:t>
            </w:r>
          </w:p>
          <w:p w14:paraId="41CDC8B8" w14:textId="77777777" w:rsidR="0040282F" w:rsidRPr="00C3183A" w:rsidRDefault="0040282F" w:rsidP="0040282F">
            <w:pPr>
              <w:tabs>
                <w:tab w:val="left" w:pos="345"/>
              </w:tabs>
              <w:ind w:right="72"/>
              <w:jc w:val="center"/>
              <w:rPr>
                <w:rFonts w:ascii="Calibri" w:hAnsi="Calibri" w:cs="Arial"/>
                <w:lang w:val="pl-PL"/>
              </w:rPr>
            </w:pPr>
            <w:r w:rsidRPr="00C3183A">
              <w:rPr>
                <w:rFonts w:ascii="Calibri" w:hAnsi="Calibri" w:cs="Arial"/>
                <w:lang w:val="pl-PL"/>
              </w:rPr>
              <w:t>Poznań, al. Niepodległości 12</w:t>
            </w:r>
          </w:p>
        </w:tc>
      </w:tr>
      <w:tr w:rsidR="0040282F" w:rsidRPr="00C3183A" w14:paraId="19E08D07" w14:textId="77777777" w:rsidTr="00BC3229">
        <w:tc>
          <w:tcPr>
            <w:tcW w:w="568" w:type="dxa"/>
          </w:tcPr>
          <w:p w14:paraId="4571EDC4" w14:textId="77777777" w:rsidR="0040282F" w:rsidRPr="00C3183A" w:rsidRDefault="0040282F" w:rsidP="0097060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3EBB5F14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nawiewna </w:t>
            </w:r>
          </w:p>
          <w:p w14:paraId="353B6B2B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VTS CLIMA CPV1-5323 </w:t>
            </w:r>
          </w:p>
          <w:p w14:paraId="438B0F7C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wyd. 1200 m</w:t>
            </w:r>
            <w:r w:rsidRPr="00C3183A">
              <w:rPr>
                <w:rFonts w:ascii="Calibri" w:hAnsi="Calibri"/>
                <w:sz w:val="20"/>
                <w:szCs w:val="20"/>
                <w:vertAlign w:val="superscript"/>
                <w:lang w:val="en-US"/>
              </w:rPr>
              <w:t>3</w:t>
            </w: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/h</w:t>
            </w:r>
          </w:p>
        </w:tc>
        <w:tc>
          <w:tcPr>
            <w:tcW w:w="709" w:type="dxa"/>
          </w:tcPr>
          <w:p w14:paraId="48DDF119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057718E3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EU5 592x287x300</w:t>
            </w:r>
          </w:p>
          <w:p w14:paraId="450276E9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 szt.</w:t>
            </w:r>
          </w:p>
        </w:tc>
        <w:tc>
          <w:tcPr>
            <w:tcW w:w="1320" w:type="dxa"/>
            <w:gridSpan w:val="3"/>
          </w:tcPr>
          <w:p w14:paraId="0A989633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pom. techn. parter</w:t>
            </w:r>
          </w:p>
          <w:p w14:paraId="1AC6D5EE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bud. B</w:t>
            </w:r>
          </w:p>
        </w:tc>
        <w:tc>
          <w:tcPr>
            <w:tcW w:w="992" w:type="dxa"/>
            <w:gridSpan w:val="2"/>
          </w:tcPr>
          <w:p w14:paraId="5909D62A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969E6C4" w14:textId="77777777" w:rsidR="0040282F" w:rsidRPr="00C3183A" w:rsidRDefault="0040282F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1EC6E16B" w14:textId="77777777" w:rsidR="0040282F" w:rsidRPr="00C3183A" w:rsidRDefault="0040282F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4EC29525" w14:textId="77777777" w:rsidR="0040282F" w:rsidRPr="00C3183A" w:rsidRDefault="0040282F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1C28820F" w14:textId="77777777" w:rsidTr="00BC3229">
        <w:tc>
          <w:tcPr>
            <w:tcW w:w="568" w:type="dxa"/>
            <w:vAlign w:val="center"/>
          </w:tcPr>
          <w:p w14:paraId="568EFE30" w14:textId="77777777" w:rsidR="0040282F" w:rsidRPr="00C3183A" w:rsidRDefault="0040282F" w:rsidP="0097060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46BA5D91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Wentylator </w:t>
            </w:r>
          </w:p>
          <w:p w14:paraId="76A44D41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wywiewny kanałowy </w:t>
            </w:r>
          </w:p>
          <w:p w14:paraId="18349EB1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Venture Industries </w:t>
            </w:r>
          </w:p>
          <w:p w14:paraId="35B8AB51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typ TD 2000/315</w:t>
            </w:r>
          </w:p>
        </w:tc>
        <w:tc>
          <w:tcPr>
            <w:tcW w:w="709" w:type="dxa"/>
          </w:tcPr>
          <w:p w14:paraId="0891130D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40949E48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208911B7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Poddasze </w:t>
            </w:r>
          </w:p>
          <w:p w14:paraId="45795FFD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bud. B</w:t>
            </w:r>
          </w:p>
        </w:tc>
        <w:tc>
          <w:tcPr>
            <w:tcW w:w="992" w:type="dxa"/>
            <w:gridSpan w:val="2"/>
          </w:tcPr>
          <w:p w14:paraId="5C6443D3" w14:textId="77777777" w:rsidR="00CD6074" w:rsidRPr="00C3183A" w:rsidRDefault="00CD6074" w:rsidP="00CD607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0D8AEA78" w14:textId="77777777" w:rsidR="0040282F" w:rsidRPr="00C3183A" w:rsidRDefault="00CD6074" w:rsidP="00CD607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2551B7E4" w14:textId="77777777" w:rsidR="0040282F" w:rsidRPr="00C3183A" w:rsidRDefault="0040282F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4B086571" w14:textId="77777777" w:rsidR="0040282F" w:rsidRPr="00C3183A" w:rsidRDefault="0040282F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44F0FD7C" w14:textId="77777777" w:rsidTr="00BC3229">
        <w:tc>
          <w:tcPr>
            <w:tcW w:w="568" w:type="dxa"/>
            <w:vAlign w:val="center"/>
          </w:tcPr>
          <w:p w14:paraId="59124367" w14:textId="77777777" w:rsidR="0040282F" w:rsidRPr="00C3183A" w:rsidRDefault="0040282F" w:rsidP="0097060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2CB0AAF9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 wywiewny kanałowy</w:t>
            </w:r>
          </w:p>
          <w:p w14:paraId="109BE328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Venture Industries </w:t>
            </w:r>
          </w:p>
          <w:p w14:paraId="4766410F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TD350/125-T</w:t>
            </w:r>
          </w:p>
        </w:tc>
        <w:tc>
          <w:tcPr>
            <w:tcW w:w="709" w:type="dxa"/>
          </w:tcPr>
          <w:p w14:paraId="38DAB9E3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3A1A0059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128C29BB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parter</w:t>
            </w:r>
          </w:p>
          <w:p w14:paraId="2629A4C8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lab 1-4</w:t>
            </w:r>
          </w:p>
          <w:p w14:paraId="26A348D3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bud. B</w:t>
            </w:r>
          </w:p>
          <w:p w14:paraId="612D9B05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</w:tcPr>
          <w:p w14:paraId="2DA0FCE3" w14:textId="77777777" w:rsidR="00CD6074" w:rsidRPr="00C3183A" w:rsidRDefault="00CD6074" w:rsidP="00CD607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141263CA" w14:textId="77777777" w:rsidR="0040282F" w:rsidRPr="00C3183A" w:rsidRDefault="00CD6074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208AEF43" w14:textId="77777777" w:rsidR="0040282F" w:rsidRPr="00C3183A" w:rsidRDefault="0040282F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0D099DA2" w14:textId="77777777" w:rsidR="0040282F" w:rsidRPr="00C3183A" w:rsidRDefault="0040282F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111B5574" w14:textId="77777777" w:rsidTr="00BC3229">
        <w:tc>
          <w:tcPr>
            <w:tcW w:w="568" w:type="dxa"/>
            <w:vAlign w:val="center"/>
          </w:tcPr>
          <w:p w14:paraId="6C394946" w14:textId="77777777" w:rsidR="0040282F" w:rsidRPr="00C3183A" w:rsidRDefault="0040282F" w:rsidP="0097060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6CBCEA5A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Klapy wentylacyjne z siłownikami on/off</w:t>
            </w:r>
          </w:p>
          <w:p w14:paraId="26777C80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 komorze czystej</w:t>
            </w:r>
          </w:p>
        </w:tc>
        <w:tc>
          <w:tcPr>
            <w:tcW w:w="709" w:type="dxa"/>
          </w:tcPr>
          <w:p w14:paraId="50F01370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</w:t>
            </w:r>
          </w:p>
        </w:tc>
        <w:tc>
          <w:tcPr>
            <w:tcW w:w="1701" w:type="dxa"/>
          </w:tcPr>
          <w:p w14:paraId="2526A0D5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55F4C97E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parter</w:t>
            </w:r>
          </w:p>
          <w:p w14:paraId="2AE2D6DE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lab. 4</w:t>
            </w:r>
          </w:p>
          <w:p w14:paraId="5B59D24C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bud. B</w:t>
            </w:r>
          </w:p>
        </w:tc>
        <w:tc>
          <w:tcPr>
            <w:tcW w:w="992" w:type="dxa"/>
            <w:gridSpan w:val="2"/>
          </w:tcPr>
          <w:p w14:paraId="1FE58AAC" w14:textId="77777777" w:rsidR="00CD6074" w:rsidRPr="00C3183A" w:rsidRDefault="00CD6074" w:rsidP="00CD607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4405B2E3" w14:textId="77777777" w:rsidR="0040282F" w:rsidRPr="00C3183A" w:rsidRDefault="00CD6074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29AC9678" w14:textId="77777777" w:rsidR="0040282F" w:rsidRPr="00C3183A" w:rsidRDefault="0040282F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5D153190" w14:textId="77777777" w:rsidR="0040282F" w:rsidRPr="00C3183A" w:rsidRDefault="0040282F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3D8B8AF9" w14:textId="77777777" w:rsidTr="00BC3229">
        <w:tc>
          <w:tcPr>
            <w:tcW w:w="568" w:type="dxa"/>
            <w:vAlign w:val="center"/>
          </w:tcPr>
          <w:p w14:paraId="60AA0B72" w14:textId="77777777" w:rsidR="0040282F" w:rsidRPr="00C3183A" w:rsidRDefault="0040282F" w:rsidP="0097060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7685F91D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Filtry HEPA</w:t>
            </w:r>
          </w:p>
          <w:p w14:paraId="0CB2D289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 komorze czystej</w:t>
            </w:r>
          </w:p>
        </w:tc>
        <w:tc>
          <w:tcPr>
            <w:tcW w:w="709" w:type="dxa"/>
          </w:tcPr>
          <w:p w14:paraId="43439521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</w:t>
            </w:r>
          </w:p>
          <w:p w14:paraId="12BCF825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</w:tcPr>
          <w:p w14:paraId="76885F28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HEPA H14 305x305x78 – 2 szt.</w:t>
            </w:r>
          </w:p>
          <w:p w14:paraId="68B778D1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uszczelka wewnętrzna</w:t>
            </w:r>
          </w:p>
          <w:p w14:paraId="61A2CA5B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żelowa</w:t>
            </w:r>
          </w:p>
          <w:p w14:paraId="3D39FC7F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ASTROCEL II A96C9B2R4</w:t>
            </w:r>
          </w:p>
          <w:p w14:paraId="74985C24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P/N 1214704203</w:t>
            </w:r>
          </w:p>
        </w:tc>
        <w:tc>
          <w:tcPr>
            <w:tcW w:w="1320" w:type="dxa"/>
            <w:gridSpan w:val="3"/>
          </w:tcPr>
          <w:p w14:paraId="1413C046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parter</w:t>
            </w:r>
          </w:p>
          <w:p w14:paraId="54C4062F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lab. 4</w:t>
            </w:r>
          </w:p>
          <w:p w14:paraId="7F2E2139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bud. B</w:t>
            </w:r>
          </w:p>
        </w:tc>
        <w:tc>
          <w:tcPr>
            <w:tcW w:w="992" w:type="dxa"/>
            <w:gridSpan w:val="2"/>
          </w:tcPr>
          <w:p w14:paraId="27BD73FB" w14:textId="77777777" w:rsidR="00CD6074" w:rsidRPr="00C3183A" w:rsidRDefault="00CD6074" w:rsidP="00CD607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A1729CB" w14:textId="77777777" w:rsidR="0040282F" w:rsidRPr="00C3183A" w:rsidRDefault="00CD6074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55AB20C5" w14:textId="77777777" w:rsidR="0040282F" w:rsidRPr="00C3183A" w:rsidRDefault="0040282F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2114FF1C" w14:textId="77777777" w:rsidR="0040282F" w:rsidRPr="00C3183A" w:rsidRDefault="0040282F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5B25A5A0" w14:textId="77777777" w:rsidTr="00BC3229">
        <w:tc>
          <w:tcPr>
            <w:tcW w:w="568" w:type="dxa"/>
            <w:vAlign w:val="center"/>
          </w:tcPr>
          <w:p w14:paraId="2D5F35F8" w14:textId="77777777" w:rsidR="0040282F" w:rsidRPr="00C3183A" w:rsidRDefault="0040282F" w:rsidP="0097060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38A637D2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5BB84D20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kanałowy </w:t>
            </w:r>
          </w:p>
          <w:p w14:paraId="4873BCA9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HARMANN </w:t>
            </w:r>
          </w:p>
          <w:p w14:paraId="1B1978C9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MBC 250/2600S</w:t>
            </w:r>
          </w:p>
        </w:tc>
        <w:tc>
          <w:tcPr>
            <w:tcW w:w="709" w:type="dxa"/>
          </w:tcPr>
          <w:p w14:paraId="3B3B853F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75738DA3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6D0D988E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Poddasze </w:t>
            </w:r>
          </w:p>
          <w:p w14:paraId="3DA2609E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bud. B</w:t>
            </w:r>
          </w:p>
          <w:p w14:paraId="19616FEF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</w:tcPr>
          <w:p w14:paraId="4A0FD1D4" w14:textId="77777777" w:rsidR="00CD6074" w:rsidRPr="00C3183A" w:rsidRDefault="00CD6074" w:rsidP="00CD607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5BF1A015" w14:textId="77777777" w:rsidR="0040282F" w:rsidRPr="00C3183A" w:rsidRDefault="00CD6074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5F973F50" w14:textId="77777777" w:rsidR="0040282F" w:rsidRPr="00C3183A" w:rsidRDefault="0040282F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4864B94D" w14:textId="77777777" w:rsidR="0040282F" w:rsidRPr="00C3183A" w:rsidRDefault="0040282F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6B4B2969" w14:textId="77777777" w:rsidTr="00BC3229">
        <w:tc>
          <w:tcPr>
            <w:tcW w:w="568" w:type="dxa"/>
            <w:vAlign w:val="center"/>
          </w:tcPr>
          <w:p w14:paraId="4E4FBF1E" w14:textId="77777777" w:rsidR="0040282F" w:rsidRPr="00C3183A" w:rsidRDefault="0040282F" w:rsidP="0097060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6463D37D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64B54A55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kanałowy </w:t>
            </w:r>
          </w:p>
          <w:p w14:paraId="19F19C9C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Venture Industries </w:t>
            </w:r>
          </w:p>
          <w:p w14:paraId="6511DE91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typ KUKF </w:t>
            </w:r>
          </w:p>
        </w:tc>
        <w:tc>
          <w:tcPr>
            <w:tcW w:w="709" w:type="dxa"/>
          </w:tcPr>
          <w:p w14:paraId="79944EF8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49A66852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0FFCDEBE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na zewnątrz</w:t>
            </w:r>
          </w:p>
          <w:p w14:paraId="72F9E767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przy bud. B</w:t>
            </w:r>
          </w:p>
          <w:p w14:paraId="782F4616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(wyw. z dygestorium)</w:t>
            </w:r>
          </w:p>
        </w:tc>
        <w:tc>
          <w:tcPr>
            <w:tcW w:w="992" w:type="dxa"/>
            <w:gridSpan w:val="2"/>
          </w:tcPr>
          <w:p w14:paraId="48A0BAF2" w14:textId="77777777" w:rsidR="00CD6074" w:rsidRPr="00C3183A" w:rsidRDefault="00CD6074" w:rsidP="00CD607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5930A09E" w14:textId="77777777" w:rsidR="0040282F" w:rsidRPr="00C3183A" w:rsidRDefault="00CD6074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398EAAE9" w14:textId="77777777" w:rsidR="0040282F" w:rsidRPr="00C3183A" w:rsidRDefault="0040282F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313F7A7F" w14:textId="77777777" w:rsidR="0040282F" w:rsidRPr="00C3183A" w:rsidRDefault="0040282F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4FC947A6" w14:textId="77777777" w:rsidTr="00BC3229">
        <w:tc>
          <w:tcPr>
            <w:tcW w:w="568" w:type="dxa"/>
            <w:vAlign w:val="center"/>
          </w:tcPr>
          <w:p w14:paraId="3D8081BA" w14:textId="77777777" w:rsidR="0040282F" w:rsidRPr="00C3183A" w:rsidRDefault="0040282F" w:rsidP="0097060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05FD9BA8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6D4942C3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nawiewny promieniowy </w:t>
            </w:r>
          </w:p>
          <w:p w14:paraId="2E931EAA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Venture Industries </w:t>
            </w:r>
          </w:p>
          <w:p w14:paraId="5D0C21EB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typ CMB 270/200, </w:t>
            </w:r>
          </w:p>
        </w:tc>
        <w:tc>
          <w:tcPr>
            <w:tcW w:w="709" w:type="dxa"/>
          </w:tcPr>
          <w:p w14:paraId="357E1D1F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4230058E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590x590x360</w:t>
            </w:r>
          </w:p>
        </w:tc>
        <w:tc>
          <w:tcPr>
            <w:tcW w:w="1320" w:type="dxa"/>
            <w:gridSpan w:val="3"/>
          </w:tcPr>
          <w:p w14:paraId="4751E384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na zewnątrz</w:t>
            </w:r>
          </w:p>
          <w:p w14:paraId="2B920B02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przy bud. B</w:t>
            </w:r>
          </w:p>
          <w:p w14:paraId="1CBD0D37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(nawiew do pom. laboratoryjnych)</w:t>
            </w:r>
          </w:p>
        </w:tc>
        <w:tc>
          <w:tcPr>
            <w:tcW w:w="992" w:type="dxa"/>
            <w:gridSpan w:val="2"/>
          </w:tcPr>
          <w:p w14:paraId="1BB0C762" w14:textId="77777777" w:rsidR="00CD6074" w:rsidRPr="00C3183A" w:rsidRDefault="00CD6074" w:rsidP="00CD607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7DDAA41" w14:textId="77777777" w:rsidR="0040282F" w:rsidRPr="00C3183A" w:rsidRDefault="00CD6074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3DD96D89" w14:textId="77777777" w:rsidR="0040282F" w:rsidRPr="00C3183A" w:rsidRDefault="0040282F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594BE627" w14:textId="77777777" w:rsidR="0040282F" w:rsidRPr="00C3183A" w:rsidRDefault="0040282F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1665B0EE" w14:textId="77777777" w:rsidTr="00BC3229">
        <w:tc>
          <w:tcPr>
            <w:tcW w:w="568" w:type="dxa"/>
            <w:vAlign w:val="center"/>
          </w:tcPr>
          <w:p w14:paraId="77CE9134" w14:textId="77777777" w:rsidR="0040282F" w:rsidRPr="00C3183A" w:rsidRDefault="0040282F" w:rsidP="0097060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4AA5794B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492B0065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kanałowy wywiewny </w:t>
            </w:r>
          </w:p>
          <w:p w14:paraId="11BB0DD8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typ KVO 315L </w:t>
            </w:r>
          </w:p>
          <w:p w14:paraId="500EC134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wyd. 2190 m</w:t>
            </w:r>
            <w:r w:rsidRPr="00C3183A">
              <w:rPr>
                <w:rFonts w:ascii="Calibri" w:hAnsi="Calibri"/>
                <w:sz w:val="20"/>
                <w:szCs w:val="20"/>
                <w:vertAlign w:val="superscript"/>
                <w:lang w:val="pl-PL"/>
              </w:rPr>
              <w:t>3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/h</w:t>
            </w:r>
          </w:p>
        </w:tc>
        <w:tc>
          <w:tcPr>
            <w:tcW w:w="709" w:type="dxa"/>
          </w:tcPr>
          <w:p w14:paraId="6116C866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4212C918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65B987F7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pom. techn.</w:t>
            </w:r>
          </w:p>
          <w:p w14:paraId="19A1FE4D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suterena bud. B</w:t>
            </w:r>
          </w:p>
        </w:tc>
        <w:tc>
          <w:tcPr>
            <w:tcW w:w="992" w:type="dxa"/>
            <w:gridSpan w:val="2"/>
          </w:tcPr>
          <w:p w14:paraId="76A59534" w14:textId="77777777" w:rsidR="00CD6074" w:rsidRPr="00C3183A" w:rsidRDefault="00CD6074" w:rsidP="00CD607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4959E5CC" w14:textId="77777777" w:rsidR="0040282F" w:rsidRPr="00C3183A" w:rsidRDefault="00CD6074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18D1B155" w14:textId="77777777" w:rsidR="0040282F" w:rsidRPr="00C3183A" w:rsidRDefault="0040282F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3F8CC4C6" w14:textId="77777777" w:rsidR="0040282F" w:rsidRPr="00C3183A" w:rsidRDefault="0040282F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13D74BE2" w14:textId="77777777" w:rsidTr="00BC3229">
        <w:tc>
          <w:tcPr>
            <w:tcW w:w="568" w:type="dxa"/>
            <w:vAlign w:val="center"/>
          </w:tcPr>
          <w:p w14:paraId="56415B7F" w14:textId="77777777" w:rsidR="0040282F" w:rsidRPr="00C3183A" w:rsidRDefault="0040282F" w:rsidP="0097060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24600A74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Wentylatory </w:t>
            </w:r>
          </w:p>
          <w:p w14:paraId="137DCC86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promieniowe laboratoryjne</w:t>
            </w:r>
          </w:p>
          <w:p w14:paraId="5C1BF5FD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F.E.W.B. Metalplast </w:t>
            </w:r>
          </w:p>
          <w:p w14:paraId="37B8C56D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typ WB 25   </w:t>
            </w:r>
          </w:p>
        </w:tc>
        <w:tc>
          <w:tcPr>
            <w:tcW w:w="709" w:type="dxa"/>
          </w:tcPr>
          <w:p w14:paraId="467AAA42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</w:t>
            </w:r>
          </w:p>
        </w:tc>
        <w:tc>
          <w:tcPr>
            <w:tcW w:w="1701" w:type="dxa"/>
          </w:tcPr>
          <w:p w14:paraId="6AE280A3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0E6DE52E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pom. techn.</w:t>
            </w:r>
          </w:p>
          <w:p w14:paraId="28FDC1D8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kl. B1</w:t>
            </w:r>
          </w:p>
          <w:p w14:paraId="2A0254C9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IIIp.</w:t>
            </w:r>
          </w:p>
          <w:p w14:paraId="367B6A47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(wyw. z dygestorium)</w:t>
            </w:r>
          </w:p>
        </w:tc>
        <w:tc>
          <w:tcPr>
            <w:tcW w:w="992" w:type="dxa"/>
            <w:gridSpan w:val="2"/>
          </w:tcPr>
          <w:p w14:paraId="37A8F5AB" w14:textId="77777777" w:rsidR="00CD6074" w:rsidRPr="00C3183A" w:rsidRDefault="00CD6074" w:rsidP="00CD607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7E56CB9" w14:textId="77777777" w:rsidR="0040282F" w:rsidRPr="00C3183A" w:rsidRDefault="00CD6074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6788D99C" w14:textId="77777777" w:rsidR="0040282F" w:rsidRPr="00C3183A" w:rsidRDefault="0040282F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08111ECD" w14:textId="77777777" w:rsidR="0040282F" w:rsidRPr="00C3183A" w:rsidRDefault="0040282F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388CE018" w14:textId="77777777" w:rsidTr="00BC3229">
        <w:tc>
          <w:tcPr>
            <w:tcW w:w="568" w:type="dxa"/>
            <w:vAlign w:val="center"/>
          </w:tcPr>
          <w:p w14:paraId="4586D36D" w14:textId="77777777" w:rsidR="0040282F" w:rsidRPr="00C3183A" w:rsidRDefault="0040282F" w:rsidP="0097060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6069CA85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nawiewna </w:t>
            </w:r>
          </w:p>
          <w:p w14:paraId="558B4CEC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VTS Clima </w:t>
            </w:r>
          </w:p>
          <w:p w14:paraId="5C12D632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VCP 1</w:t>
            </w:r>
          </w:p>
        </w:tc>
        <w:tc>
          <w:tcPr>
            <w:tcW w:w="709" w:type="dxa"/>
          </w:tcPr>
          <w:p w14:paraId="59B01B8C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541DAC77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592x287x300</w:t>
            </w:r>
          </w:p>
        </w:tc>
        <w:tc>
          <w:tcPr>
            <w:tcW w:w="1320" w:type="dxa"/>
            <w:gridSpan w:val="3"/>
          </w:tcPr>
          <w:p w14:paraId="116E2C92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Kotłownia</w:t>
            </w:r>
          </w:p>
          <w:p w14:paraId="4AB0A0A0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Bud. B</w:t>
            </w:r>
          </w:p>
        </w:tc>
        <w:tc>
          <w:tcPr>
            <w:tcW w:w="992" w:type="dxa"/>
            <w:gridSpan w:val="2"/>
          </w:tcPr>
          <w:p w14:paraId="750EEDD1" w14:textId="77777777" w:rsidR="00CD6074" w:rsidRPr="00C3183A" w:rsidRDefault="00CD6074" w:rsidP="00CD607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58C66701" w14:textId="77777777" w:rsidR="0040282F" w:rsidRPr="00C3183A" w:rsidRDefault="00CD6074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4E6A89C6" w14:textId="77777777" w:rsidR="0040282F" w:rsidRPr="00C3183A" w:rsidRDefault="0040282F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683446CC" w14:textId="77777777" w:rsidR="0040282F" w:rsidRPr="00C3183A" w:rsidRDefault="0040282F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2E86D059" w14:textId="77777777" w:rsidTr="00BC3229">
        <w:tc>
          <w:tcPr>
            <w:tcW w:w="568" w:type="dxa"/>
            <w:vAlign w:val="center"/>
          </w:tcPr>
          <w:p w14:paraId="0F7DC659" w14:textId="77777777" w:rsidR="0040282F" w:rsidRPr="00C3183A" w:rsidRDefault="0040282F" w:rsidP="0097060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672EFEB3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10EE05FA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kanałowy </w:t>
            </w:r>
          </w:p>
          <w:p w14:paraId="1667FF58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KVK-250</w:t>
            </w:r>
          </w:p>
        </w:tc>
        <w:tc>
          <w:tcPr>
            <w:tcW w:w="709" w:type="dxa"/>
          </w:tcPr>
          <w:p w14:paraId="2EBB9D4D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6E8E4DA4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64456F08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Kotłownia</w:t>
            </w:r>
          </w:p>
          <w:p w14:paraId="56C179D2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Bud. B</w:t>
            </w:r>
          </w:p>
        </w:tc>
        <w:tc>
          <w:tcPr>
            <w:tcW w:w="992" w:type="dxa"/>
            <w:gridSpan w:val="2"/>
          </w:tcPr>
          <w:p w14:paraId="576B470D" w14:textId="77777777" w:rsidR="00CD6074" w:rsidRPr="00C3183A" w:rsidRDefault="00CD6074" w:rsidP="00CD607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4991AECA" w14:textId="77777777" w:rsidR="0040282F" w:rsidRPr="00C3183A" w:rsidRDefault="00CD6074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74EB58E4" w14:textId="77777777" w:rsidR="0040282F" w:rsidRPr="00C3183A" w:rsidRDefault="0040282F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03BE170C" w14:textId="77777777" w:rsidR="0040282F" w:rsidRPr="00C3183A" w:rsidRDefault="0040282F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429362E1" w14:textId="77777777" w:rsidTr="00BC3229">
        <w:tc>
          <w:tcPr>
            <w:tcW w:w="568" w:type="dxa"/>
            <w:vAlign w:val="center"/>
          </w:tcPr>
          <w:p w14:paraId="04F3A786" w14:textId="77777777" w:rsidR="0040282F" w:rsidRPr="00C3183A" w:rsidRDefault="0040282F" w:rsidP="0097060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126E7435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326CD565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kanałowy </w:t>
            </w:r>
          </w:p>
          <w:p w14:paraId="144349C1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Venture Industries </w:t>
            </w:r>
          </w:p>
          <w:p w14:paraId="74711E38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typ TD-1000/250 </w:t>
            </w:r>
          </w:p>
        </w:tc>
        <w:tc>
          <w:tcPr>
            <w:tcW w:w="709" w:type="dxa"/>
          </w:tcPr>
          <w:p w14:paraId="32A13185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6CF599CC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251A2930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Kotłownia</w:t>
            </w:r>
          </w:p>
          <w:p w14:paraId="77AAD680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Bud. B</w:t>
            </w:r>
          </w:p>
          <w:p w14:paraId="6FF3D1F3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(wywiew z pom. biurowych)</w:t>
            </w:r>
          </w:p>
        </w:tc>
        <w:tc>
          <w:tcPr>
            <w:tcW w:w="992" w:type="dxa"/>
            <w:gridSpan w:val="2"/>
          </w:tcPr>
          <w:p w14:paraId="77CA5561" w14:textId="77777777" w:rsidR="00CD6074" w:rsidRPr="00C3183A" w:rsidRDefault="00CD6074" w:rsidP="00CD607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83A5F0E" w14:textId="77777777" w:rsidR="0040282F" w:rsidRPr="00C3183A" w:rsidRDefault="00CD6074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625D5674" w14:textId="77777777" w:rsidR="0040282F" w:rsidRPr="00C3183A" w:rsidRDefault="0040282F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31CA8D16" w14:textId="77777777" w:rsidR="0040282F" w:rsidRPr="00C3183A" w:rsidRDefault="0040282F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635EFE2B" w14:textId="77777777" w:rsidTr="00BC3229">
        <w:tc>
          <w:tcPr>
            <w:tcW w:w="568" w:type="dxa"/>
            <w:vAlign w:val="center"/>
          </w:tcPr>
          <w:p w14:paraId="2B451C12" w14:textId="77777777" w:rsidR="0040282F" w:rsidRPr="00C3183A" w:rsidRDefault="0040282F" w:rsidP="0097060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15529936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1CCC68B6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kanałowy </w:t>
            </w:r>
          </w:p>
          <w:p w14:paraId="68D9DB84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Venture Industries</w:t>
            </w:r>
          </w:p>
          <w:p w14:paraId="08C74926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typ TD-500/160 </w:t>
            </w:r>
          </w:p>
        </w:tc>
        <w:tc>
          <w:tcPr>
            <w:tcW w:w="709" w:type="dxa"/>
          </w:tcPr>
          <w:p w14:paraId="604DE363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271929BA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0B629978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Kotłownia</w:t>
            </w:r>
          </w:p>
          <w:p w14:paraId="60A63C5A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Bud. B</w:t>
            </w:r>
          </w:p>
          <w:p w14:paraId="64662588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(wywiew z sanitariatów)</w:t>
            </w:r>
          </w:p>
        </w:tc>
        <w:tc>
          <w:tcPr>
            <w:tcW w:w="992" w:type="dxa"/>
            <w:gridSpan w:val="2"/>
          </w:tcPr>
          <w:p w14:paraId="3DBAAE45" w14:textId="77777777" w:rsidR="00CD6074" w:rsidRPr="00C3183A" w:rsidRDefault="00CD6074" w:rsidP="00CD607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3DBC5B11" w14:textId="77777777" w:rsidR="0040282F" w:rsidRPr="00C3183A" w:rsidRDefault="00CD6074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7DFE7862" w14:textId="77777777" w:rsidR="0040282F" w:rsidRPr="00C3183A" w:rsidRDefault="0040282F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265D464F" w14:textId="77777777" w:rsidR="0040282F" w:rsidRPr="00C3183A" w:rsidRDefault="0040282F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32F9B90C" w14:textId="77777777" w:rsidTr="00BC3229">
        <w:tc>
          <w:tcPr>
            <w:tcW w:w="568" w:type="dxa"/>
            <w:vAlign w:val="center"/>
          </w:tcPr>
          <w:p w14:paraId="4E499DAC" w14:textId="77777777" w:rsidR="0040282F" w:rsidRPr="00C3183A" w:rsidRDefault="0040282F" w:rsidP="0097060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7932B875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29DB4CB4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wyw. promieniowy </w:t>
            </w:r>
          </w:p>
          <w:p w14:paraId="5D1A53F4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F.E.W.B. Metalplast </w:t>
            </w:r>
          </w:p>
          <w:p w14:paraId="5613AB2E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typ WA 18 </w:t>
            </w:r>
          </w:p>
        </w:tc>
        <w:tc>
          <w:tcPr>
            <w:tcW w:w="709" w:type="dxa"/>
          </w:tcPr>
          <w:p w14:paraId="4B9AE0FF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0FB675F3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65D7A08D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Poddasze </w:t>
            </w:r>
          </w:p>
          <w:p w14:paraId="1C3720AF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bud. B kl. B 3  </w:t>
            </w:r>
          </w:p>
          <w:p w14:paraId="09ED9CCA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(wywiew z sanitariatów II p.) </w:t>
            </w:r>
          </w:p>
          <w:p w14:paraId="7BA4A23C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</w:tcPr>
          <w:p w14:paraId="75F0C21E" w14:textId="77777777" w:rsidR="00CD6074" w:rsidRPr="00C3183A" w:rsidRDefault="00CD6074" w:rsidP="00CD607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3053EF83" w14:textId="77777777" w:rsidR="0040282F" w:rsidRPr="00C3183A" w:rsidRDefault="00CD6074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1F183CC0" w14:textId="77777777" w:rsidR="0040282F" w:rsidRPr="00C3183A" w:rsidRDefault="0040282F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7FDF4226" w14:textId="77777777" w:rsidR="0040282F" w:rsidRPr="00C3183A" w:rsidRDefault="0040282F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75479E95" w14:textId="77777777" w:rsidTr="00BC3229">
        <w:tc>
          <w:tcPr>
            <w:tcW w:w="568" w:type="dxa"/>
            <w:vAlign w:val="center"/>
          </w:tcPr>
          <w:p w14:paraId="313CC3F9" w14:textId="77777777" w:rsidR="0040282F" w:rsidRPr="00C3183A" w:rsidRDefault="0040282F" w:rsidP="0097060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0336ED4B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6D3A14CF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wyw. kanałowy </w:t>
            </w:r>
          </w:p>
          <w:p w14:paraId="683D3CBD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Venture Industries </w:t>
            </w:r>
          </w:p>
          <w:p w14:paraId="10501307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typ TD-800/200 </w:t>
            </w:r>
          </w:p>
        </w:tc>
        <w:tc>
          <w:tcPr>
            <w:tcW w:w="709" w:type="dxa"/>
          </w:tcPr>
          <w:p w14:paraId="6AF6AA63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13F396AC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02E7FDF5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Poddasze </w:t>
            </w:r>
          </w:p>
          <w:p w14:paraId="19065FB2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bud. B</w:t>
            </w:r>
          </w:p>
          <w:p w14:paraId="2491F248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wywiew z digest. pok.05)</w:t>
            </w:r>
          </w:p>
        </w:tc>
        <w:tc>
          <w:tcPr>
            <w:tcW w:w="992" w:type="dxa"/>
            <w:gridSpan w:val="2"/>
          </w:tcPr>
          <w:p w14:paraId="0E086AA2" w14:textId="77777777" w:rsidR="00CD6074" w:rsidRPr="00C3183A" w:rsidRDefault="00CD6074" w:rsidP="00CD607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73EF7E59" w14:textId="77777777" w:rsidR="0040282F" w:rsidRPr="00C3183A" w:rsidRDefault="00CD6074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45CF10B2" w14:textId="77777777" w:rsidR="0040282F" w:rsidRPr="00C3183A" w:rsidRDefault="0040282F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33C059F3" w14:textId="77777777" w:rsidR="0040282F" w:rsidRPr="00C3183A" w:rsidRDefault="0040282F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6ADA2286" w14:textId="77777777" w:rsidTr="00BC3229">
        <w:tc>
          <w:tcPr>
            <w:tcW w:w="568" w:type="dxa"/>
            <w:vAlign w:val="center"/>
          </w:tcPr>
          <w:p w14:paraId="579BBC21" w14:textId="77777777" w:rsidR="0040282F" w:rsidRPr="00C3183A" w:rsidRDefault="0040282F" w:rsidP="0097060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0C8D1D86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</w:t>
            </w:r>
          </w:p>
          <w:p w14:paraId="1CB267DC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naw - wywiewna</w:t>
            </w:r>
          </w:p>
          <w:p w14:paraId="03473605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VTS typ VS-75-R-RH </w:t>
            </w:r>
          </w:p>
          <w:p w14:paraId="5DF02226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wyd. 8000 m</w:t>
            </w:r>
            <w:r w:rsidRPr="00C3183A">
              <w:rPr>
                <w:rFonts w:ascii="Calibri" w:hAnsi="Calibri"/>
                <w:sz w:val="20"/>
                <w:szCs w:val="20"/>
                <w:vertAlign w:val="superscript"/>
                <w:lang w:val="pl-PL"/>
              </w:rPr>
              <w:t>3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/h</w:t>
            </w:r>
          </w:p>
        </w:tc>
        <w:tc>
          <w:tcPr>
            <w:tcW w:w="709" w:type="dxa"/>
          </w:tcPr>
          <w:p w14:paraId="605AFED2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1DEEA82A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EU4</w:t>
            </w:r>
          </w:p>
          <w:p w14:paraId="67B61FFB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428X428X300 – 6 szt.</w:t>
            </w:r>
          </w:p>
          <w:p w14:paraId="50F5E063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428x287x300 – 6 szt.</w:t>
            </w:r>
          </w:p>
        </w:tc>
        <w:tc>
          <w:tcPr>
            <w:tcW w:w="1320" w:type="dxa"/>
            <w:gridSpan w:val="3"/>
          </w:tcPr>
          <w:p w14:paraId="03AE07A4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Poddasze </w:t>
            </w:r>
          </w:p>
          <w:p w14:paraId="4667D19B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bud. B</w:t>
            </w:r>
          </w:p>
        </w:tc>
        <w:tc>
          <w:tcPr>
            <w:tcW w:w="992" w:type="dxa"/>
            <w:gridSpan w:val="2"/>
          </w:tcPr>
          <w:p w14:paraId="17E0F589" w14:textId="77777777" w:rsidR="00CD6074" w:rsidRPr="00C3183A" w:rsidRDefault="00CD6074" w:rsidP="00CD607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C385486" w14:textId="77777777" w:rsidR="0040282F" w:rsidRPr="00C3183A" w:rsidRDefault="00CD6074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080F64A9" w14:textId="77777777" w:rsidR="0040282F" w:rsidRPr="00C3183A" w:rsidRDefault="0040282F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519561EA" w14:textId="77777777" w:rsidR="0040282F" w:rsidRPr="00C3183A" w:rsidRDefault="0040282F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6DB72561" w14:textId="77777777" w:rsidTr="00BC3229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4D6B6AAF" w14:textId="77777777" w:rsidR="0040282F" w:rsidRPr="00C3183A" w:rsidRDefault="0040282F" w:rsidP="0097060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CE8AD18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</w:t>
            </w:r>
          </w:p>
          <w:p w14:paraId="75452C4F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naw - wywiewna </w:t>
            </w:r>
          </w:p>
          <w:p w14:paraId="79C1D48C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Swegon Gold 4 </w:t>
            </w:r>
          </w:p>
          <w:p w14:paraId="1C03F6D2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wyd. 3200 m</w:t>
            </w:r>
            <w:r w:rsidRPr="00C3183A">
              <w:rPr>
                <w:rFonts w:ascii="Calibri" w:hAnsi="Calibri"/>
                <w:sz w:val="20"/>
                <w:szCs w:val="20"/>
                <w:vertAlign w:val="superscript"/>
                <w:lang w:val="pl-PL"/>
              </w:rPr>
              <w:t>3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/h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F20A8C9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2F80057" w14:textId="77777777" w:rsidR="0040282F" w:rsidRPr="00C3183A" w:rsidRDefault="0040282F" w:rsidP="00970602">
            <w:pPr>
              <w:tabs>
                <w:tab w:val="left" w:pos="1102"/>
              </w:tabs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F5</w:t>
            </w:r>
          </w:p>
          <w:p w14:paraId="7F31AA7F" w14:textId="77777777" w:rsidR="0040282F" w:rsidRPr="00C3183A" w:rsidRDefault="0040282F" w:rsidP="00EF1F1E">
            <w:pPr>
              <w:tabs>
                <w:tab w:val="left" w:pos="1102"/>
              </w:tabs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592x592x300 – 4 szt.</w:t>
            </w:r>
          </w:p>
        </w:tc>
        <w:tc>
          <w:tcPr>
            <w:tcW w:w="1320" w:type="dxa"/>
            <w:gridSpan w:val="3"/>
          </w:tcPr>
          <w:p w14:paraId="2F66C061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Poddasze </w:t>
            </w:r>
          </w:p>
          <w:p w14:paraId="13EF058F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bud. B</w:t>
            </w:r>
          </w:p>
        </w:tc>
        <w:tc>
          <w:tcPr>
            <w:tcW w:w="992" w:type="dxa"/>
            <w:gridSpan w:val="2"/>
          </w:tcPr>
          <w:p w14:paraId="53B4FAE4" w14:textId="77777777" w:rsidR="00CD6074" w:rsidRPr="00C3183A" w:rsidRDefault="00CD6074" w:rsidP="00CD607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109E2A7" w14:textId="77777777" w:rsidR="0040282F" w:rsidRPr="00C3183A" w:rsidRDefault="00CD6074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53491B1A" w14:textId="77777777" w:rsidR="0040282F" w:rsidRPr="00C3183A" w:rsidRDefault="0040282F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36A186A4" w14:textId="77777777" w:rsidR="0040282F" w:rsidRPr="00C3183A" w:rsidRDefault="0040282F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0B6AC303" w14:textId="77777777" w:rsidTr="00BC3229">
        <w:tc>
          <w:tcPr>
            <w:tcW w:w="568" w:type="dxa"/>
            <w:shd w:val="clear" w:color="auto" w:fill="auto"/>
            <w:vAlign w:val="center"/>
          </w:tcPr>
          <w:p w14:paraId="2621F858" w14:textId="77777777" w:rsidR="0040282F" w:rsidRPr="00C3183A" w:rsidRDefault="0040282F" w:rsidP="0097060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0041166C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5C05E787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nawiewny kanałowy </w:t>
            </w:r>
          </w:p>
          <w:p w14:paraId="69900C05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Harmann </w:t>
            </w:r>
          </w:p>
          <w:p w14:paraId="562A0C35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ML-160/500</w:t>
            </w:r>
          </w:p>
          <w:p w14:paraId="262338C7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wraz z czerpnią, wyrzutnią </w:t>
            </w:r>
          </w:p>
        </w:tc>
        <w:tc>
          <w:tcPr>
            <w:tcW w:w="709" w:type="dxa"/>
            <w:shd w:val="clear" w:color="auto" w:fill="auto"/>
          </w:tcPr>
          <w:p w14:paraId="3045F6DF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071C94EB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EU 5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FBB-160</w:t>
            </w:r>
          </w:p>
        </w:tc>
        <w:tc>
          <w:tcPr>
            <w:tcW w:w="1320" w:type="dxa"/>
            <w:gridSpan w:val="3"/>
            <w:shd w:val="clear" w:color="auto" w:fill="auto"/>
          </w:tcPr>
          <w:p w14:paraId="6E89AEEB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Przyziemie, serwerownia 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3086C60" w14:textId="77777777" w:rsidR="00CD6074" w:rsidRPr="00C3183A" w:rsidRDefault="00CD6074" w:rsidP="00CD607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5327437" w14:textId="77777777" w:rsidR="0040282F" w:rsidRPr="00C3183A" w:rsidRDefault="00CD6074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5BA15DE9" w14:textId="77777777" w:rsidR="0040282F" w:rsidRPr="00C3183A" w:rsidRDefault="0040282F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589C9E1E" w14:textId="77777777" w:rsidR="0040282F" w:rsidRPr="00C3183A" w:rsidRDefault="0040282F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00E3F6E8" w14:textId="77777777" w:rsidTr="00BC3229">
        <w:tc>
          <w:tcPr>
            <w:tcW w:w="568" w:type="dxa"/>
            <w:shd w:val="clear" w:color="auto" w:fill="auto"/>
            <w:vAlign w:val="center"/>
          </w:tcPr>
          <w:p w14:paraId="19C802F7" w14:textId="77777777" w:rsidR="0040282F" w:rsidRPr="00C3183A" w:rsidRDefault="0040282F" w:rsidP="0097060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29266C0A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Nawilżacz AIRTEC</w:t>
            </w:r>
          </w:p>
          <w:p w14:paraId="420B78D9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PCMH45</w:t>
            </w:r>
          </w:p>
        </w:tc>
        <w:tc>
          <w:tcPr>
            <w:tcW w:w="709" w:type="dxa"/>
            <w:shd w:val="clear" w:color="auto" w:fill="auto"/>
          </w:tcPr>
          <w:p w14:paraId="4D280608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137C3BA6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Poduszki piankowe</w:t>
            </w:r>
          </w:p>
        </w:tc>
        <w:tc>
          <w:tcPr>
            <w:tcW w:w="1320" w:type="dxa"/>
            <w:gridSpan w:val="3"/>
            <w:shd w:val="clear" w:color="auto" w:fill="auto"/>
          </w:tcPr>
          <w:p w14:paraId="20090182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Przyziemie, serwerownia 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48BA688" w14:textId="77777777" w:rsidR="00CD6074" w:rsidRPr="00C3183A" w:rsidRDefault="00CD6074" w:rsidP="00CD607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4C805BC3" w14:textId="77777777" w:rsidR="0040282F" w:rsidRPr="00C3183A" w:rsidRDefault="00CD6074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734D360E" w14:textId="77777777" w:rsidR="0040282F" w:rsidRPr="00C3183A" w:rsidRDefault="0040282F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741FBEB4" w14:textId="77777777" w:rsidR="0040282F" w:rsidRPr="00C3183A" w:rsidRDefault="0040282F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367063AB" w14:textId="77777777" w:rsidTr="00BC3229">
        <w:tc>
          <w:tcPr>
            <w:tcW w:w="568" w:type="dxa"/>
            <w:shd w:val="clear" w:color="auto" w:fill="auto"/>
            <w:vAlign w:val="center"/>
          </w:tcPr>
          <w:p w14:paraId="4483CAF8" w14:textId="77777777" w:rsidR="0040282F" w:rsidRPr="00C3183A" w:rsidRDefault="0040282F" w:rsidP="0097060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0F0E57C7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Detektor wycieków AFRISO OM5</w:t>
            </w:r>
          </w:p>
          <w:p w14:paraId="344A1767" w14:textId="77777777" w:rsidR="0040282F" w:rsidRPr="00C3183A" w:rsidRDefault="0040282F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HONEYWELL ABE 20</w:t>
            </w:r>
          </w:p>
        </w:tc>
        <w:tc>
          <w:tcPr>
            <w:tcW w:w="709" w:type="dxa"/>
            <w:shd w:val="clear" w:color="auto" w:fill="auto"/>
          </w:tcPr>
          <w:p w14:paraId="1970A768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11D30438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  <w:shd w:val="clear" w:color="auto" w:fill="auto"/>
          </w:tcPr>
          <w:p w14:paraId="67559E1A" w14:textId="77777777" w:rsidR="0040282F" w:rsidRPr="00C3183A" w:rsidRDefault="0040282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Przyziemie, serwerownia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A9F2967" w14:textId="77777777" w:rsidR="00CD6074" w:rsidRPr="00C3183A" w:rsidRDefault="00CD6074" w:rsidP="00CD607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7044C15" w14:textId="77777777" w:rsidR="0040282F" w:rsidRPr="00C3183A" w:rsidRDefault="00CD6074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6AE7782D" w14:textId="77777777" w:rsidR="0040282F" w:rsidRPr="00C3183A" w:rsidRDefault="0040282F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4CFA392D" w14:textId="77777777" w:rsidR="0040282F" w:rsidRPr="00C3183A" w:rsidRDefault="0040282F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120AA" w:rsidRPr="00C3183A" w14:paraId="409DF2E7" w14:textId="77777777" w:rsidTr="00BC3229">
        <w:tc>
          <w:tcPr>
            <w:tcW w:w="568" w:type="dxa"/>
            <w:shd w:val="clear" w:color="auto" w:fill="auto"/>
            <w:vAlign w:val="center"/>
          </w:tcPr>
          <w:p w14:paraId="10AC5551" w14:textId="77777777" w:rsidR="006120AA" w:rsidRPr="00C3183A" w:rsidRDefault="006120AA" w:rsidP="0097060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3E51AEC3" w14:textId="77777777" w:rsidR="006120AA" w:rsidRPr="00C3183A" w:rsidRDefault="006120AA" w:rsidP="006120A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wywiewny kanałowy </w:t>
            </w:r>
          </w:p>
          <w:p w14:paraId="5EAA3A5E" w14:textId="77777777" w:rsidR="006120AA" w:rsidRPr="00C3183A" w:rsidRDefault="006120AA" w:rsidP="006120A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POL-STOWEST,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CK 200A</w:t>
            </w:r>
          </w:p>
          <w:p w14:paraId="438E0596" w14:textId="77777777" w:rsidR="006120AA" w:rsidRPr="00C3183A" w:rsidRDefault="006120AA" w:rsidP="006120AA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  <w:p w14:paraId="3A791260" w14:textId="77777777" w:rsidR="006120AA" w:rsidRPr="00C3183A" w:rsidRDefault="006120AA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  <w:shd w:val="clear" w:color="auto" w:fill="auto"/>
          </w:tcPr>
          <w:p w14:paraId="51C2C045" w14:textId="77777777" w:rsidR="006120AA" w:rsidRPr="00C3183A" w:rsidRDefault="008A6EB6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3756F746" w14:textId="77777777" w:rsidR="006120AA" w:rsidRPr="00C3183A" w:rsidRDefault="006120AA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  <w:shd w:val="clear" w:color="auto" w:fill="auto"/>
          </w:tcPr>
          <w:p w14:paraId="1E591AF6" w14:textId="77777777" w:rsidR="006120AA" w:rsidRPr="00C3183A" w:rsidRDefault="006120AA" w:rsidP="006120A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poddasze B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drzwi 312</w:t>
            </w:r>
          </w:p>
          <w:p w14:paraId="5B6C23BC" w14:textId="77777777" w:rsidR="006120AA" w:rsidRPr="00C3183A" w:rsidRDefault="006120AA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5EA3D15D" w14:textId="77777777" w:rsidR="006120AA" w:rsidRPr="00C3183A" w:rsidRDefault="006120AA" w:rsidP="006120A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4DA3D678" w14:textId="77777777" w:rsidR="006120AA" w:rsidRPr="00C3183A" w:rsidRDefault="006120AA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216792D6" w14:textId="77777777" w:rsidR="006120AA" w:rsidRPr="00C3183A" w:rsidRDefault="006120AA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1D78DC08" w14:textId="77777777" w:rsidR="006120AA" w:rsidRPr="00C3183A" w:rsidRDefault="006120AA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6120AA" w:rsidRPr="00C3183A" w14:paraId="5D980ABC" w14:textId="77777777" w:rsidTr="00BC3229">
        <w:tc>
          <w:tcPr>
            <w:tcW w:w="568" w:type="dxa"/>
            <w:shd w:val="clear" w:color="auto" w:fill="auto"/>
            <w:vAlign w:val="center"/>
          </w:tcPr>
          <w:p w14:paraId="067C5326" w14:textId="77777777" w:rsidR="006120AA" w:rsidRPr="00C3183A" w:rsidRDefault="006120AA" w:rsidP="0097060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6A8E9A5D" w14:textId="77777777" w:rsidR="008A6EB6" w:rsidRPr="00C3183A" w:rsidRDefault="008A6EB6" w:rsidP="008A6EB6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 wywiewny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lab 3-4 </w:t>
            </w:r>
          </w:p>
          <w:p w14:paraId="7BC4DF83" w14:textId="77777777" w:rsidR="008A6EB6" w:rsidRPr="00C3183A" w:rsidRDefault="008A6EB6" w:rsidP="008A6EB6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HARMANN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MBC 250/2600S</w:t>
            </w:r>
          </w:p>
          <w:p w14:paraId="4ABF9CD9" w14:textId="77777777" w:rsidR="008A6EB6" w:rsidRPr="00C3183A" w:rsidRDefault="008A6EB6" w:rsidP="008A6EB6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  <w:p w14:paraId="33F11F34" w14:textId="77777777" w:rsidR="006120AA" w:rsidRPr="00C3183A" w:rsidRDefault="006120AA" w:rsidP="00970602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  <w:shd w:val="clear" w:color="auto" w:fill="auto"/>
          </w:tcPr>
          <w:p w14:paraId="4446D6B9" w14:textId="77777777" w:rsidR="006120AA" w:rsidRPr="00C3183A" w:rsidRDefault="00EF405F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6CA83FF6" w14:textId="77777777" w:rsidR="006120AA" w:rsidRPr="00C3183A" w:rsidRDefault="006120AA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  <w:shd w:val="clear" w:color="auto" w:fill="auto"/>
          </w:tcPr>
          <w:p w14:paraId="0DAAA885" w14:textId="77777777" w:rsidR="008A6EB6" w:rsidRPr="00C3183A" w:rsidRDefault="008A6EB6" w:rsidP="008A6EB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budynek B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poddasze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drzwi 312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(przy klatce schodowej)</w:t>
            </w:r>
          </w:p>
          <w:p w14:paraId="670FBC5F" w14:textId="77777777" w:rsidR="006120AA" w:rsidRPr="00C3183A" w:rsidRDefault="006120AA" w:rsidP="0097060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61BA8258" w14:textId="77777777" w:rsidR="008A6EB6" w:rsidRPr="00C3183A" w:rsidRDefault="008A6EB6" w:rsidP="008A6EB6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4B275125" w14:textId="77777777" w:rsidR="006120AA" w:rsidRPr="00C3183A" w:rsidRDefault="008A6EB6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3E60D6DA" w14:textId="77777777" w:rsidR="006120AA" w:rsidRPr="00C3183A" w:rsidRDefault="006120AA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241F3DF1" w14:textId="77777777" w:rsidR="006120AA" w:rsidRPr="00C3183A" w:rsidRDefault="006120AA" w:rsidP="0097060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617BDAB2" w14:textId="77777777" w:rsidTr="0040282F">
        <w:tc>
          <w:tcPr>
            <w:tcW w:w="568" w:type="dxa"/>
            <w:vAlign w:val="center"/>
          </w:tcPr>
          <w:p w14:paraId="2CE0B360" w14:textId="77777777" w:rsidR="0040282F" w:rsidRPr="00C3183A" w:rsidRDefault="0040282F" w:rsidP="00812E9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  <w:vAlign w:val="center"/>
          </w:tcPr>
          <w:p w14:paraId="434E44FD" w14:textId="18462CFA" w:rsidR="0040282F" w:rsidRPr="00C3183A" w:rsidRDefault="0040282F" w:rsidP="00812E92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Suma kosztów rocznych netto konserwacji i przeglądów dla budynku B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rok2025) 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  <w:vAlign w:val="center"/>
          </w:tcPr>
          <w:p w14:paraId="2CB972F5" w14:textId="77777777" w:rsidR="0040282F" w:rsidRPr="00C3183A" w:rsidRDefault="0040282F" w:rsidP="00812E9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03F017D2" w14:textId="77777777" w:rsidTr="0040282F">
        <w:tc>
          <w:tcPr>
            <w:tcW w:w="568" w:type="dxa"/>
          </w:tcPr>
          <w:p w14:paraId="6781D99F" w14:textId="77777777" w:rsidR="0040282F" w:rsidRPr="00C3183A" w:rsidRDefault="0040282F" w:rsidP="00812E9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7B86855F" w14:textId="228EE759" w:rsidR="0040282F" w:rsidRPr="00C3183A" w:rsidRDefault="0040282F" w:rsidP="00812E92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Koszt brutto (VAT: 23%) konserwacji i przeglądów dla budynku B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rok2025)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72B77AD4" w14:textId="77777777" w:rsidR="0040282F" w:rsidRPr="00C3183A" w:rsidRDefault="0040282F" w:rsidP="00812E9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47D25B35" w14:textId="77777777" w:rsidTr="001A1130">
        <w:tc>
          <w:tcPr>
            <w:tcW w:w="9924" w:type="dxa"/>
            <w:gridSpan w:val="11"/>
          </w:tcPr>
          <w:p w14:paraId="2CCE900F" w14:textId="77777777" w:rsidR="0040282F" w:rsidRPr="00C3183A" w:rsidRDefault="0040282F" w:rsidP="0040282F">
            <w:pPr>
              <w:jc w:val="center"/>
              <w:rPr>
                <w:rFonts w:ascii="Calibri" w:hAnsi="Calibri" w:cs="Arial"/>
                <w:b/>
                <w:sz w:val="10"/>
                <w:szCs w:val="10"/>
                <w:lang w:val="pl-PL"/>
              </w:rPr>
            </w:pPr>
          </w:p>
          <w:p w14:paraId="0B794ED8" w14:textId="77777777" w:rsidR="0040282F" w:rsidRPr="00C3183A" w:rsidRDefault="0040282F" w:rsidP="0040282F">
            <w:pPr>
              <w:jc w:val="center"/>
              <w:rPr>
                <w:rFonts w:ascii="Calibri" w:hAnsi="Calibri" w:cs="Arial"/>
                <w:lang w:val="pl-PL"/>
              </w:rPr>
            </w:pPr>
            <w:r w:rsidRPr="00C3183A">
              <w:rPr>
                <w:rFonts w:ascii="Calibri" w:hAnsi="Calibri" w:cs="Arial"/>
                <w:b/>
                <w:lang w:val="pl-PL"/>
              </w:rPr>
              <w:t>Budynek C</w:t>
            </w:r>
            <w:r w:rsidRPr="00C3183A">
              <w:rPr>
                <w:rFonts w:ascii="Calibri" w:hAnsi="Calibri" w:cs="Arial"/>
                <w:u w:val="single"/>
                <w:lang w:val="pl-PL"/>
              </w:rPr>
              <w:t xml:space="preserve"> </w:t>
            </w:r>
            <w:r w:rsidRPr="00C3183A">
              <w:rPr>
                <w:rFonts w:ascii="Calibri" w:hAnsi="Calibri" w:cs="Arial"/>
                <w:u w:val="single"/>
                <w:lang w:val="pl-PL"/>
              </w:rPr>
              <w:br/>
            </w:r>
            <w:r w:rsidRPr="00C3183A">
              <w:rPr>
                <w:rFonts w:ascii="Calibri" w:hAnsi="Calibri" w:cs="Arial"/>
                <w:lang w:val="pl-PL"/>
              </w:rPr>
              <w:t>Poznań, ul. Towarowa 53</w:t>
            </w:r>
          </w:p>
        </w:tc>
      </w:tr>
      <w:tr w:rsidR="0040282F" w:rsidRPr="00C3183A" w14:paraId="57234EB1" w14:textId="77777777" w:rsidTr="00BC3229">
        <w:tc>
          <w:tcPr>
            <w:tcW w:w="568" w:type="dxa"/>
          </w:tcPr>
          <w:p w14:paraId="6C01D692" w14:textId="77777777" w:rsidR="0040282F" w:rsidRPr="00C3183A" w:rsidRDefault="0040282F" w:rsidP="00812E9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1D918279" w14:textId="77777777" w:rsidR="0040282F" w:rsidRPr="00C3183A" w:rsidRDefault="0040282F" w:rsidP="00812E92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Wentylator </w:t>
            </w:r>
          </w:p>
          <w:p w14:paraId="724710EE" w14:textId="77777777" w:rsidR="0040282F" w:rsidRPr="00C3183A" w:rsidRDefault="0040282F" w:rsidP="00812E92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nawiewny </w:t>
            </w:r>
          </w:p>
          <w:p w14:paraId="2B616469" w14:textId="77777777" w:rsidR="0040282F" w:rsidRPr="00C3183A" w:rsidRDefault="0040282F" w:rsidP="00812E92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Venture Industries </w:t>
            </w:r>
          </w:p>
          <w:p w14:paraId="5255E3FD" w14:textId="77777777" w:rsidR="0040282F" w:rsidRPr="00C3183A" w:rsidRDefault="0040282F" w:rsidP="00812E92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typ TD-350/125</w:t>
            </w:r>
          </w:p>
        </w:tc>
        <w:tc>
          <w:tcPr>
            <w:tcW w:w="709" w:type="dxa"/>
          </w:tcPr>
          <w:p w14:paraId="44184491" w14:textId="77777777" w:rsidR="0040282F" w:rsidRPr="00C3183A" w:rsidRDefault="0040282F" w:rsidP="00812E9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720B387A" w14:textId="77777777" w:rsidR="0040282F" w:rsidRPr="00C3183A" w:rsidRDefault="0040282F" w:rsidP="00812E9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flizelina</w:t>
            </w:r>
          </w:p>
        </w:tc>
        <w:tc>
          <w:tcPr>
            <w:tcW w:w="1320" w:type="dxa"/>
            <w:gridSpan w:val="3"/>
          </w:tcPr>
          <w:p w14:paraId="33829D4D" w14:textId="77777777" w:rsidR="0040282F" w:rsidRPr="00C3183A" w:rsidRDefault="0040282F" w:rsidP="00812E9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Przych. Lekarska</w:t>
            </w:r>
          </w:p>
          <w:p w14:paraId="34D96BEA" w14:textId="77777777" w:rsidR="0040282F" w:rsidRPr="00C3183A" w:rsidRDefault="0040282F" w:rsidP="00812E9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pom. socjalne</w:t>
            </w:r>
          </w:p>
        </w:tc>
        <w:tc>
          <w:tcPr>
            <w:tcW w:w="992" w:type="dxa"/>
            <w:gridSpan w:val="2"/>
          </w:tcPr>
          <w:p w14:paraId="140DBACA" w14:textId="77777777" w:rsidR="0040282F" w:rsidRPr="00C3183A" w:rsidRDefault="0040282F" w:rsidP="00812E9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DC3957F" w14:textId="77777777" w:rsidR="0040282F" w:rsidRPr="00C3183A" w:rsidRDefault="0040282F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034B193C" w14:textId="77777777" w:rsidR="0040282F" w:rsidRPr="00C3183A" w:rsidRDefault="0040282F" w:rsidP="00812E9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7313BC14" w14:textId="77777777" w:rsidR="0040282F" w:rsidRPr="00C3183A" w:rsidRDefault="0040282F" w:rsidP="00812E9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4FA4ED35" w14:textId="77777777" w:rsidTr="00BC3229">
        <w:tc>
          <w:tcPr>
            <w:tcW w:w="568" w:type="dxa"/>
          </w:tcPr>
          <w:p w14:paraId="008EBDC9" w14:textId="77777777" w:rsidR="0040282F" w:rsidRPr="00C3183A" w:rsidRDefault="0040282F" w:rsidP="00812E9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7F13878E" w14:textId="77777777" w:rsidR="0040282F" w:rsidRPr="00C3183A" w:rsidRDefault="0040282F" w:rsidP="00812E92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Wentylator </w:t>
            </w:r>
          </w:p>
          <w:p w14:paraId="2B4453FD" w14:textId="77777777" w:rsidR="0040282F" w:rsidRPr="00C3183A" w:rsidRDefault="0040282F" w:rsidP="00812E92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wywiewny </w:t>
            </w:r>
          </w:p>
          <w:p w14:paraId="7756EA99" w14:textId="77777777" w:rsidR="0040282F" w:rsidRPr="00C3183A" w:rsidRDefault="0040282F" w:rsidP="00812E92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Venture Industries </w:t>
            </w:r>
          </w:p>
          <w:p w14:paraId="5C72D9AE" w14:textId="77777777" w:rsidR="0040282F" w:rsidRPr="00C3183A" w:rsidRDefault="0040282F" w:rsidP="00812E92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typ TD-350/125</w:t>
            </w:r>
          </w:p>
          <w:p w14:paraId="3D15C9D8" w14:textId="77777777" w:rsidR="0040282F" w:rsidRPr="00C3183A" w:rsidRDefault="0040282F" w:rsidP="00812E92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07ED30F3" w14:textId="77777777" w:rsidR="0040282F" w:rsidRPr="00C3183A" w:rsidRDefault="0040282F" w:rsidP="00812E92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14:paraId="317B86B6" w14:textId="77777777" w:rsidR="0040282F" w:rsidRPr="00C3183A" w:rsidRDefault="0040282F" w:rsidP="00812E92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320" w:type="dxa"/>
            <w:gridSpan w:val="3"/>
          </w:tcPr>
          <w:p w14:paraId="6AEBC2F1" w14:textId="77777777" w:rsidR="0040282F" w:rsidRPr="00C3183A" w:rsidRDefault="0040282F" w:rsidP="00812E9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Przych. Lekarska</w:t>
            </w:r>
          </w:p>
          <w:p w14:paraId="71A274AF" w14:textId="77777777" w:rsidR="0040282F" w:rsidRPr="00C3183A" w:rsidRDefault="0040282F" w:rsidP="00812E9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Poczekalnia nad sufitem podw.</w:t>
            </w:r>
          </w:p>
        </w:tc>
        <w:tc>
          <w:tcPr>
            <w:tcW w:w="992" w:type="dxa"/>
            <w:gridSpan w:val="2"/>
          </w:tcPr>
          <w:p w14:paraId="00635564" w14:textId="77777777" w:rsidR="0040282F" w:rsidRPr="00C3183A" w:rsidRDefault="0040282F" w:rsidP="002B4F0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7DCF7B85" w14:textId="77777777" w:rsidR="0040282F" w:rsidRPr="00C3183A" w:rsidRDefault="0040282F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1BC2A53E" w14:textId="77777777" w:rsidR="0040282F" w:rsidRPr="00C3183A" w:rsidRDefault="0040282F" w:rsidP="00812E9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1549EA0F" w14:textId="77777777" w:rsidR="0040282F" w:rsidRPr="00C3183A" w:rsidRDefault="0040282F" w:rsidP="00812E9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2160E565" w14:textId="77777777" w:rsidTr="00BC3229">
        <w:tc>
          <w:tcPr>
            <w:tcW w:w="568" w:type="dxa"/>
          </w:tcPr>
          <w:p w14:paraId="052CE718" w14:textId="77777777" w:rsidR="0040282F" w:rsidRPr="00C3183A" w:rsidRDefault="0040282F" w:rsidP="00812E9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26AA3938" w14:textId="77777777" w:rsidR="0040282F" w:rsidRPr="00C3183A" w:rsidRDefault="0040282F" w:rsidP="00812E9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naw - wywiew. </w:t>
            </w:r>
          </w:p>
          <w:p w14:paraId="6B61E757" w14:textId="77777777" w:rsidR="0040282F" w:rsidRPr="00C3183A" w:rsidRDefault="0040282F" w:rsidP="00812E9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Ventia </w:t>
            </w:r>
          </w:p>
          <w:p w14:paraId="25F4F82E" w14:textId="77777777" w:rsidR="0040282F" w:rsidRPr="00C3183A" w:rsidRDefault="0040282F" w:rsidP="00812E9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16RECU 500PE</w:t>
            </w:r>
          </w:p>
        </w:tc>
        <w:tc>
          <w:tcPr>
            <w:tcW w:w="709" w:type="dxa"/>
          </w:tcPr>
          <w:p w14:paraId="41E1D50D" w14:textId="77777777" w:rsidR="0040282F" w:rsidRPr="00C3183A" w:rsidRDefault="0040282F" w:rsidP="00812E92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14:paraId="0FB7337C" w14:textId="77777777" w:rsidR="0040282F" w:rsidRPr="00C3183A" w:rsidRDefault="0040282F" w:rsidP="00812E9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EU5 310x230x160</w:t>
            </w:r>
          </w:p>
          <w:p w14:paraId="023ED4C6" w14:textId="77777777" w:rsidR="0040282F" w:rsidRPr="00C3183A" w:rsidRDefault="0040282F" w:rsidP="00812E92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- 2 szt.</w:t>
            </w:r>
          </w:p>
        </w:tc>
        <w:tc>
          <w:tcPr>
            <w:tcW w:w="1320" w:type="dxa"/>
            <w:gridSpan w:val="3"/>
          </w:tcPr>
          <w:p w14:paraId="3F75504D" w14:textId="77777777" w:rsidR="0040282F" w:rsidRPr="00C3183A" w:rsidRDefault="0040282F" w:rsidP="00812E9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Zakład Graficzny magazyn papieru</w:t>
            </w:r>
          </w:p>
        </w:tc>
        <w:tc>
          <w:tcPr>
            <w:tcW w:w="992" w:type="dxa"/>
            <w:gridSpan w:val="2"/>
          </w:tcPr>
          <w:p w14:paraId="12965F70" w14:textId="77777777" w:rsidR="0040282F" w:rsidRPr="00C3183A" w:rsidRDefault="0040282F" w:rsidP="002B4F0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DD7FE6A" w14:textId="77777777" w:rsidR="0040282F" w:rsidRPr="00C3183A" w:rsidRDefault="0040282F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52480139" w14:textId="77777777" w:rsidR="0040282F" w:rsidRPr="00C3183A" w:rsidRDefault="0040282F" w:rsidP="00812E9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2F63C3F2" w14:textId="77777777" w:rsidR="0040282F" w:rsidRPr="00C3183A" w:rsidRDefault="0040282F" w:rsidP="00812E9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</w:tr>
      <w:tr w:rsidR="0040282F" w:rsidRPr="00C3183A" w14:paraId="61295A68" w14:textId="77777777" w:rsidTr="00BC3229">
        <w:tc>
          <w:tcPr>
            <w:tcW w:w="568" w:type="dxa"/>
          </w:tcPr>
          <w:p w14:paraId="1D4D1C4D" w14:textId="77777777" w:rsidR="0040282F" w:rsidRPr="00C3183A" w:rsidRDefault="0040282F" w:rsidP="00812E9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324369D3" w14:textId="77777777" w:rsidR="0040282F" w:rsidRPr="00C3183A" w:rsidRDefault="0040282F" w:rsidP="00812E9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5F3F91CD" w14:textId="77777777" w:rsidR="0040282F" w:rsidRPr="00C3183A" w:rsidRDefault="0040282F" w:rsidP="00812E9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nawiewny i wywiewny </w:t>
            </w:r>
          </w:p>
          <w:p w14:paraId="24C9509F" w14:textId="77777777" w:rsidR="0040282F" w:rsidRPr="00C3183A" w:rsidRDefault="0040282F" w:rsidP="00812E92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kanałowy </w:t>
            </w:r>
          </w:p>
          <w:p w14:paraId="5A26B3DC" w14:textId="77777777" w:rsidR="0040282F" w:rsidRPr="00C3183A" w:rsidRDefault="0040282F" w:rsidP="00812E92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Venture Industries </w:t>
            </w:r>
          </w:p>
          <w:p w14:paraId="19CEDF6F" w14:textId="77777777" w:rsidR="0040282F" w:rsidRPr="00C3183A" w:rsidRDefault="0040282F" w:rsidP="00812E92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typ TD 500/160</w:t>
            </w:r>
          </w:p>
        </w:tc>
        <w:tc>
          <w:tcPr>
            <w:tcW w:w="709" w:type="dxa"/>
          </w:tcPr>
          <w:p w14:paraId="305E5701" w14:textId="77777777" w:rsidR="0040282F" w:rsidRPr="00C3183A" w:rsidRDefault="0040282F" w:rsidP="00812E9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</w:t>
            </w:r>
          </w:p>
        </w:tc>
        <w:tc>
          <w:tcPr>
            <w:tcW w:w="1701" w:type="dxa"/>
          </w:tcPr>
          <w:p w14:paraId="2E3C8540" w14:textId="77777777" w:rsidR="0040282F" w:rsidRPr="00C3183A" w:rsidRDefault="0040282F" w:rsidP="00EF1F1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fizelina</w:t>
            </w:r>
          </w:p>
        </w:tc>
        <w:tc>
          <w:tcPr>
            <w:tcW w:w="1320" w:type="dxa"/>
            <w:gridSpan w:val="3"/>
          </w:tcPr>
          <w:p w14:paraId="62D0B174" w14:textId="77777777" w:rsidR="0040282F" w:rsidRPr="00C3183A" w:rsidRDefault="0040282F" w:rsidP="00812E9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Zakład Graficzny</w:t>
            </w:r>
          </w:p>
          <w:p w14:paraId="7B349ABC" w14:textId="77777777" w:rsidR="0040282F" w:rsidRPr="00C3183A" w:rsidRDefault="0040282F" w:rsidP="00812E9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naświetlarnia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 i WC</w:t>
            </w:r>
          </w:p>
        </w:tc>
        <w:tc>
          <w:tcPr>
            <w:tcW w:w="992" w:type="dxa"/>
            <w:gridSpan w:val="2"/>
          </w:tcPr>
          <w:p w14:paraId="2C211835" w14:textId="77777777" w:rsidR="0040282F" w:rsidRPr="00C3183A" w:rsidRDefault="0040282F" w:rsidP="002B4F0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0CAA711D" w14:textId="77777777" w:rsidR="0040282F" w:rsidRPr="00C3183A" w:rsidRDefault="0040282F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01C2206F" w14:textId="77777777" w:rsidR="0040282F" w:rsidRPr="00C3183A" w:rsidRDefault="0040282F" w:rsidP="00812E9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0F62ECF6" w14:textId="77777777" w:rsidR="0040282F" w:rsidRPr="00C3183A" w:rsidRDefault="0040282F" w:rsidP="00812E9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</w:tr>
      <w:tr w:rsidR="0040282F" w:rsidRPr="00C3183A" w14:paraId="27A9AE79" w14:textId="77777777" w:rsidTr="00BC3229">
        <w:tc>
          <w:tcPr>
            <w:tcW w:w="568" w:type="dxa"/>
          </w:tcPr>
          <w:p w14:paraId="0A7E2BBD" w14:textId="77777777" w:rsidR="0040282F" w:rsidRPr="00C3183A" w:rsidRDefault="0040282F" w:rsidP="00812E9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2560B0FA" w14:textId="77777777" w:rsidR="0040282F" w:rsidRPr="00C3183A" w:rsidRDefault="0040282F" w:rsidP="00812E9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09722CF5" w14:textId="77777777" w:rsidR="0040282F" w:rsidRPr="00C3183A" w:rsidRDefault="0040282F" w:rsidP="00812E9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wyciągowy akustyczny </w:t>
            </w:r>
          </w:p>
          <w:p w14:paraId="7C336713" w14:textId="77777777" w:rsidR="0040282F" w:rsidRPr="00C3183A" w:rsidRDefault="0040282F" w:rsidP="00812E9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AERECO VAM 767</w:t>
            </w:r>
          </w:p>
        </w:tc>
        <w:tc>
          <w:tcPr>
            <w:tcW w:w="709" w:type="dxa"/>
          </w:tcPr>
          <w:p w14:paraId="5B064D52" w14:textId="77777777" w:rsidR="0040282F" w:rsidRPr="00C3183A" w:rsidRDefault="0040282F" w:rsidP="00812E9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1BD121BA" w14:textId="77777777" w:rsidR="0040282F" w:rsidRPr="00C3183A" w:rsidRDefault="0040282F" w:rsidP="00812E92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4107955E" w14:textId="77777777" w:rsidR="0040282F" w:rsidRPr="00C3183A" w:rsidRDefault="0040282F" w:rsidP="00812E9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Zakład Graficzny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 WC</w:t>
            </w:r>
          </w:p>
        </w:tc>
        <w:tc>
          <w:tcPr>
            <w:tcW w:w="992" w:type="dxa"/>
            <w:gridSpan w:val="2"/>
          </w:tcPr>
          <w:p w14:paraId="5AFA04D9" w14:textId="77777777" w:rsidR="0040282F" w:rsidRPr="00C3183A" w:rsidRDefault="0040282F" w:rsidP="002B4F0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4498E088" w14:textId="77777777" w:rsidR="0040282F" w:rsidRPr="00C3183A" w:rsidRDefault="0040282F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37EAAA3B" w14:textId="77777777" w:rsidR="0040282F" w:rsidRPr="00C3183A" w:rsidRDefault="0040282F" w:rsidP="00812E9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409177B2" w14:textId="77777777" w:rsidR="0040282F" w:rsidRPr="00C3183A" w:rsidRDefault="0040282F" w:rsidP="00812E9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</w:tr>
      <w:tr w:rsidR="0040282F" w:rsidRPr="00C3183A" w14:paraId="0138DF91" w14:textId="77777777" w:rsidTr="00BC3229">
        <w:tc>
          <w:tcPr>
            <w:tcW w:w="568" w:type="dxa"/>
          </w:tcPr>
          <w:p w14:paraId="33972463" w14:textId="77777777" w:rsidR="0040282F" w:rsidRPr="00C3183A" w:rsidRDefault="0040282F" w:rsidP="00812E9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485BA7EE" w14:textId="77777777" w:rsidR="0040282F" w:rsidRPr="00C3183A" w:rsidRDefault="0040282F" w:rsidP="00812E9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Nawiewniki podciśnieniowe </w:t>
            </w:r>
          </w:p>
          <w:p w14:paraId="7F46379D" w14:textId="77777777" w:rsidR="0040282F" w:rsidRPr="00C3183A" w:rsidRDefault="0040282F" w:rsidP="00812E9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AERECO EFR</w:t>
            </w:r>
          </w:p>
        </w:tc>
        <w:tc>
          <w:tcPr>
            <w:tcW w:w="709" w:type="dxa"/>
          </w:tcPr>
          <w:p w14:paraId="43D0804A" w14:textId="77777777" w:rsidR="0040282F" w:rsidRPr="00C3183A" w:rsidRDefault="0040282F" w:rsidP="00812E9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</w:t>
            </w:r>
          </w:p>
        </w:tc>
        <w:tc>
          <w:tcPr>
            <w:tcW w:w="1701" w:type="dxa"/>
          </w:tcPr>
          <w:p w14:paraId="30D67345" w14:textId="77777777" w:rsidR="0040282F" w:rsidRPr="00C3183A" w:rsidRDefault="0040282F" w:rsidP="00812E92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2E10F67C" w14:textId="77777777" w:rsidR="0040282F" w:rsidRPr="00C3183A" w:rsidRDefault="0040282F" w:rsidP="00812E9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Zakład Graficzny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 pom. socjalne</w:t>
            </w:r>
          </w:p>
        </w:tc>
        <w:tc>
          <w:tcPr>
            <w:tcW w:w="992" w:type="dxa"/>
            <w:gridSpan w:val="2"/>
          </w:tcPr>
          <w:p w14:paraId="5BCCB369" w14:textId="77777777" w:rsidR="0040282F" w:rsidRPr="00C3183A" w:rsidRDefault="0040282F" w:rsidP="002B4F0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570B9E1B" w14:textId="77777777" w:rsidR="0040282F" w:rsidRPr="00C3183A" w:rsidRDefault="0040282F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73BD5F47" w14:textId="77777777" w:rsidR="0040282F" w:rsidRPr="00C3183A" w:rsidRDefault="0040282F" w:rsidP="00812E9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42FD0F18" w14:textId="77777777" w:rsidR="0040282F" w:rsidRPr="00C3183A" w:rsidRDefault="0040282F" w:rsidP="00812E92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</w:tr>
      <w:tr w:rsidR="0040282F" w:rsidRPr="00C3183A" w14:paraId="40B2CE7C" w14:textId="77777777" w:rsidTr="00BC3229">
        <w:tc>
          <w:tcPr>
            <w:tcW w:w="568" w:type="dxa"/>
          </w:tcPr>
          <w:p w14:paraId="7DE57AF7" w14:textId="77777777" w:rsidR="0040282F" w:rsidRPr="00C3183A" w:rsidRDefault="0040282F" w:rsidP="00812E9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67AB45E6" w14:textId="77777777" w:rsidR="0040282F" w:rsidRPr="00C3183A" w:rsidRDefault="0040282F" w:rsidP="00812E9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 </w:t>
            </w:r>
          </w:p>
          <w:p w14:paraId="30A56AC9" w14:textId="77777777" w:rsidR="0040282F" w:rsidRPr="00C3183A" w:rsidRDefault="0040282F" w:rsidP="00812E9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dachowy  </w:t>
            </w:r>
          </w:p>
          <w:p w14:paraId="54FE7FE1" w14:textId="77777777" w:rsidR="0040282F" w:rsidRPr="00C3183A" w:rsidRDefault="0040282F" w:rsidP="00812E9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Fabr. Urz. Went. Klim.- Lipno </w:t>
            </w:r>
          </w:p>
          <w:p w14:paraId="427CB2EE" w14:textId="77777777" w:rsidR="0040282F" w:rsidRPr="00C3183A" w:rsidRDefault="0040282F" w:rsidP="00812E9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typ WVPB  315 </w:t>
            </w:r>
          </w:p>
          <w:p w14:paraId="44E92648" w14:textId="77777777" w:rsidR="0040282F" w:rsidRPr="00C3183A" w:rsidRDefault="0040282F" w:rsidP="00812E9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wywiew z pionu sanitariatów</w:t>
            </w:r>
          </w:p>
        </w:tc>
        <w:tc>
          <w:tcPr>
            <w:tcW w:w="709" w:type="dxa"/>
          </w:tcPr>
          <w:p w14:paraId="3F6E7F7C" w14:textId="77777777" w:rsidR="0040282F" w:rsidRPr="00C3183A" w:rsidRDefault="0040282F" w:rsidP="00812E9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0D1D7E09" w14:textId="77777777" w:rsidR="0040282F" w:rsidRPr="00C3183A" w:rsidRDefault="0040282F" w:rsidP="00812E92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3F78C569" w14:textId="77777777" w:rsidR="0040282F" w:rsidRPr="00C3183A" w:rsidRDefault="0040282F" w:rsidP="00812E9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dach bud. C</w:t>
            </w:r>
          </w:p>
        </w:tc>
        <w:tc>
          <w:tcPr>
            <w:tcW w:w="992" w:type="dxa"/>
            <w:gridSpan w:val="2"/>
          </w:tcPr>
          <w:p w14:paraId="173A1215" w14:textId="77777777" w:rsidR="0040282F" w:rsidRPr="00C3183A" w:rsidRDefault="0040282F" w:rsidP="002B4F0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9D4674D" w14:textId="77777777" w:rsidR="0040282F" w:rsidRPr="00C3183A" w:rsidRDefault="0040282F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548BCD3D" w14:textId="77777777" w:rsidR="0040282F" w:rsidRPr="00C3183A" w:rsidRDefault="0040282F" w:rsidP="00812E9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124D75F4" w14:textId="77777777" w:rsidR="0040282F" w:rsidRPr="00C3183A" w:rsidRDefault="0040282F" w:rsidP="00812E9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59EE4E15" w14:textId="77777777" w:rsidTr="00BC3229">
        <w:tc>
          <w:tcPr>
            <w:tcW w:w="568" w:type="dxa"/>
          </w:tcPr>
          <w:p w14:paraId="26A83168" w14:textId="77777777" w:rsidR="0040282F" w:rsidRPr="00C3183A" w:rsidRDefault="0040282F" w:rsidP="00812E9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1D7C2BC4" w14:textId="77777777" w:rsidR="0040282F" w:rsidRPr="00C3183A" w:rsidRDefault="0040282F" w:rsidP="00812E9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Kurtyna powietrzna </w:t>
            </w:r>
          </w:p>
          <w:p w14:paraId="3FA7AE88" w14:textId="77777777" w:rsidR="0040282F" w:rsidRPr="00C3183A" w:rsidRDefault="0040282F" w:rsidP="00812E9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elektryczna</w:t>
            </w:r>
          </w:p>
        </w:tc>
        <w:tc>
          <w:tcPr>
            <w:tcW w:w="709" w:type="dxa"/>
          </w:tcPr>
          <w:p w14:paraId="1EDF7751" w14:textId="77777777" w:rsidR="0040282F" w:rsidRPr="00C3183A" w:rsidRDefault="0040282F" w:rsidP="00812E9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7DF12514" w14:textId="77777777" w:rsidR="0040282F" w:rsidRPr="00C3183A" w:rsidRDefault="0040282F" w:rsidP="00812E92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27287B7C" w14:textId="77777777" w:rsidR="0040282F" w:rsidRPr="00C3183A" w:rsidRDefault="0040282F" w:rsidP="00812E92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korytarz - wejście główne do bud. C</w:t>
            </w:r>
          </w:p>
        </w:tc>
        <w:tc>
          <w:tcPr>
            <w:tcW w:w="992" w:type="dxa"/>
            <w:gridSpan w:val="2"/>
          </w:tcPr>
          <w:p w14:paraId="57160A67" w14:textId="77777777" w:rsidR="0040282F" w:rsidRPr="00C3183A" w:rsidRDefault="0040282F" w:rsidP="002B4F0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039A00C4" w14:textId="77777777" w:rsidR="0040282F" w:rsidRPr="00C3183A" w:rsidRDefault="0040282F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461C0F88" w14:textId="77777777" w:rsidR="0040282F" w:rsidRPr="00C3183A" w:rsidRDefault="0040282F" w:rsidP="00812E9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3D8CB451" w14:textId="77777777" w:rsidR="0040282F" w:rsidRPr="00C3183A" w:rsidRDefault="0040282F" w:rsidP="00812E9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7EBCB4BF" w14:textId="77777777" w:rsidTr="0040282F">
        <w:tc>
          <w:tcPr>
            <w:tcW w:w="568" w:type="dxa"/>
          </w:tcPr>
          <w:p w14:paraId="2636607C" w14:textId="77777777" w:rsidR="0040282F" w:rsidRPr="00C3183A" w:rsidRDefault="0040282F" w:rsidP="008A5B6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0F203B42" w14:textId="513906E2" w:rsidR="0040282F" w:rsidRPr="00C3183A" w:rsidRDefault="0040282F" w:rsidP="008A5B64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Suma kosztów rocznych netto konserwacji i przeglądów dla budynku C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rok2025)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628E0E05" w14:textId="77777777" w:rsidR="0040282F" w:rsidRPr="00C3183A" w:rsidRDefault="0040282F" w:rsidP="008A5B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2B5257BB" w14:textId="77777777" w:rsidTr="0040282F">
        <w:tc>
          <w:tcPr>
            <w:tcW w:w="568" w:type="dxa"/>
          </w:tcPr>
          <w:p w14:paraId="286F08E9" w14:textId="77777777" w:rsidR="0040282F" w:rsidRPr="00C3183A" w:rsidRDefault="0040282F" w:rsidP="008A5B6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46B5A07F" w14:textId="4267AD28" w:rsidR="0040282F" w:rsidRPr="00C3183A" w:rsidRDefault="0040282F" w:rsidP="008A5B64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Koszt brutto (VAT: 23%) konserwacji i przeglądów dla budynku C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rok2025)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40DAF769" w14:textId="77777777" w:rsidR="0040282F" w:rsidRPr="00C3183A" w:rsidRDefault="0040282F" w:rsidP="008A5B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3C0568E5" w14:textId="77777777" w:rsidTr="001A1130">
        <w:tc>
          <w:tcPr>
            <w:tcW w:w="9924" w:type="dxa"/>
            <w:gridSpan w:val="11"/>
          </w:tcPr>
          <w:p w14:paraId="10FC5995" w14:textId="77777777" w:rsidR="0040282F" w:rsidRPr="00C3183A" w:rsidRDefault="0040282F" w:rsidP="0040282F">
            <w:pPr>
              <w:jc w:val="center"/>
              <w:rPr>
                <w:rFonts w:ascii="Calibri" w:hAnsi="Calibri" w:cs="Arial"/>
                <w:lang w:val="pl-PL"/>
              </w:rPr>
            </w:pPr>
            <w:r w:rsidRPr="00C3183A">
              <w:rPr>
                <w:rFonts w:ascii="Calibri" w:hAnsi="Calibri" w:cs="Arial"/>
                <w:b/>
                <w:lang w:val="pl-PL"/>
              </w:rPr>
              <w:t>Budynek CEUE</w:t>
            </w:r>
            <w:r w:rsidRPr="00C3183A">
              <w:rPr>
                <w:rFonts w:ascii="Calibri" w:hAnsi="Calibri" w:cs="Arial"/>
                <w:u w:val="single"/>
                <w:lang w:val="pl-PL"/>
              </w:rPr>
              <w:br/>
            </w:r>
            <w:r w:rsidRPr="00C3183A">
              <w:rPr>
                <w:rFonts w:ascii="Calibri" w:hAnsi="Calibri" w:cs="Arial"/>
                <w:lang w:val="pl-PL"/>
              </w:rPr>
              <w:t>Poznań, ul. Towarowa 55</w:t>
            </w:r>
          </w:p>
        </w:tc>
      </w:tr>
      <w:tr w:rsidR="0040282F" w:rsidRPr="00C3183A" w14:paraId="04EC1B29" w14:textId="77777777" w:rsidTr="0040282F">
        <w:tc>
          <w:tcPr>
            <w:tcW w:w="568" w:type="dxa"/>
            <w:shd w:val="clear" w:color="auto" w:fill="auto"/>
          </w:tcPr>
          <w:p w14:paraId="3695E2C6" w14:textId="77777777" w:rsidR="0040282F" w:rsidRPr="00C3183A" w:rsidRDefault="0040282F" w:rsidP="008A5B6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2F2987A5" w14:textId="77777777" w:rsidR="0040282F" w:rsidRPr="00C3183A" w:rsidRDefault="0040282F" w:rsidP="008A5B64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 dachowy Rosenberg DV 190-2 E</w:t>
            </w:r>
          </w:p>
        </w:tc>
        <w:tc>
          <w:tcPr>
            <w:tcW w:w="709" w:type="dxa"/>
            <w:shd w:val="clear" w:color="auto" w:fill="auto"/>
          </w:tcPr>
          <w:p w14:paraId="674583E1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70E13EC1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  <w:shd w:val="clear" w:color="auto" w:fill="auto"/>
          </w:tcPr>
          <w:p w14:paraId="0C316129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dach 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D691CDD" w14:textId="77777777" w:rsidR="0040282F" w:rsidRPr="00C3183A" w:rsidRDefault="0040282F" w:rsidP="00E236B5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4852241" w14:textId="77777777" w:rsidR="0040282F" w:rsidRPr="00C3183A" w:rsidRDefault="0040282F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227FD488" w14:textId="77777777" w:rsidR="0040282F" w:rsidRPr="00C3183A" w:rsidRDefault="0040282F" w:rsidP="008A5B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1D0932BC" w14:textId="77777777" w:rsidR="0040282F" w:rsidRPr="00C3183A" w:rsidRDefault="0040282F" w:rsidP="008A5B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17E29579" w14:textId="77777777" w:rsidTr="0040282F">
        <w:tc>
          <w:tcPr>
            <w:tcW w:w="568" w:type="dxa"/>
            <w:shd w:val="clear" w:color="auto" w:fill="auto"/>
          </w:tcPr>
          <w:p w14:paraId="70DAA498" w14:textId="77777777" w:rsidR="0040282F" w:rsidRPr="00C3183A" w:rsidRDefault="0040282F" w:rsidP="008A5B6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0EE95DF9" w14:textId="77777777" w:rsidR="0040282F" w:rsidRPr="00C3183A" w:rsidRDefault="0040282F" w:rsidP="008A5B64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 dachowy Rosenberg DV 355-4 D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</w:r>
          </w:p>
        </w:tc>
        <w:tc>
          <w:tcPr>
            <w:tcW w:w="709" w:type="dxa"/>
            <w:shd w:val="clear" w:color="auto" w:fill="auto"/>
          </w:tcPr>
          <w:p w14:paraId="29C6CB96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4A7D00D3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  <w:shd w:val="clear" w:color="auto" w:fill="auto"/>
          </w:tcPr>
          <w:p w14:paraId="3895757F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dach 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8C9509E" w14:textId="77777777" w:rsidR="0040282F" w:rsidRPr="00C3183A" w:rsidRDefault="0040282F" w:rsidP="00E236B5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3E26A22D" w14:textId="77777777" w:rsidR="0040282F" w:rsidRPr="00C3183A" w:rsidRDefault="0040282F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6B287DF3" w14:textId="77777777" w:rsidR="0040282F" w:rsidRPr="00C3183A" w:rsidRDefault="0040282F" w:rsidP="008A5B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0B74B8CF" w14:textId="77777777" w:rsidR="0040282F" w:rsidRPr="00C3183A" w:rsidRDefault="0040282F" w:rsidP="008A5B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5ED95C2B" w14:textId="77777777" w:rsidTr="0040282F">
        <w:tc>
          <w:tcPr>
            <w:tcW w:w="568" w:type="dxa"/>
            <w:shd w:val="clear" w:color="auto" w:fill="auto"/>
          </w:tcPr>
          <w:p w14:paraId="6A8D063E" w14:textId="77777777" w:rsidR="0040282F" w:rsidRPr="00C3183A" w:rsidRDefault="0040282F" w:rsidP="008A5B6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3F3556B5" w14:textId="77777777" w:rsidR="0040282F" w:rsidRPr="00C3183A" w:rsidRDefault="0040282F" w:rsidP="008A5B64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 dachowy Rosenberg DV 450-4 D</w:t>
            </w:r>
          </w:p>
        </w:tc>
        <w:tc>
          <w:tcPr>
            <w:tcW w:w="709" w:type="dxa"/>
            <w:shd w:val="clear" w:color="auto" w:fill="auto"/>
          </w:tcPr>
          <w:p w14:paraId="7C4C43F4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14D7DE8E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  <w:shd w:val="clear" w:color="auto" w:fill="auto"/>
          </w:tcPr>
          <w:p w14:paraId="3881AB41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dach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193A2E5" w14:textId="77777777" w:rsidR="0040282F" w:rsidRPr="00C3183A" w:rsidRDefault="0040282F" w:rsidP="00E236B5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77DD1390" w14:textId="77777777" w:rsidR="0040282F" w:rsidRPr="00C3183A" w:rsidRDefault="0040282F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77447C7C" w14:textId="77777777" w:rsidR="0040282F" w:rsidRPr="00C3183A" w:rsidRDefault="0040282F" w:rsidP="008A5B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1968A6F2" w14:textId="77777777" w:rsidR="0040282F" w:rsidRPr="00C3183A" w:rsidRDefault="0040282F" w:rsidP="008A5B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3CF85EB8" w14:textId="77777777" w:rsidTr="0040282F">
        <w:tc>
          <w:tcPr>
            <w:tcW w:w="568" w:type="dxa"/>
            <w:shd w:val="clear" w:color="auto" w:fill="auto"/>
          </w:tcPr>
          <w:p w14:paraId="53B1B7AF" w14:textId="77777777" w:rsidR="0040282F" w:rsidRPr="00C3183A" w:rsidRDefault="0040282F" w:rsidP="008A5B6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63E09B26" w14:textId="77777777" w:rsidR="0040282F" w:rsidRPr="00C3183A" w:rsidRDefault="0040282F" w:rsidP="008A5B64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 dachowy Rosenberg DV 450-4 E</w:t>
            </w:r>
          </w:p>
        </w:tc>
        <w:tc>
          <w:tcPr>
            <w:tcW w:w="709" w:type="dxa"/>
            <w:shd w:val="clear" w:color="auto" w:fill="auto"/>
          </w:tcPr>
          <w:p w14:paraId="3AACF432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1820F184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  <w:shd w:val="clear" w:color="auto" w:fill="auto"/>
          </w:tcPr>
          <w:p w14:paraId="42DE1624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dach 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D043DF7" w14:textId="77777777" w:rsidR="0040282F" w:rsidRPr="00C3183A" w:rsidRDefault="0040282F" w:rsidP="00E236B5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06CA133C" w14:textId="77777777" w:rsidR="0040282F" w:rsidRPr="00C3183A" w:rsidRDefault="0040282F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1150AADC" w14:textId="77777777" w:rsidR="0040282F" w:rsidRPr="00C3183A" w:rsidRDefault="0040282F" w:rsidP="008A5B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5EB76707" w14:textId="77777777" w:rsidR="0040282F" w:rsidRPr="00C3183A" w:rsidRDefault="0040282F" w:rsidP="008A5B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04AA8F46" w14:textId="77777777" w:rsidTr="0040282F">
        <w:tc>
          <w:tcPr>
            <w:tcW w:w="568" w:type="dxa"/>
            <w:shd w:val="clear" w:color="auto" w:fill="auto"/>
          </w:tcPr>
          <w:p w14:paraId="1F569741" w14:textId="77777777" w:rsidR="0040282F" w:rsidRPr="00C3183A" w:rsidRDefault="0040282F" w:rsidP="008A5B6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57F56D5B" w14:textId="77777777" w:rsidR="0040282F" w:rsidRPr="00C3183A" w:rsidRDefault="0040282F" w:rsidP="008A5B64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 Rosenberg UNO 67-500-4 D</w:t>
            </w:r>
          </w:p>
        </w:tc>
        <w:tc>
          <w:tcPr>
            <w:tcW w:w="709" w:type="dxa"/>
            <w:shd w:val="clear" w:color="auto" w:fill="auto"/>
          </w:tcPr>
          <w:p w14:paraId="7D71269A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78E2ED62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  <w:shd w:val="clear" w:color="auto" w:fill="auto"/>
          </w:tcPr>
          <w:p w14:paraId="34B9CA27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dach 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68D1641" w14:textId="77777777" w:rsidR="0040282F" w:rsidRPr="00C3183A" w:rsidRDefault="0040282F" w:rsidP="00E236B5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7D9B9E84" w14:textId="77777777" w:rsidR="0040282F" w:rsidRPr="00C3183A" w:rsidRDefault="0040282F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561D252A" w14:textId="77777777" w:rsidR="0040282F" w:rsidRPr="00C3183A" w:rsidRDefault="0040282F" w:rsidP="008A5B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372795CC" w14:textId="77777777" w:rsidR="0040282F" w:rsidRPr="00C3183A" w:rsidRDefault="0040282F" w:rsidP="008A5B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3D27F496" w14:textId="77777777" w:rsidTr="0040282F">
        <w:tc>
          <w:tcPr>
            <w:tcW w:w="568" w:type="dxa"/>
            <w:shd w:val="clear" w:color="auto" w:fill="auto"/>
          </w:tcPr>
          <w:p w14:paraId="1E4733F1" w14:textId="77777777" w:rsidR="0040282F" w:rsidRPr="00C3183A" w:rsidRDefault="0040282F" w:rsidP="008A5B6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2CA07147" w14:textId="77777777" w:rsidR="0040282F" w:rsidRPr="00C3183A" w:rsidRDefault="0040282F" w:rsidP="008A5B64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 w obudowie akustycznej Rosenberg UNO 50-355-4 E</w:t>
            </w:r>
          </w:p>
        </w:tc>
        <w:tc>
          <w:tcPr>
            <w:tcW w:w="709" w:type="dxa"/>
            <w:shd w:val="clear" w:color="auto" w:fill="auto"/>
          </w:tcPr>
          <w:p w14:paraId="22268AA2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3BA13A86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  <w:shd w:val="clear" w:color="auto" w:fill="auto"/>
          </w:tcPr>
          <w:p w14:paraId="334F0012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dach 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8C280C3" w14:textId="77777777" w:rsidR="0040282F" w:rsidRPr="00C3183A" w:rsidRDefault="0040282F" w:rsidP="00E236B5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58D2AAF4" w14:textId="77777777" w:rsidR="0040282F" w:rsidRPr="00C3183A" w:rsidRDefault="0040282F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24F5450F" w14:textId="77777777" w:rsidR="0040282F" w:rsidRPr="00C3183A" w:rsidRDefault="0040282F" w:rsidP="008A5B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706711EF" w14:textId="77777777" w:rsidR="0040282F" w:rsidRPr="00C3183A" w:rsidRDefault="0040282F" w:rsidP="008A5B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15E91E69" w14:textId="77777777" w:rsidTr="0040282F">
        <w:tc>
          <w:tcPr>
            <w:tcW w:w="568" w:type="dxa"/>
            <w:shd w:val="clear" w:color="auto" w:fill="auto"/>
          </w:tcPr>
          <w:p w14:paraId="40DEF496" w14:textId="77777777" w:rsidR="0040282F" w:rsidRPr="00C3183A" w:rsidRDefault="0040282F" w:rsidP="008A5B6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4459ED04" w14:textId="77777777" w:rsidR="0040282F" w:rsidRPr="00C3183A" w:rsidRDefault="0040282F" w:rsidP="008A5B64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 w obudowie akustycznej Rosenberg UNO 50-355-4 D</w:t>
            </w:r>
          </w:p>
        </w:tc>
        <w:tc>
          <w:tcPr>
            <w:tcW w:w="709" w:type="dxa"/>
            <w:shd w:val="clear" w:color="auto" w:fill="auto"/>
          </w:tcPr>
          <w:p w14:paraId="48E69A14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51B1D31F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  <w:shd w:val="clear" w:color="auto" w:fill="auto"/>
          </w:tcPr>
          <w:p w14:paraId="2DFD2EA5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dach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4F3365F" w14:textId="77777777" w:rsidR="0040282F" w:rsidRPr="00C3183A" w:rsidRDefault="0040282F" w:rsidP="00E236B5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179D0D2" w14:textId="77777777" w:rsidR="0040282F" w:rsidRPr="00C3183A" w:rsidRDefault="0040282F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194D013A" w14:textId="77777777" w:rsidR="0040282F" w:rsidRPr="00C3183A" w:rsidRDefault="0040282F" w:rsidP="008A5B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3A34C7FE" w14:textId="77777777" w:rsidR="0040282F" w:rsidRPr="00C3183A" w:rsidRDefault="0040282F" w:rsidP="008A5B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152641E0" w14:textId="77777777" w:rsidTr="0040282F">
        <w:tc>
          <w:tcPr>
            <w:tcW w:w="568" w:type="dxa"/>
            <w:shd w:val="clear" w:color="auto" w:fill="auto"/>
          </w:tcPr>
          <w:p w14:paraId="2B407265" w14:textId="77777777" w:rsidR="0040282F" w:rsidRPr="00C3183A" w:rsidRDefault="0040282F" w:rsidP="008A5B6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627154C5" w14:textId="77777777" w:rsidR="0040282F" w:rsidRPr="00C3183A" w:rsidRDefault="0040282F" w:rsidP="008A5B64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 w obudowie akustycznej Rosenberg KBAE 225-4</w:t>
            </w:r>
          </w:p>
        </w:tc>
        <w:tc>
          <w:tcPr>
            <w:tcW w:w="709" w:type="dxa"/>
            <w:shd w:val="clear" w:color="auto" w:fill="auto"/>
          </w:tcPr>
          <w:p w14:paraId="30CDFFBB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69D86D91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  <w:shd w:val="clear" w:color="auto" w:fill="auto"/>
          </w:tcPr>
          <w:p w14:paraId="2EF03C34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dach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1425947" w14:textId="77777777" w:rsidR="0040282F" w:rsidRPr="00C3183A" w:rsidRDefault="0040282F" w:rsidP="00E236B5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7967D015" w14:textId="77777777" w:rsidR="0040282F" w:rsidRPr="00C3183A" w:rsidRDefault="0040282F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1EA6A6EC" w14:textId="77777777" w:rsidR="0040282F" w:rsidRPr="00C3183A" w:rsidRDefault="0040282F" w:rsidP="008A5B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7A5E77C9" w14:textId="77777777" w:rsidR="0040282F" w:rsidRPr="00C3183A" w:rsidRDefault="0040282F" w:rsidP="008A5B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6C4DE0D4" w14:textId="77777777" w:rsidTr="0040282F">
        <w:tc>
          <w:tcPr>
            <w:tcW w:w="568" w:type="dxa"/>
            <w:shd w:val="clear" w:color="auto" w:fill="auto"/>
          </w:tcPr>
          <w:p w14:paraId="77B9D88E" w14:textId="77777777" w:rsidR="0040282F" w:rsidRPr="00C3183A" w:rsidRDefault="0040282F" w:rsidP="008A5B6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2FB5C9E8" w14:textId="77777777" w:rsidR="0040282F" w:rsidRPr="00C3183A" w:rsidRDefault="0040282F" w:rsidP="008A5B64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 w obudowie akustycznej Rosenberg KBAD 280-4</w:t>
            </w:r>
          </w:p>
        </w:tc>
        <w:tc>
          <w:tcPr>
            <w:tcW w:w="709" w:type="dxa"/>
            <w:shd w:val="clear" w:color="auto" w:fill="auto"/>
          </w:tcPr>
          <w:p w14:paraId="6C0F88BE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2AFDDB75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  <w:shd w:val="clear" w:color="auto" w:fill="auto"/>
          </w:tcPr>
          <w:p w14:paraId="67D8E9D9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dach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7901B94" w14:textId="77777777" w:rsidR="0040282F" w:rsidRPr="00C3183A" w:rsidRDefault="0040282F" w:rsidP="00E236B5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3E7EA5E7" w14:textId="77777777" w:rsidR="0040282F" w:rsidRPr="00C3183A" w:rsidRDefault="0040282F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1BAF5E0B" w14:textId="77777777" w:rsidR="0040282F" w:rsidRPr="00C3183A" w:rsidRDefault="0040282F" w:rsidP="008A5B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31B79EA5" w14:textId="77777777" w:rsidR="0040282F" w:rsidRPr="00C3183A" w:rsidRDefault="0040282F" w:rsidP="008A5B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60A97A68" w14:textId="77777777" w:rsidTr="0040282F">
        <w:tc>
          <w:tcPr>
            <w:tcW w:w="568" w:type="dxa"/>
            <w:shd w:val="clear" w:color="auto" w:fill="auto"/>
          </w:tcPr>
          <w:p w14:paraId="02B70A66" w14:textId="77777777" w:rsidR="0040282F" w:rsidRPr="00C3183A" w:rsidRDefault="0040282F" w:rsidP="008A5B6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43169564" w14:textId="77777777" w:rsidR="0040282F" w:rsidRPr="00C3183A" w:rsidRDefault="0040282F" w:rsidP="008A5B64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Centrala wentylacyjna NW1 Rosenberg Airbox S40-16Q AHU-S4016QIW</w:t>
            </w:r>
          </w:p>
        </w:tc>
        <w:tc>
          <w:tcPr>
            <w:tcW w:w="709" w:type="dxa"/>
            <w:shd w:val="clear" w:color="auto" w:fill="auto"/>
          </w:tcPr>
          <w:p w14:paraId="546DE8DB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178B0E00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592x287x360 – 2 szt.</w:t>
            </w:r>
          </w:p>
          <w:p w14:paraId="4CA4D3D1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592x592x360 – 4 szt.</w:t>
            </w:r>
          </w:p>
          <w:p w14:paraId="6A5ECD25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287x287x360 – 1 szt.</w:t>
            </w:r>
          </w:p>
          <w:p w14:paraId="51F0E493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287x592x360 – 2 szt.</w:t>
            </w:r>
          </w:p>
          <w:p w14:paraId="217DB6F8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592x287x600 – 2 szt.</w:t>
            </w:r>
          </w:p>
          <w:p w14:paraId="6EE0FA38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592x592x600 – 4 szt.</w:t>
            </w:r>
          </w:p>
          <w:p w14:paraId="47EC240A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287x592x600 – 2 szt.</w:t>
            </w:r>
          </w:p>
          <w:p w14:paraId="492F6A79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287x287x600 – 1 szt.</w:t>
            </w:r>
          </w:p>
        </w:tc>
        <w:tc>
          <w:tcPr>
            <w:tcW w:w="1238" w:type="dxa"/>
            <w:gridSpan w:val="2"/>
            <w:shd w:val="clear" w:color="auto" w:fill="auto"/>
          </w:tcPr>
          <w:p w14:paraId="3B1491CD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wentylatorownia </w:t>
            </w:r>
          </w:p>
          <w:p w14:paraId="1F2A4A41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dach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pom. 5.1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46F5EDB" w14:textId="77777777" w:rsidR="0040282F" w:rsidRPr="00C3183A" w:rsidRDefault="0040282F" w:rsidP="00E236B5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F96B6B9" w14:textId="77777777" w:rsidR="0040282F" w:rsidRPr="00C3183A" w:rsidRDefault="0040282F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43ECB5C4" w14:textId="77777777" w:rsidR="0040282F" w:rsidRPr="00C3183A" w:rsidRDefault="0040282F" w:rsidP="008A5B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6B0602E2" w14:textId="77777777" w:rsidR="0040282F" w:rsidRPr="00C3183A" w:rsidRDefault="0040282F" w:rsidP="008A5B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7DB80A12" w14:textId="77777777" w:rsidTr="0040282F">
        <w:tc>
          <w:tcPr>
            <w:tcW w:w="568" w:type="dxa"/>
            <w:shd w:val="clear" w:color="auto" w:fill="auto"/>
          </w:tcPr>
          <w:p w14:paraId="60C9CD9B" w14:textId="77777777" w:rsidR="0040282F" w:rsidRPr="00C3183A" w:rsidRDefault="0040282F" w:rsidP="008A5B6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38E1ADBE" w14:textId="77777777" w:rsidR="0040282F" w:rsidRPr="00C3183A" w:rsidRDefault="0040282F" w:rsidP="008A5B64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Centrala wentylacyjna NW2 Rosenberg Airbox S40-16Q AHU-S4016QIW</w:t>
            </w:r>
          </w:p>
        </w:tc>
        <w:tc>
          <w:tcPr>
            <w:tcW w:w="709" w:type="dxa"/>
            <w:shd w:val="clear" w:color="auto" w:fill="auto"/>
          </w:tcPr>
          <w:p w14:paraId="44D32438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73215C25" w14:textId="77777777" w:rsidR="0040282F" w:rsidRPr="00C3183A" w:rsidRDefault="0040282F" w:rsidP="0058653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592x287x360 – 1 szt.</w:t>
            </w:r>
          </w:p>
          <w:p w14:paraId="61D8F58B" w14:textId="77777777" w:rsidR="0040282F" w:rsidRPr="00C3183A" w:rsidRDefault="0040282F" w:rsidP="0058653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592x592x360 – 4 szt.</w:t>
            </w:r>
          </w:p>
          <w:p w14:paraId="5B50CA4F" w14:textId="77777777" w:rsidR="0040282F" w:rsidRPr="00C3183A" w:rsidRDefault="0040282F" w:rsidP="0058653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287x287x360 – 1 szt.</w:t>
            </w:r>
          </w:p>
          <w:p w14:paraId="456E195B" w14:textId="77777777" w:rsidR="0040282F" w:rsidRPr="00C3183A" w:rsidRDefault="0040282F" w:rsidP="0058653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287x592x360 – 2 szt.</w:t>
            </w:r>
          </w:p>
          <w:p w14:paraId="2BCF9E0A" w14:textId="77777777" w:rsidR="0040282F" w:rsidRPr="00C3183A" w:rsidRDefault="0040282F" w:rsidP="0058653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592x287x600 – 2 szt.</w:t>
            </w:r>
          </w:p>
          <w:p w14:paraId="56EEA146" w14:textId="77777777" w:rsidR="0040282F" w:rsidRPr="00C3183A" w:rsidRDefault="0040282F" w:rsidP="0058653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592x592x600 – 4 szt.</w:t>
            </w:r>
          </w:p>
          <w:p w14:paraId="1BADEAC0" w14:textId="77777777" w:rsidR="0040282F" w:rsidRPr="00C3183A" w:rsidRDefault="0040282F" w:rsidP="0058653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287x592x600 – 2 szt.</w:t>
            </w:r>
          </w:p>
          <w:p w14:paraId="7A1385F0" w14:textId="77777777" w:rsidR="0040282F" w:rsidRPr="00C3183A" w:rsidRDefault="0040282F" w:rsidP="0058653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287x287x600 – 1 szt.</w:t>
            </w:r>
          </w:p>
        </w:tc>
        <w:tc>
          <w:tcPr>
            <w:tcW w:w="1238" w:type="dxa"/>
            <w:gridSpan w:val="2"/>
            <w:shd w:val="clear" w:color="auto" w:fill="auto"/>
          </w:tcPr>
          <w:p w14:paraId="5A063F3F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wentylatorownia piwnica</w:t>
            </w:r>
          </w:p>
          <w:p w14:paraId="3CB545DA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pom. -2.17A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145A09A" w14:textId="77777777" w:rsidR="0040282F" w:rsidRPr="00C3183A" w:rsidRDefault="0040282F" w:rsidP="00E236B5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372EF6B5" w14:textId="77777777" w:rsidR="0040282F" w:rsidRPr="00C3183A" w:rsidRDefault="0040282F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1FBB5187" w14:textId="77777777" w:rsidR="0040282F" w:rsidRPr="00C3183A" w:rsidRDefault="0040282F" w:rsidP="008A5B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70335E5D" w14:textId="77777777" w:rsidR="0040282F" w:rsidRPr="00C3183A" w:rsidRDefault="0040282F" w:rsidP="008A5B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27E3D6C3" w14:textId="77777777" w:rsidTr="0040282F">
        <w:tc>
          <w:tcPr>
            <w:tcW w:w="568" w:type="dxa"/>
            <w:shd w:val="clear" w:color="auto" w:fill="auto"/>
          </w:tcPr>
          <w:p w14:paraId="18675126" w14:textId="77777777" w:rsidR="0040282F" w:rsidRPr="00C3183A" w:rsidRDefault="0040282F" w:rsidP="008A5B6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4EA0D4FA" w14:textId="77777777" w:rsidR="0040282F" w:rsidRPr="00C3183A" w:rsidRDefault="0040282F" w:rsidP="008A5B64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Centrala wentylacyjna NW3.1 Rosenberg Airbox A20-13R AHU-A2013RIW</w:t>
            </w:r>
          </w:p>
        </w:tc>
        <w:tc>
          <w:tcPr>
            <w:tcW w:w="709" w:type="dxa"/>
            <w:shd w:val="clear" w:color="auto" w:fill="auto"/>
          </w:tcPr>
          <w:p w14:paraId="0B17612D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1AF7B379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592x592x360 – 2 szt.</w:t>
            </w:r>
          </w:p>
          <w:p w14:paraId="2BACDE4F" w14:textId="77777777" w:rsidR="0040282F" w:rsidRPr="00C3183A" w:rsidRDefault="0040282F" w:rsidP="0069143C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592x592x600 – 2 szt.</w:t>
            </w:r>
          </w:p>
          <w:p w14:paraId="21D93CC4" w14:textId="77777777" w:rsidR="0040282F" w:rsidRPr="00C3183A" w:rsidRDefault="0040282F" w:rsidP="0069143C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592x287x360 – 2 szt.</w:t>
            </w:r>
          </w:p>
          <w:p w14:paraId="25FCEA4B" w14:textId="77777777" w:rsidR="0040282F" w:rsidRPr="00C3183A" w:rsidRDefault="0040282F" w:rsidP="0069143C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592x287x600 – 2 szt.</w:t>
            </w:r>
          </w:p>
        </w:tc>
        <w:tc>
          <w:tcPr>
            <w:tcW w:w="1238" w:type="dxa"/>
            <w:gridSpan w:val="2"/>
            <w:shd w:val="clear" w:color="auto" w:fill="auto"/>
          </w:tcPr>
          <w:p w14:paraId="72B516D6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wentylatorownia piwnica</w:t>
            </w:r>
          </w:p>
          <w:p w14:paraId="2839F68C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pom. -2.15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2B4146D" w14:textId="77777777" w:rsidR="0040282F" w:rsidRPr="00C3183A" w:rsidRDefault="0040282F" w:rsidP="00E236B5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18082F2" w14:textId="77777777" w:rsidR="0040282F" w:rsidRPr="00C3183A" w:rsidRDefault="0040282F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1A2C6697" w14:textId="77777777" w:rsidR="0040282F" w:rsidRPr="00C3183A" w:rsidRDefault="0040282F" w:rsidP="008A5B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34687F2E" w14:textId="77777777" w:rsidR="0040282F" w:rsidRPr="00C3183A" w:rsidRDefault="0040282F" w:rsidP="008A5B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41ACF056" w14:textId="77777777" w:rsidTr="0040282F">
        <w:tc>
          <w:tcPr>
            <w:tcW w:w="568" w:type="dxa"/>
            <w:shd w:val="clear" w:color="auto" w:fill="auto"/>
          </w:tcPr>
          <w:p w14:paraId="6AB2C284" w14:textId="77777777" w:rsidR="0040282F" w:rsidRPr="00C3183A" w:rsidRDefault="0040282F" w:rsidP="008A5B6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66DD2D53" w14:textId="77777777" w:rsidR="0040282F" w:rsidRPr="00C3183A" w:rsidRDefault="0040282F" w:rsidP="008A5B64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Centrala wentylacyjna NW3.2 Rosenberg Airbox A20-13R AHU-A2013RIW</w:t>
            </w:r>
          </w:p>
        </w:tc>
        <w:tc>
          <w:tcPr>
            <w:tcW w:w="709" w:type="dxa"/>
            <w:shd w:val="clear" w:color="auto" w:fill="auto"/>
          </w:tcPr>
          <w:p w14:paraId="4E20AE28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56C608AD" w14:textId="77777777" w:rsidR="0040282F" w:rsidRPr="00C3183A" w:rsidRDefault="0040282F" w:rsidP="0069143C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592x592x360 – 2 szt.</w:t>
            </w:r>
          </w:p>
          <w:p w14:paraId="0647AE04" w14:textId="77777777" w:rsidR="0040282F" w:rsidRPr="00C3183A" w:rsidRDefault="0040282F" w:rsidP="0069143C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592x592x600 – 2 szt.</w:t>
            </w:r>
          </w:p>
          <w:p w14:paraId="06EB88C7" w14:textId="77777777" w:rsidR="0040282F" w:rsidRPr="00C3183A" w:rsidRDefault="0040282F" w:rsidP="0069143C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592x287x360 – 2 szt.</w:t>
            </w:r>
          </w:p>
          <w:p w14:paraId="14EAEC0C" w14:textId="77777777" w:rsidR="0040282F" w:rsidRPr="00C3183A" w:rsidRDefault="0040282F" w:rsidP="0069143C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592x287x600 – 2 szt.</w:t>
            </w:r>
          </w:p>
        </w:tc>
        <w:tc>
          <w:tcPr>
            <w:tcW w:w="1238" w:type="dxa"/>
            <w:gridSpan w:val="2"/>
            <w:shd w:val="clear" w:color="auto" w:fill="auto"/>
          </w:tcPr>
          <w:p w14:paraId="136E5337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wentylatorownia piwnica</w:t>
            </w:r>
          </w:p>
          <w:p w14:paraId="0A7B2A11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pom. -2.15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20993C9" w14:textId="77777777" w:rsidR="0040282F" w:rsidRPr="00C3183A" w:rsidRDefault="0040282F" w:rsidP="00E236B5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3477560B" w14:textId="77777777" w:rsidR="0040282F" w:rsidRPr="00C3183A" w:rsidRDefault="0040282F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612CBD89" w14:textId="77777777" w:rsidR="0040282F" w:rsidRPr="00C3183A" w:rsidRDefault="0040282F" w:rsidP="008A5B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0C700CEF" w14:textId="77777777" w:rsidR="0040282F" w:rsidRPr="00C3183A" w:rsidRDefault="0040282F" w:rsidP="008A5B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17740ED1" w14:textId="77777777" w:rsidTr="0040282F">
        <w:tc>
          <w:tcPr>
            <w:tcW w:w="568" w:type="dxa"/>
            <w:shd w:val="clear" w:color="auto" w:fill="auto"/>
          </w:tcPr>
          <w:p w14:paraId="228CDFF9" w14:textId="77777777" w:rsidR="0040282F" w:rsidRPr="00C3183A" w:rsidRDefault="0040282F" w:rsidP="008A5B6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117906F0" w14:textId="77777777" w:rsidR="0040282F" w:rsidRPr="00C3183A" w:rsidRDefault="0040282F" w:rsidP="008A5B64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Centrala wentylacyjna NW3.3 Rosenberg Airbox A20-13R AHU-A2013RIW</w:t>
            </w:r>
          </w:p>
        </w:tc>
        <w:tc>
          <w:tcPr>
            <w:tcW w:w="709" w:type="dxa"/>
            <w:shd w:val="clear" w:color="auto" w:fill="auto"/>
          </w:tcPr>
          <w:p w14:paraId="6B0BD07E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3F4A7187" w14:textId="77777777" w:rsidR="0040282F" w:rsidRPr="00C3183A" w:rsidRDefault="0040282F" w:rsidP="0069143C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592x592x360 – 2 szt.</w:t>
            </w:r>
          </w:p>
          <w:p w14:paraId="25F21658" w14:textId="77777777" w:rsidR="0040282F" w:rsidRPr="00C3183A" w:rsidRDefault="0040282F" w:rsidP="0069143C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592x592x600 – 2 szt.</w:t>
            </w:r>
          </w:p>
          <w:p w14:paraId="535000B0" w14:textId="77777777" w:rsidR="0040282F" w:rsidRPr="00C3183A" w:rsidRDefault="0040282F" w:rsidP="0069143C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592x287x360 – 2 szt.</w:t>
            </w:r>
          </w:p>
          <w:p w14:paraId="3F374E28" w14:textId="77777777" w:rsidR="0040282F" w:rsidRPr="00C3183A" w:rsidRDefault="0040282F" w:rsidP="0069143C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592x287x600 – 2 szt.</w:t>
            </w:r>
          </w:p>
        </w:tc>
        <w:tc>
          <w:tcPr>
            <w:tcW w:w="1238" w:type="dxa"/>
            <w:gridSpan w:val="2"/>
            <w:shd w:val="clear" w:color="auto" w:fill="auto"/>
          </w:tcPr>
          <w:p w14:paraId="47BE35CA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wentylatorownia piwnica</w:t>
            </w:r>
          </w:p>
          <w:p w14:paraId="67225761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pom. -2.15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B7F0BA4" w14:textId="77777777" w:rsidR="0040282F" w:rsidRPr="00C3183A" w:rsidRDefault="0040282F" w:rsidP="00E236B5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43EE5F88" w14:textId="77777777" w:rsidR="0040282F" w:rsidRPr="00C3183A" w:rsidRDefault="0040282F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2AD3ACCA" w14:textId="77777777" w:rsidR="0040282F" w:rsidRPr="00C3183A" w:rsidRDefault="0040282F" w:rsidP="008A5B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159886B2" w14:textId="77777777" w:rsidR="0040282F" w:rsidRPr="00C3183A" w:rsidRDefault="0040282F" w:rsidP="008A5B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128A1944" w14:textId="77777777" w:rsidTr="0040282F">
        <w:tc>
          <w:tcPr>
            <w:tcW w:w="568" w:type="dxa"/>
            <w:shd w:val="clear" w:color="auto" w:fill="auto"/>
          </w:tcPr>
          <w:p w14:paraId="5A692B96" w14:textId="77777777" w:rsidR="0040282F" w:rsidRPr="00C3183A" w:rsidRDefault="0040282F" w:rsidP="008A5B6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0FB9F429" w14:textId="77777777" w:rsidR="0040282F" w:rsidRPr="00C3183A" w:rsidRDefault="0040282F" w:rsidP="008A5B64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Centrala wentylacyjna NW4 Rosenberg A20-10Q AHU-A2010QIW</w:t>
            </w:r>
          </w:p>
        </w:tc>
        <w:tc>
          <w:tcPr>
            <w:tcW w:w="709" w:type="dxa"/>
            <w:shd w:val="clear" w:color="auto" w:fill="auto"/>
          </w:tcPr>
          <w:p w14:paraId="6BD87420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69EBE868" w14:textId="77777777" w:rsidR="0040282F" w:rsidRPr="00C3183A" w:rsidRDefault="0040282F" w:rsidP="0058653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592x287x360 – 1 szt.</w:t>
            </w:r>
          </w:p>
          <w:p w14:paraId="1A3FD67E" w14:textId="77777777" w:rsidR="0040282F" w:rsidRPr="00C3183A" w:rsidRDefault="0040282F" w:rsidP="0058653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592x592x360 – 1 szt.</w:t>
            </w:r>
          </w:p>
          <w:p w14:paraId="1E146B27" w14:textId="77777777" w:rsidR="0040282F" w:rsidRPr="00C3183A" w:rsidRDefault="0040282F" w:rsidP="0058653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287x287x360 – 1 szt.</w:t>
            </w:r>
          </w:p>
          <w:p w14:paraId="105F86AC" w14:textId="77777777" w:rsidR="0040282F" w:rsidRPr="00C3183A" w:rsidRDefault="0040282F" w:rsidP="0058653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287x592x360 – 1 szt.</w:t>
            </w:r>
          </w:p>
          <w:p w14:paraId="3BBE1D3F" w14:textId="77777777" w:rsidR="0040282F" w:rsidRPr="00C3183A" w:rsidRDefault="0040282F" w:rsidP="0058653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592x287x600 – 1 szt.</w:t>
            </w:r>
          </w:p>
          <w:p w14:paraId="0774CC89" w14:textId="77777777" w:rsidR="0040282F" w:rsidRPr="00C3183A" w:rsidRDefault="0040282F" w:rsidP="0058653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592x592x600 – 1 szt.</w:t>
            </w:r>
          </w:p>
          <w:p w14:paraId="26D764A9" w14:textId="77777777" w:rsidR="0040282F" w:rsidRPr="00C3183A" w:rsidRDefault="0040282F" w:rsidP="0058653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287x592x600 – 1 szt.</w:t>
            </w:r>
          </w:p>
          <w:p w14:paraId="303D6669" w14:textId="77777777" w:rsidR="0040282F" w:rsidRPr="00C3183A" w:rsidRDefault="0040282F" w:rsidP="0058653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287x287x600 – 1 szt.</w:t>
            </w:r>
          </w:p>
        </w:tc>
        <w:tc>
          <w:tcPr>
            <w:tcW w:w="1238" w:type="dxa"/>
            <w:gridSpan w:val="2"/>
            <w:shd w:val="clear" w:color="auto" w:fill="auto"/>
          </w:tcPr>
          <w:p w14:paraId="3E8E9AC5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wentylatorownia piwnica</w:t>
            </w:r>
          </w:p>
          <w:p w14:paraId="7FD43C1F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pom. -2.15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C13792F" w14:textId="77777777" w:rsidR="0040282F" w:rsidRPr="00C3183A" w:rsidRDefault="0040282F" w:rsidP="00E236B5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21CC6BB" w14:textId="77777777" w:rsidR="0040282F" w:rsidRPr="00C3183A" w:rsidRDefault="0040282F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0500D8CA" w14:textId="77777777" w:rsidR="0040282F" w:rsidRPr="00C3183A" w:rsidRDefault="0040282F" w:rsidP="008A5B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0C898398" w14:textId="77777777" w:rsidR="0040282F" w:rsidRPr="00C3183A" w:rsidRDefault="0040282F" w:rsidP="008A5B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42B53C9D" w14:textId="77777777" w:rsidTr="0040282F">
        <w:tc>
          <w:tcPr>
            <w:tcW w:w="568" w:type="dxa"/>
            <w:shd w:val="clear" w:color="auto" w:fill="auto"/>
          </w:tcPr>
          <w:p w14:paraId="56F7FE46" w14:textId="77777777" w:rsidR="0040282F" w:rsidRPr="00C3183A" w:rsidRDefault="0040282F" w:rsidP="008A5B6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02E2A298" w14:textId="77777777" w:rsidR="0040282F" w:rsidRPr="00C3183A" w:rsidRDefault="0040282F" w:rsidP="008A5B64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Centrala wentylacyjna NW5 Rosenberg S40-10R AHU-S4010RIW</w:t>
            </w:r>
          </w:p>
        </w:tc>
        <w:tc>
          <w:tcPr>
            <w:tcW w:w="709" w:type="dxa"/>
            <w:shd w:val="clear" w:color="auto" w:fill="auto"/>
          </w:tcPr>
          <w:p w14:paraId="4B84488E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2CE0574A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287x592x600 – 2 szt.</w:t>
            </w:r>
          </w:p>
          <w:p w14:paraId="35818B59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287x592x360 – 2 szt.</w:t>
            </w:r>
          </w:p>
        </w:tc>
        <w:tc>
          <w:tcPr>
            <w:tcW w:w="1238" w:type="dxa"/>
            <w:gridSpan w:val="2"/>
            <w:shd w:val="clear" w:color="auto" w:fill="auto"/>
          </w:tcPr>
          <w:p w14:paraId="45CBAA87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dach 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159C4AD" w14:textId="77777777" w:rsidR="0040282F" w:rsidRPr="00C3183A" w:rsidRDefault="0040282F" w:rsidP="00E236B5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5BDAED33" w14:textId="77777777" w:rsidR="0040282F" w:rsidRPr="00C3183A" w:rsidRDefault="0040282F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78CA9AE3" w14:textId="77777777" w:rsidR="0040282F" w:rsidRPr="00C3183A" w:rsidRDefault="0040282F" w:rsidP="008A5B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0FA4DCBF" w14:textId="77777777" w:rsidR="0040282F" w:rsidRPr="00C3183A" w:rsidRDefault="0040282F" w:rsidP="008A5B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251C78C7" w14:textId="77777777" w:rsidTr="0040282F">
        <w:tc>
          <w:tcPr>
            <w:tcW w:w="568" w:type="dxa"/>
            <w:shd w:val="clear" w:color="auto" w:fill="auto"/>
          </w:tcPr>
          <w:p w14:paraId="3DE339D6" w14:textId="77777777" w:rsidR="0040282F" w:rsidRPr="00C3183A" w:rsidRDefault="0040282F" w:rsidP="008A5B6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512EA8AC" w14:textId="77777777" w:rsidR="0040282F" w:rsidRPr="00C3183A" w:rsidRDefault="0040282F" w:rsidP="008A5B64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Centrala wentylacyjna N6 Rosenberg S20-</w:t>
            </w:r>
            <w:smartTag w:uri="urn:schemas-microsoft-com:office:smarttags" w:element="metricconverter">
              <w:smartTagPr>
                <w:attr w:name="ProductID" w:val="10F"/>
              </w:smartTagPr>
              <w:r w:rsidRPr="00C3183A">
                <w:rPr>
                  <w:rFonts w:ascii="Calibri" w:hAnsi="Calibri"/>
                  <w:sz w:val="20"/>
                  <w:szCs w:val="20"/>
                  <w:lang w:val="pl-PL"/>
                </w:rPr>
                <w:t>10F</w:t>
              </w:r>
            </w:smartTag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 AHU-S2010FIW</w:t>
            </w:r>
          </w:p>
        </w:tc>
        <w:tc>
          <w:tcPr>
            <w:tcW w:w="709" w:type="dxa"/>
            <w:shd w:val="clear" w:color="auto" w:fill="auto"/>
          </w:tcPr>
          <w:p w14:paraId="0609B7D6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3DDE4F0E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1 szt. – M5  287x592x600  </w:t>
            </w:r>
          </w:p>
          <w:p w14:paraId="148B9C69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  <w:shd w:val="clear" w:color="auto" w:fill="auto"/>
          </w:tcPr>
          <w:p w14:paraId="4AFC3732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dach 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8DE44D7" w14:textId="77777777" w:rsidR="0040282F" w:rsidRPr="00C3183A" w:rsidRDefault="0040282F" w:rsidP="00E236B5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1203D77B" w14:textId="77777777" w:rsidR="0040282F" w:rsidRPr="00C3183A" w:rsidRDefault="0040282F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386E4853" w14:textId="77777777" w:rsidR="0040282F" w:rsidRPr="00C3183A" w:rsidRDefault="0040282F" w:rsidP="008A5B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79D96C4B" w14:textId="77777777" w:rsidR="0040282F" w:rsidRPr="00C3183A" w:rsidRDefault="0040282F" w:rsidP="008A5B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4FDF7C0E" w14:textId="77777777" w:rsidTr="0040282F">
        <w:tc>
          <w:tcPr>
            <w:tcW w:w="568" w:type="dxa"/>
            <w:shd w:val="clear" w:color="auto" w:fill="auto"/>
          </w:tcPr>
          <w:p w14:paraId="505223C3" w14:textId="77777777" w:rsidR="0040282F" w:rsidRPr="00C3183A" w:rsidRDefault="0040282F" w:rsidP="008A5B6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7A32D5E4" w14:textId="77777777" w:rsidR="0040282F" w:rsidRPr="00C3183A" w:rsidRDefault="0040282F" w:rsidP="008A5B64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Kurtyna powietrzna </w:t>
            </w:r>
          </w:p>
        </w:tc>
        <w:tc>
          <w:tcPr>
            <w:tcW w:w="709" w:type="dxa"/>
            <w:shd w:val="clear" w:color="auto" w:fill="auto"/>
          </w:tcPr>
          <w:p w14:paraId="0B4474CE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5C41C8BE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  <w:shd w:val="clear" w:color="auto" w:fill="auto"/>
          </w:tcPr>
          <w:p w14:paraId="62BF0CEB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wyjście na dziedziniec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65F82CA" w14:textId="77777777" w:rsidR="0040282F" w:rsidRPr="00C3183A" w:rsidRDefault="0040282F" w:rsidP="00E236B5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9295D0B" w14:textId="77777777" w:rsidR="0040282F" w:rsidRPr="00C3183A" w:rsidRDefault="0040282F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32E34AC9" w14:textId="77777777" w:rsidR="0040282F" w:rsidRPr="00C3183A" w:rsidRDefault="0040282F" w:rsidP="008A5B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54B8C80D" w14:textId="77777777" w:rsidR="0040282F" w:rsidRPr="00C3183A" w:rsidRDefault="0040282F" w:rsidP="008A5B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6271F742" w14:textId="77777777" w:rsidTr="0040282F">
        <w:tc>
          <w:tcPr>
            <w:tcW w:w="568" w:type="dxa"/>
            <w:shd w:val="clear" w:color="auto" w:fill="auto"/>
          </w:tcPr>
          <w:p w14:paraId="4BA6FD0D" w14:textId="77777777" w:rsidR="0040282F" w:rsidRPr="00C3183A" w:rsidRDefault="0040282F" w:rsidP="008A5B64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6046BF00" w14:textId="77777777" w:rsidR="0040282F" w:rsidRPr="00C3183A" w:rsidRDefault="0040282F" w:rsidP="008A5B64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Kurtyna powietrzna elektryczna</w:t>
            </w:r>
          </w:p>
        </w:tc>
        <w:tc>
          <w:tcPr>
            <w:tcW w:w="709" w:type="dxa"/>
            <w:shd w:val="clear" w:color="auto" w:fill="auto"/>
          </w:tcPr>
          <w:p w14:paraId="151A56B1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2E7C8929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  <w:shd w:val="clear" w:color="auto" w:fill="auto"/>
          </w:tcPr>
          <w:p w14:paraId="7AA6C0F5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wejście główne </w:t>
            </w:r>
          </w:p>
          <w:p w14:paraId="6A4579C0" w14:textId="77777777" w:rsidR="0040282F" w:rsidRPr="00C3183A" w:rsidRDefault="0040282F" w:rsidP="008A5B64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do bud. CEUE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65CB99C" w14:textId="77777777" w:rsidR="0040282F" w:rsidRPr="00C3183A" w:rsidRDefault="0040282F" w:rsidP="00E236B5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E4936A4" w14:textId="77777777" w:rsidR="0040282F" w:rsidRPr="00C3183A" w:rsidRDefault="0040282F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="00FD2577"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49C2086B" w14:textId="77777777" w:rsidR="0040282F" w:rsidRPr="00C3183A" w:rsidRDefault="0040282F" w:rsidP="008A5B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33C9DEB8" w14:textId="77777777" w:rsidR="0040282F" w:rsidRPr="00C3183A" w:rsidRDefault="0040282F" w:rsidP="008A5B64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00660F85" w14:textId="77777777" w:rsidTr="0040282F">
        <w:tc>
          <w:tcPr>
            <w:tcW w:w="568" w:type="dxa"/>
          </w:tcPr>
          <w:p w14:paraId="49278494" w14:textId="77777777" w:rsidR="0040282F" w:rsidRPr="00C3183A" w:rsidRDefault="0040282F" w:rsidP="00A81A5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0C16074C" w14:textId="7C96AD07" w:rsidR="0040282F" w:rsidRPr="00C3183A" w:rsidRDefault="0040282F" w:rsidP="00A81A52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Suma kosztów rocznych netto konserwacji i przeglądów dla budynku CEUE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rok2025)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4422A6CE" w14:textId="77777777" w:rsidR="0040282F" w:rsidRPr="00C3183A" w:rsidRDefault="0040282F" w:rsidP="00A81A5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40282F" w:rsidRPr="00C3183A" w14:paraId="74BA89A5" w14:textId="77777777" w:rsidTr="0040282F">
        <w:tc>
          <w:tcPr>
            <w:tcW w:w="568" w:type="dxa"/>
          </w:tcPr>
          <w:p w14:paraId="666E1D42" w14:textId="77777777" w:rsidR="0040282F" w:rsidRPr="00C3183A" w:rsidRDefault="0040282F" w:rsidP="00A81A5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296552CF" w14:textId="26FEAE8D" w:rsidR="0040282F" w:rsidRPr="00C3183A" w:rsidRDefault="0040282F" w:rsidP="00A81A52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Koszt brutto (VAT: 23%) konserwacji i przeglądów dla budynku CEUE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rok2025)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2F268B4B" w14:textId="77777777" w:rsidR="0040282F" w:rsidRPr="00C3183A" w:rsidRDefault="0040282F" w:rsidP="00A81A52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8128F1" w:rsidRPr="00C3183A" w14:paraId="7BB9585E" w14:textId="77777777" w:rsidTr="00CF109F">
        <w:trPr>
          <w:trHeight w:val="763"/>
        </w:trPr>
        <w:tc>
          <w:tcPr>
            <w:tcW w:w="9924" w:type="dxa"/>
            <w:gridSpan w:val="11"/>
          </w:tcPr>
          <w:p w14:paraId="333F7122" w14:textId="77777777" w:rsidR="008128F1" w:rsidRPr="00C3183A" w:rsidRDefault="008128F1" w:rsidP="008128F1">
            <w:pPr>
              <w:jc w:val="center"/>
              <w:rPr>
                <w:rFonts w:ascii="Calibri" w:hAnsi="Calibri" w:cs="Arial"/>
                <w:b/>
                <w:lang w:val="pl-PL"/>
              </w:rPr>
            </w:pPr>
            <w:r w:rsidRPr="00C3183A">
              <w:rPr>
                <w:rFonts w:ascii="Calibri" w:hAnsi="Calibri" w:cs="Arial"/>
                <w:b/>
                <w:lang w:val="pl-PL"/>
              </w:rPr>
              <w:t>Collegium Altum</w:t>
            </w:r>
          </w:p>
          <w:p w14:paraId="23E3F84D" w14:textId="77777777" w:rsidR="008128F1" w:rsidRPr="00C3183A" w:rsidRDefault="008128F1" w:rsidP="008128F1">
            <w:pPr>
              <w:jc w:val="center"/>
              <w:rPr>
                <w:rFonts w:ascii="Calibri" w:hAnsi="Calibri" w:cs="Arial"/>
                <w:b/>
                <w:sz w:val="10"/>
                <w:szCs w:val="10"/>
                <w:lang w:val="pl-PL"/>
              </w:rPr>
            </w:pPr>
            <w:r w:rsidRPr="00C3183A">
              <w:rPr>
                <w:rFonts w:ascii="Calibri" w:hAnsi="Calibri" w:cs="Arial"/>
                <w:lang w:val="pl-PL"/>
              </w:rPr>
              <w:t>Poznań, ul. Powstańców Wielkopolskich 16</w:t>
            </w:r>
          </w:p>
        </w:tc>
      </w:tr>
      <w:tr w:rsidR="008128F1" w:rsidRPr="00C3183A" w14:paraId="12DD3591" w14:textId="77777777" w:rsidTr="00BC3229">
        <w:trPr>
          <w:trHeight w:val="621"/>
        </w:trPr>
        <w:tc>
          <w:tcPr>
            <w:tcW w:w="568" w:type="dxa"/>
          </w:tcPr>
          <w:p w14:paraId="10800969" w14:textId="77777777" w:rsidR="008128F1" w:rsidRPr="00C3183A" w:rsidRDefault="008128F1" w:rsidP="00016628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</w:tcPr>
          <w:p w14:paraId="1AF5ACFB" w14:textId="77777777" w:rsidR="008128F1" w:rsidRPr="00C3183A" w:rsidRDefault="00CF109F" w:rsidP="00CF109F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 wywiewny W20 Wentylacja Kraków KBR 355</w:t>
            </w:r>
          </w:p>
        </w:tc>
        <w:tc>
          <w:tcPr>
            <w:tcW w:w="709" w:type="dxa"/>
          </w:tcPr>
          <w:p w14:paraId="5DF9D6A0" w14:textId="77777777" w:rsidR="008128F1" w:rsidRPr="00C3183A" w:rsidRDefault="00CF109F" w:rsidP="008128F1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54AB8FDD" w14:textId="77777777" w:rsidR="008128F1" w:rsidRPr="00C3183A" w:rsidRDefault="008128F1" w:rsidP="008128F1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gridSpan w:val="2"/>
          </w:tcPr>
          <w:p w14:paraId="54BB0606" w14:textId="77777777" w:rsidR="00CF109F" w:rsidRPr="00C3183A" w:rsidRDefault="00CF109F" w:rsidP="00CF109F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20 piętro</w:t>
            </w:r>
          </w:p>
          <w:p w14:paraId="25E2EDDF" w14:textId="77777777" w:rsidR="008128F1" w:rsidRPr="00C3183A" w:rsidRDefault="00CF109F" w:rsidP="00CF109F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wentylatorownia</w:t>
            </w:r>
          </w:p>
        </w:tc>
        <w:tc>
          <w:tcPr>
            <w:tcW w:w="992" w:type="dxa"/>
            <w:gridSpan w:val="2"/>
          </w:tcPr>
          <w:p w14:paraId="0DCC47C0" w14:textId="77777777" w:rsidR="00CF109F" w:rsidRPr="00C3183A" w:rsidRDefault="00CF109F" w:rsidP="00CF109F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70E94C04" w14:textId="77777777" w:rsidR="008128F1" w:rsidRPr="00C3183A" w:rsidRDefault="00CF109F" w:rsidP="00CF109F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(IX)</w:t>
            </w:r>
          </w:p>
        </w:tc>
        <w:tc>
          <w:tcPr>
            <w:tcW w:w="992" w:type="dxa"/>
            <w:gridSpan w:val="2"/>
          </w:tcPr>
          <w:p w14:paraId="4116294B" w14:textId="77777777" w:rsidR="008128F1" w:rsidRPr="00C3183A" w:rsidRDefault="008128F1" w:rsidP="008128F1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0A3AF532" w14:textId="77777777" w:rsidR="008128F1" w:rsidRPr="00C3183A" w:rsidRDefault="008128F1" w:rsidP="008128F1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</w:tr>
      <w:tr w:rsidR="008128F1" w:rsidRPr="00C3183A" w14:paraId="7E4A04EF" w14:textId="77777777" w:rsidTr="00BC3229">
        <w:trPr>
          <w:trHeight w:val="527"/>
        </w:trPr>
        <w:tc>
          <w:tcPr>
            <w:tcW w:w="568" w:type="dxa"/>
          </w:tcPr>
          <w:p w14:paraId="4B5CAA35" w14:textId="77777777" w:rsidR="008128F1" w:rsidRPr="00C3183A" w:rsidRDefault="008128F1" w:rsidP="00016628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</w:tcPr>
          <w:p w14:paraId="3CFA8560" w14:textId="77777777" w:rsidR="008128F1" w:rsidRPr="00C3183A" w:rsidRDefault="00CF109F" w:rsidP="00CF109F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 wywiewny W20 Wentylacja Kraków KBR 355</w:t>
            </w:r>
          </w:p>
        </w:tc>
        <w:tc>
          <w:tcPr>
            <w:tcW w:w="709" w:type="dxa"/>
          </w:tcPr>
          <w:p w14:paraId="71DB90B5" w14:textId="77777777" w:rsidR="008128F1" w:rsidRPr="00C3183A" w:rsidRDefault="00CF109F" w:rsidP="00CF109F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0F4B71FC" w14:textId="77777777" w:rsidR="008128F1" w:rsidRPr="00C3183A" w:rsidRDefault="008128F1" w:rsidP="00CF109F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gridSpan w:val="2"/>
          </w:tcPr>
          <w:p w14:paraId="5C607855" w14:textId="77777777" w:rsidR="00CF109F" w:rsidRPr="00C3183A" w:rsidRDefault="00CF109F" w:rsidP="00CF109F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20 piętro</w:t>
            </w:r>
          </w:p>
          <w:p w14:paraId="7BF54006" w14:textId="77777777" w:rsidR="008128F1" w:rsidRPr="00C3183A" w:rsidRDefault="00CF109F" w:rsidP="00CF109F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wentylatorownia</w:t>
            </w:r>
          </w:p>
        </w:tc>
        <w:tc>
          <w:tcPr>
            <w:tcW w:w="992" w:type="dxa"/>
            <w:gridSpan w:val="2"/>
          </w:tcPr>
          <w:p w14:paraId="0AA61CA5" w14:textId="77777777" w:rsidR="00CF109F" w:rsidRPr="00C3183A" w:rsidRDefault="00CF109F" w:rsidP="00CF109F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1A5A02A" w14:textId="77777777" w:rsidR="008128F1" w:rsidRPr="00C3183A" w:rsidRDefault="00CF109F" w:rsidP="00CF109F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(IX)</w:t>
            </w:r>
          </w:p>
        </w:tc>
        <w:tc>
          <w:tcPr>
            <w:tcW w:w="992" w:type="dxa"/>
            <w:gridSpan w:val="2"/>
          </w:tcPr>
          <w:p w14:paraId="69FE23E7" w14:textId="77777777" w:rsidR="008128F1" w:rsidRPr="00C3183A" w:rsidRDefault="008128F1" w:rsidP="00CF109F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55B43B0B" w14:textId="77777777" w:rsidR="008128F1" w:rsidRPr="00C3183A" w:rsidRDefault="008128F1" w:rsidP="00CF109F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</w:tr>
      <w:tr w:rsidR="00564093" w:rsidRPr="00C3183A" w14:paraId="2657D958" w14:textId="77777777" w:rsidTr="00BB3D50">
        <w:trPr>
          <w:trHeight w:val="527"/>
        </w:trPr>
        <w:tc>
          <w:tcPr>
            <w:tcW w:w="568" w:type="dxa"/>
            <w:shd w:val="clear" w:color="auto" w:fill="92D050"/>
          </w:tcPr>
          <w:p w14:paraId="78AC5343" w14:textId="77777777" w:rsidR="00564093" w:rsidRPr="00C3183A" w:rsidRDefault="00564093" w:rsidP="00016628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  <w:shd w:val="clear" w:color="auto" w:fill="92D050"/>
          </w:tcPr>
          <w:p w14:paraId="060316B9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"Centrala nawiewna N2</w:t>
            </w:r>
          </w:p>
          <w:p w14:paraId="3F8B618B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sala 016" </w:t>
            </w:r>
          </w:p>
          <w:p w14:paraId="6129DD06" w14:textId="77777777" w:rsidR="00D04512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VENTUS VVS 075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VTS</w:t>
            </w:r>
          </w:p>
          <w:p w14:paraId="1E110C9E" w14:textId="77777777" w:rsidR="00D04512" w:rsidRPr="00C3183A" w:rsidRDefault="00D04512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wraz z przynależną instalacją CT oraz instalacją chłodniczą glikolową</w:t>
            </w:r>
          </w:p>
          <w:p w14:paraId="0F1DD049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  <w:shd w:val="clear" w:color="auto" w:fill="92D050"/>
          </w:tcPr>
          <w:p w14:paraId="05CC2D8E" w14:textId="77777777" w:rsidR="00564093" w:rsidRPr="00C3183A" w:rsidRDefault="00564093" w:rsidP="00CF109F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  <w:shd w:val="clear" w:color="auto" w:fill="92D050"/>
          </w:tcPr>
          <w:p w14:paraId="04FC5A6F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3x EU5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428x287</w:t>
            </w:r>
          </w:p>
          <w:p w14:paraId="6026107D" w14:textId="77777777" w:rsidR="00564093" w:rsidRPr="00C3183A" w:rsidRDefault="00564093" w:rsidP="00CF109F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gridSpan w:val="2"/>
            <w:shd w:val="clear" w:color="auto" w:fill="92D050"/>
          </w:tcPr>
          <w:p w14:paraId="2F538625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budynek CA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piwnica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wentylatorownia – sala 016</w:t>
            </w:r>
          </w:p>
          <w:p w14:paraId="324E0126" w14:textId="77777777" w:rsidR="00564093" w:rsidRPr="00C3183A" w:rsidRDefault="00564093" w:rsidP="00CF109F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  <w:shd w:val="clear" w:color="auto" w:fill="92D050"/>
          </w:tcPr>
          <w:p w14:paraId="758EE21F" w14:textId="77777777" w:rsidR="00FD2577" w:rsidRPr="00C3183A" w:rsidRDefault="00FD2577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0585BEDE" w14:textId="77777777" w:rsidR="00564093" w:rsidRPr="00C3183A" w:rsidRDefault="00FD2577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(IX)</w:t>
            </w:r>
          </w:p>
        </w:tc>
        <w:tc>
          <w:tcPr>
            <w:tcW w:w="992" w:type="dxa"/>
            <w:gridSpan w:val="2"/>
            <w:shd w:val="clear" w:color="auto" w:fill="92D050"/>
          </w:tcPr>
          <w:p w14:paraId="76F80B02" w14:textId="77777777" w:rsidR="00564093" w:rsidRPr="00C3183A" w:rsidRDefault="00564093" w:rsidP="00CF109F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92D050"/>
          </w:tcPr>
          <w:p w14:paraId="24CB4D0E" w14:textId="77777777" w:rsidR="00564093" w:rsidRPr="00C3183A" w:rsidRDefault="00564093" w:rsidP="00CF109F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</w:tr>
      <w:tr w:rsidR="00564093" w:rsidRPr="00C3183A" w14:paraId="6CF51986" w14:textId="77777777" w:rsidTr="00BC3229">
        <w:trPr>
          <w:trHeight w:val="527"/>
        </w:trPr>
        <w:tc>
          <w:tcPr>
            <w:tcW w:w="568" w:type="dxa"/>
          </w:tcPr>
          <w:p w14:paraId="1339D4D8" w14:textId="77777777" w:rsidR="00564093" w:rsidRPr="00C3183A" w:rsidRDefault="00564093" w:rsidP="00564093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</w:tcPr>
          <w:p w14:paraId="2CA72E13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Agregat wody lodowej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klimatyzacji sali 016</w:t>
            </w:r>
          </w:p>
          <w:p w14:paraId="249F4CF2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TRANE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88190 GOLBEY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EVGA1100RDOBMA / EC6876</w:t>
            </w:r>
          </w:p>
          <w:p w14:paraId="0E57A2AE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</w:tcPr>
          <w:p w14:paraId="53089A9E" w14:textId="77777777" w:rsidR="00564093" w:rsidRPr="00C3183A" w:rsidRDefault="00564093" w:rsidP="00564093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0C207C17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gridSpan w:val="2"/>
          </w:tcPr>
          <w:p w14:paraId="554525EB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wnęka na parkingu przy bocznych drzwiach wentylatorowni / węzła cieplnego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(za wentylatorem pożarowym NP4) - </w:t>
            </w:r>
          </w:p>
          <w:p w14:paraId="58CC7E9D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Sala 016</w:t>
            </w:r>
          </w:p>
          <w:p w14:paraId="3822297F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  <w:p w14:paraId="119ECC86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</w:tcPr>
          <w:p w14:paraId="1418ECED" w14:textId="77777777" w:rsidR="00FD2577" w:rsidRPr="00C3183A" w:rsidRDefault="00FD2577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1B45F513" w14:textId="77777777" w:rsidR="00564093" w:rsidRPr="00C3183A" w:rsidRDefault="00FD2577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(IX)</w:t>
            </w:r>
          </w:p>
        </w:tc>
        <w:tc>
          <w:tcPr>
            <w:tcW w:w="992" w:type="dxa"/>
            <w:gridSpan w:val="2"/>
          </w:tcPr>
          <w:p w14:paraId="65D79D7C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1BC1981C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</w:tr>
      <w:tr w:rsidR="00564093" w:rsidRPr="00C3183A" w14:paraId="1DF847D4" w14:textId="77777777" w:rsidTr="00BB3D50">
        <w:trPr>
          <w:trHeight w:val="527"/>
        </w:trPr>
        <w:tc>
          <w:tcPr>
            <w:tcW w:w="568" w:type="dxa"/>
            <w:shd w:val="clear" w:color="auto" w:fill="92D050"/>
          </w:tcPr>
          <w:p w14:paraId="11E12218" w14:textId="77777777" w:rsidR="00564093" w:rsidRPr="00C3183A" w:rsidRDefault="00564093" w:rsidP="00564093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  <w:shd w:val="clear" w:color="auto" w:fill="92D050"/>
          </w:tcPr>
          <w:p w14:paraId="04E5A24D" w14:textId="77777777" w:rsidR="00153ADF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Centrala nawiewna N7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biblioteki 2p.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+ chłodnica freonowa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zainstalowana na kanale</w:t>
            </w:r>
            <w:r w:rsidR="00153ADF"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 </w:t>
            </w:r>
          </w:p>
          <w:p w14:paraId="7890248F" w14:textId="77777777" w:rsidR="00153ADF" w:rsidRPr="00C3183A" w:rsidRDefault="00153ADF" w:rsidP="00153ADF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VENTUS VVS 075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VTS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</w:r>
          </w:p>
          <w:p w14:paraId="4CD771D1" w14:textId="77777777" w:rsidR="00D04512" w:rsidRPr="00C3183A" w:rsidRDefault="00D04512" w:rsidP="00D0451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wraz z przynależną instalacją CT</w:t>
            </w:r>
          </w:p>
          <w:p w14:paraId="0036401D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  <w:p w14:paraId="3C463C34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  <w:shd w:val="clear" w:color="auto" w:fill="92D050"/>
          </w:tcPr>
          <w:p w14:paraId="6D805C0C" w14:textId="77777777" w:rsidR="00564093" w:rsidRPr="00C3183A" w:rsidRDefault="00564093" w:rsidP="00564093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  <w:shd w:val="clear" w:color="auto" w:fill="92D050"/>
          </w:tcPr>
          <w:p w14:paraId="705839AF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3x EU5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428x287</w:t>
            </w:r>
          </w:p>
          <w:p w14:paraId="03A9DC33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gridSpan w:val="2"/>
            <w:shd w:val="clear" w:color="auto" w:fill="92D050"/>
          </w:tcPr>
          <w:p w14:paraId="26713A1D" w14:textId="77777777" w:rsidR="00153ADF" w:rsidRPr="00C3183A" w:rsidRDefault="00153ADF" w:rsidP="00153ADF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budynek CA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piwnica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wentylatorownia</w:t>
            </w:r>
          </w:p>
          <w:p w14:paraId="60CF3D1B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  <w:shd w:val="clear" w:color="auto" w:fill="92D050"/>
          </w:tcPr>
          <w:p w14:paraId="09681518" w14:textId="77777777" w:rsidR="00FD2577" w:rsidRPr="00C3183A" w:rsidRDefault="00FD2577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78FDFCDA" w14:textId="77777777" w:rsidR="00564093" w:rsidRPr="00C3183A" w:rsidRDefault="00FD2577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(IX)</w:t>
            </w:r>
          </w:p>
        </w:tc>
        <w:tc>
          <w:tcPr>
            <w:tcW w:w="992" w:type="dxa"/>
            <w:gridSpan w:val="2"/>
            <w:shd w:val="clear" w:color="auto" w:fill="92D050"/>
          </w:tcPr>
          <w:p w14:paraId="42DA2DCF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92D050"/>
          </w:tcPr>
          <w:p w14:paraId="471C265B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</w:tr>
      <w:tr w:rsidR="00564093" w:rsidRPr="00C3183A" w14:paraId="4270B8EC" w14:textId="77777777" w:rsidTr="00BC3229">
        <w:trPr>
          <w:trHeight w:val="527"/>
        </w:trPr>
        <w:tc>
          <w:tcPr>
            <w:tcW w:w="568" w:type="dxa"/>
          </w:tcPr>
          <w:p w14:paraId="58E85087" w14:textId="77777777" w:rsidR="00564093" w:rsidRPr="00C3183A" w:rsidRDefault="00564093" w:rsidP="00564093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</w:tcPr>
          <w:p w14:paraId="636633F1" w14:textId="77777777" w:rsidR="00153ADF" w:rsidRPr="00C3183A" w:rsidRDefault="00153ADF" w:rsidP="00153ADF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Agregat sprężarkowo-skraplający </w:t>
            </w:r>
          </w:p>
          <w:p w14:paraId="62E389C7" w14:textId="77777777" w:rsidR="00153ADF" w:rsidRPr="00C3183A" w:rsidRDefault="00153ADF" w:rsidP="00153ADF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centrali N7</w:t>
            </w:r>
          </w:p>
          <w:p w14:paraId="4E298058" w14:textId="77777777" w:rsidR="00153ADF" w:rsidRPr="00C3183A" w:rsidRDefault="00153ADF" w:rsidP="00153ADF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CLINT</w:t>
            </w:r>
          </w:p>
          <w:p w14:paraId="292D7CC6" w14:textId="77777777" w:rsidR="00153ADF" w:rsidRPr="00C3183A" w:rsidRDefault="00153ADF" w:rsidP="00153ADF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MHA/K 182 CC</w:t>
            </w:r>
          </w:p>
          <w:p w14:paraId="5118725F" w14:textId="77777777" w:rsidR="00153ADF" w:rsidRPr="00C3183A" w:rsidRDefault="00153ADF" w:rsidP="00153ADF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11-130971 </w:t>
            </w:r>
          </w:p>
          <w:p w14:paraId="31E89A6D" w14:textId="77777777" w:rsidR="00564093" w:rsidRPr="00C3183A" w:rsidRDefault="00153ADF" w:rsidP="00153ADF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2013</w:t>
            </w:r>
          </w:p>
        </w:tc>
        <w:tc>
          <w:tcPr>
            <w:tcW w:w="709" w:type="dxa"/>
          </w:tcPr>
          <w:p w14:paraId="4379215D" w14:textId="77777777" w:rsidR="00564093" w:rsidRPr="00C3183A" w:rsidRDefault="00153ADF" w:rsidP="00564093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1901B77E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gridSpan w:val="2"/>
          </w:tcPr>
          <w:p w14:paraId="71E913EB" w14:textId="77777777" w:rsidR="00153ADF" w:rsidRPr="00C3183A" w:rsidRDefault="00153ADF" w:rsidP="00153ADF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budynek CA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piwnica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parking przy okrągłej klatce schodowej do baru </w:t>
            </w:r>
          </w:p>
          <w:p w14:paraId="15AE1296" w14:textId="77777777" w:rsidR="00153ADF" w:rsidRPr="00C3183A" w:rsidRDefault="00153ADF" w:rsidP="00153ADF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biblioteka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kondygnacja +2</w:t>
            </w:r>
          </w:p>
          <w:p w14:paraId="520BD3D7" w14:textId="77777777" w:rsidR="00153ADF" w:rsidRPr="00C3183A" w:rsidRDefault="00153ADF" w:rsidP="00153ADF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  <w:p w14:paraId="2ACAC6A8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</w:tcPr>
          <w:p w14:paraId="4033F5EB" w14:textId="77777777" w:rsidR="00FD2577" w:rsidRPr="00C3183A" w:rsidRDefault="00FD2577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46E1EE0" w14:textId="77777777" w:rsidR="00564093" w:rsidRPr="00C3183A" w:rsidRDefault="00FD2577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(IX)</w:t>
            </w:r>
          </w:p>
        </w:tc>
        <w:tc>
          <w:tcPr>
            <w:tcW w:w="992" w:type="dxa"/>
            <w:gridSpan w:val="2"/>
          </w:tcPr>
          <w:p w14:paraId="2FA33D6F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24789ECC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</w:tr>
      <w:tr w:rsidR="00564093" w:rsidRPr="00C3183A" w14:paraId="5C74DD03" w14:textId="77777777" w:rsidTr="00BB3D50">
        <w:trPr>
          <w:trHeight w:val="527"/>
        </w:trPr>
        <w:tc>
          <w:tcPr>
            <w:tcW w:w="568" w:type="dxa"/>
            <w:shd w:val="clear" w:color="auto" w:fill="92D050"/>
          </w:tcPr>
          <w:p w14:paraId="79731424" w14:textId="77777777" w:rsidR="00564093" w:rsidRPr="00C3183A" w:rsidRDefault="00564093" w:rsidP="00564093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  <w:shd w:val="clear" w:color="auto" w:fill="92D050"/>
          </w:tcPr>
          <w:p w14:paraId="4ED8A42F" w14:textId="77777777" w:rsidR="00D04512" w:rsidRPr="00C3183A" w:rsidRDefault="00153ADF" w:rsidP="00D0451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Centrala nawiewna N8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biblioteki 3p.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+ chłodnica freonowa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zainstalowana na kanale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VENTUS VVS 100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VTS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</w:r>
            <w:r w:rsidR="00D04512">
              <w:rPr>
                <w:rFonts w:ascii="Calibri" w:hAnsi="Calibri"/>
                <w:sz w:val="20"/>
                <w:szCs w:val="20"/>
                <w:lang w:val="pl-PL"/>
              </w:rPr>
              <w:t>wraz z przynależną instalacją CT</w:t>
            </w:r>
          </w:p>
          <w:p w14:paraId="681F89B2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  <w:shd w:val="clear" w:color="auto" w:fill="92D050"/>
          </w:tcPr>
          <w:p w14:paraId="1CF25DB7" w14:textId="77777777" w:rsidR="00564093" w:rsidRPr="00C3183A" w:rsidRDefault="00153ADF" w:rsidP="00564093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  <w:shd w:val="clear" w:color="auto" w:fill="92D050"/>
          </w:tcPr>
          <w:p w14:paraId="1901E61D" w14:textId="77777777" w:rsidR="00153ADF" w:rsidRPr="00C3183A" w:rsidRDefault="00153ADF" w:rsidP="00153ADF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3x EU5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490x490</w:t>
            </w:r>
          </w:p>
          <w:p w14:paraId="78E59596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gridSpan w:val="2"/>
            <w:shd w:val="clear" w:color="auto" w:fill="92D050"/>
          </w:tcPr>
          <w:p w14:paraId="1AA89E65" w14:textId="77777777" w:rsidR="00153ADF" w:rsidRPr="00C3183A" w:rsidRDefault="00153ADF" w:rsidP="00153ADF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budynek CA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piwnica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wentylatorownia </w:t>
            </w:r>
          </w:p>
          <w:p w14:paraId="51D148C1" w14:textId="77777777" w:rsidR="00153ADF" w:rsidRPr="00C3183A" w:rsidRDefault="00153ADF" w:rsidP="00153ADF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biblioteka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kondygnacja +3</w:t>
            </w:r>
          </w:p>
          <w:p w14:paraId="64E0F990" w14:textId="77777777" w:rsidR="00153ADF" w:rsidRPr="00C3183A" w:rsidRDefault="00153ADF" w:rsidP="00153ADF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  <w:p w14:paraId="25D30745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  <w:shd w:val="clear" w:color="auto" w:fill="92D050"/>
          </w:tcPr>
          <w:p w14:paraId="2BCAA282" w14:textId="77777777" w:rsidR="00FD2577" w:rsidRPr="00C3183A" w:rsidRDefault="00FD2577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17C910CC" w14:textId="77777777" w:rsidR="00564093" w:rsidRPr="00C3183A" w:rsidRDefault="00FD2577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(IX)</w:t>
            </w:r>
          </w:p>
        </w:tc>
        <w:tc>
          <w:tcPr>
            <w:tcW w:w="992" w:type="dxa"/>
            <w:gridSpan w:val="2"/>
            <w:shd w:val="clear" w:color="auto" w:fill="92D050"/>
          </w:tcPr>
          <w:p w14:paraId="17962519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92D050"/>
          </w:tcPr>
          <w:p w14:paraId="7619F264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</w:tr>
      <w:tr w:rsidR="00564093" w:rsidRPr="00C3183A" w14:paraId="7A0756A7" w14:textId="77777777" w:rsidTr="00BC3229">
        <w:trPr>
          <w:trHeight w:val="527"/>
        </w:trPr>
        <w:tc>
          <w:tcPr>
            <w:tcW w:w="568" w:type="dxa"/>
          </w:tcPr>
          <w:p w14:paraId="0A4FB182" w14:textId="77777777" w:rsidR="00564093" w:rsidRPr="00C3183A" w:rsidRDefault="00564093" w:rsidP="00564093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</w:tcPr>
          <w:p w14:paraId="2E596D8B" w14:textId="77777777" w:rsidR="00153ADF" w:rsidRPr="00C3183A" w:rsidRDefault="00153ADF" w:rsidP="00153ADF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Agregat sprężarkowo-skraplający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centrali N8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CLINT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MHA/K 202 CC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11-130972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2013</w:t>
            </w:r>
          </w:p>
          <w:p w14:paraId="37CC3282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</w:tcPr>
          <w:p w14:paraId="2FBA63DE" w14:textId="77777777" w:rsidR="00564093" w:rsidRPr="00C3183A" w:rsidRDefault="00153ADF" w:rsidP="00564093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1C960FCC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gridSpan w:val="2"/>
          </w:tcPr>
          <w:p w14:paraId="43E8B7E9" w14:textId="77777777" w:rsidR="00153ADF" w:rsidRPr="00C3183A" w:rsidRDefault="00153ADF" w:rsidP="00153ADF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budynek CA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piwnica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parking przy okrągłej klatce schodowej do baru </w:t>
            </w:r>
          </w:p>
          <w:p w14:paraId="51E44554" w14:textId="77777777" w:rsidR="00153ADF" w:rsidRPr="00C3183A" w:rsidRDefault="00153ADF" w:rsidP="00153ADF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biblioteka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kondygnacja +3</w:t>
            </w:r>
          </w:p>
          <w:p w14:paraId="3D447FA2" w14:textId="77777777" w:rsidR="00153ADF" w:rsidRPr="00C3183A" w:rsidRDefault="00153ADF" w:rsidP="00153ADF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  <w:p w14:paraId="07E134B5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</w:tcPr>
          <w:p w14:paraId="65AFC8D6" w14:textId="77777777" w:rsidR="00FD2577" w:rsidRPr="00C3183A" w:rsidRDefault="00FD2577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3B8A5B7" w14:textId="77777777" w:rsidR="00564093" w:rsidRPr="00C3183A" w:rsidRDefault="00FD2577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(IX)</w:t>
            </w:r>
          </w:p>
        </w:tc>
        <w:tc>
          <w:tcPr>
            <w:tcW w:w="992" w:type="dxa"/>
            <w:gridSpan w:val="2"/>
          </w:tcPr>
          <w:p w14:paraId="7DBA2D80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6A708766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</w:tr>
      <w:tr w:rsidR="00564093" w:rsidRPr="00C3183A" w14:paraId="407285DD" w14:textId="77777777" w:rsidTr="00BB3D50">
        <w:trPr>
          <w:trHeight w:val="527"/>
        </w:trPr>
        <w:tc>
          <w:tcPr>
            <w:tcW w:w="568" w:type="dxa"/>
            <w:shd w:val="clear" w:color="auto" w:fill="92D050"/>
          </w:tcPr>
          <w:p w14:paraId="06943584" w14:textId="77777777" w:rsidR="00564093" w:rsidRPr="00C3183A" w:rsidRDefault="00564093" w:rsidP="00564093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  <w:shd w:val="clear" w:color="auto" w:fill="92D050"/>
          </w:tcPr>
          <w:p w14:paraId="7ED5AB57" w14:textId="77777777" w:rsidR="00153ADF" w:rsidRPr="00C3183A" w:rsidRDefault="00153ADF" w:rsidP="00153ADF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 wywiewny W7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biblioteki 2p.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Multibox MUB 062 630 EC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z reg. obrotów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MTP 10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SYSTEMAIR</w:t>
            </w:r>
          </w:p>
          <w:p w14:paraId="661B371E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  <w:shd w:val="clear" w:color="auto" w:fill="92D050"/>
          </w:tcPr>
          <w:p w14:paraId="3D1E6652" w14:textId="77777777" w:rsidR="00564093" w:rsidRPr="00C3183A" w:rsidRDefault="00153ADF" w:rsidP="00564093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  <w:shd w:val="clear" w:color="auto" w:fill="92D050"/>
          </w:tcPr>
          <w:p w14:paraId="52482B42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gridSpan w:val="2"/>
            <w:shd w:val="clear" w:color="auto" w:fill="92D050"/>
          </w:tcPr>
          <w:p w14:paraId="35B06A27" w14:textId="77777777" w:rsidR="00153ADF" w:rsidRPr="00C3183A" w:rsidRDefault="00153ADF" w:rsidP="00153ADF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budynek CA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piwnica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wentylatorownia</w:t>
            </w:r>
          </w:p>
          <w:p w14:paraId="4BE53894" w14:textId="77777777" w:rsidR="00153ADF" w:rsidRPr="00C3183A" w:rsidRDefault="00153ADF" w:rsidP="00153ADF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wywiew z biblioteki +2</w:t>
            </w:r>
          </w:p>
          <w:p w14:paraId="33B85A83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  <w:shd w:val="clear" w:color="auto" w:fill="92D050"/>
          </w:tcPr>
          <w:p w14:paraId="427517C6" w14:textId="77777777" w:rsidR="00FD2577" w:rsidRPr="00C3183A" w:rsidRDefault="00FD2577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11DEC03" w14:textId="77777777" w:rsidR="00564093" w:rsidRPr="00C3183A" w:rsidRDefault="00FD2577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(IX)</w:t>
            </w:r>
          </w:p>
        </w:tc>
        <w:tc>
          <w:tcPr>
            <w:tcW w:w="992" w:type="dxa"/>
            <w:gridSpan w:val="2"/>
            <w:shd w:val="clear" w:color="auto" w:fill="92D050"/>
          </w:tcPr>
          <w:p w14:paraId="13F3E3D8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92D050"/>
          </w:tcPr>
          <w:p w14:paraId="0E788427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</w:tr>
      <w:tr w:rsidR="00564093" w:rsidRPr="00C3183A" w14:paraId="71850D59" w14:textId="77777777" w:rsidTr="00BB3D50">
        <w:trPr>
          <w:trHeight w:val="527"/>
        </w:trPr>
        <w:tc>
          <w:tcPr>
            <w:tcW w:w="568" w:type="dxa"/>
            <w:shd w:val="clear" w:color="auto" w:fill="92D050"/>
          </w:tcPr>
          <w:p w14:paraId="048643E2" w14:textId="77777777" w:rsidR="00564093" w:rsidRPr="00C3183A" w:rsidRDefault="00564093" w:rsidP="00564093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  <w:shd w:val="clear" w:color="auto" w:fill="92D050"/>
          </w:tcPr>
          <w:p w14:paraId="2DE6EB5A" w14:textId="77777777" w:rsidR="00153ADF" w:rsidRPr="00C3183A" w:rsidRDefault="00153ADF" w:rsidP="00153ADF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 wywiewny W8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biblioteki 3p.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Multibox MUB 062 630 EC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z reg. obrotów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MTP 10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SYSTEMAIR</w:t>
            </w:r>
          </w:p>
          <w:p w14:paraId="0EDFA2A8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  <w:shd w:val="clear" w:color="auto" w:fill="92D050"/>
          </w:tcPr>
          <w:p w14:paraId="346FBB08" w14:textId="77777777" w:rsidR="00564093" w:rsidRPr="00C3183A" w:rsidRDefault="00153ADF" w:rsidP="00564093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  <w:shd w:val="clear" w:color="auto" w:fill="92D050"/>
          </w:tcPr>
          <w:p w14:paraId="3D66FDFE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gridSpan w:val="2"/>
            <w:shd w:val="clear" w:color="auto" w:fill="92D050"/>
          </w:tcPr>
          <w:p w14:paraId="332ADC2E" w14:textId="77777777" w:rsidR="00153ADF" w:rsidRPr="00C3183A" w:rsidRDefault="00153ADF" w:rsidP="00153ADF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budynek CA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piwnica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wentylatorownia</w:t>
            </w:r>
          </w:p>
          <w:p w14:paraId="0E4DA190" w14:textId="77777777" w:rsidR="00153ADF" w:rsidRPr="00C3183A" w:rsidRDefault="00153ADF" w:rsidP="00153ADF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wywiew z biblioteki +3</w:t>
            </w:r>
          </w:p>
          <w:p w14:paraId="533BC46A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  <w:shd w:val="clear" w:color="auto" w:fill="92D050"/>
          </w:tcPr>
          <w:p w14:paraId="36EAEBB4" w14:textId="77777777" w:rsidR="00FD2577" w:rsidRPr="00C3183A" w:rsidRDefault="00FD2577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D612005" w14:textId="77777777" w:rsidR="00564093" w:rsidRPr="00C3183A" w:rsidRDefault="00FD2577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(IX)</w:t>
            </w:r>
          </w:p>
        </w:tc>
        <w:tc>
          <w:tcPr>
            <w:tcW w:w="992" w:type="dxa"/>
            <w:gridSpan w:val="2"/>
            <w:shd w:val="clear" w:color="auto" w:fill="92D050"/>
          </w:tcPr>
          <w:p w14:paraId="42165288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92D050"/>
          </w:tcPr>
          <w:p w14:paraId="6D6908D7" w14:textId="77777777" w:rsidR="00564093" w:rsidRPr="00C3183A" w:rsidRDefault="00564093" w:rsidP="00564093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</w:tr>
      <w:tr w:rsidR="00C5659A" w:rsidRPr="00C3183A" w14:paraId="6A5C4E30" w14:textId="77777777" w:rsidTr="00BB3D50">
        <w:trPr>
          <w:trHeight w:val="527"/>
        </w:trPr>
        <w:tc>
          <w:tcPr>
            <w:tcW w:w="568" w:type="dxa"/>
            <w:shd w:val="clear" w:color="auto" w:fill="auto"/>
          </w:tcPr>
          <w:p w14:paraId="185E093E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55761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wywiewny W20 </w:t>
            </w:r>
          </w:p>
          <w:p w14:paraId="7E46057E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Wentylacja Kraków KBR 355</w:t>
            </w:r>
          </w:p>
          <w:p w14:paraId="5F4DAA22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  <w:shd w:val="clear" w:color="auto" w:fill="auto"/>
          </w:tcPr>
          <w:p w14:paraId="4184C1D4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CB5F0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C7C73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budynek CA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20 piętro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wentylatorownia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32F0D75" w14:textId="77777777" w:rsidR="00FD2577" w:rsidRPr="00C3183A" w:rsidRDefault="00FD2577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F243EDB" w14:textId="77777777" w:rsidR="00C5659A" w:rsidRPr="00C3183A" w:rsidRDefault="00FD2577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(IX)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C8C536A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0E68ED17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</w:tr>
      <w:tr w:rsidR="00C5659A" w:rsidRPr="00C3183A" w14:paraId="62D89A2E" w14:textId="77777777" w:rsidTr="00BB3D50">
        <w:trPr>
          <w:trHeight w:val="527"/>
        </w:trPr>
        <w:tc>
          <w:tcPr>
            <w:tcW w:w="568" w:type="dxa"/>
            <w:shd w:val="clear" w:color="auto" w:fill="auto"/>
          </w:tcPr>
          <w:p w14:paraId="72308889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2EEB3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wywiewny W21 </w:t>
            </w:r>
          </w:p>
          <w:p w14:paraId="64BC177A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Wentylacja Kraków KBR 355</w:t>
            </w:r>
          </w:p>
          <w:p w14:paraId="1EDD83FB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  <w:shd w:val="clear" w:color="auto" w:fill="auto"/>
          </w:tcPr>
          <w:p w14:paraId="331CF3CD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1BB1D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437DA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budynek CA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20 piętro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wentylatorownia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D4F8AD3" w14:textId="77777777" w:rsidR="00FD2577" w:rsidRPr="00C3183A" w:rsidRDefault="00FD2577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4F8D9851" w14:textId="77777777" w:rsidR="00C5659A" w:rsidRPr="00C3183A" w:rsidRDefault="00FD2577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(IX)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6194933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1319E0FA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</w:tr>
      <w:tr w:rsidR="00C5659A" w:rsidRPr="00C3183A" w14:paraId="671237C1" w14:textId="77777777" w:rsidTr="00BB3D50">
        <w:trPr>
          <w:trHeight w:val="527"/>
        </w:trPr>
        <w:tc>
          <w:tcPr>
            <w:tcW w:w="568" w:type="dxa"/>
            <w:shd w:val="clear" w:color="auto" w:fill="auto"/>
          </w:tcPr>
          <w:p w14:paraId="2A9FBBDE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F6EF5E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CENTRALA NAWIEWNO WYWIEWNA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 w:type="page"/>
              <w:t>Z KLIMATYZACJĄ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 w:type="page"/>
              <w:t>dla 18 piętra CENTRALA SWEGON GOLD 20</w:t>
            </w:r>
          </w:p>
          <w:p w14:paraId="3849BA12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Z NAGRZEWNICĄ ELEKTRYCZNĄ</w:t>
            </w:r>
          </w:p>
          <w:p w14:paraId="7F7424F8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I AGREGATEM SWEGON</w:t>
            </w:r>
          </w:p>
          <w:p w14:paraId="25BB3588" w14:textId="77777777" w:rsidR="00C5659A" w:rsidRPr="003C550B" w:rsidRDefault="00C5659A" w:rsidP="00C5659A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3C550B">
              <w:rPr>
                <w:rFonts w:ascii="Calibri" w:hAnsi="Calibri"/>
                <w:sz w:val="20"/>
                <w:szCs w:val="20"/>
                <w:lang w:val="en-US"/>
              </w:rPr>
              <w:t>CENTR.: GOLD20C1111 / G200292</w:t>
            </w:r>
          </w:p>
          <w:p w14:paraId="1A016A91" w14:textId="77777777" w:rsidR="00C5659A" w:rsidRPr="003C550B" w:rsidRDefault="00C5659A" w:rsidP="00C5659A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3C550B">
              <w:rPr>
                <w:rFonts w:ascii="Calibri" w:hAnsi="Calibri"/>
                <w:sz w:val="20"/>
                <w:szCs w:val="20"/>
                <w:lang w:val="en-US"/>
              </w:rPr>
              <w:t>AGREGAT: COOLER 24 / CO240049</w:t>
            </w:r>
          </w:p>
        </w:tc>
        <w:tc>
          <w:tcPr>
            <w:tcW w:w="709" w:type="dxa"/>
            <w:shd w:val="clear" w:color="auto" w:fill="auto"/>
          </w:tcPr>
          <w:p w14:paraId="4361ED14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ED0FF25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kieszeniowe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 w:type="page"/>
              <w:t>592x592x620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 w:type="page"/>
              <w:t>4K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D8F0FA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19p. Klucz 1915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7A18C0C" w14:textId="77777777" w:rsidR="00FD2577" w:rsidRPr="00C3183A" w:rsidRDefault="00FD2577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3B869169" w14:textId="77777777" w:rsidR="00C5659A" w:rsidRPr="00C3183A" w:rsidRDefault="00FD2577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(IX)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48535F2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757365B8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</w:tr>
      <w:tr w:rsidR="00C5659A" w:rsidRPr="00C3183A" w14:paraId="5B1A0C6D" w14:textId="77777777" w:rsidTr="00BB3D50">
        <w:trPr>
          <w:trHeight w:val="527"/>
        </w:trPr>
        <w:tc>
          <w:tcPr>
            <w:tcW w:w="568" w:type="dxa"/>
            <w:shd w:val="clear" w:color="auto" w:fill="92D050"/>
          </w:tcPr>
          <w:p w14:paraId="40F1E751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B43E01A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Kurtyna powietrzna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prawa (patrząc od wewnątrz) </w:t>
            </w:r>
          </w:p>
          <w:p w14:paraId="15F8F879" w14:textId="77777777" w:rsidR="00C5659A" w:rsidRPr="003C550B" w:rsidRDefault="00C5659A" w:rsidP="00C5659A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3C550B">
              <w:rPr>
                <w:rFonts w:ascii="Calibri" w:hAnsi="Calibri"/>
                <w:sz w:val="20"/>
                <w:szCs w:val="20"/>
                <w:lang w:val="en-US"/>
              </w:rPr>
              <w:t>AR220E18 (elektryczna)</w:t>
            </w:r>
            <w:r w:rsidRPr="003C550B">
              <w:rPr>
                <w:rFonts w:ascii="Calibri" w:hAnsi="Calibri"/>
                <w:sz w:val="20"/>
                <w:szCs w:val="20"/>
                <w:lang w:val="en-US"/>
              </w:rPr>
              <w:br/>
              <w:t>+ SIRe Basic</w:t>
            </w:r>
            <w:r w:rsidRPr="003C550B">
              <w:rPr>
                <w:rFonts w:ascii="Calibri" w:hAnsi="Calibri"/>
                <w:sz w:val="20"/>
                <w:szCs w:val="20"/>
                <w:lang w:val="en-US"/>
              </w:rPr>
              <w:br/>
              <w:t>+ SIRERTX + SIREB1XAE</w:t>
            </w:r>
            <w:r w:rsidRPr="003C550B">
              <w:rPr>
                <w:rFonts w:ascii="Calibri" w:hAnsi="Calibri"/>
                <w:sz w:val="20"/>
                <w:szCs w:val="20"/>
                <w:lang w:val="en-US"/>
              </w:rPr>
              <w:br/>
              <w:t>FRICO</w:t>
            </w:r>
          </w:p>
          <w:p w14:paraId="0B610830" w14:textId="77777777" w:rsidR="00C5659A" w:rsidRPr="003C550B" w:rsidRDefault="00C5659A" w:rsidP="00C5659A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14:paraId="2483BED4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D3C96FE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-</w:t>
            </w:r>
          </w:p>
        </w:tc>
        <w:tc>
          <w:tcPr>
            <w:tcW w:w="1276" w:type="dxa"/>
            <w:gridSpan w:val="2"/>
            <w:shd w:val="clear" w:color="auto" w:fill="92D050"/>
            <w:vAlign w:val="center"/>
          </w:tcPr>
          <w:p w14:paraId="48796F28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  <w:shd w:val="clear" w:color="auto" w:fill="92D050"/>
            <w:vAlign w:val="center"/>
          </w:tcPr>
          <w:p w14:paraId="75AA261F" w14:textId="77777777" w:rsidR="00FD2577" w:rsidRPr="00C3183A" w:rsidRDefault="00FD2577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1B85763D" w14:textId="77777777" w:rsidR="00C5659A" w:rsidRPr="00C3183A" w:rsidRDefault="00FD2577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(IX)</w:t>
            </w:r>
          </w:p>
        </w:tc>
        <w:tc>
          <w:tcPr>
            <w:tcW w:w="992" w:type="dxa"/>
            <w:gridSpan w:val="2"/>
            <w:shd w:val="clear" w:color="auto" w:fill="92D050"/>
          </w:tcPr>
          <w:p w14:paraId="6A15C91D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92D050"/>
          </w:tcPr>
          <w:p w14:paraId="60D15E43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</w:tr>
      <w:tr w:rsidR="00C5659A" w:rsidRPr="00C3183A" w14:paraId="64651351" w14:textId="77777777" w:rsidTr="00BB3D50">
        <w:trPr>
          <w:trHeight w:val="527"/>
        </w:trPr>
        <w:tc>
          <w:tcPr>
            <w:tcW w:w="568" w:type="dxa"/>
            <w:shd w:val="clear" w:color="auto" w:fill="92D050"/>
          </w:tcPr>
          <w:p w14:paraId="115B9482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15CE9B7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Kurtyna powietrzna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lewa (patrząc od wewnątrz) </w:t>
            </w:r>
          </w:p>
          <w:p w14:paraId="647EC494" w14:textId="77777777" w:rsidR="00C5659A" w:rsidRPr="003C550B" w:rsidRDefault="00C5659A" w:rsidP="00C5659A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3C550B">
              <w:rPr>
                <w:rFonts w:ascii="Calibri" w:hAnsi="Calibri"/>
                <w:sz w:val="20"/>
                <w:szCs w:val="20"/>
                <w:lang w:val="en-US"/>
              </w:rPr>
              <w:t>AR220E18 (elektryczna)</w:t>
            </w:r>
            <w:r w:rsidRPr="003C550B">
              <w:rPr>
                <w:rFonts w:ascii="Calibri" w:hAnsi="Calibri"/>
                <w:sz w:val="20"/>
                <w:szCs w:val="20"/>
                <w:lang w:val="en-US"/>
              </w:rPr>
              <w:br/>
              <w:t>+ SIRe Basic</w:t>
            </w:r>
            <w:r w:rsidRPr="003C550B">
              <w:rPr>
                <w:rFonts w:ascii="Calibri" w:hAnsi="Calibri"/>
                <w:sz w:val="20"/>
                <w:szCs w:val="20"/>
                <w:lang w:val="en-US"/>
              </w:rPr>
              <w:br/>
              <w:t>+ SIRERTX + SIREB1XAE</w:t>
            </w:r>
            <w:r w:rsidRPr="003C550B">
              <w:rPr>
                <w:rFonts w:ascii="Calibri" w:hAnsi="Calibri"/>
                <w:sz w:val="20"/>
                <w:szCs w:val="20"/>
                <w:lang w:val="en-US"/>
              </w:rPr>
              <w:br/>
              <w:t>FRICO</w:t>
            </w:r>
          </w:p>
          <w:p w14:paraId="6E485D52" w14:textId="77777777" w:rsidR="00C5659A" w:rsidRPr="003C550B" w:rsidRDefault="00C5659A" w:rsidP="00C5659A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14:paraId="69310C3F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9AFB7AA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-</w:t>
            </w:r>
          </w:p>
        </w:tc>
        <w:tc>
          <w:tcPr>
            <w:tcW w:w="1276" w:type="dxa"/>
            <w:gridSpan w:val="2"/>
            <w:shd w:val="clear" w:color="auto" w:fill="92D050"/>
            <w:vAlign w:val="center"/>
          </w:tcPr>
          <w:p w14:paraId="0525A205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  <w:shd w:val="clear" w:color="auto" w:fill="92D050"/>
            <w:vAlign w:val="center"/>
          </w:tcPr>
          <w:p w14:paraId="0FC54235" w14:textId="77777777" w:rsidR="00FD2577" w:rsidRPr="00C3183A" w:rsidRDefault="00FD2577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1D899B10" w14:textId="77777777" w:rsidR="00C5659A" w:rsidRPr="00C3183A" w:rsidRDefault="00FD2577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(IX)</w:t>
            </w:r>
          </w:p>
        </w:tc>
        <w:tc>
          <w:tcPr>
            <w:tcW w:w="992" w:type="dxa"/>
            <w:gridSpan w:val="2"/>
            <w:shd w:val="clear" w:color="auto" w:fill="92D050"/>
          </w:tcPr>
          <w:p w14:paraId="430E63F1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92D050"/>
          </w:tcPr>
          <w:p w14:paraId="1A1CF80F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</w:tr>
      <w:tr w:rsidR="00C5659A" w:rsidRPr="00C3183A" w14:paraId="3E2B2E8A" w14:textId="77777777" w:rsidTr="00BB3D50">
        <w:trPr>
          <w:trHeight w:val="527"/>
        </w:trPr>
        <w:tc>
          <w:tcPr>
            <w:tcW w:w="568" w:type="dxa"/>
            <w:shd w:val="clear" w:color="auto" w:fill="92D050"/>
          </w:tcPr>
          <w:p w14:paraId="14A2E94A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8DC6DB6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Centrala nawiewna N10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(dla pięter od +5 do +17) </w:t>
            </w:r>
          </w:p>
          <w:p w14:paraId="4B69B0F0" w14:textId="77777777" w:rsidR="00C5659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3 centrale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VENTUS VVS 150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VTS</w:t>
            </w:r>
          </w:p>
          <w:p w14:paraId="30B5CE84" w14:textId="77777777" w:rsidR="00D04512" w:rsidRPr="00C3183A" w:rsidRDefault="00D04512" w:rsidP="00D0451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wraz z przynależną instalacją CT oraz instalacją glikolowego odzysku ciepła</w:t>
            </w:r>
          </w:p>
          <w:p w14:paraId="49C063F0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14:paraId="74C6BAB0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6F4DD3D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6x EU5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490x490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+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12x EU5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490x592</w:t>
            </w:r>
          </w:p>
        </w:tc>
        <w:tc>
          <w:tcPr>
            <w:tcW w:w="1276" w:type="dxa"/>
            <w:gridSpan w:val="2"/>
            <w:shd w:val="clear" w:color="auto" w:fill="92D050"/>
            <w:vAlign w:val="center"/>
          </w:tcPr>
          <w:p w14:paraId="7AD824D4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  <w:shd w:val="clear" w:color="auto" w:fill="92D050"/>
            <w:vAlign w:val="center"/>
          </w:tcPr>
          <w:p w14:paraId="5109D7A5" w14:textId="77777777" w:rsidR="00FD2577" w:rsidRPr="00C3183A" w:rsidRDefault="00FD2577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01A2ADE3" w14:textId="77777777" w:rsidR="00C5659A" w:rsidRPr="00C3183A" w:rsidRDefault="00FD2577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(IX)</w:t>
            </w:r>
          </w:p>
        </w:tc>
        <w:tc>
          <w:tcPr>
            <w:tcW w:w="992" w:type="dxa"/>
            <w:gridSpan w:val="2"/>
            <w:shd w:val="clear" w:color="auto" w:fill="92D050"/>
          </w:tcPr>
          <w:p w14:paraId="58F581E1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92D050"/>
          </w:tcPr>
          <w:p w14:paraId="5D847938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</w:tr>
      <w:tr w:rsidR="00C5659A" w:rsidRPr="00C3183A" w14:paraId="72A5792D" w14:textId="77777777" w:rsidTr="00BB3D50">
        <w:trPr>
          <w:trHeight w:val="527"/>
        </w:trPr>
        <w:tc>
          <w:tcPr>
            <w:tcW w:w="568" w:type="dxa"/>
            <w:shd w:val="clear" w:color="auto" w:fill="92D050"/>
          </w:tcPr>
          <w:p w14:paraId="19A52BC4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08CCA8D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Centrale wywiewne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W10.1+W10.2+W10.3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(dla pięter od +5 do +17) </w:t>
            </w:r>
          </w:p>
          <w:p w14:paraId="644386F2" w14:textId="77777777" w:rsidR="00C5659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3 centrale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VENTUS VVS 150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VTS</w:t>
            </w:r>
          </w:p>
          <w:p w14:paraId="0D9CD858" w14:textId="77777777" w:rsidR="00D04512" w:rsidRPr="00C3183A" w:rsidRDefault="00D04512" w:rsidP="00D04512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wraz z przynależną instalacją glikolowego odzysku ciepła</w:t>
            </w:r>
          </w:p>
          <w:p w14:paraId="5524670F" w14:textId="77777777" w:rsidR="00D04512" w:rsidRPr="00C3183A" w:rsidRDefault="00D04512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  <w:p w14:paraId="7092820A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14:paraId="3F93A06F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D7EA442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3x EU5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490x490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(dla 1 centrali)</w:t>
            </w:r>
          </w:p>
        </w:tc>
        <w:tc>
          <w:tcPr>
            <w:tcW w:w="1276" w:type="dxa"/>
            <w:gridSpan w:val="2"/>
            <w:shd w:val="clear" w:color="auto" w:fill="92D050"/>
            <w:vAlign w:val="center"/>
          </w:tcPr>
          <w:p w14:paraId="1E703AF7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  <w:shd w:val="clear" w:color="auto" w:fill="92D050"/>
            <w:vAlign w:val="center"/>
          </w:tcPr>
          <w:p w14:paraId="5292D80B" w14:textId="77777777" w:rsidR="00FD2577" w:rsidRPr="00C3183A" w:rsidRDefault="00FD2577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676EE51" w14:textId="77777777" w:rsidR="00C5659A" w:rsidRPr="00C3183A" w:rsidRDefault="00FD2577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(IX)</w:t>
            </w:r>
          </w:p>
        </w:tc>
        <w:tc>
          <w:tcPr>
            <w:tcW w:w="992" w:type="dxa"/>
            <w:gridSpan w:val="2"/>
            <w:shd w:val="clear" w:color="auto" w:fill="92D050"/>
          </w:tcPr>
          <w:p w14:paraId="7BA18ED6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92D050"/>
          </w:tcPr>
          <w:p w14:paraId="7FF199C8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</w:tr>
      <w:tr w:rsidR="00C5659A" w:rsidRPr="00C3183A" w14:paraId="7BB2CDEB" w14:textId="77777777" w:rsidTr="00BB3D50">
        <w:trPr>
          <w:trHeight w:val="527"/>
        </w:trPr>
        <w:tc>
          <w:tcPr>
            <w:tcW w:w="568" w:type="dxa"/>
            <w:shd w:val="clear" w:color="auto" w:fill="92D050"/>
          </w:tcPr>
          <w:p w14:paraId="5126A65D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2C910BB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 kanałowy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nawiewny dla IT </w:t>
            </w:r>
          </w:p>
          <w:p w14:paraId="0693B2B3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ML PRO EC 160/800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HARMANN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+ regulator MTP 10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do silników EC 0-10V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+ wyłącznik serwisowy GS</w:t>
            </w:r>
          </w:p>
          <w:p w14:paraId="6B3B2B8E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14:paraId="5802DF12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1349261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1x EU3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typ: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FSBQL-160</w:t>
            </w:r>
          </w:p>
        </w:tc>
        <w:tc>
          <w:tcPr>
            <w:tcW w:w="1276" w:type="dxa"/>
            <w:gridSpan w:val="2"/>
            <w:shd w:val="clear" w:color="auto" w:fill="92D050"/>
            <w:vAlign w:val="center"/>
          </w:tcPr>
          <w:p w14:paraId="58E048BC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  <w:shd w:val="clear" w:color="auto" w:fill="92D050"/>
            <w:vAlign w:val="center"/>
          </w:tcPr>
          <w:p w14:paraId="2F5348AA" w14:textId="77777777" w:rsidR="00FD2577" w:rsidRPr="00C3183A" w:rsidRDefault="00FD2577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9176412" w14:textId="77777777" w:rsidR="00C5659A" w:rsidRPr="00C3183A" w:rsidRDefault="00FD2577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(IX)</w:t>
            </w:r>
          </w:p>
        </w:tc>
        <w:tc>
          <w:tcPr>
            <w:tcW w:w="992" w:type="dxa"/>
            <w:gridSpan w:val="2"/>
            <w:shd w:val="clear" w:color="auto" w:fill="92D050"/>
          </w:tcPr>
          <w:p w14:paraId="0166D6DE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92D050"/>
          </w:tcPr>
          <w:p w14:paraId="614DAB55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</w:tr>
      <w:tr w:rsidR="00C5659A" w:rsidRPr="00C3183A" w14:paraId="242CCEF4" w14:textId="77777777" w:rsidTr="00BB3D50">
        <w:trPr>
          <w:trHeight w:val="527"/>
        </w:trPr>
        <w:tc>
          <w:tcPr>
            <w:tcW w:w="568" w:type="dxa"/>
            <w:shd w:val="clear" w:color="auto" w:fill="92D050"/>
          </w:tcPr>
          <w:p w14:paraId="1592A736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6257964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 kanałowy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wywiewny dla IT </w:t>
            </w:r>
          </w:p>
          <w:p w14:paraId="56AEC2B3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ML PRO EC 160/800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HARMANN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+ regulator MTP 10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do silników EC 0-10V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+ wyłącznik serwisowy GS</w:t>
            </w:r>
          </w:p>
          <w:p w14:paraId="097030E9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14:paraId="301112FE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A126488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1x EU3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typ: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FSBQL-160</w:t>
            </w:r>
          </w:p>
        </w:tc>
        <w:tc>
          <w:tcPr>
            <w:tcW w:w="1276" w:type="dxa"/>
            <w:gridSpan w:val="2"/>
            <w:shd w:val="clear" w:color="auto" w:fill="92D050"/>
            <w:vAlign w:val="center"/>
          </w:tcPr>
          <w:p w14:paraId="4EA7691B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  <w:shd w:val="clear" w:color="auto" w:fill="92D050"/>
            <w:vAlign w:val="center"/>
          </w:tcPr>
          <w:p w14:paraId="07781764" w14:textId="77777777" w:rsidR="00FD2577" w:rsidRPr="00C3183A" w:rsidRDefault="00FD2577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525FDFE" w14:textId="77777777" w:rsidR="00C5659A" w:rsidRPr="00C3183A" w:rsidRDefault="00FD2577" w:rsidP="00FD2577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(IX)</w:t>
            </w:r>
          </w:p>
        </w:tc>
        <w:tc>
          <w:tcPr>
            <w:tcW w:w="992" w:type="dxa"/>
            <w:gridSpan w:val="2"/>
            <w:shd w:val="clear" w:color="auto" w:fill="92D050"/>
          </w:tcPr>
          <w:p w14:paraId="3D8DC89F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92D050"/>
          </w:tcPr>
          <w:p w14:paraId="03566351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</w:tr>
      <w:tr w:rsidR="00C5659A" w:rsidRPr="00C3183A" w14:paraId="64EC209A" w14:textId="77777777" w:rsidTr="00CF109F">
        <w:trPr>
          <w:trHeight w:val="286"/>
        </w:trPr>
        <w:tc>
          <w:tcPr>
            <w:tcW w:w="568" w:type="dxa"/>
          </w:tcPr>
          <w:p w14:paraId="660C26C7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7B388CB6" w14:textId="751C46C1" w:rsidR="00C5659A" w:rsidRPr="00C3183A" w:rsidRDefault="00C5659A" w:rsidP="00C5659A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Suma kosztów rocznych netto konserwacji i przeglądów dla budynku CA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rok2025)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437B1BF3" w14:textId="77777777" w:rsidR="00C5659A" w:rsidRPr="00C3183A" w:rsidRDefault="00C5659A" w:rsidP="00C5659A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6C986A9B" w14:textId="77777777" w:rsidTr="00CF109F">
        <w:trPr>
          <w:trHeight w:val="286"/>
        </w:trPr>
        <w:tc>
          <w:tcPr>
            <w:tcW w:w="568" w:type="dxa"/>
          </w:tcPr>
          <w:p w14:paraId="51ABA04A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403129C0" w14:textId="3C1AAB2E" w:rsidR="00C5659A" w:rsidRPr="00C3183A" w:rsidRDefault="00C5659A" w:rsidP="00C5659A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Koszt brutto (VAT: 23%) konserwacji i przeglądów dla budynku CA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rok2025)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391B6FAF" w14:textId="77777777" w:rsidR="00C5659A" w:rsidRPr="00C3183A" w:rsidRDefault="00C5659A" w:rsidP="00C5659A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1F3F56C5" w14:textId="77777777" w:rsidTr="001A1130">
        <w:tc>
          <w:tcPr>
            <w:tcW w:w="9924" w:type="dxa"/>
            <w:gridSpan w:val="11"/>
          </w:tcPr>
          <w:p w14:paraId="2E3EBAF0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b/>
                <w:lang w:val="pl-PL"/>
              </w:rPr>
            </w:pPr>
            <w:r w:rsidRPr="00C3183A">
              <w:rPr>
                <w:rFonts w:ascii="Calibri" w:hAnsi="Calibri" w:cs="Arial"/>
                <w:b/>
                <w:lang w:val="pl-PL"/>
              </w:rPr>
              <w:t>Hala Sportowa</w:t>
            </w:r>
          </w:p>
          <w:p w14:paraId="37966221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lang w:val="pl-PL"/>
              </w:rPr>
            </w:pPr>
            <w:r w:rsidRPr="00C3183A">
              <w:rPr>
                <w:rFonts w:ascii="Calibri" w:hAnsi="Calibri" w:cs="Arial"/>
                <w:lang w:val="pl-PL"/>
              </w:rPr>
              <w:t>Poznań, ul. Dożynkowa 9j</w:t>
            </w:r>
          </w:p>
        </w:tc>
      </w:tr>
      <w:tr w:rsidR="00C5659A" w:rsidRPr="00C3183A" w14:paraId="1CCF57EE" w14:textId="77777777" w:rsidTr="0040282F">
        <w:tc>
          <w:tcPr>
            <w:tcW w:w="568" w:type="dxa"/>
          </w:tcPr>
          <w:p w14:paraId="5BF081AE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34ABE04E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40C8DFFC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kanałowy </w:t>
            </w:r>
          </w:p>
          <w:p w14:paraId="7545A39B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TD-2000/315</w:t>
            </w:r>
          </w:p>
        </w:tc>
        <w:tc>
          <w:tcPr>
            <w:tcW w:w="709" w:type="dxa"/>
          </w:tcPr>
          <w:p w14:paraId="0BA26214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</w:tcPr>
          <w:p w14:paraId="6F995AFA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</w:tcPr>
          <w:p w14:paraId="69440E1F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pom. techniczne przy szatni – aerobic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2 p.</w:t>
            </w:r>
          </w:p>
        </w:tc>
        <w:tc>
          <w:tcPr>
            <w:tcW w:w="992" w:type="dxa"/>
            <w:gridSpan w:val="2"/>
          </w:tcPr>
          <w:p w14:paraId="72DEAB47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35DB1D6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1C7C4014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65B2F0DE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5904B767" w14:textId="77777777" w:rsidTr="0040282F">
        <w:tc>
          <w:tcPr>
            <w:tcW w:w="568" w:type="dxa"/>
          </w:tcPr>
          <w:p w14:paraId="596D12C9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4876943E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0821E598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kanałowy </w:t>
            </w:r>
          </w:p>
          <w:p w14:paraId="1771AE3F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TD-500/160</w:t>
            </w:r>
          </w:p>
        </w:tc>
        <w:tc>
          <w:tcPr>
            <w:tcW w:w="709" w:type="dxa"/>
          </w:tcPr>
          <w:p w14:paraId="7F3658EF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</w:tcPr>
          <w:p w14:paraId="62FED5EA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</w:tcPr>
          <w:p w14:paraId="65614D0B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pom. techniczne przy szatni – aerobic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2 p.     </w:t>
            </w:r>
          </w:p>
        </w:tc>
        <w:tc>
          <w:tcPr>
            <w:tcW w:w="992" w:type="dxa"/>
            <w:gridSpan w:val="2"/>
          </w:tcPr>
          <w:p w14:paraId="60D5936F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7C85ED80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38F54215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33F4FFC3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2FBF7E29" w14:textId="77777777" w:rsidTr="0040282F">
        <w:tc>
          <w:tcPr>
            <w:tcW w:w="568" w:type="dxa"/>
          </w:tcPr>
          <w:p w14:paraId="24FCC2E9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0FCE2BFB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nawiewny kanałowy z nagrzewnicą </w:t>
            </w:r>
          </w:p>
        </w:tc>
        <w:tc>
          <w:tcPr>
            <w:tcW w:w="709" w:type="dxa"/>
          </w:tcPr>
          <w:p w14:paraId="7379ECA9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</w:tcPr>
          <w:p w14:paraId="2778FD3E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włóknina</w:t>
            </w:r>
          </w:p>
        </w:tc>
        <w:tc>
          <w:tcPr>
            <w:tcW w:w="1238" w:type="dxa"/>
            <w:gridSpan w:val="2"/>
          </w:tcPr>
          <w:p w14:paraId="6797F216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magazyn 0.23</w:t>
            </w:r>
          </w:p>
        </w:tc>
        <w:tc>
          <w:tcPr>
            <w:tcW w:w="992" w:type="dxa"/>
            <w:gridSpan w:val="2"/>
          </w:tcPr>
          <w:p w14:paraId="4B2F2988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B5923B1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55BB1C9C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06456850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256E7018" w14:textId="77777777" w:rsidTr="0040282F">
        <w:tc>
          <w:tcPr>
            <w:tcW w:w="568" w:type="dxa"/>
          </w:tcPr>
          <w:p w14:paraId="6057AE1B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1EBF1907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Wentylatory łazienkowe</w:t>
            </w:r>
          </w:p>
          <w:p w14:paraId="242FE581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</w:tcPr>
          <w:p w14:paraId="5C845609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10</w:t>
            </w:r>
          </w:p>
        </w:tc>
        <w:tc>
          <w:tcPr>
            <w:tcW w:w="1783" w:type="dxa"/>
            <w:gridSpan w:val="2"/>
          </w:tcPr>
          <w:p w14:paraId="5BE57EBE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</w:tcPr>
          <w:p w14:paraId="0E3C394F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Pom. socjalne i sanitariaty</w:t>
            </w:r>
          </w:p>
        </w:tc>
        <w:tc>
          <w:tcPr>
            <w:tcW w:w="992" w:type="dxa"/>
            <w:gridSpan w:val="2"/>
          </w:tcPr>
          <w:p w14:paraId="376F4FF6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445B560D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7F0107B6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6591CCE6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7F61AB42" w14:textId="77777777" w:rsidTr="0040282F">
        <w:tc>
          <w:tcPr>
            <w:tcW w:w="568" w:type="dxa"/>
          </w:tcPr>
          <w:p w14:paraId="18CF08B6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598DE63D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Wentylatory </w:t>
            </w:r>
          </w:p>
          <w:p w14:paraId="33C68DE0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wywiewne kanałowe</w:t>
            </w:r>
          </w:p>
        </w:tc>
        <w:tc>
          <w:tcPr>
            <w:tcW w:w="709" w:type="dxa"/>
          </w:tcPr>
          <w:p w14:paraId="633D8A70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</w:t>
            </w:r>
          </w:p>
        </w:tc>
        <w:tc>
          <w:tcPr>
            <w:tcW w:w="1783" w:type="dxa"/>
            <w:gridSpan w:val="2"/>
          </w:tcPr>
          <w:p w14:paraId="4AF4D024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</w:tcPr>
          <w:p w14:paraId="2CE1CCAC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pom. 0.17 wc</w:t>
            </w:r>
          </w:p>
        </w:tc>
        <w:tc>
          <w:tcPr>
            <w:tcW w:w="992" w:type="dxa"/>
            <w:gridSpan w:val="2"/>
          </w:tcPr>
          <w:p w14:paraId="6D75A2EC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54F819AA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4CFD782E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32F86C5B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2869E383" w14:textId="77777777" w:rsidTr="0040282F">
        <w:tc>
          <w:tcPr>
            <w:tcW w:w="568" w:type="dxa"/>
          </w:tcPr>
          <w:p w14:paraId="60F3F8C3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0A9B3F5D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Wentylatory dachowe na hali</w:t>
            </w:r>
          </w:p>
        </w:tc>
        <w:tc>
          <w:tcPr>
            <w:tcW w:w="709" w:type="dxa"/>
          </w:tcPr>
          <w:p w14:paraId="00DA8331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4</w:t>
            </w:r>
          </w:p>
        </w:tc>
        <w:tc>
          <w:tcPr>
            <w:tcW w:w="1783" w:type="dxa"/>
            <w:gridSpan w:val="2"/>
          </w:tcPr>
          <w:p w14:paraId="59E7AF50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</w:tcPr>
          <w:p w14:paraId="283D78F7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skrzynka sterown. w hali</w:t>
            </w:r>
          </w:p>
        </w:tc>
        <w:tc>
          <w:tcPr>
            <w:tcW w:w="992" w:type="dxa"/>
            <w:gridSpan w:val="2"/>
          </w:tcPr>
          <w:p w14:paraId="5956660F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2962E7B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36820724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3558BD7B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45674DA5" w14:textId="77777777" w:rsidTr="0040282F">
        <w:tc>
          <w:tcPr>
            <w:tcW w:w="568" w:type="dxa"/>
          </w:tcPr>
          <w:p w14:paraId="0149EB8A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0BDDC389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 dachowy</w:t>
            </w:r>
          </w:p>
        </w:tc>
        <w:tc>
          <w:tcPr>
            <w:tcW w:w="709" w:type="dxa"/>
          </w:tcPr>
          <w:p w14:paraId="55A30D4D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</w:tcPr>
          <w:p w14:paraId="6B422098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</w:tcPr>
          <w:p w14:paraId="62E952AA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skrzynka sterown. w hali aerobiku</w:t>
            </w:r>
          </w:p>
        </w:tc>
        <w:tc>
          <w:tcPr>
            <w:tcW w:w="992" w:type="dxa"/>
            <w:gridSpan w:val="2"/>
          </w:tcPr>
          <w:p w14:paraId="2C152FE2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43DAA8B3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3686AC53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678DC910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52E6DF51" w14:textId="77777777" w:rsidTr="0040282F">
        <w:tc>
          <w:tcPr>
            <w:tcW w:w="568" w:type="dxa"/>
          </w:tcPr>
          <w:p w14:paraId="271A7CD3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3E3361E0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 dachowy</w:t>
            </w:r>
          </w:p>
        </w:tc>
        <w:tc>
          <w:tcPr>
            <w:tcW w:w="709" w:type="dxa"/>
          </w:tcPr>
          <w:p w14:paraId="543EA331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</w:tcPr>
          <w:p w14:paraId="02078052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</w:tcPr>
          <w:p w14:paraId="74D28461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skrzynka sterown. w pom. 105A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</w:r>
          </w:p>
        </w:tc>
        <w:tc>
          <w:tcPr>
            <w:tcW w:w="992" w:type="dxa"/>
            <w:gridSpan w:val="2"/>
          </w:tcPr>
          <w:p w14:paraId="4B2D7F17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B717DE2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3BF7097D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0F33D7B4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7E94DF2C" w14:textId="77777777" w:rsidTr="0040282F">
        <w:tc>
          <w:tcPr>
            <w:tcW w:w="568" w:type="dxa"/>
          </w:tcPr>
          <w:p w14:paraId="7E1218D6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174FD7F5" w14:textId="5574DE9C" w:rsidR="00C5659A" w:rsidRPr="00C3183A" w:rsidRDefault="00C5659A" w:rsidP="00C5659A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Suma kosztów rocznych netto konserwacji i przeglądów dla budynku Hali Sportowej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rok2025)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6D1CA28D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77404DDE" w14:textId="77777777" w:rsidTr="0040282F">
        <w:tc>
          <w:tcPr>
            <w:tcW w:w="568" w:type="dxa"/>
          </w:tcPr>
          <w:p w14:paraId="3042A72D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08143D7F" w14:textId="5BF52318" w:rsidR="00C5659A" w:rsidRPr="00C3183A" w:rsidRDefault="00C5659A" w:rsidP="00C5659A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Koszt brutto (VAT: 23%) konserwacji i przeglądów dla budynku Hali Sportowej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rok2025)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0B87E3F1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15B98BA1" w14:textId="77777777" w:rsidTr="001A1130">
        <w:tc>
          <w:tcPr>
            <w:tcW w:w="9924" w:type="dxa"/>
            <w:gridSpan w:val="11"/>
          </w:tcPr>
          <w:p w14:paraId="78F83C20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b/>
                <w:lang w:val="pl-PL"/>
              </w:rPr>
            </w:pPr>
            <w:r w:rsidRPr="00C3183A">
              <w:rPr>
                <w:rFonts w:ascii="Calibri" w:hAnsi="Calibri" w:cs="Arial"/>
                <w:b/>
                <w:lang w:val="pl-PL"/>
              </w:rPr>
              <w:t>Budynek SPNJO</w:t>
            </w:r>
          </w:p>
          <w:p w14:paraId="662788D7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lang w:val="pl-PL"/>
              </w:rPr>
              <w:t>Poznań, ul. Taczaka 9</w:t>
            </w:r>
          </w:p>
        </w:tc>
      </w:tr>
      <w:tr w:rsidR="00C5659A" w:rsidRPr="00C3183A" w14:paraId="1ADEC70D" w14:textId="77777777" w:rsidTr="0040282F">
        <w:tc>
          <w:tcPr>
            <w:tcW w:w="568" w:type="dxa"/>
          </w:tcPr>
          <w:p w14:paraId="0A2E6C12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31F49414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Wentylator wywiewny kanałowy</w:t>
            </w:r>
          </w:p>
        </w:tc>
        <w:tc>
          <w:tcPr>
            <w:tcW w:w="709" w:type="dxa"/>
          </w:tcPr>
          <w:p w14:paraId="0EE19D2F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0057C65B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gridSpan w:val="2"/>
          </w:tcPr>
          <w:p w14:paraId="42613FF7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pom. gospodarcze</w:t>
            </w:r>
          </w:p>
          <w:p w14:paraId="27DFB555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piwnica</w:t>
            </w:r>
          </w:p>
        </w:tc>
        <w:tc>
          <w:tcPr>
            <w:tcW w:w="992" w:type="dxa"/>
            <w:gridSpan w:val="2"/>
          </w:tcPr>
          <w:p w14:paraId="4C3C547F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41826514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92" w:type="dxa"/>
            <w:gridSpan w:val="2"/>
          </w:tcPr>
          <w:p w14:paraId="426C7B0B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56B93979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15974025" w14:textId="77777777" w:rsidTr="0040282F">
        <w:tc>
          <w:tcPr>
            <w:tcW w:w="568" w:type="dxa"/>
          </w:tcPr>
          <w:p w14:paraId="6F870D5E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2B18D293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Wentylator wywiewny kanałowy</w:t>
            </w:r>
          </w:p>
        </w:tc>
        <w:tc>
          <w:tcPr>
            <w:tcW w:w="709" w:type="dxa"/>
          </w:tcPr>
          <w:p w14:paraId="72531BF4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20</w:t>
            </w:r>
          </w:p>
        </w:tc>
        <w:tc>
          <w:tcPr>
            <w:tcW w:w="1701" w:type="dxa"/>
          </w:tcPr>
          <w:p w14:paraId="79645593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gridSpan w:val="2"/>
          </w:tcPr>
          <w:p w14:paraId="1933E503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toalety</w:t>
            </w:r>
          </w:p>
        </w:tc>
        <w:tc>
          <w:tcPr>
            <w:tcW w:w="992" w:type="dxa"/>
            <w:gridSpan w:val="2"/>
          </w:tcPr>
          <w:p w14:paraId="76E55A43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57C4A2B1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92" w:type="dxa"/>
            <w:gridSpan w:val="2"/>
          </w:tcPr>
          <w:p w14:paraId="2DA23EF0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44554079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3746EB1C" w14:textId="77777777" w:rsidTr="0040282F">
        <w:tc>
          <w:tcPr>
            <w:tcW w:w="568" w:type="dxa"/>
          </w:tcPr>
          <w:p w14:paraId="66848B47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05E019B5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Wentylator łazienkowy</w:t>
            </w:r>
          </w:p>
        </w:tc>
        <w:tc>
          <w:tcPr>
            <w:tcW w:w="709" w:type="dxa"/>
          </w:tcPr>
          <w:p w14:paraId="0146F259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1701" w:type="dxa"/>
          </w:tcPr>
          <w:p w14:paraId="19CBFFA6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gridSpan w:val="2"/>
          </w:tcPr>
          <w:p w14:paraId="421B4970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hole</w:t>
            </w:r>
          </w:p>
        </w:tc>
        <w:tc>
          <w:tcPr>
            <w:tcW w:w="992" w:type="dxa"/>
            <w:gridSpan w:val="2"/>
          </w:tcPr>
          <w:p w14:paraId="2BDD33A1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01272DD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92" w:type="dxa"/>
            <w:gridSpan w:val="2"/>
          </w:tcPr>
          <w:p w14:paraId="3ECD7E26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6C6D46ED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7BD8A756" w14:textId="77777777" w:rsidTr="0040282F">
        <w:tc>
          <w:tcPr>
            <w:tcW w:w="568" w:type="dxa"/>
          </w:tcPr>
          <w:p w14:paraId="36B65223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0B79CEB4" w14:textId="2F92FF60" w:rsidR="00C5659A" w:rsidRPr="00C3183A" w:rsidRDefault="00C5659A" w:rsidP="00C5659A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Suma kosztów rocznych netto konserwacji i przeglądów dla budynku SPNJO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rok2025)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5AFB7587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345F0913" w14:textId="77777777" w:rsidTr="0040282F">
        <w:tc>
          <w:tcPr>
            <w:tcW w:w="568" w:type="dxa"/>
          </w:tcPr>
          <w:p w14:paraId="419892A4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153E75EC" w14:textId="20ECFDCB" w:rsidR="00C5659A" w:rsidRPr="00C3183A" w:rsidRDefault="00C5659A" w:rsidP="00C5659A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Koszt brutto (VAT: 23%) konserwacji i przeglądów dla budynku SPNJO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rok2025)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183E9822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159FDCF0" w14:textId="77777777" w:rsidTr="00BC3229">
        <w:trPr>
          <w:trHeight w:val="565"/>
        </w:trPr>
        <w:tc>
          <w:tcPr>
            <w:tcW w:w="9924" w:type="dxa"/>
            <w:gridSpan w:val="11"/>
          </w:tcPr>
          <w:p w14:paraId="3CEBE4A3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b/>
                <w:lang w:val="pl-PL"/>
              </w:rPr>
            </w:pPr>
            <w:r w:rsidRPr="00C3183A">
              <w:rPr>
                <w:rFonts w:ascii="Calibri" w:hAnsi="Calibri" w:cs="Arial"/>
                <w:b/>
                <w:lang w:val="pl-PL"/>
              </w:rPr>
              <w:t>Siłownia w D.S.  Feniks</w:t>
            </w:r>
          </w:p>
          <w:p w14:paraId="40AF06AC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lang w:val="pl-PL"/>
              </w:rPr>
              <w:t xml:space="preserve">Poznań, ul. Dożynkowa </w:t>
            </w:r>
            <w:smartTag w:uri="urn:schemas-microsoft-com:office:smarttags" w:element="metricconverter">
              <w:smartTagPr>
                <w:attr w:name="ProductID" w:val="9f"/>
              </w:smartTagPr>
              <w:r w:rsidRPr="00C3183A">
                <w:rPr>
                  <w:rFonts w:ascii="Calibri" w:hAnsi="Calibri" w:cs="Arial"/>
                  <w:lang w:val="pl-PL"/>
                </w:rPr>
                <w:t>9f</w:t>
              </w:r>
            </w:smartTag>
          </w:p>
        </w:tc>
      </w:tr>
      <w:tr w:rsidR="00C5659A" w:rsidRPr="00C3183A" w14:paraId="3F15B65D" w14:textId="77777777" w:rsidTr="00BC3229">
        <w:trPr>
          <w:trHeight w:val="565"/>
        </w:trPr>
        <w:tc>
          <w:tcPr>
            <w:tcW w:w="568" w:type="dxa"/>
          </w:tcPr>
          <w:p w14:paraId="30EB9E9B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</w:tcPr>
          <w:p w14:paraId="5A307BB8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110732C4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nawiewny kanałowy </w:t>
            </w:r>
          </w:p>
          <w:p w14:paraId="5C33326A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VTS CLIMA </w:t>
            </w:r>
          </w:p>
          <w:p w14:paraId="3321E29A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CV-P1-L / HE</w:t>
            </w:r>
          </w:p>
        </w:tc>
        <w:tc>
          <w:tcPr>
            <w:tcW w:w="709" w:type="dxa"/>
          </w:tcPr>
          <w:p w14:paraId="35FEFC79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12286F39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EU 4 </w:t>
            </w:r>
          </w:p>
          <w:p w14:paraId="343F9933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592 x 287 x </w:t>
            </w:r>
            <w:smartTag w:uri="urn:schemas-microsoft-com:office:smarttags" w:element="metricconverter">
              <w:smartTagPr>
                <w:attr w:name="ProductID" w:val="300 mm"/>
              </w:smartTagPr>
              <w:r w:rsidRPr="00C3183A">
                <w:rPr>
                  <w:rFonts w:ascii="Calibri" w:hAnsi="Calibri"/>
                  <w:sz w:val="20"/>
                  <w:szCs w:val="20"/>
                  <w:lang w:val="pl-PL"/>
                </w:rPr>
                <w:t>300 mm</w:t>
              </w:r>
            </w:smartTag>
          </w:p>
        </w:tc>
        <w:tc>
          <w:tcPr>
            <w:tcW w:w="1276" w:type="dxa"/>
            <w:gridSpan w:val="2"/>
          </w:tcPr>
          <w:p w14:paraId="06E51BE9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pom. socj. piwnica</w:t>
            </w:r>
          </w:p>
        </w:tc>
        <w:tc>
          <w:tcPr>
            <w:tcW w:w="992" w:type="dxa"/>
            <w:gridSpan w:val="2"/>
          </w:tcPr>
          <w:p w14:paraId="1E6C8014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437A4F37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92" w:type="dxa"/>
            <w:gridSpan w:val="2"/>
          </w:tcPr>
          <w:p w14:paraId="463DC38D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4A83D881" w14:textId="77777777" w:rsidR="00C5659A" w:rsidRPr="00C3183A" w:rsidRDefault="00C5659A" w:rsidP="00C5659A">
            <w:pPr>
              <w:tabs>
                <w:tab w:val="left" w:pos="0"/>
                <w:tab w:val="left" w:pos="150"/>
              </w:tabs>
              <w:ind w:left="357" w:right="74"/>
              <w:rPr>
                <w:rFonts w:ascii="Calibri" w:hAnsi="Calibri" w:cs="Arial"/>
                <w:b/>
                <w:lang w:val="pl-PL"/>
              </w:rPr>
            </w:pPr>
          </w:p>
        </w:tc>
      </w:tr>
      <w:tr w:rsidR="00C5659A" w:rsidRPr="00C3183A" w14:paraId="462E76CB" w14:textId="77777777" w:rsidTr="00BC3229">
        <w:trPr>
          <w:trHeight w:val="565"/>
        </w:trPr>
        <w:tc>
          <w:tcPr>
            <w:tcW w:w="568" w:type="dxa"/>
          </w:tcPr>
          <w:p w14:paraId="3F01DE09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</w:tcPr>
          <w:p w14:paraId="45AFC75A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037F977F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nawiewny kanałowy </w:t>
            </w:r>
          </w:p>
          <w:p w14:paraId="50E3A7C5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Venture  Industries </w:t>
            </w:r>
          </w:p>
          <w:p w14:paraId="48A81917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TD-800/200</w:t>
            </w:r>
          </w:p>
        </w:tc>
        <w:tc>
          <w:tcPr>
            <w:tcW w:w="709" w:type="dxa"/>
          </w:tcPr>
          <w:p w14:paraId="73D7701A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</w:t>
            </w:r>
          </w:p>
        </w:tc>
        <w:tc>
          <w:tcPr>
            <w:tcW w:w="1701" w:type="dxa"/>
          </w:tcPr>
          <w:p w14:paraId="2AF4931A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EU4</w:t>
            </w:r>
          </w:p>
          <w:p w14:paraId="03BC1774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350x350x100</w:t>
            </w:r>
          </w:p>
        </w:tc>
        <w:tc>
          <w:tcPr>
            <w:tcW w:w="1276" w:type="dxa"/>
            <w:gridSpan w:val="2"/>
          </w:tcPr>
          <w:p w14:paraId="61DC69CC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siłownia poddasze</w:t>
            </w:r>
          </w:p>
        </w:tc>
        <w:tc>
          <w:tcPr>
            <w:tcW w:w="992" w:type="dxa"/>
            <w:gridSpan w:val="2"/>
          </w:tcPr>
          <w:p w14:paraId="5FD39AD6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53E7FAE1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92" w:type="dxa"/>
            <w:gridSpan w:val="2"/>
          </w:tcPr>
          <w:p w14:paraId="05905C3D" w14:textId="77777777" w:rsidR="00C5659A" w:rsidRPr="00C3183A" w:rsidRDefault="00C5659A" w:rsidP="00C5659A">
            <w:pPr>
              <w:tabs>
                <w:tab w:val="left" w:pos="0"/>
                <w:tab w:val="left" w:pos="150"/>
              </w:tabs>
              <w:ind w:left="357" w:right="74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1418" w:type="dxa"/>
          </w:tcPr>
          <w:p w14:paraId="0E2F431D" w14:textId="77777777" w:rsidR="00C5659A" w:rsidRPr="00C3183A" w:rsidRDefault="00C5659A" w:rsidP="00C5659A">
            <w:pPr>
              <w:tabs>
                <w:tab w:val="left" w:pos="0"/>
                <w:tab w:val="left" w:pos="150"/>
              </w:tabs>
              <w:ind w:left="357" w:right="74"/>
              <w:rPr>
                <w:rFonts w:ascii="Calibri" w:hAnsi="Calibri" w:cs="Arial"/>
                <w:b/>
                <w:lang w:val="pl-PL"/>
              </w:rPr>
            </w:pPr>
          </w:p>
        </w:tc>
      </w:tr>
      <w:tr w:rsidR="00C5659A" w:rsidRPr="00C3183A" w14:paraId="56ACA6AE" w14:textId="77777777" w:rsidTr="00BC3229">
        <w:trPr>
          <w:trHeight w:val="565"/>
        </w:trPr>
        <w:tc>
          <w:tcPr>
            <w:tcW w:w="568" w:type="dxa"/>
          </w:tcPr>
          <w:p w14:paraId="7F90199E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</w:tcPr>
          <w:p w14:paraId="5633B45D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189B3844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kanałowy </w:t>
            </w:r>
          </w:p>
          <w:p w14:paraId="15CA526F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Venture  Industries </w:t>
            </w:r>
          </w:p>
          <w:p w14:paraId="0DC93BFA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typ VENT </w:t>
            </w:r>
            <w:smartTag w:uri="urn:schemas-microsoft-com:office:smarttags" w:element="metricconverter">
              <w:smartTagPr>
                <w:attr w:name="ProductID" w:val="160 L"/>
              </w:smartTagPr>
              <w:r w:rsidRPr="00C3183A">
                <w:rPr>
                  <w:rFonts w:ascii="Calibri" w:hAnsi="Calibri"/>
                  <w:sz w:val="20"/>
                  <w:szCs w:val="20"/>
                  <w:lang w:val="pl-PL"/>
                </w:rPr>
                <w:t>160 L</w:t>
              </w:r>
            </w:smartTag>
          </w:p>
        </w:tc>
        <w:tc>
          <w:tcPr>
            <w:tcW w:w="709" w:type="dxa"/>
          </w:tcPr>
          <w:p w14:paraId="7C0E9C84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</w:t>
            </w:r>
          </w:p>
        </w:tc>
        <w:tc>
          <w:tcPr>
            <w:tcW w:w="1701" w:type="dxa"/>
          </w:tcPr>
          <w:p w14:paraId="579764B8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gridSpan w:val="2"/>
          </w:tcPr>
          <w:p w14:paraId="65FFCEEB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Poddasze</w:t>
            </w:r>
          </w:p>
          <w:p w14:paraId="21B1F2AD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(z pomieszczeń siłowni)</w:t>
            </w:r>
          </w:p>
        </w:tc>
        <w:tc>
          <w:tcPr>
            <w:tcW w:w="992" w:type="dxa"/>
            <w:gridSpan w:val="2"/>
          </w:tcPr>
          <w:p w14:paraId="42B7A081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19953D8C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92" w:type="dxa"/>
            <w:gridSpan w:val="2"/>
          </w:tcPr>
          <w:p w14:paraId="0D66DEAE" w14:textId="77777777" w:rsidR="00C5659A" w:rsidRPr="00C3183A" w:rsidRDefault="00C5659A" w:rsidP="00C5659A">
            <w:pPr>
              <w:tabs>
                <w:tab w:val="left" w:pos="0"/>
                <w:tab w:val="left" w:pos="150"/>
              </w:tabs>
              <w:ind w:left="357" w:right="74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1418" w:type="dxa"/>
          </w:tcPr>
          <w:p w14:paraId="3E79833E" w14:textId="77777777" w:rsidR="00C5659A" w:rsidRPr="00C3183A" w:rsidRDefault="00C5659A" w:rsidP="00C5659A">
            <w:pPr>
              <w:tabs>
                <w:tab w:val="left" w:pos="0"/>
                <w:tab w:val="left" w:pos="150"/>
              </w:tabs>
              <w:ind w:left="357" w:right="74"/>
              <w:rPr>
                <w:rFonts w:ascii="Calibri" w:hAnsi="Calibri" w:cs="Arial"/>
                <w:b/>
                <w:lang w:val="pl-PL"/>
              </w:rPr>
            </w:pPr>
          </w:p>
        </w:tc>
      </w:tr>
      <w:tr w:rsidR="00C5659A" w:rsidRPr="00C3183A" w14:paraId="6ECD12A0" w14:textId="77777777" w:rsidTr="00BC3229">
        <w:trPr>
          <w:trHeight w:val="565"/>
        </w:trPr>
        <w:tc>
          <w:tcPr>
            <w:tcW w:w="568" w:type="dxa"/>
          </w:tcPr>
          <w:p w14:paraId="38835427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</w:tcPr>
          <w:p w14:paraId="21402813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354E1474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kanałowy </w:t>
            </w:r>
          </w:p>
          <w:p w14:paraId="0F737EC9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Venture  Industries </w:t>
            </w:r>
          </w:p>
          <w:p w14:paraId="5CD393EC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TD-800/200</w:t>
            </w:r>
          </w:p>
        </w:tc>
        <w:tc>
          <w:tcPr>
            <w:tcW w:w="709" w:type="dxa"/>
          </w:tcPr>
          <w:p w14:paraId="3BDEB9B3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</w:t>
            </w:r>
          </w:p>
        </w:tc>
        <w:tc>
          <w:tcPr>
            <w:tcW w:w="1701" w:type="dxa"/>
          </w:tcPr>
          <w:p w14:paraId="6A86D042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gridSpan w:val="2"/>
          </w:tcPr>
          <w:p w14:paraId="50F051B6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poddasze</w:t>
            </w:r>
          </w:p>
        </w:tc>
        <w:tc>
          <w:tcPr>
            <w:tcW w:w="992" w:type="dxa"/>
            <w:gridSpan w:val="2"/>
          </w:tcPr>
          <w:p w14:paraId="2E7B95E0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56317549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92" w:type="dxa"/>
            <w:gridSpan w:val="2"/>
          </w:tcPr>
          <w:p w14:paraId="426D533A" w14:textId="77777777" w:rsidR="00C5659A" w:rsidRPr="00C3183A" w:rsidRDefault="00C5659A" w:rsidP="00C5659A">
            <w:pPr>
              <w:tabs>
                <w:tab w:val="left" w:pos="0"/>
                <w:tab w:val="left" w:pos="150"/>
              </w:tabs>
              <w:ind w:left="357" w:right="74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1418" w:type="dxa"/>
          </w:tcPr>
          <w:p w14:paraId="771EAC83" w14:textId="77777777" w:rsidR="00C5659A" w:rsidRPr="00C3183A" w:rsidRDefault="00C5659A" w:rsidP="00C5659A">
            <w:pPr>
              <w:tabs>
                <w:tab w:val="left" w:pos="0"/>
                <w:tab w:val="left" w:pos="150"/>
              </w:tabs>
              <w:ind w:left="357" w:right="74"/>
              <w:rPr>
                <w:rFonts w:ascii="Calibri" w:hAnsi="Calibri" w:cs="Arial"/>
                <w:b/>
                <w:lang w:val="pl-PL"/>
              </w:rPr>
            </w:pPr>
          </w:p>
        </w:tc>
      </w:tr>
      <w:tr w:rsidR="00C5659A" w:rsidRPr="00C3183A" w14:paraId="548D1A5F" w14:textId="77777777" w:rsidTr="00BC3229">
        <w:trPr>
          <w:trHeight w:val="565"/>
        </w:trPr>
        <w:tc>
          <w:tcPr>
            <w:tcW w:w="568" w:type="dxa"/>
          </w:tcPr>
          <w:p w14:paraId="4C5079D6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</w:tcPr>
          <w:p w14:paraId="465EEE5E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42EB6E01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ścienny wywiewny Venture Industries </w:t>
            </w:r>
          </w:p>
          <w:p w14:paraId="5CE7FEBE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Silent 300 Plus</w:t>
            </w:r>
          </w:p>
        </w:tc>
        <w:tc>
          <w:tcPr>
            <w:tcW w:w="709" w:type="dxa"/>
          </w:tcPr>
          <w:p w14:paraId="4B24ABD2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</w:t>
            </w:r>
          </w:p>
        </w:tc>
        <w:tc>
          <w:tcPr>
            <w:tcW w:w="1701" w:type="dxa"/>
          </w:tcPr>
          <w:p w14:paraId="58E0673D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gridSpan w:val="2"/>
          </w:tcPr>
          <w:p w14:paraId="33E561BB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szatnia siłowni, mała sala</w:t>
            </w:r>
          </w:p>
        </w:tc>
        <w:tc>
          <w:tcPr>
            <w:tcW w:w="992" w:type="dxa"/>
            <w:gridSpan w:val="2"/>
          </w:tcPr>
          <w:p w14:paraId="01E32338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01CADE7C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92" w:type="dxa"/>
            <w:gridSpan w:val="2"/>
          </w:tcPr>
          <w:p w14:paraId="5EC5E4EF" w14:textId="77777777" w:rsidR="00C5659A" w:rsidRPr="00C3183A" w:rsidRDefault="00C5659A" w:rsidP="00C5659A">
            <w:pPr>
              <w:tabs>
                <w:tab w:val="left" w:pos="0"/>
                <w:tab w:val="left" w:pos="150"/>
              </w:tabs>
              <w:ind w:left="357" w:right="74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1418" w:type="dxa"/>
          </w:tcPr>
          <w:p w14:paraId="68EC83E7" w14:textId="77777777" w:rsidR="00C5659A" w:rsidRPr="00C3183A" w:rsidRDefault="00C5659A" w:rsidP="00C5659A">
            <w:pPr>
              <w:tabs>
                <w:tab w:val="left" w:pos="0"/>
                <w:tab w:val="left" w:pos="150"/>
              </w:tabs>
              <w:ind w:left="357" w:right="74"/>
              <w:rPr>
                <w:rFonts w:ascii="Calibri" w:hAnsi="Calibri" w:cs="Arial"/>
                <w:b/>
                <w:lang w:val="pl-PL"/>
              </w:rPr>
            </w:pPr>
          </w:p>
        </w:tc>
      </w:tr>
      <w:tr w:rsidR="00C5659A" w:rsidRPr="00C3183A" w14:paraId="000A6011" w14:textId="77777777" w:rsidTr="00BC3229">
        <w:trPr>
          <w:trHeight w:val="565"/>
        </w:trPr>
        <w:tc>
          <w:tcPr>
            <w:tcW w:w="568" w:type="dxa"/>
          </w:tcPr>
          <w:p w14:paraId="4439861A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</w:tcPr>
          <w:p w14:paraId="6DDA7A3F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7190A4D1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kanałowy </w:t>
            </w:r>
          </w:p>
          <w:p w14:paraId="550FCF59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Venture  Industries </w:t>
            </w:r>
          </w:p>
          <w:p w14:paraId="5A92790C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TD-800/200</w:t>
            </w:r>
          </w:p>
        </w:tc>
        <w:tc>
          <w:tcPr>
            <w:tcW w:w="709" w:type="dxa"/>
          </w:tcPr>
          <w:p w14:paraId="403ABAE5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2820AE7F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gridSpan w:val="2"/>
          </w:tcPr>
          <w:p w14:paraId="08D306AC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siłownia</w:t>
            </w:r>
          </w:p>
        </w:tc>
        <w:tc>
          <w:tcPr>
            <w:tcW w:w="992" w:type="dxa"/>
            <w:gridSpan w:val="2"/>
          </w:tcPr>
          <w:p w14:paraId="22B3A15E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042656B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92" w:type="dxa"/>
            <w:gridSpan w:val="2"/>
          </w:tcPr>
          <w:p w14:paraId="6E39A4A4" w14:textId="77777777" w:rsidR="00C5659A" w:rsidRPr="00C3183A" w:rsidRDefault="00C5659A" w:rsidP="00C5659A">
            <w:pPr>
              <w:tabs>
                <w:tab w:val="left" w:pos="0"/>
                <w:tab w:val="left" w:pos="150"/>
              </w:tabs>
              <w:ind w:left="357" w:right="74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1418" w:type="dxa"/>
          </w:tcPr>
          <w:p w14:paraId="346E2190" w14:textId="77777777" w:rsidR="00C5659A" w:rsidRPr="00C3183A" w:rsidRDefault="00C5659A" w:rsidP="00C5659A">
            <w:pPr>
              <w:tabs>
                <w:tab w:val="left" w:pos="0"/>
                <w:tab w:val="left" w:pos="150"/>
              </w:tabs>
              <w:ind w:left="357" w:right="74"/>
              <w:rPr>
                <w:rFonts w:ascii="Calibri" w:hAnsi="Calibri" w:cs="Arial"/>
                <w:b/>
                <w:lang w:val="pl-PL"/>
              </w:rPr>
            </w:pPr>
          </w:p>
        </w:tc>
      </w:tr>
      <w:tr w:rsidR="00C5659A" w:rsidRPr="00C3183A" w14:paraId="27612064" w14:textId="77777777" w:rsidTr="0047782F">
        <w:trPr>
          <w:trHeight w:val="264"/>
        </w:trPr>
        <w:tc>
          <w:tcPr>
            <w:tcW w:w="568" w:type="dxa"/>
          </w:tcPr>
          <w:p w14:paraId="29141BFB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038241AF" w14:textId="7554B771" w:rsidR="00C5659A" w:rsidRPr="00C3183A" w:rsidRDefault="00C5659A" w:rsidP="00C5659A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Suma kosztów rocznych netto konserwacji i przeglądów dla siłowni w D.S Feniks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rok2025)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371E7AFE" w14:textId="77777777" w:rsidR="00C5659A" w:rsidRPr="00C3183A" w:rsidRDefault="00C5659A" w:rsidP="00C5659A">
            <w:pPr>
              <w:tabs>
                <w:tab w:val="left" w:pos="0"/>
                <w:tab w:val="left" w:pos="150"/>
              </w:tabs>
              <w:ind w:left="357" w:right="74"/>
              <w:rPr>
                <w:rFonts w:ascii="Calibri" w:hAnsi="Calibri" w:cs="Arial"/>
                <w:b/>
                <w:lang w:val="pl-PL"/>
              </w:rPr>
            </w:pPr>
          </w:p>
        </w:tc>
      </w:tr>
      <w:tr w:rsidR="00C5659A" w:rsidRPr="00C3183A" w14:paraId="1B8EC6D9" w14:textId="77777777" w:rsidTr="0047782F">
        <w:trPr>
          <w:trHeight w:val="240"/>
        </w:trPr>
        <w:tc>
          <w:tcPr>
            <w:tcW w:w="568" w:type="dxa"/>
          </w:tcPr>
          <w:p w14:paraId="5424660F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136C1D1A" w14:textId="1B794111" w:rsidR="00C5659A" w:rsidRPr="00C3183A" w:rsidRDefault="00C5659A" w:rsidP="00C5659A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Koszt brutto (VAT: 23%) konserwacji i przeglądów dla siłowni w D.S Feniks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rok2025)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35A52525" w14:textId="77777777" w:rsidR="00C5659A" w:rsidRPr="00C3183A" w:rsidRDefault="00C5659A" w:rsidP="00C5659A">
            <w:pPr>
              <w:tabs>
                <w:tab w:val="left" w:pos="0"/>
                <w:tab w:val="left" w:pos="150"/>
              </w:tabs>
              <w:ind w:left="357" w:right="74"/>
              <w:rPr>
                <w:rFonts w:ascii="Calibri" w:hAnsi="Calibri" w:cs="Arial"/>
                <w:b/>
                <w:lang w:val="pl-PL"/>
              </w:rPr>
            </w:pPr>
          </w:p>
        </w:tc>
      </w:tr>
      <w:tr w:rsidR="00C5659A" w:rsidRPr="00C3183A" w14:paraId="6FBAE99D" w14:textId="77777777" w:rsidTr="0040282F">
        <w:tc>
          <w:tcPr>
            <w:tcW w:w="568" w:type="dxa"/>
          </w:tcPr>
          <w:p w14:paraId="4F6F3478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  <w:vAlign w:val="center"/>
          </w:tcPr>
          <w:p w14:paraId="783CBDED" w14:textId="4CE0FA4F" w:rsidR="00C5659A" w:rsidRPr="00C3183A" w:rsidRDefault="00C5659A" w:rsidP="000A4558">
            <w:pPr>
              <w:jc w:val="right"/>
              <w:rPr>
                <w:rFonts w:ascii="Calibri" w:hAnsi="Calibri" w:cs="Arial"/>
                <w:b/>
                <w:sz w:val="19"/>
                <w:szCs w:val="19"/>
                <w:lang w:val="pl-PL"/>
              </w:rPr>
            </w:pP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>Całkowity koszt netto rocznej konserwacji i przeglądów w budynkach dydaktycznych UEP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br/>
              <w:t xml:space="preserve"> (suma pozycji </w:t>
            </w:r>
            <w:r w:rsidR="000A4558">
              <w:rPr>
                <w:rFonts w:ascii="Calibri" w:hAnsi="Calibri" w:cs="Arial"/>
                <w:b/>
                <w:sz w:val="19"/>
                <w:szCs w:val="19"/>
                <w:lang w:val="pl-PL"/>
              </w:rPr>
              <w:t>56,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 </w:t>
            </w:r>
            <w:r w:rsidR="000A4558">
              <w:rPr>
                <w:rFonts w:ascii="Calibri" w:hAnsi="Calibri" w:cs="Arial"/>
                <w:b/>
                <w:sz w:val="19"/>
                <w:szCs w:val="19"/>
                <w:lang w:val="pl-PL"/>
              </w:rPr>
              <w:t>81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, </w:t>
            </w:r>
            <w:r w:rsidR="000A4558">
              <w:rPr>
                <w:rFonts w:ascii="Calibri" w:hAnsi="Calibri" w:cs="Arial"/>
                <w:b/>
                <w:sz w:val="19"/>
                <w:szCs w:val="19"/>
                <w:lang w:val="pl-PL"/>
              </w:rPr>
              <w:t>91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, </w:t>
            </w:r>
            <w:r w:rsidR="000A4558">
              <w:rPr>
                <w:rFonts w:ascii="Calibri" w:hAnsi="Calibri" w:cs="Arial"/>
                <w:b/>
                <w:sz w:val="19"/>
                <w:szCs w:val="19"/>
                <w:lang w:val="pl-PL"/>
              </w:rPr>
              <w:t>112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, </w:t>
            </w:r>
            <w:r w:rsidR="000A4558">
              <w:rPr>
                <w:rFonts w:ascii="Calibri" w:hAnsi="Calibri" w:cs="Arial"/>
                <w:b/>
                <w:sz w:val="19"/>
                <w:szCs w:val="19"/>
                <w:lang w:val="pl-PL"/>
              </w:rPr>
              <w:t>133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, </w:t>
            </w:r>
            <w:r w:rsidR="000A4558">
              <w:rPr>
                <w:rFonts w:ascii="Calibri" w:hAnsi="Calibri" w:cs="Arial"/>
                <w:b/>
                <w:sz w:val="19"/>
                <w:szCs w:val="19"/>
                <w:lang w:val="pl-PL"/>
              </w:rPr>
              <w:t>143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, </w:t>
            </w:r>
            <w:r w:rsidR="000A4558">
              <w:rPr>
                <w:rFonts w:ascii="Calibri" w:hAnsi="Calibri" w:cs="Arial"/>
                <w:b/>
                <w:sz w:val="19"/>
                <w:szCs w:val="19"/>
                <w:lang w:val="pl-PL"/>
              </w:rPr>
              <w:t>148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, </w:t>
            </w:r>
            <w:r w:rsidR="000A4558">
              <w:rPr>
                <w:rFonts w:ascii="Calibri" w:hAnsi="Calibri" w:cs="Arial"/>
                <w:b/>
                <w:sz w:val="19"/>
                <w:szCs w:val="19"/>
                <w:lang w:val="pl-PL"/>
              </w:rPr>
              <w:t>156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>)</w:t>
            </w:r>
            <w:r w:rsidR="008663D4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 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>(za rok2025)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>:</w:t>
            </w:r>
          </w:p>
        </w:tc>
        <w:tc>
          <w:tcPr>
            <w:tcW w:w="1418" w:type="dxa"/>
          </w:tcPr>
          <w:p w14:paraId="4D4F213C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4DC4BFD1" w14:textId="77777777" w:rsidTr="0040282F">
        <w:tc>
          <w:tcPr>
            <w:tcW w:w="568" w:type="dxa"/>
          </w:tcPr>
          <w:p w14:paraId="70A11EAC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  <w:vAlign w:val="center"/>
          </w:tcPr>
          <w:p w14:paraId="7022A963" w14:textId="18DFD4C3" w:rsidR="00C5659A" w:rsidRPr="00C3183A" w:rsidRDefault="00C5659A" w:rsidP="000A4558">
            <w:pPr>
              <w:jc w:val="right"/>
              <w:rPr>
                <w:rFonts w:ascii="Calibri" w:hAnsi="Calibri" w:cs="Arial"/>
                <w:b/>
                <w:sz w:val="19"/>
                <w:szCs w:val="19"/>
                <w:lang w:val="pl-PL"/>
              </w:rPr>
            </w:pP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Całkowity koszt brutto rocznej konserwacji i przeglądów w budynkach dydaktycznych UEP 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br/>
              <w:t xml:space="preserve">(suma pozycji </w:t>
            </w:r>
            <w:r w:rsidR="000A4558">
              <w:rPr>
                <w:rFonts w:ascii="Calibri" w:hAnsi="Calibri" w:cs="Arial"/>
                <w:b/>
                <w:sz w:val="19"/>
                <w:szCs w:val="19"/>
                <w:lang w:val="pl-PL"/>
              </w:rPr>
              <w:t>57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, </w:t>
            </w:r>
            <w:r w:rsidR="000A4558">
              <w:rPr>
                <w:rFonts w:ascii="Calibri" w:hAnsi="Calibri" w:cs="Arial"/>
                <w:b/>
                <w:sz w:val="19"/>
                <w:szCs w:val="19"/>
                <w:lang w:val="pl-PL"/>
              </w:rPr>
              <w:t>82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, </w:t>
            </w:r>
            <w:r w:rsidR="000A4558">
              <w:rPr>
                <w:rFonts w:ascii="Calibri" w:hAnsi="Calibri" w:cs="Arial"/>
                <w:b/>
                <w:sz w:val="19"/>
                <w:szCs w:val="19"/>
                <w:lang w:val="pl-PL"/>
              </w:rPr>
              <w:t>92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, </w:t>
            </w:r>
            <w:r w:rsidR="000A4558">
              <w:rPr>
                <w:rFonts w:ascii="Calibri" w:hAnsi="Calibri" w:cs="Arial"/>
                <w:b/>
                <w:sz w:val="19"/>
                <w:szCs w:val="19"/>
                <w:lang w:val="pl-PL"/>
              </w:rPr>
              <w:t>113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, </w:t>
            </w:r>
            <w:r w:rsidR="000A4558">
              <w:rPr>
                <w:rFonts w:ascii="Calibri" w:hAnsi="Calibri" w:cs="Arial"/>
                <w:b/>
                <w:sz w:val="19"/>
                <w:szCs w:val="19"/>
                <w:lang w:val="pl-PL"/>
              </w:rPr>
              <w:t>134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, </w:t>
            </w:r>
            <w:r w:rsidR="000A4558">
              <w:rPr>
                <w:rFonts w:ascii="Calibri" w:hAnsi="Calibri" w:cs="Arial"/>
                <w:b/>
                <w:sz w:val="19"/>
                <w:szCs w:val="19"/>
                <w:lang w:val="pl-PL"/>
              </w:rPr>
              <w:t>144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, </w:t>
            </w:r>
            <w:r w:rsidR="000A4558">
              <w:rPr>
                <w:rFonts w:ascii="Calibri" w:hAnsi="Calibri" w:cs="Arial"/>
                <w:b/>
                <w:sz w:val="19"/>
                <w:szCs w:val="19"/>
                <w:lang w:val="pl-PL"/>
              </w:rPr>
              <w:t>149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, </w:t>
            </w:r>
            <w:r w:rsidR="000A4558">
              <w:rPr>
                <w:rFonts w:ascii="Calibri" w:hAnsi="Calibri" w:cs="Arial"/>
                <w:b/>
                <w:sz w:val="19"/>
                <w:szCs w:val="19"/>
                <w:lang w:val="pl-PL"/>
              </w:rPr>
              <w:t>157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>)</w:t>
            </w:r>
            <w:r w:rsidR="008663D4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 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>(za rok2025)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>:</w:t>
            </w:r>
          </w:p>
        </w:tc>
        <w:tc>
          <w:tcPr>
            <w:tcW w:w="1418" w:type="dxa"/>
          </w:tcPr>
          <w:p w14:paraId="7CC9335F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6DB7491D" w14:textId="77777777" w:rsidTr="001A1130">
        <w:tc>
          <w:tcPr>
            <w:tcW w:w="9924" w:type="dxa"/>
            <w:gridSpan w:val="11"/>
          </w:tcPr>
          <w:p w14:paraId="0FFF9BF5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b/>
                <w:sz w:val="10"/>
                <w:szCs w:val="10"/>
                <w:lang w:val="pl-PL"/>
              </w:rPr>
            </w:pPr>
          </w:p>
          <w:p w14:paraId="5C0EB01D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b/>
                <w:lang w:val="pl-PL"/>
              </w:rPr>
            </w:pPr>
            <w:r w:rsidRPr="00C3183A">
              <w:rPr>
                <w:rFonts w:ascii="Calibri" w:hAnsi="Calibri" w:cs="Arial"/>
                <w:b/>
                <w:lang w:val="pl-PL"/>
              </w:rPr>
              <w:t>D.S.  Feniks</w:t>
            </w:r>
          </w:p>
          <w:p w14:paraId="3A872586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lang w:val="pl-PL"/>
              </w:rPr>
            </w:pPr>
            <w:r w:rsidRPr="00C3183A">
              <w:rPr>
                <w:rFonts w:ascii="Calibri" w:hAnsi="Calibri" w:cs="Arial"/>
                <w:lang w:val="pl-PL"/>
              </w:rPr>
              <w:t xml:space="preserve">Poznań, ul. Dożynkowa </w:t>
            </w:r>
            <w:smartTag w:uri="urn:schemas-microsoft-com:office:smarttags" w:element="metricconverter">
              <w:smartTagPr>
                <w:attr w:name="ProductID" w:val="9f"/>
              </w:smartTagPr>
              <w:r w:rsidRPr="00C3183A">
                <w:rPr>
                  <w:rFonts w:ascii="Calibri" w:hAnsi="Calibri" w:cs="Arial"/>
                  <w:lang w:val="pl-PL"/>
                </w:rPr>
                <w:t>9f</w:t>
              </w:r>
            </w:smartTag>
          </w:p>
        </w:tc>
      </w:tr>
      <w:tr w:rsidR="00C5659A" w:rsidRPr="00C3183A" w14:paraId="5A85FA2F" w14:textId="77777777" w:rsidTr="0040282F">
        <w:tc>
          <w:tcPr>
            <w:tcW w:w="568" w:type="dxa"/>
            <w:shd w:val="clear" w:color="auto" w:fill="auto"/>
          </w:tcPr>
          <w:p w14:paraId="2B7CC9A9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6D511010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59E23471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kanałowy </w:t>
            </w:r>
          </w:p>
          <w:p w14:paraId="5602ABFD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SPTD 2000/315</w:t>
            </w:r>
          </w:p>
        </w:tc>
        <w:tc>
          <w:tcPr>
            <w:tcW w:w="709" w:type="dxa"/>
            <w:shd w:val="clear" w:color="auto" w:fill="auto"/>
          </w:tcPr>
          <w:p w14:paraId="3F8CFA0D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1E61A934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  <w:shd w:val="clear" w:color="auto" w:fill="auto"/>
          </w:tcPr>
          <w:p w14:paraId="23A4F99F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korytarz  pom. warsztat.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B09186A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76FA5134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  <w:shd w:val="clear" w:color="auto" w:fill="auto"/>
          </w:tcPr>
          <w:p w14:paraId="7C0A28A8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2CC69D1C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5B14CFA5" w14:textId="77777777" w:rsidTr="0040282F">
        <w:tc>
          <w:tcPr>
            <w:tcW w:w="568" w:type="dxa"/>
            <w:shd w:val="clear" w:color="auto" w:fill="auto"/>
          </w:tcPr>
          <w:p w14:paraId="60DBD40F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6C632E5F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33F6D412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kanałowy </w:t>
            </w:r>
          </w:p>
          <w:p w14:paraId="1F327D33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VTS CLIMA </w:t>
            </w:r>
          </w:p>
          <w:p w14:paraId="6EF9CC04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CV-31-LN</w:t>
            </w:r>
          </w:p>
        </w:tc>
        <w:tc>
          <w:tcPr>
            <w:tcW w:w="709" w:type="dxa"/>
            <w:shd w:val="clear" w:color="auto" w:fill="auto"/>
          </w:tcPr>
          <w:p w14:paraId="0014A207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3298A1AA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EU4 592x287x400</w:t>
            </w:r>
          </w:p>
        </w:tc>
        <w:tc>
          <w:tcPr>
            <w:tcW w:w="1238" w:type="dxa"/>
            <w:gridSpan w:val="2"/>
            <w:shd w:val="clear" w:color="auto" w:fill="auto"/>
          </w:tcPr>
          <w:p w14:paraId="247EB64D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korytarz piwnicy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pom. mag.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C246A49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0C0E42D9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  <w:shd w:val="clear" w:color="auto" w:fill="auto"/>
          </w:tcPr>
          <w:p w14:paraId="1A272785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6B23E4FE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4BA40606" w14:textId="77777777" w:rsidTr="0040282F">
        <w:tc>
          <w:tcPr>
            <w:tcW w:w="568" w:type="dxa"/>
            <w:shd w:val="clear" w:color="auto" w:fill="auto"/>
          </w:tcPr>
          <w:p w14:paraId="486ED205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5E7BE4ED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520A5381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kanałowy </w:t>
            </w:r>
          </w:p>
          <w:p w14:paraId="71325BEB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VTS CLIMA </w:t>
            </w:r>
          </w:p>
          <w:p w14:paraId="33FD4154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CV-P1-LN</w:t>
            </w:r>
          </w:p>
        </w:tc>
        <w:tc>
          <w:tcPr>
            <w:tcW w:w="709" w:type="dxa"/>
            <w:shd w:val="clear" w:color="auto" w:fill="auto"/>
          </w:tcPr>
          <w:p w14:paraId="15C01034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043A68D2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EU4 330x610x300</w:t>
            </w:r>
          </w:p>
        </w:tc>
        <w:tc>
          <w:tcPr>
            <w:tcW w:w="1238" w:type="dxa"/>
            <w:gridSpan w:val="2"/>
            <w:shd w:val="clear" w:color="auto" w:fill="auto"/>
          </w:tcPr>
          <w:p w14:paraId="4FD3F02B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korytarz piwnicy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pom. gosp. 014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0B17E16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043ECB04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  <w:shd w:val="clear" w:color="auto" w:fill="auto"/>
          </w:tcPr>
          <w:p w14:paraId="77FF14B1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0FC9CC01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30C3D463" w14:textId="77777777" w:rsidTr="0040282F">
        <w:tc>
          <w:tcPr>
            <w:tcW w:w="568" w:type="dxa"/>
            <w:shd w:val="clear" w:color="auto" w:fill="auto"/>
          </w:tcPr>
          <w:p w14:paraId="6E87EED7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6FE2A610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6509ACAB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kanałowy </w:t>
            </w:r>
          </w:p>
          <w:p w14:paraId="3F321BE0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Venture  Industries </w:t>
            </w:r>
          </w:p>
          <w:p w14:paraId="00642E9B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TD-1300/250</w:t>
            </w:r>
          </w:p>
        </w:tc>
        <w:tc>
          <w:tcPr>
            <w:tcW w:w="709" w:type="dxa"/>
            <w:shd w:val="clear" w:color="auto" w:fill="auto"/>
          </w:tcPr>
          <w:p w14:paraId="1E5C95B3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60E7C001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  <w:shd w:val="clear" w:color="auto" w:fill="auto"/>
          </w:tcPr>
          <w:p w14:paraId="35BDD5A2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poddasze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EB97793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3C2D266F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  <w:shd w:val="clear" w:color="auto" w:fill="auto"/>
          </w:tcPr>
          <w:p w14:paraId="2B28369C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40C3C0AF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49FA129E" w14:textId="77777777" w:rsidTr="0040282F"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14:paraId="63B7B97F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A542DAE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2A693F4F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dachowy </w:t>
            </w:r>
          </w:p>
          <w:p w14:paraId="22AE7E09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Tyczyńska Fabryka Urządzeń Wentylacyjnych „Tywent” </w:t>
            </w:r>
          </w:p>
          <w:p w14:paraId="1B25EBEC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 T 250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18D88F9C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70A031A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  <w:shd w:val="clear" w:color="auto" w:fill="auto"/>
          </w:tcPr>
          <w:p w14:paraId="6625D575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poddasze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47AE19D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092E2466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  <w:shd w:val="clear" w:color="auto" w:fill="auto"/>
          </w:tcPr>
          <w:p w14:paraId="4A3700CC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3B265E3D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5A2C98DB" w14:textId="77777777" w:rsidTr="0040282F">
        <w:tc>
          <w:tcPr>
            <w:tcW w:w="568" w:type="dxa"/>
            <w:shd w:val="clear" w:color="auto" w:fill="auto"/>
          </w:tcPr>
          <w:p w14:paraId="19A903AE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03FEDA3E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6307408E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dachowy </w:t>
            </w:r>
          </w:p>
          <w:p w14:paraId="28448518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„Tywent” </w:t>
            </w:r>
          </w:p>
          <w:p w14:paraId="67B2A6B5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typ  T 150 </w:t>
            </w:r>
          </w:p>
        </w:tc>
        <w:tc>
          <w:tcPr>
            <w:tcW w:w="709" w:type="dxa"/>
            <w:shd w:val="clear" w:color="auto" w:fill="auto"/>
          </w:tcPr>
          <w:p w14:paraId="4BB26869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165C6B40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  <w:shd w:val="clear" w:color="auto" w:fill="auto"/>
          </w:tcPr>
          <w:p w14:paraId="728B2753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Poddasze</w:t>
            </w:r>
          </w:p>
          <w:p w14:paraId="5F709A61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(z sali telewizyjnej)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DDF658F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7E48157B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  <w:shd w:val="clear" w:color="auto" w:fill="auto"/>
          </w:tcPr>
          <w:p w14:paraId="2E6D1DAD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2B18316B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7CB9E342" w14:textId="77777777" w:rsidTr="0040282F">
        <w:tc>
          <w:tcPr>
            <w:tcW w:w="568" w:type="dxa"/>
            <w:shd w:val="clear" w:color="auto" w:fill="auto"/>
          </w:tcPr>
          <w:p w14:paraId="7BF0F23B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6589B81E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Wentylatory łazienkowe</w:t>
            </w:r>
          </w:p>
        </w:tc>
        <w:tc>
          <w:tcPr>
            <w:tcW w:w="709" w:type="dxa"/>
            <w:shd w:val="clear" w:color="auto" w:fill="auto"/>
          </w:tcPr>
          <w:p w14:paraId="6F694C4F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69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35A164BE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  <w:shd w:val="clear" w:color="auto" w:fill="auto"/>
          </w:tcPr>
          <w:p w14:paraId="0BA29230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łazienki, wc kuchnie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6CEE1A6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79B38F91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  <w:shd w:val="clear" w:color="auto" w:fill="auto"/>
          </w:tcPr>
          <w:p w14:paraId="7897AE06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6DFC2239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08923EE7" w14:textId="77777777" w:rsidTr="0040282F">
        <w:tc>
          <w:tcPr>
            <w:tcW w:w="568" w:type="dxa"/>
          </w:tcPr>
          <w:p w14:paraId="0250533E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5E96132A" w14:textId="2A37B013" w:rsidR="00C5659A" w:rsidRPr="00C3183A" w:rsidRDefault="00C5659A" w:rsidP="00C5659A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Suma kosztów rocznych netto konserwacji i przeglądów dla budynku DS Feniks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rok2025)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3E6A2174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252446D8" w14:textId="77777777" w:rsidTr="0040282F">
        <w:tc>
          <w:tcPr>
            <w:tcW w:w="568" w:type="dxa"/>
          </w:tcPr>
          <w:p w14:paraId="6D83DCA3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76B4464F" w14:textId="56A1A851" w:rsidR="00C5659A" w:rsidRPr="00C3183A" w:rsidRDefault="00C5659A" w:rsidP="00C5659A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 xml:space="preserve">Koszt brutto </w:t>
            </w: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(VAT: 8%)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 xml:space="preserve"> konserwacji i przeglądów dla budynku DS Feniks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rok2025)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7CFA3085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74F5339E" w14:textId="77777777" w:rsidTr="001A1130">
        <w:tc>
          <w:tcPr>
            <w:tcW w:w="9924" w:type="dxa"/>
            <w:gridSpan w:val="11"/>
          </w:tcPr>
          <w:p w14:paraId="7BBE8EED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b/>
                <w:sz w:val="10"/>
                <w:szCs w:val="10"/>
                <w:lang w:val="pl-PL"/>
              </w:rPr>
            </w:pPr>
          </w:p>
          <w:p w14:paraId="587E1EB8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b/>
                <w:lang w:val="pl-PL"/>
              </w:rPr>
            </w:pPr>
            <w:r w:rsidRPr="00C3183A">
              <w:rPr>
                <w:rFonts w:ascii="Calibri" w:hAnsi="Calibri" w:cs="Arial"/>
                <w:b/>
                <w:lang w:val="pl-PL"/>
              </w:rPr>
              <w:t>D.S.  Dewizka</w:t>
            </w:r>
          </w:p>
          <w:p w14:paraId="796D6629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lang w:val="pl-PL"/>
              </w:rPr>
            </w:pPr>
            <w:r w:rsidRPr="00C3183A">
              <w:rPr>
                <w:rFonts w:ascii="Calibri" w:hAnsi="Calibri" w:cs="Arial"/>
                <w:lang w:val="pl-PL"/>
              </w:rPr>
              <w:t>Poznań, ul. Dożynkowa 9d</w:t>
            </w:r>
          </w:p>
        </w:tc>
      </w:tr>
      <w:tr w:rsidR="00C5659A" w:rsidRPr="00C3183A" w14:paraId="784CA4D4" w14:textId="77777777" w:rsidTr="0040282F">
        <w:trPr>
          <w:trHeight w:val="262"/>
        </w:trPr>
        <w:tc>
          <w:tcPr>
            <w:tcW w:w="568" w:type="dxa"/>
          </w:tcPr>
          <w:p w14:paraId="7DCA36FF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51ACC58E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6C23A83B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kanałowy </w:t>
            </w:r>
          </w:p>
          <w:p w14:paraId="2EF9E2DC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S&amp;P </w:t>
            </w:r>
            <w:smartTag w:uri="urn:schemas-microsoft-com:office:smarttags" w:element="metricconverter">
              <w:smartTagPr>
                <w:attr w:name="ProductID" w:val="315 L"/>
              </w:smartTagPr>
              <w:r w:rsidRPr="00C3183A">
                <w:rPr>
                  <w:rFonts w:ascii="Calibri" w:hAnsi="Calibri"/>
                  <w:sz w:val="20"/>
                  <w:szCs w:val="20"/>
                  <w:lang w:val="pl-PL"/>
                </w:rPr>
                <w:t>315 L</w:t>
              </w:r>
            </w:smartTag>
          </w:p>
        </w:tc>
        <w:tc>
          <w:tcPr>
            <w:tcW w:w="709" w:type="dxa"/>
          </w:tcPr>
          <w:p w14:paraId="4380DC7A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4</w:t>
            </w:r>
          </w:p>
        </w:tc>
        <w:tc>
          <w:tcPr>
            <w:tcW w:w="1783" w:type="dxa"/>
            <w:gridSpan w:val="2"/>
          </w:tcPr>
          <w:p w14:paraId="419703E5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</w:tcPr>
          <w:p w14:paraId="597D3E48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poddasze</w:t>
            </w:r>
          </w:p>
        </w:tc>
        <w:tc>
          <w:tcPr>
            <w:tcW w:w="992" w:type="dxa"/>
            <w:gridSpan w:val="2"/>
          </w:tcPr>
          <w:p w14:paraId="34CB450C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75249E9E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18E61B9F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4EBE5EEE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4E1845CE" w14:textId="77777777" w:rsidTr="0040282F">
        <w:tc>
          <w:tcPr>
            <w:tcW w:w="568" w:type="dxa"/>
          </w:tcPr>
          <w:p w14:paraId="2F5C4716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021FEA64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Wentylatory łazienkowe</w:t>
            </w:r>
          </w:p>
        </w:tc>
        <w:tc>
          <w:tcPr>
            <w:tcW w:w="709" w:type="dxa"/>
          </w:tcPr>
          <w:p w14:paraId="1D6FB82D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127</w:t>
            </w:r>
          </w:p>
        </w:tc>
        <w:tc>
          <w:tcPr>
            <w:tcW w:w="1783" w:type="dxa"/>
            <w:gridSpan w:val="2"/>
          </w:tcPr>
          <w:p w14:paraId="61F95284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</w:tcPr>
          <w:p w14:paraId="34DF7D54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łazienki, wc kuchnie</w:t>
            </w:r>
          </w:p>
        </w:tc>
        <w:tc>
          <w:tcPr>
            <w:tcW w:w="992" w:type="dxa"/>
            <w:gridSpan w:val="2"/>
          </w:tcPr>
          <w:p w14:paraId="7CD7BE27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7BA6D8AC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4AD33E16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2501B8B9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4F63B97A" w14:textId="77777777" w:rsidTr="0040282F">
        <w:tc>
          <w:tcPr>
            <w:tcW w:w="568" w:type="dxa"/>
          </w:tcPr>
          <w:p w14:paraId="143ADD4F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3148E1A3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5404FE0F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kanałowy </w:t>
            </w:r>
          </w:p>
          <w:p w14:paraId="5E93691A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VENTS 125</w:t>
            </w:r>
          </w:p>
        </w:tc>
        <w:tc>
          <w:tcPr>
            <w:tcW w:w="709" w:type="dxa"/>
          </w:tcPr>
          <w:p w14:paraId="5833FA9D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</w:tcPr>
          <w:p w14:paraId="5D222FA7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</w:tcPr>
          <w:p w14:paraId="038AF29D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piwnica</w:t>
            </w:r>
          </w:p>
        </w:tc>
        <w:tc>
          <w:tcPr>
            <w:tcW w:w="992" w:type="dxa"/>
            <w:gridSpan w:val="2"/>
          </w:tcPr>
          <w:p w14:paraId="048A1574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4065C142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1AB3CAB5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7E745166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4BED75DA" w14:textId="77777777" w:rsidTr="0040282F">
        <w:tc>
          <w:tcPr>
            <w:tcW w:w="568" w:type="dxa"/>
          </w:tcPr>
          <w:p w14:paraId="3FCF6E3D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13C4E9BD" w14:textId="71060F7B" w:rsidR="00C5659A" w:rsidRPr="00C3183A" w:rsidRDefault="00C5659A" w:rsidP="00C5659A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Suma kosztów rocznych netto konserwacji i przeglądów dla budynku DS Dewizka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rok2025) 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0447A765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0639C6E8" w14:textId="77777777" w:rsidTr="0040282F">
        <w:tc>
          <w:tcPr>
            <w:tcW w:w="568" w:type="dxa"/>
          </w:tcPr>
          <w:p w14:paraId="6FCF13D2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76384124" w14:textId="3C7933BE" w:rsidR="00C5659A" w:rsidRPr="00C3183A" w:rsidRDefault="00C5659A" w:rsidP="00C5659A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 xml:space="preserve">Koszt brutto </w:t>
            </w: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(VAT: 8%)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 xml:space="preserve"> konserwacji i przeglądów dla budynku DS Dewizka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rok2025)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67280AF8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68FCFA0C" w14:textId="77777777" w:rsidTr="0040282F">
        <w:tc>
          <w:tcPr>
            <w:tcW w:w="568" w:type="dxa"/>
          </w:tcPr>
          <w:p w14:paraId="71905A97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  <w:vAlign w:val="center"/>
          </w:tcPr>
          <w:p w14:paraId="49F0486B" w14:textId="1C669965" w:rsidR="00C5659A" w:rsidRPr="00C3183A" w:rsidRDefault="00C5659A" w:rsidP="000A4558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Całkowity koszt netto rocznej konserwacji i przeglądów w domach studenckich UEP </w:t>
            </w: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br/>
              <w:t xml:space="preserve">(suma pozycji </w:t>
            </w:r>
            <w:r w:rsidR="000A4558">
              <w:rPr>
                <w:rFonts w:ascii="Calibri" w:hAnsi="Calibri" w:cs="Arial"/>
                <w:b/>
                <w:sz w:val="20"/>
                <w:szCs w:val="20"/>
                <w:lang w:val="pl-PL"/>
              </w:rPr>
              <w:t>167 i 172</w:t>
            </w: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)</w:t>
            </w:r>
            <w:r w:rsidR="008663D4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>(za rok2025)</w:t>
            </w: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22170A90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457601AF" w14:textId="77777777" w:rsidTr="0040282F">
        <w:tc>
          <w:tcPr>
            <w:tcW w:w="568" w:type="dxa"/>
          </w:tcPr>
          <w:p w14:paraId="4C117FFE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  <w:vAlign w:val="center"/>
          </w:tcPr>
          <w:p w14:paraId="566800C0" w14:textId="483DA4E1" w:rsidR="00C5659A" w:rsidRPr="00C3183A" w:rsidRDefault="00C5659A" w:rsidP="000A4558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Całkowity koszt brutto rocznej konserwacji i przeglądów w domach studenckich UEP </w:t>
            </w: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br/>
              <w:t xml:space="preserve">(suma pozycji </w:t>
            </w:r>
            <w:r w:rsidR="000A4558">
              <w:rPr>
                <w:rFonts w:ascii="Calibri" w:hAnsi="Calibri" w:cs="Arial"/>
                <w:b/>
                <w:sz w:val="20"/>
                <w:szCs w:val="20"/>
                <w:lang w:val="pl-PL"/>
              </w:rPr>
              <w:t>168 i 173</w:t>
            </w: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)</w:t>
            </w:r>
            <w:r w:rsidR="008663D4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>(za rok2025)</w:t>
            </w: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6EF1988B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3E550698" w14:textId="77777777" w:rsidTr="001A1130">
        <w:tc>
          <w:tcPr>
            <w:tcW w:w="9924" w:type="dxa"/>
            <w:gridSpan w:val="11"/>
          </w:tcPr>
          <w:p w14:paraId="5B2B73B5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b/>
                <w:sz w:val="10"/>
                <w:szCs w:val="10"/>
                <w:lang w:val="pl-PL"/>
              </w:rPr>
            </w:pPr>
          </w:p>
          <w:p w14:paraId="2D02DE7E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b/>
                <w:lang w:val="pl-PL"/>
              </w:rPr>
            </w:pPr>
            <w:r w:rsidRPr="00C3183A">
              <w:rPr>
                <w:rFonts w:ascii="Calibri" w:hAnsi="Calibri" w:cs="Arial"/>
                <w:b/>
                <w:lang w:val="pl-PL"/>
              </w:rPr>
              <w:t>Archiwum Uczelni</w:t>
            </w:r>
          </w:p>
          <w:p w14:paraId="621E454A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lang w:val="pl-PL"/>
              </w:rPr>
            </w:pPr>
            <w:r w:rsidRPr="00C3183A">
              <w:rPr>
                <w:rFonts w:ascii="Calibri" w:hAnsi="Calibri" w:cs="Arial"/>
                <w:lang w:val="pl-PL"/>
              </w:rPr>
              <w:t>Poznań, ul. Andrzejewskiego 11/17</w:t>
            </w:r>
          </w:p>
        </w:tc>
      </w:tr>
      <w:tr w:rsidR="00C5659A" w:rsidRPr="00C3183A" w14:paraId="676CC892" w14:textId="77777777" w:rsidTr="0040282F">
        <w:tc>
          <w:tcPr>
            <w:tcW w:w="568" w:type="dxa"/>
          </w:tcPr>
          <w:p w14:paraId="5EEABF79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6EC05F05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650A2964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nawiewny </w:t>
            </w:r>
          </w:p>
          <w:p w14:paraId="51E2D4CB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z nagrzewnicą </w:t>
            </w:r>
          </w:p>
          <w:p w14:paraId="060A4611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elektryczną</w:t>
            </w:r>
          </w:p>
          <w:p w14:paraId="532EB73E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TD 1000/250</w:t>
            </w:r>
          </w:p>
        </w:tc>
        <w:tc>
          <w:tcPr>
            <w:tcW w:w="709" w:type="dxa"/>
          </w:tcPr>
          <w:p w14:paraId="4238A0C9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</w:t>
            </w:r>
          </w:p>
        </w:tc>
        <w:tc>
          <w:tcPr>
            <w:tcW w:w="1783" w:type="dxa"/>
            <w:gridSpan w:val="2"/>
          </w:tcPr>
          <w:p w14:paraId="117D2201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włóknina 240x330, 205x250x50</w:t>
            </w:r>
          </w:p>
        </w:tc>
        <w:tc>
          <w:tcPr>
            <w:tcW w:w="1238" w:type="dxa"/>
            <w:gridSpan w:val="2"/>
          </w:tcPr>
          <w:p w14:paraId="088E31D2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 oddzielne pom. zbiorów archiw.</w:t>
            </w:r>
          </w:p>
        </w:tc>
        <w:tc>
          <w:tcPr>
            <w:tcW w:w="992" w:type="dxa"/>
            <w:gridSpan w:val="2"/>
          </w:tcPr>
          <w:p w14:paraId="5219F445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48BCD0A2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0E9CC154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2EB16B43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249708EF" w14:textId="77777777" w:rsidTr="0040282F">
        <w:tc>
          <w:tcPr>
            <w:tcW w:w="568" w:type="dxa"/>
          </w:tcPr>
          <w:p w14:paraId="53578412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5F728A1E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</w:t>
            </w:r>
          </w:p>
          <w:p w14:paraId="48298A19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</w:t>
            </w:r>
          </w:p>
          <w:p w14:paraId="7CA3BBD1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TD 1000/250</w:t>
            </w:r>
          </w:p>
        </w:tc>
        <w:tc>
          <w:tcPr>
            <w:tcW w:w="709" w:type="dxa"/>
          </w:tcPr>
          <w:p w14:paraId="30693FDB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</w:t>
            </w:r>
          </w:p>
        </w:tc>
        <w:tc>
          <w:tcPr>
            <w:tcW w:w="1783" w:type="dxa"/>
            <w:gridSpan w:val="2"/>
          </w:tcPr>
          <w:p w14:paraId="50C38302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</w:tcPr>
          <w:p w14:paraId="7785C462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 oddzielne pom. zbiorów archiw.</w:t>
            </w:r>
          </w:p>
        </w:tc>
        <w:tc>
          <w:tcPr>
            <w:tcW w:w="992" w:type="dxa"/>
            <w:gridSpan w:val="2"/>
          </w:tcPr>
          <w:p w14:paraId="61CBC994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20114D8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5E8999C1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5FDC618B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7551A16C" w14:textId="77777777" w:rsidTr="0040282F">
        <w:tc>
          <w:tcPr>
            <w:tcW w:w="568" w:type="dxa"/>
          </w:tcPr>
          <w:p w14:paraId="513E80D4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65E13435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</w:t>
            </w:r>
          </w:p>
          <w:p w14:paraId="0B9CC460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naw - wywiewna</w:t>
            </w:r>
          </w:p>
          <w:p w14:paraId="182658AA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Komfowent C4</w:t>
            </w:r>
          </w:p>
          <w:p w14:paraId="122437AB" w14:textId="77777777" w:rsidR="00C5659A" w:rsidRPr="00C3183A" w:rsidRDefault="00C5659A" w:rsidP="00C5659A">
            <w:pPr>
              <w:ind w:right="376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wyd. 750 m</w:t>
            </w:r>
            <w:r w:rsidRPr="00C3183A">
              <w:rPr>
                <w:rFonts w:ascii="Calibri" w:hAnsi="Calibri"/>
                <w:sz w:val="20"/>
                <w:szCs w:val="20"/>
                <w:vertAlign w:val="superscript"/>
                <w:lang w:val="pl-PL"/>
              </w:rPr>
              <w:t>3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/h</w:t>
            </w:r>
          </w:p>
        </w:tc>
        <w:tc>
          <w:tcPr>
            <w:tcW w:w="709" w:type="dxa"/>
          </w:tcPr>
          <w:p w14:paraId="127860A8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</w:tcPr>
          <w:p w14:paraId="2F20D616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włóknina</w:t>
            </w:r>
          </w:p>
        </w:tc>
        <w:tc>
          <w:tcPr>
            <w:tcW w:w="1238" w:type="dxa"/>
            <w:gridSpan w:val="2"/>
          </w:tcPr>
          <w:p w14:paraId="19C1E7A8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pom. zbiorów archiw.</w:t>
            </w:r>
          </w:p>
        </w:tc>
        <w:tc>
          <w:tcPr>
            <w:tcW w:w="992" w:type="dxa"/>
            <w:gridSpan w:val="2"/>
          </w:tcPr>
          <w:p w14:paraId="3EE0CD75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5136C889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3DB8111A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5974EA69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1B4783D8" w14:textId="77777777" w:rsidTr="0040282F">
        <w:tc>
          <w:tcPr>
            <w:tcW w:w="568" w:type="dxa"/>
          </w:tcPr>
          <w:p w14:paraId="57AA9FEC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47C60BF5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 łazienkowy</w:t>
            </w:r>
          </w:p>
        </w:tc>
        <w:tc>
          <w:tcPr>
            <w:tcW w:w="709" w:type="dxa"/>
          </w:tcPr>
          <w:p w14:paraId="13C58D13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</w:tcPr>
          <w:p w14:paraId="1CC1C7EE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</w:tcPr>
          <w:p w14:paraId="511FA783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sanitariat</w:t>
            </w:r>
          </w:p>
        </w:tc>
        <w:tc>
          <w:tcPr>
            <w:tcW w:w="992" w:type="dxa"/>
            <w:gridSpan w:val="2"/>
          </w:tcPr>
          <w:p w14:paraId="466A3351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733F8563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66ED146F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3035CEB3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1C4867BD" w14:textId="77777777" w:rsidTr="0040282F">
        <w:tc>
          <w:tcPr>
            <w:tcW w:w="568" w:type="dxa"/>
          </w:tcPr>
          <w:p w14:paraId="2199AEA4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1FCD93C2" w14:textId="7BD6A762" w:rsidR="00C5659A" w:rsidRPr="00C3183A" w:rsidRDefault="00C5659A" w:rsidP="00C5659A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Suma kosztów rocznych netto konserwacji i przeglądów dla budynku Archiwum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rok2025)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2CAA4C93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0A550D6B" w14:textId="77777777" w:rsidTr="0040282F">
        <w:tc>
          <w:tcPr>
            <w:tcW w:w="568" w:type="dxa"/>
          </w:tcPr>
          <w:p w14:paraId="20C08A50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1586F1F0" w14:textId="5AFA85C2" w:rsidR="00C5659A" w:rsidRPr="00C3183A" w:rsidRDefault="00C5659A" w:rsidP="00C5659A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Koszt brutto (VAT: 23%) konserwacji i przeglądów dla budynku Archiwum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rok2025)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74FC339D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4F2CE370" w14:textId="77777777" w:rsidTr="001A1130">
        <w:tc>
          <w:tcPr>
            <w:tcW w:w="9924" w:type="dxa"/>
            <w:gridSpan w:val="11"/>
          </w:tcPr>
          <w:p w14:paraId="7BF06D40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b/>
                <w:sz w:val="10"/>
                <w:szCs w:val="10"/>
                <w:lang w:val="pl-PL"/>
              </w:rPr>
            </w:pPr>
          </w:p>
          <w:p w14:paraId="519C36F8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b/>
                <w:lang w:val="pl-PL"/>
              </w:rPr>
            </w:pPr>
            <w:r w:rsidRPr="00C3183A">
              <w:rPr>
                <w:rFonts w:ascii="Calibri" w:hAnsi="Calibri" w:cs="Arial"/>
                <w:b/>
                <w:lang w:val="pl-PL"/>
              </w:rPr>
              <w:t>Pawilon Techniczny</w:t>
            </w:r>
          </w:p>
          <w:p w14:paraId="70F5B8B5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lang w:val="pl-PL"/>
              </w:rPr>
            </w:pPr>
            <w:r w:rsidRPr="00C3183A">
              <w:rPr>
                <w:rFonts w:ascii="Calibri" w:hAnsi="Calibri" w:cs="Arial"/>
                <w:lang w:val="pl-PL"/>
              </w:rPr>
              <w:t>Poznań, al. Niepodległości 10</w:t>
            </w:r>
          </w:p>
          <w:p w14:paraId="1DBBF82F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lang w:val="pl-PL"/>
              </w:rPr>
            </w:pPr>
            <w:r w:rsidRPr="00C3183A">
              <w:rPr>
                <w:rFonts w:ascii="Calibri" w:hAnsi="Calibri" w:cs="Arial"/>
                <w:lang w:val="pl-PL"/>
              </w:rPr>
              <w:t>(dziedziniec przy skrzydle budynku A)</w:t>
            </w:r>
          </w:p>
        </w:tc>
      </w:tr>
      <w:tr w:rsidR="00C5659A" w:rsidRPr="00C3183A" w14:paraId="2FFB1410" w14:textId="77777777" w:rsidTr="0040282F">
        <w:tc>
          <w:tcPr>
            <w:tcW w:w="568" w:type="dxa"/>
          </w:tcPr>
          <w:p w14:paraId="081E1AA7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05F13FC7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Wentylator </w:t>
            </w:r>
          </w:p>
          <w:p w14:paraId="1328773C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łazienkowy </w:t>
            </w:r>
          </w:p>
          <w:p w14:paraId="1272E648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Venture Industries</w:t>
            </w:r>
          </w:p>
          <w:p w14:paraId="5CF91572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typ SILENT 300</w:t>
            </w:r>
          </w:p>
        </w:tc>
        <w:tc>
          <w:tcPr>
            <w:tcW w:w="709" w:type="dxa"/>
          </w:tcPr>
          <w:p w14:paraId="5AB8A695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6</w:t>
            </w:r>
          </w:p>
        </w:tc>
        <w:tc>
          <w:tcPr>
            <w:tcW w:w="1783" w:type="dxa"/>
            <w:gridSpan w:val="2"/>
          </w:tcPr>
          <w:p w14:paraId="78DB78BE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</w:tcPr>
          <w:p w14:paraId="16B41054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Toalety</w:t>
            </w:r>
          </w:p>
        </w:tc>
        <w:tc>
          <w:tcPr>
            <w:tcW w:w="992" w:type="dxa"/>
            <w:gridSpan w:val="2"/>
          </w:tcPr>
          <w:p w14:paraId="14E3315F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AE9CE98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26A78931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0446ECE7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26C5712E" w14:textId="77777777" w:rsidTr="0040282F">
        <w:tc>
          <w:tcPr>
            <w:tcW w:w="568" w:type="dxa"/>
          </w:tcPr>
          <w:p w14:paraId="4E3D81DA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28AB7272" w14:textId="77777777" w:rsidR="00C5659A" w:rsidRPr="00C3183A" w:rsidRDefault="00C5659A" w:rsidP="00C5659A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 dachowy</w:t>
            </w:r>
          </w:p>
        </w:tc>
        <w:tc>
          <w:tcPr>
            <w:tcW w:w="709" w:type="dxa"/>
          </w:tcPr>
          <w:p w14:paraId="5452489E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</w:tcPr>
          <w:p w14:paraId="73B8C0FE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</w:tcPr>
          <w:p w14:paraId="11D0CA2F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dach</w:t>
            </w:r>
          </w:p>
        </w:tc>
        <w:tc>
          <w:tcPr>
            <w:tcW w:w="992" w:type="dxa"/>
            <w:gridSpan w:val="2"/>
          </w:tcPr>
          <w:p w14:paraId="11E934EF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3AA06FB8" w14:textId="77777777" w:rsidR="00C5659A" w:rsidRPr="00C3183A" w:rsidRDefault="00C5659A" w:rsidP="00C5659A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37EAB6D8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42753D82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2BDB3DFB" w14:textId="77777777" w:rsidTr="0040282F">
        <w:tc>
          <w:tcPr>
            <w:tcW w:w="568" w:type="dxa"/>
          </w:tcPr>
          <w:p w14:paraId="7F93BA17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6156F007" w14:textId="527E043B" w:rsidR="00C5659A" w:rsidRPr="00C3183A" w:rsidRDefault="00C5659A" w:rsidP="00C5659A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Suma kosztów rocznych netto konserwacji i przeglądów dla budynku Pawilon Techniczny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rok2025)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5F431721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3F8242CC" w14:textId="77777777" w:rsidTr="0040282F">
        <w:tc>
          <w:tcPr>
            <w:tcW w:w="568" w:type="dxa"/>
          </w:tcPr>
          <w:p w14:paraId="14E59CBB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47BA5D8B" w14:textId="77095EBB" w:rsidR="00C5659A" w:rsidRPr="00C3183A" w:rsidRDefault="00C5659A" w:rsidP="00C5659A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Koszt brutto (VAT: 23%) konserwacji i przeglądów dla budynku Pawilon Techniczny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rok2025)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53A36C65" w14:textId="77777777" w:rsidR="00C5659A" w:rsidRPr="00C3183A" w:rsidRDefault="00C5659A" w:rsidP="00C5659A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7F768648" w14:textId="77777777" w:rsidTr="0040282F">
        <w:tc>
          <w:tcPr>
            <w:tcW w:w="568" w:type="dxa"/>
          </w:tcPr>
          <w:p w14:paraId="0349595D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  <w:vAlign w:val="center"/>
          </w:tcPr>
          <w:p w14:paraId="2FF602AD" w14:textId="14307A5C" w:rsidR="00C5659A" w:rsidRPr="00C3183A" w:rsidRDefault="00C5659A" w:rsidP="000A4558">
            <w:pPr>
              <w:jc w:val="right"/>
              <w:rPr>
                <w:rFonts w:ascii="Calibri" w:hAnsi="Calibri" w:cs="Arial"/>
                <w:b/>
                <w:sz w:val="19"/>
                <w:szCs w:val="19"/>
                <w:lang w:val="pl-PL"/>
              </w:rPr>
            </w:pP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>Całkowity koszt netto rocznej</w:t>
            </w:r>
            <w:r w:rsidR="00502948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 (za 2025 rok)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 konserwacji i przeglądów w budynkach administracyjnych UEP (suma pozycji</w:t>
            </w:r>
            <w:r w:rsidR="000A4558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 180 i 184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 )</w:t>
            </w:r>
            <w:r w:rsidR="008663D4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 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>(za rok2025)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>:</w:t>
            </w:r>
          </w:p>
        </w:tc>
        <w:tc>
          <w:tcPr>
            <w:tcW w:w="1418" w:type="dxa"/>
          </w:tcPr>
          <w:p w14:paraId="0BD1820B" w14:textId="77777777" w:rsidR="00C5659A" w:rsidRPr="00C3183A" w:rsidRDefault="00C5659A" w:rsidP="00C5659A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371131D3" w14:textId="77777777" w:rsidTr="0040282F">
        <w:tc>
          <w:tcPr>
            <w:tcW w:w="568" w:type="dxa"/>
          </w:tcPr>
          <w:p w14:paraId="010A7165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  <w:vAlign w:val="center"/>
          </w:tcPr>
          <w:p w14:paraId="08ACDF46" w14:textId="0D18B691" w:rsidR="00C5659A" w:rsidRPr="00C3183A" w:rsidRDefault="00C5659A" w:rsidP="000A4558">
            <w:pPr>
              <w:jc w:val="right"/>
              <w:rPr>
                <w:rFonts w:ascii="Calibri" w:hAnsi="Calibri" w:cs="Arial"/>
                <w:b/>
                <w:sz w:val="19"/>
                <w:szCs w:val="19"/>
                <w:lang w:val="pl-PL"/>
              </w:rPr>
            </w:pP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Całkowity koszt brutto rocznej </w:t>
            </w:r>
            <w:r w:rsidR="00502948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(za 2025 rok) 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>konserwacji i przeglądów w budynkach administracyjnych UEP (suma pozycji</w:t>
            </w:r>
            <w:r w:rsidR="000A4558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 181 i 185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 )</w:t>
            </w:r>
            <w:r w:rsidR="008663D4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 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>(za rok2025)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>:</w:t>
            </w:r>
          </w:p>
        </w:tc>
        <w:tc>
          <w:tcPr>
            <w:tcW w:w="1418" w:type="dxa"/>
          </w:tcPr>
          <w:p w14:paraId="6AFE4104" w14:textId="77777777" w:rsidR="00C5659A" w:rsidRPr="00C3183A" w:rsidRDefault="00C5659A" w:rsidP="00C5659A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C5659A" w:rsidRPr="00C3183A" w14:paraId="04CBBADD" w14:textId="77777777" w:rsidTr="0040282F">
        <w:trPr>
          <w:trHeight w:val="416"/>
        </w:trPr>
        <w:tc>
          <w:tcPr>
            <w:tcW w:w="568" w:type="dxa"/>
            <w:vAlign w:val="center"/>
          </w:tcPr>
          <w:p w14:paraId="29B13529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  <w:vAlign w:val="center"/>
          </w:tcPr>
          <w:p w14:paraId="0E5120A4" w14:textId="6279F3AD" w:rsidR="00C5659A" w:rsidRPr="00C3183A" w:rsidRDefault="00C5659A" w:rsidP="00502948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Całkowity koszt netto rocznej</w:t>
            </w:r>
            <w:r w:rsidR="00502948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(za 2025 rok)</w:t>
            </w: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konserwacji i przeglądów we wszystkich budynkach UEP  (suma pozycji </w:t>
            </w:r>
            <w:r w:rsidR="000A4558">
              <w:rPr>
                <w:rFonts w:ascii="Calibri" w:hAnsi="Calibri" w:cs="Arial"/>
                <w:b/>
                <w:sz w:val="20"/>
                <w:szCs w:val="20"/>
                <w:lang w:val="pl-PL"/>
              </w:rPr>
              <w:t>158, 174, 186</w:t>
            </w: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)</w:t>
            </w:r>
            <w:r w:rsidR="008663D4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>(za rok2025)</w:t>
            </w: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  <w:vAlign w:val="center"/>
          </w:tcPr>
          <w:p w14:paraId="595DF6A3" w14:textId="77777777" w:rsidR="00C5659A" w:rsidRPr="00C3183A" w:rsidRDefault="00C5659A" w:rsidP="00C5659A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</w:p>
        </w:tc>
      </w:tr>
      <w:tr w:rsidR="00C5659A" w:rsidRPr="00C3183A" w14:paraId="7B938180" w14:textId="77777777" w:rsidTr="0040282F">
        <w:trPr>
          <w:trHeight w:val="416"/>
        </w:trPr>
        <w:tc>
          <w:tcPr>
            <w:tcW w:w="568" w:type="dxa"/>
            <w:vAlign w:val="center"/>
          </w:tcPr>
          <w:p w14:paraId="16CC5620" w14:textId="77777777" w:rsidR="00C5659A" w:rsidRPr="00C3183A" w:rsidRDefault="00C5659A" w:rsidP="00C5659A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  <w:vAlign w:val="center"/>
          </w:tcPr>
          <w:p w14:paraId="3810D90D" w14:textId="638DEAAA" w:rsidR="00C5659A" w:rsidRPr="00C3183A" w:rsidRDefault="00C5659A" w:rsidP="00502948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Całkowity koszt brutto rocznej </w:t>
            </w:r>
            <w:r w:rsidR="00502948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(za 2025 rok) </w:t>
            </w: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konserwacji i przeglądów we wszystkich budynkach UEP</w:t>
            </w:r>
            <w:r w:rsidR="003A204F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</w:t>
            </w: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(suma pozycji </w:t>
            </w:r>
            <w:r w:rsidR="00262968">
              <w:rPr>
                <w:rFonts w:ascii="Calibri" w:hAnsi="Calibri" w:cs="Arial"/>
                <w:b/>
                <w:sz w:val="20"/>
                <w:szCs w:val="20"/>
                <w:lang w:val="pl-PL"/>
              </w:rPr>
              <w:t>159, 175, 187</w:t>
            </w: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)</w:t>
            </w:r>
            <w:r w:rsidR="008663D4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>(za rok2025)</w:t>
            </w: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  <w:vAlign w:val="center"/>
          </w:tcPr>
          <w:p w14:paraId="79638FE0" w14:textId="77777777" w:rsidR="00C5659A" w:rsidRPr="00C3183A" w:rsidRDefault="00C5659A" w:rsidP="00C5659A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</w:p>
        </w:tc>
      </w:tr>
    </w:tbl>
    <w:p w14:paraId="64DC18E3" w14:textId="77777777" w:rsidR="00C62C11" w:rsidRDefault="00C62C11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6AB3B360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0AF54DD5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7FB7A3B1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430FA9CC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4AF1D18C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3A00CAEA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4B7551CB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6ECFA9F7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2FB8650A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5008F14C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021DC116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4A851F9D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701AB3D5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4B71F581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6DE42AE8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654EE656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1EE76C5A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2F347CE2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0BA7A8D2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3A04350A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4E7395AD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4341EDE8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5350B1E0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59C4BAFC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6B4642DD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01801904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2A4C6454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4FB1B4FF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6F796EBE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209A57ED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5C2BDDF6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19EF0F6B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032F48AD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4803CF4B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55343DCC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5033ABE0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69559860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13C37936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4D0DDA64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27801D00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78E54756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0EEEB33E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765F14E2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38B10741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7A702AD7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3C287F54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78A991DA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1C4D5E52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5F2828A8" w14:textId="77777777" w:rsidR="00535C12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22ACB011" w14:textId="77777777" w:rsidR="00535C12" w:rsidRPr="00C3183A" w:rsidRDefault="00535C12" w:rsidP="00535C12">
      <w:pPr>
        <w:tabs>
          <w:tab w:val="left" w:pos="9000"/>
        </w:tabs>
        <w:ind w:right="-108"/>
        <w:jc w:val="center"/>
        <w:outlineLvl w:val="0"/>
        <w:rPr>
          <w:rFonts w:ascii="Calibri" w:hAnsi="Calibri" w:cs="Arial"/>
          <w:sz w:val="26"/>
          <w:szCs w:val="26"/>
          <w:lang w:val="pl-PL"/>
        </w:rPr>
      </w:pPr>
      <w:r w:rsidRPr="00C3183A">
        <w:rPr>
          <w:rFonts w:ascii="Calibri" w:hAnsi="Calibri" w:cs="Arial"/>
          <w:sz w:val="26"/>
          <w:szCs w:val="26"/>
          <w:lang w:val="pl-PL"/>
        </w:rPr>
        <w:t xml:space="preserve">Zestawienie urządzeń wentylacyjnych podlegających konserwacji i przeglądom </w:t>
      </w:r>
    </w:p>
    <w:p w14:paraId="55EB3964" w14:textId="77777777" w:rsidR="00535C12" w:rsidRPr="00C3183A" w:rsidRDefault="00535C12" w:rsidP="00535C12">
      <w:pPr>
        <w:tabs>
          <w:tab w:val="left" w:pos="9000"/>
        </w:tabs>
        <w:ind w:right="-108"/>
        <w:jc w:val="center"/>
        <w:outlineLvl w:val="0"/>
        <w:rPr>
          <w:rFonts w:ascii="Calibri" w:hAnsi="Calibri" w:cs="Arial"/>
          <w:sz w:val="26"/>
          <w:szCs w:val="26"/>
          <w:lang w:val="pl-PL"/>
        </w:rPr>
      </w:pPr>
      <w:r w:rsidRPr="00C3183A">
        <w:rPr>
          <w:rFonts w:ascii="Calibri" w:hAnsi="Calibri" w:cs="Arial"/>
          <w:sz w:val="26"/>
          <w:szCs w:val="26"/>
          <w:lang w:val="pl-PL"/>
        </w:rPr>
        <w:t>w 202</w:t>
      </w:r>
      <w:r>
        <w:rPr>
          <w:rFonts w:ascii="Calibri" w:hAnsi="Calibri" w:cs="Arial"/>
          <w:sz w:val="26"/>
          <w:szCs w:val="26"/>
          <w:lang w:val="pl-PL"/>
        </w:rPr>
        <w:t>6</w:t>
      </w:r>
      <w:r w:rsidRPr="00C3183A">
        <w:rPr>
          <w:rFonts w:ascii="Calibri" w:hAnsi="Calibri" w:cs="Arial"/>
          <w:sz w:val="26"/>
          <w:szCs w:val="26"/>
          <w:lang w:val="pl-PL"/>
        </w:rPr>
        <w:t xml:space="preserve"> roku</w:t>
      </w:r>
    </w:p>
    <w:p w14:paraId="3C059A87" w14:textId="77777777" w:rsidR="00535C12" w:rsidRPr="00C3183A" w:rsidRDefault="00535C12" w:rsidP="00535C12">
      <w:pPr>
        <w:rPr>
          <w:rFonts w:ascii="Calibri" w:hAnsi="Calibri" w:cs="Arial"/>
          <w:sz w:val="14"/>
          <w:szCs w:val="14"/>
          <w:lang w:val="pl-PL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268"/>
        <w:gridCol w:w="709"/>
        <w:gridCol w:w="1701"/>
        <w:gridCol w:w="82"/>
        <w:gridCol w:w="1194"/>
        <w:gridCol w:w="44"/>
        <w:gridCol w:w="948"/>
        <w:gridCol w:w="44"/>
        <w:gridCol w:w="948"/>
        <w:gridCol w:w="1418"/>
      </w:tblGrid>
      <w:tr w:rsidR="00535C12" w:rsidRPr="00C3183A" w14:paraId="07421737" w14:textId="77777777" w:rsidTr="00D6147E">
        <w:tc>
          <w:tcPr>
            <w:tcW w:w="568" w:type="dxa"/>
          </w:tcPr>
          <w:p w14:paraId="3E0607C8" w14:textId="77777777" w:rsidR="00535C12" w:rsidRPr="00C3183A" w:rsidRDefault="00535C12" w:rsidP="00D6147E">
            <w:pPr>
              <w:tabs>
                <w:tab w:val="left" w:pos="345"/>
              </w:tabs>
              <w:ind w:right="72"/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1</w:t>
            </w:r>
          </w:p>
        </w:tc>
        <w:tc>
          <w:tcPr>
            <w:tcW w:w="2268" w:type="dxa"/>
          </w:tcPr>
          <w:p w14:paraId="08655C3A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2</w:t>
            </w:r>
          </w:p>
        </w:tc>
        <w:tc>
          <w:tcPr>
            <w:tcW w:w="709" w:type="dxa"/>
          </w:tcPr>
          <w:p w14:paraId="338FC502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3</w:t>
            </w:r>
          </w:p>
        </w:tc>
        <w:tc>
          <w:tcPr>
            <w:tcW w:w="1701" w:type="dxa"/>
          </w:tcPr>
          <w:p w14:paraId="2D85B073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4</w:t>
            </w:r>
          </w:p>
        </w:tc>
        <w:tc>
          <w:tcPr>
            <w:tcW w:w="1320" w:type="dxa"/>
            <w:gridSpan w:val="3"/>
          </w:tcPr>
          <w:p w14:paraId="7CCEF3A1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5</w:t>
            </w:r>
          </w:p>
        </w:tc>
        <w:tc>
          <w:tcPr>
            <w:tcW w:w="992" w:type="dxa"/>
            <w:gridSpan w:val="2"/>
          </w:tcPr>
          <w:p w14:paraId="2A656F1C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6</w:t>
            </w:r>
          </w:p>
        </w:tc>
        <w:tc>
          <w:tcPr>
            <w:tcW w:w="948" w:type="dxa"/>
          </w:tcPr>
          <w:p w14:paraId="10645653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7</w:t>
            </w:r>
          </w:p>
        </w:tc>
        <w:tc>
          <w:tcPr>
            <w:tcW w:w="1418" w:type="dxa"/>
          </w:tcPr>
          <w:p w14:paraId="745056C3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8 </w:t>
            </w:r>
          </w:p>
          <w:p w14:paraId="491D61EA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(3 x 6 x 7)</w:t>
            </w:r>
          </w:p>
        </w:tc>
      </w:tr>
      <w:tr w:rsidR="00535C12" w:rsidRPr="00C3183A" w14:paraId="57F71DE8" w14:textId="77777777" w:rsidTr="00D6147E">
        <w:tc>
          <w:tcPr>
            <w:tcW w:w="568" w:type="dxa"/>
            <w:vAlign w:val="center"/>
          </w:tcPr>
          <w:p w14:paraId="0D815E38" w14:textId="77777777" w:rsidR="00535C12" w:rsidRPr="00C3183A" w:rsidRDefault="00535C12" w:rsidP="00D6147E">
            <w:pPr>
              <w:tabs>
                <w:tab w:val="left" w:pos="345"/>
              </w:tabs>
              <w:ind w:right="72"/>
              <w:jc w:val="both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Lp</w:t>
            </w:r>
          </w:p>
        </w:tc>
        <w:tc>
          <w:tcPr>
            <w:tcW w:w="2268" w:type="dxa"/>
            <w:vAlign w:val="center"/>
          </w:tcPr>
          <w:p w14:paraId="37083787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Nazwa urządzenia:</w:t>
            </w:r>
          </w:p>
          <w:p w14:paraId="5146FDD3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centrali wentylacyjnej,</w:t>
            </w:r>
          </w:p>
          <w:p w14:paraId="2B8461F1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wentylatora,</w:t>
            </w:r>
          </w:p>
          <w:p w14:paraId="10AE2FAC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kurtyny powietrznej</w:t>
            </w:r>
          </w:p>
        </w:tc>
        <w:tc>
          <w:tcPr>
            <w:tcW w:w="709" w:type="dxa"/>
            <w:vAlign w:val="center"/>
          </w:tcPr>
          <w:p w14:paraId="05679A27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Ilość</w:t>
            </w:r>
          </w:p>
        </w:tc>
        <w:tc>
          <w:tcPr>
            <w:tcW w:w="1701" w:type="dxa"/>
            <w:vAlign w:val="center"/>
          </w:tcPr>
          <w:p w14:paraId="72917446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Filtry</w:t>
            </w:r>
          </w:p>
        </w:tc>
        <w:tc>
          <w:tcPr>
            <w:tcW w:w="1320" w:type="dxa"/>
            <w:gridSpan w:val="3"/>
            <w:vAlign w:val="center"/>
          </w:tcPr>
          <w:p w14:paraId="5126A4C7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Miejsce</w:t>
            </w:r>
          </w:p>
          <w:p w14:paraId="528C502A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Instalacji</w:t>
            </w:r>
          </w:p>
          <w:p w14:paraId="6BEC4E58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(obsługiwana</w:t>
            </w:r>
          </w:p>
          <w:p w14:paraId="6386862B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strefa)</w:t>
            </w:r>
          </w:p>
        </w:tc>
        <w:tc>
          <w:tcPr>
            <w:tcW w:w="992" w:type="dxa"/>
            <w:gridSpan w:val="2"/>
            <w:vAlign w:val="center"/>
          </w:tcPr>
          <w:p w14:paraId="3AD617BB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Ilość konser.</w:t>
            </w:r>
          </w:p>
          <w:p w14:paraId="4259414B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(miesiąc konser.)</w:t>
            </w:r>
          </w:p>
        </w:tc>
        <w:tc>
          <w:tcPr>
            <w:tcW w:w="948" w:type="dxa"/>
            <w:vAlign w:val="center"/>
          </w:tcPr>
          <w:p w14:paraId="752AA459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Cena</w:t>
            </w:r>
          </w:p>
          <w:p w14:paraId="7FEFDCD2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netto</w:t>
            </w:r>
          </w:p>
          <w:p w14:paraId="2FF7531C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konser.</w:t>
            </w:r>
          </w:p>
          <w:p w14:paraId="3E3C2586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i prze-</w:t>
            </w:r>
          </w:p>
          <w:p w14:paraId="2478630B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glądów</w:t>
            </w:r>
          </w:p>
        </w:tc>
        <w:tc>
          <w:tcPr>
            <w:tcW w:w="1418" w:type="dxa"/>
          </w:tcPr>
          <w:p w14:paraId="397C5CE9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Koszt</w:t>
            </w:r>
          </w:p>
          <w:p w14:paraId="73052E28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netto</w:t>
            </w:r>
          </w:p>
          <w:p w14:paraId="28C8BABB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konser.</w:t>
            </w:r>
          </w:p>
          <w:p w14:paraId="37B057B3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i prze-</w:t>
            </w:r>
          </w:p>
          <w:p w14:paraId="0321379C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glądów</w:t>
            </w:r>
          </w:p>
          <w:p w14:paraId="2C5F1D63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w roku</w:t>
            </w:r>
          </w:p>
        </w:tc>
      </w:tr>
      <w:tr w:rsidR="00535C12" w:rsidRPr="00C3183A" w14:paraId="62BAB9A8" w14:textId="77777777" w:rsidTr="00D6147E">
        <w:trPr>
          <w:trHeight w:val="445"/>
        </w:trPr>
        <w:tc>
          <w:tcPr>
            <w:tcW w:w="9924" w:type="dxa"/>
            <w:gridSpan w:val="11"/>
            <w:vAlign w:val="center"/>
          </w:tcPr>
          <w:p w14:paraId="3E432DF0" w14:textId="77777777" w:rsidR="00535C12" w:rsidRPr="00C3183A" w:rsidRDefault="00535C12" w:rsidP="00D6147E">
            <w:pPr>
              <w:tabs>
                <w:tab w:val="left" w:pos="345"/>
              </w:tabs>
              <w:ind w:right="72"/>
              <w:jc w:val="center"/>
              <w:rPr>
                <w:rFonts w:ascii="Calibri" w:hAnsi="Calibri" w:cs="Arial"/>
                <w:bCs/>
                <w:sz w:val="10"/>
                <w:szCs w:val="10"/>
                <w:lang w:val="pl-PL"/>
              </w:rPr>
            </w:pPr>
          </w:p>
          <w:p w14:paraId="3246362B" w14:textId="77777777" w:rsidR="00535C12" w:rsidRPr="00C3183A" w:rsidRDefault="00535C12" w:rsidP="00D6147E">
            <w:pPr>
              <w:tabs>
                <w:tab w:val="left" w:pos="345"/>
              </w:tabs>
              <w:ind w:right="72"/>
              <w:jc w:val="center"/>
              <w:rPr>
                <w:rFonts w:ascii="Calibri" w:hAnsi="Calibri" w:cs="Arial"/>
                <w:bCs/>
                <w:lang w:val="pl-PL"/>
              </w:rPr>
            </w:pPr>
            <w:r w:rsidRPr="00C3183A">
              <w:rPr>
                <w:rFonts w:ascii="Calibri" w:hAnsi="Calibri" w:cs="Arial"/>
                <w:bCs/>
                <w:lang w:val="pl-PL"/>
              </w:rPr>
              <w:t>Budynek A</w:t>
            </w:r>
          </w:p>
          <w:p w14:paraId="4A98CB44" w14:textId="77777777" w:rsidR="00535C12" w:rsidRPr="00C3183A" w:rsidRDefault="00535C12" w:rsidP="00D6147E">
            <w:pPr>
              <w:tabs>
                <w:tab w:val="left" w:pos="345"/>
              </w:tabs>
              <w:ind w:right="72"/>
              <w:jc w:val="center"/>
              <w:rPr>
                <w:rFonts w:ascii="Calibri" w:hAnsi="Calibri" w:cs="Arial"/>
                <w:bCs/>
                <w:lang w:val="pl-PL"/>
              </w:rPr>
            </w:pPr>
            <w:r w:rsidRPr="00C3183A">
              <w:rPr>
                <w:rFonts w:ascii="Calibri" w:hAnsi="Calibri" w:cs="Arial"/>
                <w:bCs/>
                <w:lang w:val="pl-PL"/>
              </w:rPr>
              <w:t>Poznań, al. Niepodległości 10</w:t>
            </w:r>
          </w:p>
        </w:tc>
      </w:tr>
      <w:tr w:rsidR="00535C12" w:rsidRPr="00C3183A" w14:paraId="78027F4C" w14:textId="77777777" w:rsidTr="00D6147E">
        <w:tc>
          <w:tcPr>
            <w:tcW w:w="568" w:type="dxa"/>
          </w:tcPr>
          <w:p w14:paraId="30714696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04ADB932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nawiewna </w:t>
            </w:r>
          </w:p>
          <w:p w14:paraId="17A65855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Rosenberg </w:t>
            </w:r>
          </w:p>
          <w:p w14:paraId="63976BF3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A 20-08Q</w:t>
            </w:r>
          </w:p>
        </w:tc>
        <w:tc>
          <w:tcPr>
            <w:tcW w:w="709" w:type="dxa"/>
          </w:tcPr>
          <w:p w14:paraId="43153686" w14:textId="77777777" w:rsidR="00535C12" w:rsidRPr="00C3183A" w:rsidRDefault="00535C12" w:rsidP="00D6147E">
            <w:pPr>
              <w:jc w:val="center"/>
              <w:rPr>
                <w:rFonts w:ascii="Calibri" w:hAnsi="Calibri"/>
                <w:bCs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bCs/>
                <w:sz w:val="20"/>
                <w:szCs w:val="20"/>
                <w:lang w:val="pl-PL"/>
              </w:rPr>
              <w:t xml:space="preserve">1 </w:t>
            </w:r>
          </w:p>
        </w:tc>
        <w:tc>
          <w:tcPr>
            <w:tcW w:w="1701" w:type="dxa"/>
          </w:tcPr>
          <w:p w14:paraId="1FD9861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F5, 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592x592x600 </w:t>
            </w:r>
          </w:p>
          <w:p w14:paraId="76F9671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 szt.</w:t>
            </w:r>
          </w:p>
        </w:tc>
        <w:tc>
          <w:tcPr>
            <w:tcW w:w="1320" w:type="dxa"/>
            <w:gridSpan w:val="3"/>
          </w:tcPr>
          <w:p w14:paraId="58F57FB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wentylatorownia nr 4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piwnica bud.A</w:t>
            </w:r>
          </w:p>
        </w:tc>
        <w:tc>
          <w:tcPr>
            <w:tcW w:w="992" w:type="dxa"/>
            <w:gridSpan w:val="2"/>
          </w:tcPr>
          <w:p w14:paraId="5D30F0D5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3994106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0046A813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31AA9428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177D1B55" w14:textId="77777777" w:rsidTr="00D6147E">
        <w:tc>
          <w:tcPr>
            <w:tcW w:w="568" w:type="dxa"/>
          </w:tcPr>
          <w:p w14:paraId="12DA7AC0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62A3E034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wywiewna </w:t>
            </w:r>
          </w:p>
          <w:p w14:paraId="43DD1D8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Rosenberg </w:t>
            </w:r>
          </w:p>
          <w:p w14:paraId="14C2C0CD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A 20-07Q</w:t>
            </w:r>
          </w:p>
        </w:tc>
        <w:tc>
          <w:tcPr>
            <w:tcW w:w="709" w:type="dxa"/>
          </w:tcPr>
          <w:p w14:paraId="0E6B3C83" w14:textId="77777777" w:rsidR="00535C12" w:rsidRPr="00C3183A" w:rsidRDefault="00535C12" w:rsidP="00D6147E">
            <w:pPr>
              <w:jc w:val="center"/>
              <w:rPr>
                <w:rFonts w:ascii="Calibri" w:hAnsi="Calibri"/>
                <w:bCs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bCs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42FD1E5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0382DF8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wentylatorownia nr 6</w:t>
            </w:r>
          </w:p>
          <w:p w14:paraId="4EC52C2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poddasze bud. A</w:t>
            </w:r>
          </w:p>
        </w:tc>
        <w:tc>
          <w:tcPr>
            <w:tcW w:w="992" w:type="dxa"/>
            <w:gridSpan w:val="2"/>
          </w:tcPr>
          <w:p w14:paraId="7D3BE1A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7D4BDB4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6228A52F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4C55ED4A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32B2975A" w14:textId="77777777" w:rsidTr="00D6147E">
        <w:tc>
          <w:tcPr>
            <w:tcW w:w="568" w:type="dxa"/>
          </w:tcPr>
          <w:p w14:paraId="358E517D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2FD8F86F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nawiewna </w:t>
            </w:r>
          </w:p>
          <w:p w14:paraId="31BF93DD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Rosenberg </w:t>
            </w:r>
          </w:p>
          <w:p w14:paraId="1D986173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A 20-08Q</w:t>
            </w:r>
          </w:p>
        </w:tc>
        <w:tc>
          <w:tcPr>
            <w:tcW w:w="709" w:type="dxa"/>
          </w:tcPr>
          <w:p w14:paraId="79DF3C49" w14:textId="77777777" w:rsidR="00535C12" w:rsidRPr="00C3183A" w:rsidRDefault="00535C12" w:rsidP="00D6147E">
            <w:pPr>
              <w:jc w:val="center"/>
              <w:rPr>
                <w:rFonts w:ascii="Calibri" w:hAnsi="Calibri"/>
                <w:bCs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bCs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0418AF9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F5, </w:t>
            </w:r>
          </w:p>
          <w:p w14:paraId="4215CD8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592x592x600 </w:t>
            </w:r>
          </w:p>
          <w:p w14:paraId="5979EC4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 szt.</w:t>
            </w:r>
          </w:p>
        </w:tc>
        <w:tc>
          <w:tcPr>
            <w:tcW w:w="1320" w:type="dxa"/>
            <w:gridSpan w:val="3"/>
          </w:tcPr>
          <w:p w14:paraId="35699FB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wentylatorownia nr 4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piwnica </w:t>
            </w:r>
          </w:p>
          <w:p w14:paraId="3021972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bud.A</w:t>
            </w:r>
          </w:p>
        </w:tc>
        <w:tc>
          <w:tcPr>
            <w:tcW w:w="992" w:type="dxa"/>
            <w:gridSpan w:val="2"/>
          </w:tcPr>
          <w:p w14:paraId="13B0CBA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00816B4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7FFD8A09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3CA57627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3308795C" w14:textId="77777777" w:rsidTr="00D6147E">
        <w:tc>
          <w:tcPr>
            <w:tcW w:w="568" w:type="dxa"/>
          </w:tcPr>
          <w:p w14:paraId="086521BA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2ACBA1BB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Centrala wywiewna </w:t>
            </w:r>
          </w:p>
          <w:p w14:paraId="61084F82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VBW  Engineering  </w:t>
            </w:r>
          </w:p>
          <w:p w14:paraId="16DF207F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typ BS-3(50)P</w:t>
            </w:r>
          </w:p>
        </w:tc>
        <w:tc>
          <w:tcPr>
            <w:tcW w:w="709" w:type="dxa"/>
          </w:tcPr>
          <w:p w14:paraId="08EE5BB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</w:t>
            </w:r>
          </w:p>
        </w:tc>
        <w:tc>
          <w:tcPr>
            <w:tcW w:w="1701" w:type="dxa"/>
          </w:tcPr>
          <w:p w14:paraId="3B40479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G4, </w:t>
            </w:r>
          </w:p>
          <w:p w14:paraId="2C06CE0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897x592x100  </w:t>
            </w:r>
          </w:p>
          <w:p w14:paraId="1C1AFDD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  szt</w:t>
            </w:r>
          </w:p>
        </w:tc>
        <w:tc>
          <w:tcPr>
            <w:tcW w:w="1320" w:type="dxa"/>
            <w:gridSpan w:val="3"/>
          </w:tcPr>
          <w:p w14:paraId="528A1C3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wentylatorownia nr 5 i 6</w:t>
            </w:r>
          </w:p>
          <w:p w14:paraId="176A544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poddasze </w:t>
            </w:r>
          </w:p>
          <w:p w14:paraId="652F4AB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bud. A</w:t>
            </w:r>
          </w:p>
        </w:tc>
        <w:tc>
          <w:tcPr>
            <w:tcW w:w="992" w:type="dxa"/>
            <w:gridSpan w:val="2"/>
          </w:tcPr>
          <w:p w14:paraId="6252D135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1E30BFF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4F4114D0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0EC83E3E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0B096858" w14:textId="77777777" w:rsidTr="00D6147E">
        <w:tc>
          <w:tcPr>
            <w:tcW w:w="568" w:type="dxa"/>
          </w:tcPr>
          <w:p w14:paraId="67249809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01E97467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naw - wyw. </w:t>
            </w:r>
          </w:p>
          <w:p w14:paraId="742352CE" w14:textId="77777777" w:rsidR="00535C12" w:rsidRPr="00C3183A" w:rsidRDefault="00535C12" w:rsidP="00D6147E">
            <w:pPr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b/>
                <w:sz w:val="20"/>
                <w:szCs w:val="20"/>
                <w:lang w:val="pl-PL"/>
              </w:rPr>
              <w:t xml:space="preserve">z klimatyzacją </w:t>
            </w:r>
          </w:p>
          <w:p w14:paraId="0A2C9C4E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Enwistar Flex – 100</w:t>
            </w:r>
          </w:p>
        </w:tc>
        <w:tc>
          <w:tcPr>
            <w:tcW w:w="709" w:type="dxa"/>
          </w:tcPr>
          <w:p w14:paraId="6C75234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64D7CE9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EU4,</w:t>
            </w:r>
          </w:p>
          <w:p w14:paraId="461E12E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892x409x380 </w:t>
            </w:r>
          </w:p>
          <w:p w14:paraId="0AC83F2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 szt.</w:t>
            </w:r>
          </w:p>
        </w:tc>
        <w:tc>
          <w:tcPr>
            <w:tcW w:w="1320" w:type="dxa"/>
            <w:gridSpan w:val="3"/>
          </w:tcPr>
          <w:p w14:paraId="3F2A773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poddasze </w:t>
            </w:r>
          </w:p>
          <w:p w14:paraId="5B2CECA5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bud. A</w:t>
            </w:r>
          </w:p>
        </w:tc>
        <w:tc>
          <w:tcPr>
            <w:tcW w:w="992" w:type="dxa"/>
            <w:gridSpan w:val="2"/>
          </w:tcPr>
          <w:p w14:paraId="657F6A7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423CF4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4CD419FB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7FF592B0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2287D109" w14:textId="77777777" w:rsidTr="00D6147E">
        <w:tc>
          <w:tcPr>
            <w:tcW w:w="568" w:type="dxa"/>
          </w:tcPr>
          <w:p w14:paraId="02F4BBEF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01DA69A3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nawiewna </w:t>
            </w:r>
          </w:p>
          <w:p w14:paraId="33135355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VTS Clima typ SV5  </w:t>
            </w:r>
          </w:p>
          <w:p w14:paraId="0770A870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wyd. max 14 600 m3/h</w:t>
            </w:r>
          </w:p>
        </w:tc>
        <w:tc>
          <w:tcPr>
            <w:tcW w:w="709" w:type="dxa"/>
          </w:tcPr>
          <w:p w14:paraId="07FA843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30AFF0C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EU4, 592x592x300 </w:t>
            </w:r>
          </w:p>
          <w:p w14:paraId="68B5BDB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4 szt.</w:t>
            </w:r>
          </w:p>
        </w:tc>
        <w:tc>
          <w:tcPr>
            <w:tcW w:w="1320" w:type="dxa"/>
            <w:gridSpan w:val="3"/>
          </w:tcPr>
          <w:p w14:paraId="1F3CF0A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poddasze bud. A</w:t>
            </w:r>
          </w:p>
          <w:p w14:paraId="7FE7F25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(dla sali 301)</w:t>
            </w:r>
          </w:p>
        </w:tc>
        <w:tc>
          <w:tcPr>
            <w:tcW w:w="992" w:type="dxa"/>
            <w:gridSpan w:val="2"/>
          </w:tcPr>
          <w:p w14:paraId="00496AC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1B92D09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6A5887A5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6158B0E9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1A390BFA" w14:textId="77777777" w:rsidTr="00D6147E">
        <w:tc>
          <w:tcPr>
            <w:tcW w:w="568" w:type="dxa"/>
          </w:tcPr>
          <w:p w14:paraId="4F6AF972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55F06693" w14:textId="77777777" w:rsidR="00535C12" w:rsidRPr="00C3183A" w:rsidRDefault="00535C12" w:rsidP="00D6147E">
            <w:pPr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b/>
                <w:sz w:val="20"/>
                <w:szCs w:val="20"/>
                <w:lang w:val="pl-PL"/>
              </w:rPr>
              <w:t xml:space="preserve">Agregat chłodzący dla centrali </w:t>
            </w:r>
          </w:p>
          <w:p w14:paraId="029BFF4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b/>
                <w:sz w:val="20"/>
                <w:szCs w:val="20"/>
                <w:lang w:val="pl-PL"/>
              </w:rPr>
              <w:t>MCQUAY typ M4MC125ER moc chłodz. max. 26,7 kW</w:t>
            </w:r>
          </w:p>
        </w:tc>
        <w:tc>
          <w:tcPr>
            <w:tcW w:w="709" w:type="dxa"/>
          </w:tcPr>
          <w:p w14:paraId="359D1385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6602AF2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10067A3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dach </w:t>
            </w:r>
          </w:p>
          <w:p w14:paraId="638B139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bud. A</w:t>
            </w:r>
          </w:p>
          <w:p w14:paraId="697AE3D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(dla sali 301)</w:t>
            </w:r>
          </w:p>
        </w:tc>
        <w:tc>
          <w:tcPr>
            <w:tcW w:w="992" w:type="dxa"/>
            <w:gridSpan w:val="2"/>
          </w:tcPr>
          <w:p w14:paraId="2A82949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E8BC35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02D0DF6F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2218531C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10D9B420" w14:textId="77777777" w:rsidTr="00D6147E">
        <w:tc>
          <w:tcPr>
            <w:tcW w:w="568" w:type="dxa"/>
          </w:tcPr>
          <w:p w14:paraId="198D4625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5BC8C87D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wywiewna </w:t>
            </w:r>
          </w:p>
          <w:p w14:paraId="40C05574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VTS Clima – SV4</w:t>
            </w:r>
          </w:p>
          <w:p w14:paraId="2D9B0827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 o wyd. 14 000 m</w:t>
            </w:r>
            <w:r w:rsidRPr="00C3183A">
              <w:rPr>
                <w:rFonts w:ascii="Calibri" w:hAnsi="Calibri"/>
                <w:sz w:val="20"/>
                <w:szCs w:val="20"/>
                <w:vertAlign w:val="superscript"/>
                <w:lang w:val="pl-PL"/>
              </w:rPr>
              <w:t>3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/h </w:t>
            </w:r>
          </w:p>
        </w:tc>
        <w:tc>
          <w:tcPr>
            <w:tcW w:w="709" w:type="dxa"/>
          </w:tcPr>
          <w:p w14:paraId="2F947EC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6ED19F57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7ADACC2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dach skrzydła bud. A</w:t>
            </w:r>
          </w:p>
          <w:p w14:paraId="36D6143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(dla sali 301)</w:t>
            </w:r>
          </w:p>
        </w:tc>
        <w:tc>
          <w:tcPr>
            <w:tcW w:w="992" w:type="dxa"/>
            <w:gridSpan w:val="2"/>
          </w:tcPr>
          <w:p w14:paraId="4DD1353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DF2D57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17F444AC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10FB3981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0AAF5C7D" w14:textId="77777777" w:rsidTr="00D6147E">
        <w:tc>
          <w:tcPr>
            <w:tcW w:w="568" w:type="dxa"/>
          </w:tcPr>
          <w:p w14:paraId="0ADFF430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4CA790A1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nawiewna </w:t>
            </w:r>
          </w:p>
          <w:p w14:paraId="53645D5C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typ CV8, </w:t>
            </w:r>
          </w:p>
          <w:p w14:paraId="4C5E6957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wyd. max. 14 600 m3/h </w:t>
            </w:r>
          </w:p>
        </w:tc>
        <w:tc>
          <w:tcPr>
            <w:tcW w:w="709" w:type="dxa"/>
          </w:tcPr>
          <w:p w14:paraId="5CFBFD0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4A27E2B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EU4, 592x592x300</w:t>
            </w:r>
          </w:p>
          <w:p w14:paraId="773278F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4 szt.</w:t>
            </w:r>
          </w:p>
        </w:tc>
        <w:tc>
          <w:tcPr>
            <w:tcW w:w="1320" w:type="dxa"/>
            <w:gridSpan w:val="3"/>
          </w:tcPr>
          <w:p w14:paraId="6658D70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poddasze bud. A</w:t>
            </w:r>
          </w:p>
          <w:p w14:paraId="793D31A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(dla Sali 311)</w:t>
            </w:r>
          </w:p>
        </w:tc>
        <w:tc>
          <w:tcPr>
            <w:tcW w:w="992" w:type="dxa"/>
            <w:gridSpan w:val="2"/>
          </w:tcPr>
          <w:p w14:paraId="3BA7C4C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E34640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2AEF2030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32B2A6A2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4BB96B71" w14:textId="77777777" w:rsidTr="00D6147E">
        <w:tc>
          <w:tcPr>
            <w:tcW w:w="568" w:type="dxa"/>
          </w:tcPr>
          <w:p w14:paraId="047BCD67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1C839F6B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wywiewna </w:t>
            </w:r>
          </w:p>
          <w:p w14:paraId="00878BCA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SV4 typ PEO-D1 </w:t>
            </w:r>
          </w:p>
          <w:p w14:paraId="6B0A7589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o wyd. 14 000 m</w:t>
            </w:r>
            <w:r w:rsidRPr="00C3183A">
              <w:rPr>
                <w:rFonts w:ascii="Calibri" w:hAnsi="Calibri"/>
                <w:sz w:val="20"/>
                <w:szCs w:val="20"/>
                <w:vertAlign w:val="superscript"/>
                <w:lang w:val="pl-PL"/>
              </w:rPr>
              <w:t>3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/h </w:t>
            </w:r>
          </w:p>
        </w:tc>
        <w:tc>
          <w:tcPr>
            <w:tcW w:w="709" w:type="dxa"/>
          </w:tcPr>
          <w:p w14:paraId="0B4BE89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7A274D9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50D9489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pom. tech.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za salą 311</w:t>
            </w:r>
          </w:p>
          <w:p w14:paraId="3AC1B5E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(dla Sali 311)</w:t>
            </w:r>
          </w:p>
        </w:tc>
        <w:tc>
          <w:tcPr>
            <w:tcW w:w="992" w:type="dxa"/>
            <w:gridSpan w:val="2"/>
          </w:tcPr>
          <w:p w14:paraId="346CF10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52669E2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45CD7856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768E49FD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20126FB9" w14:textId="77777777" w:rsidTr="00D6147E">
        <w:tc>
          <w:tcPr>
            <w:tcW w:w="568" w:type="dxa"/>
          </w:tcPr>
          <w:p w14:paraId="235BA3B2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0DA3AEBF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wywiewna </w:t>
            </w:r>
          </w:p>
          <w:p w14:paraId="5B738903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CV2 </w:t>
            </w:r>
          </w:p>
          <w:p w14:paraId="7A5C17B2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wyd. 2 000 m</w:t>
            </w:r>
            <w:r w:rsidRPr="00C3183A">
              <w:rPr>
                <w:rFonts w:ascii="Calibri" w:hAnsi="Calibri"/>
                <w:sz w:val="20"/>
                <w:szCs w:val="20"/>
                <w:vertAlign w:val="superscript"/>
                <w:lang w:val="pl-PL"/>
              </w:rPr>
              <w:t>3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/h </w:t>
            </w:r>
          </w:p>
        </w:tc>
        <w:tc>
          <w:tcPr>
            <w:tcW w:w="709" w:type="dxa"/>
          </w:tcPr>
          <w:p w14:paraId="3A05FF2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131B306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151C84B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poddasze bud. A</w:t>
            </w:r>
          </w:p>
          <w:p w14:paraId="021CE54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(dla Sali 311)</w:t>
            </w:r>
          </w:p>
        </w:tc>
        <w:tc>
          <w:tcPr>
            <w:tcW w:w="992" w:type="dxa"/>
            <w:gridSpan w:val="2"/>
          </w:tcPr>
          <w:p w14:paraId="2995C657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71E6CBC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3E2374EB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7149320F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175ACEA3" w14:textId="77777777" w:rsidTr="00D6147E">
        <w:tc>
          <w:tcPr>
            <w:tcW w:w="568" w:type="dxa"/>
          </w:tcPr>
          <w:p w14:paraId="7E54D2DC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172A4D24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naw - wyw. </w:t>
            </w:r>
          </w:p>
          <w:p w14:paraId="4CDE246F" w14:textId="77777777" w:rsidR="00535C12" w:rsidRPr="00C3183A" w:rsidRDefault="00535C12" w:rsidP="00D6147E">
            <w:pPr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b/>
                <w:sz w:val="20"/>
                <w:szCs w:val="20"/>
                <w:lang w:val="pl-PL"/>
              </w:rPr>
              <w:t>z klimatyzacją</w:t>
            </w:r>
          </w:p>
          <w:p w14:paraId="0128A5AC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VBW Clima  </w:t>
            </w:r>
          </w:p>
          <w:p w14:paraId="0F6867D1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typ BO-4 AURA </w:t>
            </w:r>
          </w:p>
          <w:p w14:paraId="33637679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wyd. max. 10000 m</w:t>
            </w:r>
            <w:r w:rsidRPr="00C3183A">
              <w:rPr>
                <w:rFonts w:ascii="Calibri" w:hAnsi="Calibri"/>
                <w:sz w:val="20"/>
                <w:szCs w:val="20"/>
                <w:vertAlign w:val="superscript"/>
                <w:lang w:val="pl-PL"/>
              </w:rPr>
              <w:t>3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/h </w:t>
            </w:r>
          </w:p>
        </w:tc>
        <w:tc>
          <w:tcPr>
            <w:tcW w:w="709" w:type="dxa"/>
          </w:tcPr>
          <w:p w14:paraId="09C4D21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5EBD960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EU7, 876x617x600</w:t>
            </w:r>
          </w:p>
          <w:p w14:paraId="2A31C44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6 szt.</w:t>
            </w:r>
          </w:p>
        </w:tc>
        <w:tc>
          <w:tcPr>
            <w:tcW w:w="1320" w:type="dxa"/>
            <w:gridSpan w:val="3"/>
          </w:tcPr>
          <w:p w14:paraId="5242BFD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poddasze bud. A</w:t>
            </w:r>
          </w:p>
          <w:p w14:paraId="65C666D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(dla auli dużej)</w:t>
            </w:r>
          </w:p>
        </w:tc>
        <w:tc>
          <w:tcPr>
            <w:tcW w:w="992" w:type="dxa"/>
            <w:gridSpan w:val="2"/>
          </w:tcPr>
          <w:p w14:paraId="0764D1E7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41D5457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2DD5AE35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7988FCE5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6231FF08" w14:textId="77777777" w:rsidTr="00D6147E">
        <w:tc>
          <w:tcPr>
            <w:tcW w:w="568" w:type="dxa"/>
          </w:tcPr>
          <w:p w14:paraId="11B5F6FE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0CD13575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naw - wyw. </w:t>
            </w:r>
          </w:p>
          <w:p w14:paraId="50FC9269" w14:textId="77777777" w:rsidR="00535C12" w:rsidRPr="00C3183A" w:rsidRDefault="00535C12" w:rsidP="00D6147E">
            <w:pPr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b/>
                <w:sz w:val="20"/>
                <w:szCs w:val="20"/>
                <w:lang w:val="pl-PL"/>
              </w:rPr>
              <w:t xml:space="preserve">z klimatyzacją </w:t>
            </w:r>
          </w:p>
          <w:p w14:paraId="048995DF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Clima Produkt </w:t>
            </w:r>
          </w:p>
          <w:p w14:paraId="2D4749AE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typ C 12097/10 </w:t>
            </w:r>
          </w:p>
        </w:tc>
        <w:tc>
          <w:tcPr>
            <w:tcW w:w="709" w:type="dxa"/>
          </w:tcPr>
          <w:p w14:paraId="22E25E7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614FF02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2 szt. –  G4  592x592x360   </w:t>
            </w:r>
          </w:p>
          <w:p w14:paraId="52BCBC9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2 szt. – G4  287x592x360   </w:t>
            </w:r>
          </w:p>
        </w:tc>
        <w:tc>
          <w:tcPr>
            <w:tcW w:w="1320" w:type="dxa"/>
            <w:gridSpan w:val="3"/>
          </w:tcPr>
          <w:p w14:paraId="2D9CD8E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poddasze bud. A</w:t>
            </w:r>
          </w:p>
          <w:p w14:paraId="753B130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(dla małej auli)</w:t>
            </w:r>
          </w:p>
        </w:tc>
        <w:tc>
          <w:tcPr>
            <w:tcW w:w="992" w:type="dxa"/>
            <w:gridSpan w:val="2"/>
          </w:tcPr>
          <w:p w14:paraId="7654E075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3133D347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2C3D1E7D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3FC77721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164ACABA" w14:textId="77777777" w:rsidTr="00D6147E">
        <w:tc>
          <w:tcPr>
            <w:tcW w:w="568" w:type="dxa"/>
          </w:tcPr>
          <w:p w14:paraId="3311D223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4DB768B3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naw – wyw. </w:t>
            </w:r>
          </w:p>
          <w:p w14:paraId="103868A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VTS typ VS-120-R-H </w:t>
            </w:r>
          </w:p>
          <w:p w14:paraId="5F13AF66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wyd. max. 13 000 m</w:t>
            </w:r>
            <w:r w:rsidRPr="00C3183A">
              <w:rPr>
                <w:rFonts w:ascii="Calibri" w:hAnsi="Calibri"/>
                <w:sz w:val="20"/>
                <w:szCs w:val="20"/>
                <w:vertAlign w:val="superscript"/>
                <w:lang w:val="pl-PL"/>
              </w:rPr>
              <w:t>3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/h</w:t>
            </w:r>
          </w:p>
        </w:tc>
        <w:tc>
          <w:tcPr>
            <w:tcW w:w="709" w:type="dxa"/>
          </w:tcPr>
          <w:p w14:paraId="113CC90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63F7E2E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de-DE"/>
              </w:rPr>
            </w:pPr>
            <w:r w:rsidRPr="00C3183A">
              <w:rPr>
                <w:rFonts w:ascii="Calibri" w:hAnsi="Calibri"/>
                <w:sz w:val="20"/>
                <w:szCs w:val="20"/>
                <w:lang w:val="de-DE"/>
              </w:rPr>
              <w:t xml:space="preserve">6 szt. –  EU4, 590x590x360   </w:t>
            </w:r>
          </w:p>
          <w:p w14:paraId="37C7E8C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de-DE"/>
              </w:rPr>
            </w:pPr>
            <w:r w:rsidRPr="00C3183A">
              <w:rPr>
                <w:rFonts w:ascii="Calibri" w:hAnsi="Calibri"/>
                <w:sz w:val="20"/>
                <w:szCs w:val="20"/>
                <w:lang w:val="de-DE"/>
              </w:rPr>
              <w:t xml:space="preserve">6 szt. – EU4, 287x592x300   </w:t>
            </w:r>
          </w:p>
        </w:tc>
        <w:tc>
          <w:tcPr>
            <w:tcW w:w="1320" w:type="dxa"/>
            <w:gridSpan w:val="3"/>
          </w:tcPr>
          <w:p w14:paraId="0B3A94C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wentylatorownia nr 1</w:t>
            </w:r>
          </w:p>
          <w:p w14:paraId="616A78B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pawilon techniczny           </w:t>
            </w:r>
          </w:p>
        </w:tc>
        <w:tc>
          <w:tcPr>
            <w:tcW w:w="992" w:type="dxa"/>
            <w:gridSpan w:val="2"/>
          </w:tcPr>
          <w:p w14:paraId="4CA72B27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442F42F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642A0395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3AD847E4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409BFC1F" w14:textId="77777777" w:rsidTr="00D6147E">
        <w:tc>
          <w:tcPr>
            <w:tcW w:w="568" w:type="dxa"/>
          </w:tcPr>
          <w:p w14:paraId="4E4FED54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6B508C59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nawiewna </w:t>
            </w:r>
          </w:p>
          <w:p w14:paraId="0C253490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typ LKB 7/12/0360P, </w:t>
            </w:r>
          </w:p>
          <w:p w14:paraId="0A5E201A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wyd. 1 040 m</w:t>
            </w:r>
            <w:r w:rsidRPr="00C3183A">
              <w:rPr>
                <w:rFonts w:ascii="Calibri" w:hAnsi="Calibri"/>
                <w:sz w:val="20"/>
                <w:szCs w:val="20"/>
                <w:vertAlign w:val="superscript"/>
                <w:lang w:val="pl-PL"/>
              </w:rPr>
              <w:t>3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/h </w:t>
            </w:r>
          </w:p>
          <w:p w14:paraId="58024A3A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dla sal lab. pok. 45 i 46</w:t>
            </w:r>
          </w:p>
        </w:tc>
        <w:tc>
          <w:tcPr>
            <w:tcW w:w="709" w:type="dxa"/>
          </w:tcPr>
          <w:p w14:paraId="6AE6898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</w:t>
            </w:r>
          </w:p>
        </w:tc>
        <w:tc>
          <w:tcPr>
            <w:tcW w:w="1701" w:type="dxa"/>
          </w:tcPr>
          <w:p w14:paraId="293706E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filtr wst. EU 3  580x310x50</w:t>
            </w:r>
          </w:p>
          <w:p w14:paraId="3F11170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–  1 szt.</w:t>
            </w:r>
          </w:p>
          <w:p w14:paraId="0DAE119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filtr kiesz. EU5</w:t>
            </w:r>
          </w:p>
          <w:p w14:paraId="69E656E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592x287x400</w:t>
            </w:r>
          </w:p>
          <w:p w14:paraId="449FBAF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–  1 szt.</w:t>
            </w:r>
          </w:p>
        </w:tc>
        <w:tc>
          <w:tcPr>
            <w:tcW w:w="1320" w:type="dxa"/>
            <w:gridSpan w:val="3"/>
          </w:tcPr>
          <w:p w14:paraId="3ED4B60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laborat. 47 parter skrzydło budynku A</w:t>
            </w:r>
          </w:p>
          <w:p w14:paraId="01570C2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(dla sal lab. pok. 45 i 46)</w:t>
            </w:r>
          </w:p>
        </w:tc>
        <w:tc>
          <w:tcPr>
            <w:tcW w:w="992" w:type="dxa"/>
            <w:gridSpan w:val="2"/>
          </w:tcPr>
          <w:p w14:paraId="0379C1B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7109F80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267DFD3F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4A69317A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2407BD84" w14:textId="77777777" w:rsidTr="00D6147E">
        <w:tc>
          <w:tcPr>
            <w:tcW w:w="568" w:type="dxa"/>
          </w:tcPr>
          <w:p w14:paraId="3B241332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72012826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nawiewna </w:t>
            </w:r>
          </w:p>
          <w:p w14:paraId="316E227B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typ LKB-10/22/0250L, </w:t>
            </w:r>
          </w:p>
          <w:p w14:paraId="692D9914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wyd. 2200 m</w:t>
            </w:r>
            <w:r w:rsidRPr="00C3183A">
              <w:rPr>
                <w:rFonts w:ascii="Calibri" w:hAnsi="Calibri"/>
                <w:sz w:val="20"/>
                <w:szCs w:val="20"/>
                <w:vertAlign w:val="superscript"/>
                <w:lang w:val="pl-PL"/>
              </w:rPr>
              <w:t>3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/h</w:t>
            </w:r>
          </w:p>
          <w:p w14:paraId="155690A6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</w:tcPr>
          <w:p w14:paraId="34F7F7D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27EC9EA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filtr wst. EU3 880x310x50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- 1 szt.</w:t>
            </w:r>
          </w:p>
          <w:p w14:paraId="3B8FE79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filt zasad. EU5 429x287x635</w:t>
            </w:r>
          </w:p>
          <w:p w14:paraId="1AB4E4D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- 1 szt</w:t>
            </w:r>
          </w:p>
        </w:tc>
        <w:tc>
          <w:tcPr>
            <w:tcW w:w="1320" w:type="dxa"/>
            <w:gridSpan w:val="3"/>
          </w:tcPr>
          <w:p w14:paraId="28BC33D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kl. schod. A4 skrzydło budynku A</w:t>
            </w:r>
          </w:p>
          <w:p w14:paraId="571EC01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(dla sali lab. pok.51)</w:t>
            </w:r>
          </w:p>
        </w:tc>
        <w:tc>
          <w:tcPr>
            <w:tcW w:w="992" w:type="dxa"/>
            <w:gridSpan w:val="2"/>
          </w:tcPr>
          <w:p w14:paraId="51BBF02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31F99C3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4FEA5706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6C195CBD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2525A8D2" w14:textId="77777777" w:rsidTr="00D6147E">
        <w:tc>
          <w:tcPr>
            <w:tcW w:w="568" w:type="dxa"/>
          </w:tcPr>
          <w:p w14:paraId="57FE385C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4EC4FF3B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Centrala naw-wyw.</w:t>
            </w:r>
          </w:p>
          <w:p w14:paraId="76806428" w14:textId="77777777" w:rsidR="00535C12" w:rsidRPr="00C3183A" w:rsidRDefault="00535C12" w:rsidP="00D6147E">
            <w:pPr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b/>
                <w:sz w:val="20"/>
                <w:szCs w:val="20"/>
                <w:lang w:val="pl-PL"/>
              </w:rPr>
              <w:t xml:space="preserve">z klimatyzacją </w:t>
            </w:r>
          </w:p>
          <w:p w14:paraId="368F37AF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VTS Clima VCPV2 </w:t>
            </w:r>
          </w:p>
          <w:p w14:paraId="2F5816CE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wyd. max. 2 700 m</w:t>
            </w:r>
            <w:r w:rsidRPr="00C3183A">
              <w:rPr>
                <w:rFonts w:ascii="Calibri" w:hAnsi="Calibri"/>
                <w:sz w:val="20"/>
                <w:szCs w:val="20"/>
                <w:vertAlign w:val="superscript"/>
                <w:lang w:val="pl-PL"/>
              </w:rPr>
              <w:t>3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/h </w:t>
            </w:r>
          </w:p>
          <w:p w14:paraId="616FBBB2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</w:tcPr>
          <w:p w14:paraId="168073D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58E96A6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429x287x180</w:t>
            </w:r>
          </w:p>
          <w:p w14:paraId="0DA2F29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- 2 szt.</w:t>
            </w:r>
          </w:p>
          <w:p w14:paraId="3F406AA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429x287x360</w:t>
            </w:r>
          </w:p>
          <w:p w14:paraId="2548A1E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- 2 szt.</w:t>
            </w:r>
          </w:p>
        </w:tc>
        <w:tc>
          <w:tcPr>
            <w:tcW w:w="1320" w:type="dxa"/>
            <w:gridSpan w:val="3"/>
          </w:tcPr>
          <w:p w14:paraId="6E77B97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wentylatorownia zaplecze s.311</w:t>
            </w:r>
          </w:p>
          <w:p w14:paraId="0213CE7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(dla sali komputerowej CI)</w:t>
            </w:r>
          </w:p>
        </w:tc>
        <w:tc>
          <w:tcPr>
            <w:tcW w:w="992" w:type="dxa"/>
            <w:gridSpan w:val="2"/>
          </w:tcPr>
          <w:p w14:paraId="4CE3C3C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58D9A2D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304A3B1A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2ACA121D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65E85DE9" w14:textId="77777777" w:rsidTr="00D6147E">
        <w:tc>
          <w:tcPr>
            <w:tcW w:w="568" w:type="dxa"/>
          </w:tcPr>
          <w:p w14:paraId="30CA424D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5A5E5EC9" w14:textId="77777777" w:rsidR="00535C12" w:rsidRPr="00C3183A" w:rsidRDefault="00535C12" w:rsidP="00D6147E">
            <w:pPr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b/>
                <w:sz w:val="20"/>
                <w:szCs w:val="20"/>
                <w:lang w:val="pl-PL"/>
              </w:rPr>
              <w:t xml:space="preserve">Agregat chłodzący dla centrali </w:t>
            </w:r>
          </w:p>
          <w:p w14:paraId="7167248D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b/>
                <w:sz w:val="20"/>
                <w:szCs w:val="20"/>
                <w:lang w:val="pl-PL"/>
              </w:rPr>
              <w:t>MCQUAY typ M5LC061CR moc chłodz. max. 5,7 kW</w:t>
            </w:r>
          </w:p>
        </w:tc>
        <w:tc>
          <w:tcPr>
            <w:tcW w:w="709" w:type="dxa"/>
          </w:tcPr>
          <w:p w14:paraId="1CF225C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109FA37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574E450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balkon s.311</w:t>
            </w:r>
          </w:p>
          <w:p w14:paraId="70BBC82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(dla sali komputerowej CI)</w:t>
            </w:r>
          </w:p>
        </w:tc>
        <w:tc>
          <w:tcPr>
            <w:tcW w:w="992" w:type="dxa"/>
            <w:gridSpan w:val="2"/>
          </w:tcPr>
          <w:p w14:paraId="6EF993F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77AE863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7D5F757E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522B65AC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013AD84D" w14:textId="77777777" w:rsidTr="00D6147E">
        <w:tc>
          <w:tcPr>
            <w:tcW w:w="568" w:type="dxa"/>
          </w:tcPr>
          <w:p w14:paraId="1E67991A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07692BAD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Centrala naw-wyw.</w:t>
            </w:r>
          </w:p>
          <w:p w14:paraId="68BD4C49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VBW Engineering </w:t>
            </w:r>
          </w:p>
          <w:p w14:paraId="41246E73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typ BS-2 </w:t>
            </w:r>
          </w:p>
          <w:p w14:paraId="2DAE1B21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o wyd. naw. 4 200 m</w:t>
            </w:r>
            <w:r w:rsidRPr="00C3183A">
              <w:rPr>
                <w:rFonts w:ascii="Calibri" w:hAnsi="Calibri"/>
                <w:sz w:val="20"/>
                <w:szCs w:val="20"/>
                <w:vertAlign w:val="superscript"/>
                <w:lang w:val="pl-PL"/>
              </w:rPr>
              <w:t>3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/h</w:t>
            </w:r>
          </w:p>
        </w:tc>
        <w:tc>
          <w:tcPr>
            <w:tcW w:w="709" w:type="dxa"/>
          </w:tcPr>
          <w:p w14:paraId="0B53834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1DE0F14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naw. G4 390x485x300</w:t>
            </w:r>
          </w:p>
          <w:p w14:paraId="5995BFA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– 1 szt.</w:t>
            </w:r>
          </w:p>
          <w:p w14:paraId="60E6821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wyw. G4 592x592x100</w:t>
            </w:r>
          </w:p>
          <w:p w14:paraId="0618D7E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– 1 szt.</w:t>
            </w:r>
          </w:p>
        </w:tc>
        <w:tc>
          <w:tcPr>
            <w:tcW w:w="1320" w:type="dxa"/>
            <w:gridSpan w:val="3"/>
          </w:tcPr>
          <w:p w14:paraId="021FEAA7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wentylatorownia p. 0038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piwnica skrzydła bud. A</w:t>
            </w:r>
          </w:p>
        </w:tc>
        <w:tc>
          <w:tcPr>
            <w:tcW w:w="992" w:type="dxa"/>
            <w:gridSpan w:val="2"/>
          </w:tcPr>
          <w:p w14:paraId="1D79B67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15932F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36043E3D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5BD47935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00BBEEBE" w14:textId="77777777" w:rsidTr="00D6147E">
        <w:tc>
          <w:tcPr>
            <w:tcW w:w="568" w:type="dxa"/>
          </w:tcPr>
          <w:p w14:paraId="4988A09E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1986B26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nawiewna </w:t>
            </w:r>
          </w:p>
          <w:p w14:paraId="5F76F906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Clima Produkt </w:t>
            </w:r>
          </w:p>
          <w:p w14:paraId="723C52B0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typ „Hermes” </w:t>
            </w:r>
          </w:p>
          <w:p w14:paraId="0F3D1F47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wyd. 1400 m</w:t>
            </w:r>
            <w:r w:rsidRPr="00C3183A">
              <w:rPr>
                <w:rFonts w:ascii="Calibri" w:hAnsi="Calibri"/>
                <w:sz w:val="20"/>
                <w:szCs w:val="20"/>
                <w:vertAlign w:val="superscript"/>
                <w:lang w:val="pl-PL"/>
              </w:rPr>
              <w:t>3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/h</w:t>
            </w:r>
          </w:p>
        </w:tc>
        <w:tc>
          <w:tcPr>
            <w:tcW w:w="709" w:type="dxa"/>
          </w:tcPr>
          <w:p w14:paraId="36E5ABA7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23F6FCB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F5</w:t>
            </w:r>
          </w:p>
          <w:p w14:paraId="554A94A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592x335x500</w:t>
            </w:r>
          </w:p>
          <w:p w14:paraId="2936D5F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- 1 kpl.</w:t>
            </w:r>
          </w:p>
        </w:tc>
        <w:tc>
          <w:tcPr>
            <w:tcW w:w="1320" w:type="dxa"/>
            <w:gridSpan w:val="3"/>
          </w:tcPr>
          <w:p w14:paraId="37BC31A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pom. techn. suterena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skrzydło bud. A</w:t>
            </w:r>
          </w:p>
        </w:tc>
        <w:tc>
          <w:tcPr>
            <w:tcW w:w="992" w:type="dxa"/>
            <w:gridSpan w:val="2"/>
          </w:tcPr>
          <w:p w14:paraId="49C9152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423E4CD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6B15D639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3FC842EA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56843AFF" w14:textId="77777777" w:rsidTr="00D6147E">
        <w:tc>
          <w:tcPr>
            <w:tcW w:w="568" w:type="dxa"/>
          </w:tcPr>
          <w:p w14:paraId="44C2996F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788509D1" w14:textId="77777777" w:rsidR="00535C12" w:rsidRPr="00C3183A" w:rsidRDefault="00535C12" w:rsidP="00D6147E">
            <w:pPr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b/>
                <w:sz w:val="20"/>
                <w:szCs w:val="20"/>
                <w:lang w:val="pl-PL"/>
              </w:rPr>
              <w:t>Agregat chłodzący dla centrali</w:t>
            </w:r>
          </w:p>
          <w:p w14:paraId="22D6A212" w14:textId="77777777" w:rsidR="00535C12" w:rsidRPr="00C3183A" w:rsidRDefault="00535C12" w:rsidP="00D6147E">
            <w:pPr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b/>
                <w:sz w:val="20"/>
                <w:szCs w:val="20"/>
                <w:lang w:val="pl-PL"/>
              </w:rPr>
              <w:t xml:space="preserve">LG typ AUUC 306A </w:t>
            </w:r>
          </w:p>
          <w:p w14:paraId="1F144BDB" w14:textId="77777777" w:rsidR="00535C12" w:rsidRPr="00C3183A" w:rsidRDefault="00535C12" w:rsidP="00D6147E">
            <w:pPr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b/>
                <w:sz w:val="20"/>
                <w:szCs w:val="20"/>
                <w:lang w:val="pl-PL"/>
              </w:rPr>
              <w:t>moc chłodz. max. 8 kW</w:t>
            </w:r>
          </w:p>
        </w:tc>
        <w:tc>
          <w:tcPr>
            <w:tcW w:w="709" w:type="dxa"/>
          </w:tcPr>
          <w:p w14:paraId="68AED6B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166F1EBE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3FFB1BB7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pom. techn. suterena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skrzydło bud. A</w:t>
            </w:r>
          </w:p>
        </w:tc>
        <w:tc>
          <w:tcPr>
            <w:tcW w:w="992" w:type="dxa"/>
            <w:gridSpan w:val="2"/>
          </w:tcPr>
          <w:p w14:paraId="1F631A4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37F373E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11B3210B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20076396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3C788F49" w14:textId="77777777" w:rsidTr="00D6147E">
        <w:tc>
          <w:tcPr>
            <w:tcW w:w="568" w:type="dxa"/>
          </w:tcPr>
          <w:p w14:paraId="29D829BF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64C64772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25AFD00F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wywiewny dachowy</w:t>
            </w:r>
          </w:p>
          <w:p w14:paraId="64CD9BA6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F.E.W.B. ”Metalplast”</w:t>
            </w:r>
          </w:p>
          <w:p w14:paraId="3ED9251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WDc/s 31.5</w:t>
            </w:r>
          </w:p>
        </w:tc>
        <w:tc>
          <w:tcPr>
            <w:tcW w:w="709" w:type="dxa"/>
          </w:tcPr>
          <w:p w14:paraId="2B70D1E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22305525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333F2CF5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dach skrzydła bud. A</w:t>
            </w:r>
          </w:p>
        </w:tc>
        <w:tc>
          <w:tcPr>
            <w:tcW w:w="992" w:type="dxa"/>
            <w:gridSpan w:val="2"/>
          </w:tcPr>
          <w:p w14:paraId="19AC758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0826145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37E7F679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58E74CC2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77047F7A" w14:textId="77777777" w:rsidTr="00D6147E">
        <w:tc>
          <w:tcPr>
            <w:tcW w:w="568" w:type="dxa"/>
          </w:tcPr>
          <w:p w14:paraId="781DB111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261ED94E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nawiewna </w:t>
            </w:r>
          </w:p>
          <w:p w14:paraId="08835031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Swegon Gold 20 </w:t>
            </w:r>
          </w:p>
          <w:p w14:paraId="30A82CE3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wyd. 3200 m</w:t>
            </w:r>
            <w:r w:rsidRPr="00C3183A">
              <w:rPr>
                <w:rFonts w:ascii="Calibri" w:hAnsi="Calibri"/>
                <w:sz w:val="20"/>
                <w:szCs w:val="20"/>
                <w:vertAlign w:val="superscript"/>
                <w:lang w:val="pl-PL"/>
              </w:rPr>
              <w:t>3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/h</w:t>
            </w:r>
          </w:p>
          <w:p w14:paraId="3ECEC613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</w:tcPr>
          <w:p w14:paraId="1D9196E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7557DBA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592x592x150 – 2 szt.</w:t>
            </w:r>
          </w:p>
        </w:tc>
        <w:tc>
          <w:tcPr>
            <w:tcW w:w="1320" w:type="dxa"/>
            <w:gridSpan w:val="3"/>
          </w:tcPr>
          <w:p w14:paraId="4691D86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wentylatorownia nr 3 pom. 013</w:t>
            </w:r>
          </w:p>
          <w:p w14:paraId="6426C4E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bud. A  </w:t>
            </w:r>
          </w:p>
          <w:p w14:paraId="3E5C863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</w:tcPr>
          <w:p w14:paraId="7E95E3F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575666F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28B930CE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63921A36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31035748" w14:textId="77777777" w:rsidTr="00D6147E">
        <w:tc>
          <w:tcPr>
            <w:tcW w:w="568" w:type="dxa"/>
          </w:tcPr>
          <w:p w14:paraId="029B60D0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1DDDB7D9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naw - wyw. </w:t>
            </w:r>
          </w:p>
          <w:p w14:paraId="5DE2C0B9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Swegon Gold 14 </w:t>
            </w:r>
          </w:p>
          <w:p w14:paraId="5F084F39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wyd. 4500 m</w:t>
            </w:r>
            <w:r w:rsidRPr="00C3183A">
              <w:rPr>
                <w:rFonts w:ascii="Calibri" w:hAnsi="Calibri"/>
                <w:sz w:val="20"/>
                <w:szCs w:val="20"/>
                <w:vertAlign w:val="superscript"/>
                <w:lang w:val="en-US"/>
              </w:rPr>
              <w:t>3</w:t>
            </w: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/h</w:t>
            </w: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br/>
            </w:r>
          </w:p>
        </w:tc>
        <w:tc>
          <w:tcPr>
            <w:tcW w:w="709" w:type="dxa"/>
          </w:tcPr>
          <w:p w14:paraId="5CD42BA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529A84D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592x592x360 – 4 szt.</w:t>
            </w:r>
          </w:p>
        </w:tc>
        <w:tc>
          <w:tcPr>
            <w:tcW w:w="1320" w:type="dxa"/>
            <w:gridSpan w:val="3"/>
          </w:tcPr>
          <w:p w14:paraId="0CE8407F" w14:textId="77777777" w:rsidR="00535C12" w:rsidRPr="00C3183A" w:rsidRDefault="00535C12" w:rsidP="00D6147E">
            <w:pPr>
              <w:jc w:val="center"/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dach skrzydła bud. A</w:t>
            </w:r>
          </w:p>
        </w:tc>
        <w:tc>
          <w:tcPr>
            <w:tcW w:w="992" w:type="dxa"/>
            <w:gridSpan w:val="2"/>
          </w:tcPr>
          <w:p w14:paraId="44FF07A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06D652E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67369C8A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35203E50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2F338F4B" w14:textId="77777777" w:rsidTr="00D6147E">
        <w:tc>
          <w:tcPr>
            <w:tcW w:w="568" w:type="dxa"/>
          </w:tcPr>
          <w:p w14:paraId="6838454A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51C70372" w14:textId="77777777" w:rsidR="00535C12" w:rsidRPr="00C3183A" w:rsidRDefault="00535C12" w:rsidP="00D6147E">
            <w:pPr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b/>
                <w:sz w:val="20"/>
                <w:szCs w:val="20"/>
                <w:lang w:val="pl-PL"/>
              </w:rPr>
              <w:t xml:space="preserve">Agregat wody lodowej </w:t>
            </w:r>
          </w:p>
          <w:p w14:paraId="5ADC04E7" w14:textId="77777777" w:rsidR="00535C12" w:rsidRPr="00C3183A" w:rsidRDefault="00535C12" w:rsidP="00D6147E">
            <w:pPr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b/>
                <w:sz w:val="20"/>
                <w:szCs w:val="20"/>
                <w:lang w:val="pl-PL"/>
              </w:rPr>
              <w:t xml:space="preserve">Carrier </w:t>
            </w:r>
          </w:p>
          <w:p w14:paraId="45B4FF9D" w14:textId="77777777" w:rsidR="00535C12" w:rsidRPr="00C3183A" w:rsidRDefault="00535C12" w:rsidP="00D6147E">
            <w:pPr>
              <w:rPr>
                <w:rFonts w:ascii="Calibri" w:hAnsi="Calibri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b/>
                <w:sz w:val="20"/>
                <w:szCs w:val="20"/>
                <w:lang w:val="pl-PL"/>
              </w:rPr>
              <w:t>CARRIER</w:t>
            </w:r>
            <w:r w:rsidRPr="00C3183A">
              <w:rPr>
                <w:rFonts w:ascii="Calibri" w:hAnsi="Calibri"/>
                <w:b/>
                <w:sz w:val="20"/>
                <w:szCs w:val="20"/>
                <w:lang w:val="pl-PL"/>
              </w:rPr>
              <w:br/>
              <w:t>30FA033C9HB</w:t>
            </w:r>
            <w:r w:rsidRPr="00C3183A">
              <w:rPr>
                <w:rFonts w:ascii="Calibri" w:hAnsi="Calibri"/>
                <w:b/>
                <w:sz w:val="20"/>
                <w:szCs w:val="20"/>
                <w:lang w:val="pl-PL"/>
              </w:rPr>
              <w:br/>
              <w:t>06AQH3031</w:t>
            </w:r>
          </w:p>
          <w:p w14:paraId="4BBF00E0" w14:textId="77777777" w:rsidR="00535C12" w:rsidRPr="00C3183A" w:rsidRDefault="00535C12" w:rsidP="00D6147E">
            <w:pPr>
              <w:rPr>
                <w:rFonts w:ascii="Calibri" w:hAnsi="Calibri"/>
                <w:b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</w:tcPr>
          <w:p w14:paraId="79917F37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5DCA6C1F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39A2C6F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dach skrzydła bud. A</w:t>
            </w:r>
          </w:p>
        </w:tc>
        <w:tc>
          <w:tcPr>
            <w:tcW w:w="992" w:type="dxa"/>
            <w:gridSpan w:val="2"/>
          </w:tcPr>
          <w:p w14:paraId="34B6D1A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497010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100EB326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1EFB713A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74F99160" w14:textId="77777777" w:rsidTr="00D6147E">
        <w:tc>
          <w:tcPr>
            <w:tcW w:w="568" w:type="dxa"/>
          </w:tcPr>
          <w:p w14:paraId="680D0630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56B34663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naw - wyw. </w:t>
            </w:r>
          </w:p>
          <w:p w14:paraId="36A033D5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Swegon Gold 20 </w:t>
            </w:r>
          </w:p>
          <w:p w14:paraId="3AF1537D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wyd. 3200 m</w:t>
            </w:r>
            <w:r w:rsidRPr="00C3183A">
              <w:rPr>
                <w:rFonts w:ascii="Calibri" w:hAnsi="Calibri"/>
                <w:sz w:val="20"/>
                <w:szCs w:val="20"/>
                <w:vertAlign w:val="superscript"/>
                <w:lang w:val="pl-PL"/>
              </w:rPr>
              <w:t>3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/h</w:t>
            </w:r>
          </w:p>
        </w:tc>
        <w:tc>
          <w:tcPr>
            <w:tcW w:w="709" w:type="dxa"/>
          </w:tcPr>
          <w:p w14:paraId="571CA57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0104DC3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590x590x500 – 4 szt.</w:t>
            </w:r>
          </w:p>
        </w:tc>
        <w:tc>
          <w:tcPr>
            <w:tcW w:w="1320" w:type="dxa"/>
            <w:gridSpan w:val="3"/>
          </w:tcPr>
          <w:p w14:paraId="3281DC5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wentylatorownia nr 1</w:t>
            </w:r>
          </w:p>
          <w:p w14:paraId="3AEFAB3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pawilon techn.  </w:t>
            </w:r>
          </w:p>
        </w:tc>
        <w:tc>
          <w:tcPr>
            <w:tcW w:w="992" w:type="dxa"/>
            <w:gridSpan w:val="2"/>
          </w:tcPr>
          <w:p w14:paraId="17880A47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58FF04E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4A6B29B1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0C2B521B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3A66062D" w14:textId="77777777" w:rsidTr="00D6147E">
        <w:tc>
          <w:tcPr>
            <w:tcW w:w="568" w:type="dxa"/>
          </w:tcPr>
          <w:p w14:paraId="254AF93A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4847E88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09B087AB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laboratoryjny </w:t>
            </w:r>
          </w:p>
          <w:p w14:paraId="545171ED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F.E.W.B. ”Metalplast”</w:t>
            </w:r>
          </w:p>
          <w:p w14:paraId="538C83E3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WB 25</w:t>
            </w:r>
          </w:p>
        </w:tc>
        <w:tc>
          <w:tcPr>
            <w:tcW w:w="709" w:type="dxa"/>
          </w:tcPr>
          <w:p w14:paraId="50AC7FC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3</w:t>
            </w:r>
          </w:p>
        </w:tc>
        <w:tc>
          <w:tcPr>
            <w:tcW w:w="1701" w:type="dxa"/>
          </w:tcPr>
          <w:p w14:paraId="04AF70E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598B25C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wentylatorownia nr 5 </w:t>
            </w:r>
          </w:p>
          <w:p w14:paraId="4A36528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poddasze bud. A</w:t>
            </w:r>
          </w:p>
        </w:tc>
        <w:tc>
          <w:tcPr>
            <w:tcW w:w="992" w:type="dxa"/>
            <w:gridSpan w:val="2"/>
          </w:tcPr>
          <w:p w14:paraId="21083D0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541A6D1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14D8F27D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61DB7009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75753C0E" w14:textId="77777777" w:rsidTr="00D6147E">
        <w:tc>
          <w:tcPr>
            <w:tcW w:w="568" w:type="dxa"/>
          </w:tcPr>
          <w:p w14:paraId="7707BE51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7F1D1EAF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</w:t>
            </w:r>
          </w:p>
          <w:p w14:paraId="1B2F2A1F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laboratoryjny Rosenberg </w:t>
            </w:r>
          </w:p>
          <w:p w14:paraId="7B6F9531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EPND 280-4</w:t>
            </w:r>
          </w:p>
        </w:tc>
        <w:tc>
          <w:tcPr>
            <w:tcW w:w="709" w:type="dxa"/>
          </w:tcPr>
          <w:p w14:paraId="02BB5FE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695AF85B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61F6BA4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wentylatorownia nr 5 </w:t>
            </w:r>
          </w:p>
          <w:p w14:paraId="515583B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poddasze bud. A</w:t>
            </w:r>
          </w:p>
        </w:tc>
        <w:tc>
          <w:tcPr>
            <w:tcW w:w="992" w:type="dxa"/>
            <w:gridSpan w:val="2"/>
          </w:tcPr>
          <w:p w14:paraId="58AA233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121525B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505463D9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50876687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095BC87E" w14:textId="77777777" w:rsidTr="00D6147E">
        <w:tc>
          <w:tcPr>
            <w:tcW w:w="568" w:type="dxa"/>
          </w:tcPr>
          <w:p w14:paraId="2D8DDE52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3696C5BC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</w:t>
            </w:r>
          </w:p>
          <w:p w14:paraId="512C7DE2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</w:t>
            </w: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kanałowy </w:t>
            </w:r>
          </w:p>
          <w:p w14:paraId="32E636F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Venture Industries </w:t>
            </w:r>
          </w:p>
          <w:p w14:paraId="44D7A933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typ TD 800</w:t>
            </w:r>
          </w:p>
        </w:tc>
        <w:tc>
          <w:tcPr>
            <w:tcW w:w="709" w:type="dxa"/>
          </w:tcPr>
          <w:p w14:paraId="2082F2F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5AAF43EB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10CD80F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wentylatorownia nr 5 </w:t>
            </w:r>
          </w:p>
          <w:p w14:paraId="36D8469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poddasze bud. A</w:t>
            </w:r>
          </w:p>
        </w:tc>
        <w:tc>
          <w:tcPr>
            <w:tcW w:w="992" w:type="dxa"/>
            <w:gridSpan w:val="2"/>
          </w:tcPr>
          <w:p w14:paraId="2219BD3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507BD79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3A09BC8E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22935620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1AF74790" w14:textId="77777777" w:rsidTr="00D6147E">
        <w:tc>
          <w:tcPr>
            <w:tcW w:w="568" w:type="dxa"/>
          </w:tcPr>
          <w:p w14:paraId="21274C76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7BAD17AA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3A71DBEE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laboratoryjny </w:t>
            </w:r>
          </w:p>
          <w:p w14:paraId="3D0F0703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F.E.W.B. ”Metalplast” </w:t>
            </w:r>
          </w:p>
          <w:p w14:paraId="048CD7DC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WB 25</w:t>
            </w:r>
          </w:p>
        </w:tc>
        <w:tc>
          <w:tcPr>
            <w:tcW w:w="709" w:type="dxa"/>
          </w:tcPr>
          <w:p w14:paraId="2A41B74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362062DA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137D130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wentylatorownia nr 5 </w:t>
            </w:r>
          </w:p>
          <w:p w14:paraId="405082A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poddasze bud. A</w:t>
            </w:r>
          </w:p>
        </w:tc>
        <w:tc>
          <w:tcPr>
            <w:tcW w:w="992" w:type="dxa"/>
            <w:gridSpan w:val="2"/>
          </w:tcPr>
          <w:p w14:paraId="6BB0616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896BE55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7A10A901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6C307B4E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54F345F0" w14:textId="77777777" w:rsidTr="00D6147E">
        <w:tc>
          <w:tcPr>
            <w:tcW w:w="568" w:type="dxa"/>
          </w:tcPr>
          <w:p w14:paraId="1B812C44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458BF515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2546124E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laboratoryjny </w:t>
            </w:r>
          </w:p>
          <w:p w14:paraId="0C38EE7D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F.E.W.B. ”Metalplast” </w:t>
            </w:r>
          </w:p>
          <w:p w14:paraId="7F21F511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WB 30</w:t>
            </w:r>
          </w:p>
        </w:tc>
        <w:tc>
          <w:tcPr>
            <w:tcW w:w="709" w:type="dxa"/>
          </w:tcPr>
          <w:p w14:paraId="54C38E3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3</w:t>
            </w:r>
          </w:p>
        </w:tc>
        <w:tc>
          <w:tcPr>
            <w:tcW w:w="1701" w:type="dxa"/>
          </w:tcPr>
          <w:p w14:paraId="6D3332A3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602A779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wentylatorownia nr 6 </w:t>
            </w:r>
          </w:p>
          <w:p w14:paraId="583A0CA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poddasze bud. A</w:t>
            </w:r>
          </w:p>
        </w:tc>
        <w:tc>
          <w:tcPr>
            <w:tcW w:w="992" w:type="dxa"/>
            <w:gridSpan w:val="2"/>
          </w:tcPr>
          <w:p w14:paraId="4604631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315A764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76790EA2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1D335291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3CE9128B" w14:textId="77777777" w:rsidTr="00D6147E">
        <w:tc>
          <w:tcPr>
            <w:tcW w:w="568" w:type="dxa"/>
          </w:tcPr>
          <w:p w14:paraId="13CEEA0C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03F58A62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7DCA71AB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laboratoryjny </w:t>
            </w:r>
          </w:p>
          <w:p w14:paraId="5A77A36E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F.E.W.B. ”Metalplast” </w:t>
            </w:r>
          </w:p>
          <w:p w14:paraId="3AC5ABF9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WB 25</w:t>
            </w:r>
          </w:p>
        </w:tc>
        <w:tc>
          <w:tcPr>
            <w:tcW w:w="709" w:type="dxa"/>
          </w:tcPr>
          <w:p w14:paraId="4C63305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4</w:t>
            </w:r>
          </w:p>
        </w:tc>
        <w:tc>
          <w:tcPr>
            <w:tcW w:w="1701" w:type="dxa"/>
          </w:tcPr>
          <w:p w14:paraId="1442855A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570277F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wentylatorownia nr 6 </w:t>
            </w:r>
          </w:p>
          <w:p w14:paraId="14C0B69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poddasze bud. A</w:t>
            </w:r>
          </w:p>
        </w:tc>
        <w:tc>
          <w:tcPr>
            <w:tcW w:w="992" w:type="dxa"/>
            <w:gridSpan w:val="2"/>
          </w:tcPr>
          <w:p w14:paraId="402893D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FBD988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5790FD3B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704FB53F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1F068FB4" w14:textId="77777777" w:rsidTr="00D6147E">
        <w:tc>
          <w:tcPr>
            <w:tcW w:w="568" w:type="dxa"/>
          </w:tcPr>
          <w:p w14:paraId="5479449F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4B4A77B4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Wentylator </w:t>
            </w:r>
          </w:p>
          <w:p w14:paraId="02DF1C7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wywiewny kanałowy </w:t>
            </w:r>
          </w:p>
          <w:p w14:paraId="4453E689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Venture Industries </w:t>
            </w:r>
          </w:p>
          <w:p w14:paraId="61BFDF6D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typ VENT 200L</w:t>
            </w:r>
          </w:p>
        </w:tc>
        <w:tc>
          <w:tcPr>
            <w:tcW w:w="709" w:type="dxa"/>
          </w:tcPr>
          <w:p w14:paraId="18EB384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12DAFA46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75C01A4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wentylatorownia nr 6 </w:t>
            </w:r>
          </w:p>
          <w:p w14:paraId="65BD279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poddasze bud. A</w:t>
            </w:r>
          </w:p>
        </w:tc>
        <w:tc>
          <w:tcPr>
            <w:tcW w:w="992" w:type="dxa"/>
            <w:gridSpan w:val="2"/>
          </w:tcPr>
          <w:p w14:paraId="24A52B1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F72092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04D55504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072B3114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0525BBA7" w14:textId="77777777" w:rsidTr="00D6147E">
        <w:tc>
          <w:tcPr>
            <w:tcW w:w="568" w:type="dxa"/>
          </w:tcPr>
          <w:p w14:paraId="59C3B226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439639C4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7532E57F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dachowy </w:t>
            </w:r>
          </w:p>
          <w:p w14:paraId="3C9B3C69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UNIWERSAL </w:t>
            </w:r>
          </w:p>
          <w:p w14:paraId="2A696AFA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DA 315</w:t>
            </w:r>
          </w:p>
        </w:tc>
        <w:tc>
          <w:tcPr>
            <w:tcW w:w="709" w:type="dxa"/>
          </w:tcPr>
          <w:p w14:paraId="2939C2B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27EF2A9D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1D429DD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dach skrzydła bud. A</w:t>
            </w:r>
          </w:p>
        </w:tc>
        <w:tc>
          <w:tcPr>
            <w:tcW w:w="992" w:type="dxa"/>
            <w:gridSpan w:val="2"/>
          </w:tcPr>
          <w:p w14:paraId="1FAEA5B7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0A18181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59606C63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632B09D9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7823E743" w14:textId="77777777" w:rsidTr="00D6147E">
        <w:tc>
          <w:tcPr>
            <w:tcW w:w="568" w:type="dxa"/>
          </w:tcPr>
          <w:p w14:paraId="139CA5C6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7B9067EE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6DF00ED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kanałowy </w:t>
            </w:r>
          </w:p>
          <w:p w14:paraId="2D765833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Venture Industries </w:t>
            </w:r>
          </w:p>
          <w:p w14:paraId="30226D60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typ VENT-200B </w:t>
            </w:r>
          </w:p>
          <w:p w14:paraId="33CAD557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</w:tcPr>
          <w:p w14:paraId="07673FC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</w:t>
            </w:r>
          </w:p>
        </w:tc>
        <w:tc>
          <w:tcPr>
            <w:tcW w:w="1701" w:type="dxa"/>
          </w:tcPr>
          <w:p w14:paraId="1F07631B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7971CF2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Laboratorium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sala nr 51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skrzydło bud. A</w:t>
            </w:r>
          </w:p>
          <w:p w14:paraId="1E25354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(z dygestoriów)</w:t>
            </w:r>
          </w:p>
        </w:tc>
        <w:tc>
          <w:tcPr>
            <w:tcW w:w="992" w:type="dxa"/>
            <w:gridSpan w:val="2"/>
          </w:tcPr>
          <w:p w14:paraId="1478E50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7CF79615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4145A195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2754B802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2B305776" w14:textId="77777777" w:rsidTr="00D6147E">
        <w:tc>
          <w:tcPr>
            <w:tcW w:w="568" w:type="dxa"/>
          </w:tcPr>
          <w:p w14:paraId="146BDA92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08ACD5CE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6992ED3E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kanałowy </w:t>
            </w:r>
          </w:p>
          <w:p w14:paraId="44A44036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Venture Industries </w:t>
            </w:r>
          </w:p>
          <w:p w14:paraId="6C40258A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VENT-200B</w:t>
            </w:r>
          </w:p>
          <w:p w14:paraId="73ED1BBC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</w:tcPr>
          <w:p w14:paraId="6A4DFE3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3</w:t>
            </w:r>
          </w:p>
        </w:tc>
        <w:tc>
          <w:tcPr>
            <w:tcW w:w="1701" w:type="dxa"/>
          </w:tcPr>
          <w:p w14:paraId="4D1DAA97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0626485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Laboratorium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sala nr 45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skrzydło bud. A</w:t>
            </w:r>
          </w:p>
          <w:p w14:paraId="05B0D64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(z dygestoriów)</w:t>
            </w:r>
          </w:p>
        </w:tc>
        <w:tc>
          <w:tcPr>
            <w:tcW w:w="992" w:type="dxa"/>
            <w:gridSpan w:val="2"/>
          </w:tcPr>
          <w:p w14:paraId="6C19BBA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32420A8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2A99E04A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6C3E4029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6C6671A7" w14:textId="77777777" w:rsidTr="00D6147E">
        <w:tc>
          <w:tcPr>
            <w:tcW w:w="568" w:type="dxa"/>
          </w:tcPr>
          <w:p w14:paraId="7898195D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7E11FA45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12BB2214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kanałowy </w:t>
            </w:r>
          </w:p>
          <w:p w14:paraId="30171A3B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Venture Industries </w:t>
            </w:r>
          </w:p>
          <w:p w14:paraId="01560F6C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typ VENT-</w:t>
            </w:r>
            <w:smartTag w:uri="urn:schemas-microsoft-com:office:smarttags" w:element="metricconverter">
              <w:smartTagPr>
                <w:attr w:name="ProductID" w:val="315 A"/>
              </w:smartTagPr>
              <w:r w:rsidRPr="00C3183A">
                <w:rPr>
                  <w:rFonts w:ascii="Calibri" w:hAnsi="Calibri"/>
                  <w:sz w:val="20"/>
                  <w:szCs w:val="20"/>
                  <w:lang w:val="en-US"/>
                </w:rPr>
                <w:t>315 A</w:t>
              </w:r>
            </w:smartTag>
          </w:p>
        </w:tc>
        <w:tc>
          <w:tcPr>
            <w:tcW w:w="709" w:type="dxa"/>
          </w:tcPr>
          <w:p w14:paraId="5D9A485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02D74FD0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191DA1B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Laboratorium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sala nr 51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skrzydło bud. A</w:t>
            </w:r>
          </w:p>
          <w:p w14:paraId="20D1204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z sali nr 51)</w:t>
            </w:r>
          </w:p>
        </w:tc>
        <w:tc>
          <w:tcPr>
            <w:tcW w:w="992" w:type="dxa"/>
            <w:gridSpan w:val="2"/>
          </w:tcPr>
          <w:p w14:paraId="11D022E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78D6D87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653B5F6A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31C84E09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3F08B91E" w14:textId="77777777" w:rsidTr="00D6147E">
        <w:tc>
          <w:tcPr>
            <w:tcW w:w="568" w:type="dxa"/>
          </w:tcPr>
          <w:p w14:paraId="31231153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295C682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5914998D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kanałowy </w:t>
            </w:r>
          </w:p>
          <w:p w14:paraId="065399F5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Venture Industries </w:t>
            </w:r>
          </w:p>
          <w:p w14:paraId="5045F66A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typ VENT-315 </w:t>
            </w:r>
          </w:p>
        </w:tc>
        <w:tc>
          <w:tcPr>
            <w:tcW w:w="709" w:type="dxa"/>
          </w:tcPr>
          <w:p w14:paraId="270B130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</w:t>
            </w:r>
          </w:p>
        </w:tc>
        <w:tc>
          <w:tcPr>
            <w:tcW w:w="1701" w:type="dxa"/>
          </w:tcPr>
          <w:p w14:paraId="6EE4E6AD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5E726877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Laboratorium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sala nr 45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skrzydło bud. A</w:t>
            </w:r>
          </w:p>
          <w:p w14:paraId="661E938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z sali nr 45)</w:t>
            </w:r>
          </w:p>
        </w:tc>
        <w:tc>
          <w:tcPr>
            <w:tcW w:w="992" w:type="dxa"/>
            <w:gridSpan w:val="2"/>
          </w:tcPr>
          <w:p w14:paraId="3E0F0E1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29B8275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02E8AC02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331B729D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7AD19D26" w14:textId="77777777" w:rsidTr="00D6147E">
        <w:tc>
          <w:tcPr>
            <w:tcW w:w="568" w:type="dxa"/>
          </w:tcPr>
          <w:p w14:paraId="4CB29AB3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7AE5A6F5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Kurtyny powietrzne</w:t>
            </w:r>
          </w:p>
          <w:p w14:paraId="5742EE5A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elektryczne</w:t>
            </w:r>
          </w:p>
        </w:tc>
        <w:tc>
          <w:tcPr>
            <w:tcW w:w="709" w:type="dxa"/>
          </w:tcPr>
          <w:p w14:paraId="3DBEDB85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3</w:t>
            </w:r>
          </w:p>
        </w:tc>
        <w:tc>
          <w:tcPr>
            <w:tcW w:w="1701" w:type="dxa"/>
          </w:tcPr>
          <w:p w14:paraId="5DF85B93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1BDE039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korytarz - wejście główne </w:t>
            </w:r>
          </w:p>
          <w:p w14:paraId="2F3BEAD5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do bud. A</w:t>
            </w:r>
          </w:p>
        </w:tc>
        <w:tc>
          <w:tcPr>
            <w:tcW w:w="992" w:type="dxa"/>
            <w:gridSpan w:val="2"/>
          </w:tcPr>
          <w:p w14:paraId="28ACAB5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0336312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51077084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25745445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0AE42392" w14:textId="77777777" w:rsidTr="00D6147E">
        <w:trPr>
          <w:trHeight w:val="1182"/>
        </w:trPr>
        <w:tc>
          <w:tcPr>
            <w:tcW w:w="568" w:type="dxa"/>
          </w:tcPr>
          <w:p w14:paraId="5686C2F3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0AF1BFC5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775693B9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kanałowy </w:t>
            </w:r>
          </w:p>
          <w:p w14:paraId="4F6E1206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Systemair </w:t>
            </w:r>
          </w:p>
          <w:p w14:paraId="4CB646B9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typ K200M </w:t>
            </w:r>
          </w:p>
        </w:tc>
        <w:tc>
          <w:tcPr>
            <w:tcW w:w="709" w:type="dxa"/>
          </w:tcPr>
          <w:p w14:paraId="07C3F92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043B289D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6C91CCC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wentylatorownia nr 3 pom. 013</w:t>
            </w:r>
          </w:p>
          <w:p w14:paraId="3069BB8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bud. A  </w:t>
            </w:r>
          </w:p>
        </w:tc>
        <w:tc>
          <w:tcPr>
            <w:tcW w:w="992" w:type="dxa"/>
            <w:gridSpan w:val="2"/>
          </w:tcPr>
          <w:p w14:paraId="634CA7D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0ECF2BD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3CD07C17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25355AAB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7941B113" w14:textId="77777777" w:rsidTr="00D6147E">
        <w:tc>
          <w:tcPr>
            <w:tcW w:w="568" w:type="dxa"/>
          </w:tcPr>
          <w:p w14:paraId="6D355C85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332B5B45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Wentylator </w:t>
            </w:r>
          </w:p>
          <w:p w14:paraId="215930C6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nawiewny kanałowy Venture Industries</w:t>
            </w:r>
          </w:p>
        </w:tc>
        <w:tc>
          <w:tcPr>
            <w:tcW w:w="709" w:type="dxa"/>
          </w:tcPr>
          <w:p w14:paraId="75B0D31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1B9E741E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28D9724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pom. 0029</w:t>
            </w:r>
          </w:p>
          <w:p w14:paraId="3900C27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bud. A </w:t>
            </w:r>
          </w:p>
        </w:tc>
        <w:tc>
          <w:tcPr>
            <w:tcW w:w="992" w:type="dxa"/>
            <w:gridSpan w:val="2"/>
          </w:tcPr>
          <w:p w14:paraId="6D301D9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9EB76E7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093D6858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13D8A514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09E6267B" w14:textId="77777777" w:rsidTr="00D6147E">
        <w:tc>
          <w:tcPr>
            <w:tcW w:w="568" w:type="dxa"/>
          </w:tcPr>
          <w:p w14:paraId="68332AAC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0DF9039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Wentylator </w:t>
            </w:r>
          </w:p>
          <w:p w14:paraId="250BA26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wywiewny kanałowy Venture Industries</w:t>
            </w:r>
          </w:p>
        </w:tc>
        <w:tc>
          <w:tcPr>
            <w:tcW w:w="709" w:type="dxa"/>
          </w:tcPr>
          <w:p w14:paraId="4A622E7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339E9940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666A014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WC przy klatce K3</w:t>
            </w:r>
          </w:p>
          <w:p w14:paraId="0BC07A4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skrzydło bud. A</w:t>
            </w:r>
          </w:p>
        </w:tc>
        <w:tc>
          <w:tcPr>
            <w:tcW w:w="992" w:type="dxa"/>
            <w:gridSpan w:val="2"/>
          </w:tcPr>
          <w:p w14:paraId="7220D6E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70E2451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3380B0DC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6B0DC25C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0D3F635D" w14:textId="77777777" w:rsidTr="00D6147E">
        <w:tc>
          <w:tcPr>
            <w:tcW w:w="568" w:type="dxa"/>
          </w:tcPr>
          <w:p w14:paraId="5D5EF541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1EF39DC6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wywiewna </w:t>
            </w:r>
          </w:p>
          <w:p w14:paraId="02F882A2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z okapów kuchni</w:t>
            </w:r>
            <w:r w:rsidRPr="003C550B">
              <w:rPr>
                <w:lang w:val="pl-PL"/>
              </w:rPr>
              <w:t xml:space="preserve">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DOSPEL </w:t>
            </w:r>
            <w:r w:rsidRPr="003C550B">
              <w:rPr>
                <w:rFonts w:ascii="Calibri" w:hAnsi="Calibri"/>
                <w:sz w:val="20"/>
                <w:szCs w:val="20"/>
                <w:lang w:val="pl-PL"/>
              </w:rPr>
              <w:t>wyd. 3850 m</w:t>
            </w:r>
            <w:r w:rsidRPr="003C550B">
              <w:rPr>
                <w:rFonts w:ascii="Calibri" w:hAnsi="Calibri"/>
                <w:sz w:val="20"/>
                <w:szCs w:val="20"/>
                <w:vertAlign w:val="superscript"/>
                <w:lang w:val="pl-PL"/>
              </w:rPr>
              <w:t>3</w:t>
            </w:r>
            <w:r w:rsidRPr="003C550B">
              <w:rPr>
                <w:rFonts w:ascii="Calibri" w:hAnsi="Calibri"/>
                <w:sz w:val="20"/>
                <w:szCs w:val="20"/>
                <w:lang w:val="pl-PL"/>
              </w:rPr>
              <w:t>/h</w:t>
            </w:r>
          </w:p>
        </w:tc>
        <w:tc>
          <w:tcPr>
            <w:tcW w:w="709" w:type="dxa"/>
          </w:tcPr>
          <w:p w14:paraId="12B8423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41D0144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tłuszczowy G2</w:t>
            </w:r>
          </w:p>
          <w:p w14:paraId="66A6439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350x1185x50</w:t>
            </w:r>
          </w:p>
          <w:p w14:paraId="137C4F0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 szt.</w:t>
            </w:r>
          </w:p>
        </w:tc>
        <w:tc>
          <w:tcPr>
            <w:tcW w:w="1320" w:type="dxa"/>
            <w:gridSpan w:val="3"/>
          </w:tcPr>
          <w:p w14:paraId="22F172F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wentylatorownia nr 3 pom. 013</w:t>
            </w:r>
          </w:p>
          <w:p w14:paraId="23D49EB7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bud. A  </w:t>
            </w:r>
          </w:p>
        </w:tc>
        <w:tc>
          <w:tcPr>
            <w:tcW w:w="992" w:type="dxa"/>
            <w:gridSpan w:val="2"/>
          </w:tcPr>
          <w:p w14:paraId="2ED9874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A28975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32430D45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5160E509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4253E754" w14:textId="77777777" w:rsidTr="00D6147E">
        <w:tc>
          <w:tcPr>
            <w:tcW w:w="568" w:type="dxa"/>
          </w:tcPr>
          <w:p w14:paraId="53D39923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77A6AFF3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Wentylator </w:t>
            </w:r>
          </w:p>
          <w:p w14:paraId="50B8EE1E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wywiewny kanałowy Venture Industries</w:t>
            </w:r>
          </w:p>
        </w:tc>
        <w:tc>
          <w:tcPr>
            <w:tcW w:w="709" w:type="dxa"/>
          </w:tcPr>
          <w:p w14:paraId="6193E40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019F559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58A3E137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pom. straży pożarnej za szatnią</w:t>
            </w:r>
          </w:p>
          <w:p w14:paraId="2203E6E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bud. A</w:t>
            </w:r>
          </w:p>
        </w:tc>
        <w:tc>
          <w:tcPr>
            <w:tcW w:w="992" w:type="dxa"/>
            <w:gridSpan w:val="2"/>
          </w:tcPr>
          <w:p w14:paraId="0ABD1A4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13A52B9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42873DD7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595C3B18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08C3D12B" w14:textId="77777777" w:rsidTr="00D6147E">
        <w:tc>
          <w:tcPr>
            <w:tcW w:w="568" w:type="dxa"/>
          </w:tcPr>
          <w:p w14:paraId="27DE52AA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171612BC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Wentylator </w:t>
            </w:r>
          </w:p>
          <w:p w14:paraId="44D97B02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wywiewny kanałowy Venture Industries</w:t>
            </w:r>
          </w:p>
        </w:tc>
        <w:tc>
          <w:tcPr>
            <w:tcW w:w="709" w:type="dxa"/>
          </w:tcPr>
          <w:p w14:paraId="6650C4D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439CEA3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75D10B1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rozdzielnia główna P18</w:t>
            </w:r>
          </w:p>
          <w:p w14:paraId="6FA3D23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bud.A</w:t>
            </w:r>
          </w:p>
        </w:tc>
        <w:tc>
          <w:tcPr>
            <w:tcW w:w="992" w:type="dxa"/>
            <w:gridSpan w:val="2"/>
          </w:tcPr>
          <w:p w14:paraId="7AC465D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5B84C00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0EC89ACD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40E7696A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3045BC24" w14:textId="77777777" w:rsidTr="00D6147E">
        <w:tc>
          <w:tcPr>
            <w:tcW w:w="568" w:type="dxa"/>
          </w:tcPr>
          <w:p w14:paraId="5B3C00F0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27FCD85F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2A057E8B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dachowy </w:t>
            </w:r>
          </w:p>
        </w:tc>
        <w:tc>
          <w:tcPr>
            <w:tcW w:w="709" w:type="dxa"/>
          </w:tcPr>
          <w:p w14:paraId="2FD45FA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</w:t>
            </w:r>
          </w:p>
        </w:tc>
        <w:tc>
          <w:tcPr>
            <w:tcW w:w="1701" w:type="dxa"/>
          </w:tcPr>
          <w:p w14:paraId="01667C9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53C7389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dach</w:t>
            </w:r>
          </w:p>
          <w:p w14:paraId="1CD2395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przy klatce A2</w:t>
            </w:r>
          </w:p>
          <w:p w14:paraId="47EDBC8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bud. A</w:t>
            </w:r>
          </w:p>
        </w:tc>
        <w:tc>
          <w:tcPr>
            <w:tcW w:w="992" w:type="dxa"/>
            <w:gridSpan w:val="2"/>
          </w:tcPr>
          <w:p w14:paraId="06667AA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47C634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52F9C2B5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52AF75C4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24D98677" w14:textId="77777777" w:rsidTr="00D6147E">
        <w:tc>
          <w:tcPr>
            <w:tcW w:w="568" w:type="dxa"/>
          </w:tcPr>
          <w:p w14:paraId="7E4F860B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4BD65373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784C3B90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dachowy</w:t>
            </w:r>
          </w:p>
        </w:tc>
        <w:tc>
          <w:tcPr>
            <w:tcW w:w="709" w:type="dxa"/>
          </w:tcPr>
          <w:p w14:paraId="1F960CE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</w:t>
            </w:r>
          </w:p>
        </w:tc>
        <w:tc>
          <w:tcPr>
            <w:tcW w:w="1701" w:type="dxa"/>
          </w:tcPr>
          <w:p w14:paraId="5A790075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6F1377D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dach</w:t>
            </w:r>
          </w:p>
          <w:p w14:paraId="58E9968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przy klatce A3</w:t>
            </w:r>
          </w:p>
          <w:p w14:paraId="144072A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skrzydło bud.A</w:t>
            </w:r>
          </w:p>
        </w:tc>
        <w:tc>
          <w:tcPr>
            <w:tcW w:w="992" w:type="dxa"/>
            <w:gridSpan w:val="2"/>
          </w:tcPr>
          <w:p w14:paraId="077BB16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F50DD5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4C47F2D3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7F3B6689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10B89797" w14:textId="77777777" w:rsidTr="00D6147E">
        <w:tc>
          <w:tcPr>
            <w:tcW w:w="568" w:type="dxa"/>
          </w:tcPr>
          <w:p w14:paraId="48083DE6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7F3B8302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Wentylator </w:t>
            </w:r>
          </w:p>
          <w:p w14:paraId="291DD77E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wywiewny kanałowy Venture Industries TD800</w:t>
            </w:r>
          </w:p>
        </w:tc>
        <w:tc>
          <w:tcPr>
            <w:tcW w:w="709" w:type="dxa"/>
          </w:tcPr>
          <w:p w14:paraId="78E0C8A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627F6EC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4DC9077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dach skrzydła bud. A</w:t>
            </w:r>
          </w:p>
        </w:tc>
        <w:tc>
          <w:tcPr>
            <w:tcW w:w="992" w:type="dxa"/>
            <w:gridSpan w:val="2"/>
          </w:tcPr>
          <w:p w14:paraId="3430CEF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4F80353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048753C2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56A4F0D9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56F9B69E" w14:textId="77777777" w:rsidTr="00D6147E">
        <w:tc>
          <w:tcPr>
            <w:tcW w:w="568" w:type="dxa"/>
          </w:tcPr>
          <w:p w14:paraId="149C3EC5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4920C6E9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Wentylator </w:t>
            </w:r>
          </w:p>
          <w:p w14:paraId="097BAD1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wywiewny kanałowy Venture Industries TD1300</w:t>
            </w:r>
          </w:p>
        </w:tc>
        <w:tc>
          <w:tcPr>
            <w:tcW w:w="709" w:type="dxa"/>
          </w:tcPr>
          <w:p w14:paraId="68AC1A07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2D6F741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27C6096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dach skrzydła bud. A</w:t>
            </w:r>
          </w:p>
        </w:tc>
        <w:tc>
          <w:tcPr>
            <w:tcW w:w="992" w:type="dxa"/>
            <w:gridSpan w:val="2"/>
          </w:tcPr>
          <w:p w14:paraId="7364575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B78708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06822B63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4AC732EE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48E484F6" w14:textId="77777777" w:rsidTr="00D6147E">
        <w:tc>
          <w:tcPr>
            <w:tcW w:w="568" w:type="dxa"/>
          </w:tcPr>
          <w:p w14:paraId="44DFA34A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52882A32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Wentylator kanałowy Archiwum </w:t>
            </w:r>
          </w:p>
          <w:p w14:paraId="4CC7919C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Venture Industries </w:t>
            </w: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br/>
              <w:t>TD-800/200 Silent 3V</w:t>
            </w:r>
          </w:p>
          <w:p w14:paraId="1F29F886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14:paraId="282FE0E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4FD3EEE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14:paraId="1081373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320" w:type="dxa"/>
            <w:gridSpan w:val="3"/>
          </w:tcPr>
          <w:p w14:paraId="482EFE6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budynek 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przyziemie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archiwum </w:t>
            </w:r>
          </w:p>
          <w:p w14:paraId="4DE2D10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</w:tcPr>
          <w:p w14:paraId="117A771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237EDB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56A6A9EB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52D1778F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47673A6D" w14:textId="77777777" w:rsidTr="00D6147E">
        <w:tc>
          <w:tcPr>
            <w:tcW w:w="568" w:type="dxa"/>
          </w:tcPr>
          <w:p w14:paraId="01CDAD4F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4A7E5E4E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Wentylator kanałowy pom. przyłącza wody</w:t>
            </w:r>
          </w:p>
          <w:p w14:paraId="6CF4AF6D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Venture Industries </w:t>
            </w: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br/>
              <w:t>TD-250/100 Silent</w:t>
            </w:r>
          </w:p>
          <w:p w14:paraId="01FAD852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0F496EA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14:paraId="0F278EC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320" w:type="dxa"/>
            <w:gridSpan w:val="3"/>
          </w:tcPr>
          <w:p w14:paraId="7B9C83E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budynek 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piwnica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pom. przyłącza wody</w:t>
            </w:r>
          </w:p>
          <w:p w14:paraId="3E7C8C6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</w:tcPr>
          <w:p w14:paraId="4B225B4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0013835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07A15E78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54B1E33B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708F6BC6" w14:textId="77777777" w:rsidTr="00D6147E">
        <w:tc>
          <w:tcPr>
            <w:tcW w:w="568" w:type="dxa"/>
          </w:tcPr>
          <w:p w14:paraId="5E392FC1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52E9D5E1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Wentylator wywiewny </w:t>
            </w: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br/>
              <w:t xml:space="preserve">odśrodkowy laboratoryjny </w:t>
            </w:r>
          </w:p>
          <w:p w14:paraId="6FBEFF9D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Metalplast </w:t>
            </w: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br/>
              <w:t>WB 30</w:t>
            </w:r>
          </w:p>
          <w:p w14:paraId="0D6112F0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14:paraId="6020400D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50461BC5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14:paraId="2CA447B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320" w:type="dxa"/>
            <w:gridSpan w:val="3"/>
          </w:tcPr>
          <w:p w14:paraId="3560B1B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budynek 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poddasze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wentylatorownia 6</w:t>
            </w:r>
          </w:p>
          <w:p w14:paraId="598F939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  <w:p w14:paraId="741D482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</w:tcPr>
          <w:p w14:paraId="2266645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4D23A1B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6B00A47A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12B2CDD7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2B418160" w14:textId="77777777" w:rsidTr="00D6147E">
        <w:tc>
          <w:tcPr>
            <w:tcW w:w="568" w:type="dxa"/>
          </w:tcPr>
          <w:p w14:paraId="49266D63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623F3C84" w14:textId="77777777" w:rsidR="00535C12" w:rsidRPr="003C550B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3C550B">
              <w:rPr>
                <w:rFonts w:ascii="Calibri" w:hAnsi="Calibri"/>
                <w:sz w:val="20"/>
                <w:szCs w:val="20"/>
                <w:lang w:val="pl-PL"/>
              </w:rPr>
              <w:t>Wentylator kanałowy</w:t>
            </w:r>
            <w:r w:rsidRPr="003C550B">
              <w:rPr>
                <w:rFonts w:ascii="Calibri" w:hAnsi="Calibri"/>
                <w:sz w:val="20"/>
                <w:szCs w:val="20"/>
                <w:lang w:val="pl-PL"/>
              </w:rPr>
              <w:br/>
              <w:t>w budynku A</w:t>
            </w:r>
            <w:r w:rsidRPr="003C550B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w korytarzu 0024 </w:t>
            </w:r>
          </w:p>
          <w:p w14:paraId="2F016DB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Venture Industries </w:t>
            </w: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br/>
              <w:t>TD-500/160</w:t>
            </w:r>
          </w:p>
          <w:p w14:paraId="64DAF68C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14:paraId="3F31365F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5DFFA85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14:paraId="33EAC70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320" w:type="dxa"/>
            <w:gridSpan w:val="3"/>
          </w:tcPr>
          <w:p w14:paraId="50E36B0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budynek 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korytarz 0024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nad drzwiami do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węzła cieplnego</w:t>
            </w:r>
          </w:p>
          <w:p w14:paraId="3F8DF0E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</w:tcPr>
          <w:p w14:paraId="4360272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5ACA334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1A1EAC53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25C5AB18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2A25626C" w14:textId="77777777" w:rsidTr="00D6147E">
        <w:tc>
          <w:tcPr>
            <w:tcW w:w="568" w:type="dxa"/>
          </w:tcPr>
          <w:p w14:paraId="0B0D088F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0E0E10C5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3C550B">
              <w:rPr>
                <w:rFonts w:ascii="Calibri" w:hAnsi="Calibri"/>
                <w:sz w:val="20"/>
                <w:szCs w:val="20"/>
                <w:lang w:val="pl-PL"/>
              </w:rPr>
              <w:t>Wentylator kanałowy</w:t>
            </w:r>
            <w:r w:rsidRPr="003C550B">
              <w:rPr>
                <w:rFonts w:ascii="Calibri" w:hAnsi="Calibri"/>
                <w:sz w:val="20"/>
                <w:szCs w:val="20"/>
                <w:lang w:val="pl-PL"/>
              </w:rPr>
              <w:br/>
              <w:t>w budynku A</w:t>
            </w:r>
            <w:r w:rsidRPr="003C550B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w pom. </w:t>
            </w: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P12 </w:t>
            </w:r>
          </w:p>
          <w:p w14:paraId="4CA61F9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Venture Industries </w:t>
            </w: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br/>
              <w:t>TD-500/160</w:t>
            </w:r>
          </w:p>
          <w:p w14:paraId="1C16F5BE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14:paraId="37DE469A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5474DD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14:paraId="7B8257B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320" w:type="dxa"/>
            <w:gridSpan w:val="3"/>
          </w:tcPr>
          <w:p w14:paraId="526D1307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budynek 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pom. P12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wentylatorownia nr 4</w:t>
            </w:r>
          </w:p>
          <w:p w14:paraId="3D7FC8E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</w:tcPr>
          <w:p w14:paraId="6A4A820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476B576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7C040258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40DAEF91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75F60468" w14:textId="77777777" w:rsidTr="00D6147E">
        <w:tc>
          <w:tcPr>
            <w:tcW w:w="568" w:type="dxa"/>
          </w:tcPr>
          <w:p w14:paraId="773D8D6B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0F6726F4" w14:textId="77777777" w:rsidR="00535C12" w:rsidRPr="003C550B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3C550B">
              <w:rPr>
                <w:rFonts w:ascii="Calibri" w:hAnsi="Calibri"/>
                <w:sz w:val="20"/>
                <w:szCs w:val="20"/>
                <w:lang w:val="pl-PL"/>
              </w:rPr>
              <w:t>Wentylator kanałowy</w:t>
            </w:r>
            <w:r w:rsidRPr="003C550B">
              <w:rPr>
                <w:rFonts w:ascii="Calibri" w:hAnsi="Calibri"/>
                <w:sz w:val="20"/>
                <w:szCs w:val="20"/>
                <w:lang w:val="pl-PL"/>
              </w:rPr>
              <w:br/>
              <w:t>w budynku A</w:t>
            </w:r>
            <w:r w:rsidRPr="003C550B">
              <w:rPr>
                <w:rFonts w:ascii="Calibri" w:hAnsi="Calibri"/>
                <w:sz w:val="20"/>
                <w:szCs w:val="20"/>
                <w:lang w:val="pl-PL"/>
              </w:rPr>
              <w:br/>
              <w:t>na poddaszu</w:t>
            </w:r>
            <w:r w:rsidRPr="003C550B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za wentylatorownią nr 6 </w:t>
            </w:r>
          </w:p>
          <w:p w14:paraId="034E137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Venture Industries</w:t>
            </w:r>
          </w:p>
          <w:p w14:paraId="654D983E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  <w:p w14:paraId="6CD65E76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76F2C0D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14:paraId="59DCC83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320" w:type="dxa"/>
            <w:gridSpan w:val="3"/>
          </w:tcPr>
          <w:p w14:paraId="05F9537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budynek 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poddasze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za wentylatorownią nr 6</w:t>
            </w:r>
          </w:p>
          <w:p w14:paraId="490427F7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</w:tcPr>
          <w:p w14:paraId="3F7E14D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2F3058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2026E794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color w:val="FF0000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0F8ED7B5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545E42D1" w14:textId="77777777" w:rsidTr="00D6147E">
        <w:tc>
          <w:tcPr>
            <w:tcW w:w="568" w:type="dxa"/>
          </w:tcPr>
          <w:p w14:paraId="7A13F8D2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6B3D97FB" w14:textId="061ABF0A" w:rsidR="00535C12" w:rsidRPr="00C3183A" w:rsidRDefault="00535C12" w:rsidP="00D6147E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Suma kosztów rocznych netto konserwacji i przeglądów dla budynku A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rok2026)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34FC7697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06D4AE46" w14:textId="77777777" w:rsidTr="00D6147E">
        <w:tc>
          <w:tcPr>
            <w:tcW w:w="568" w:type="dxa"/>
          </w:tcPr>
          <w:p w14:paraId="3F361C19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19E0D290" w14:textId="2104BE57" w:rsidR="00535C12" w:rsidRPr="00C3183A" w:rsidRDefault="00535C12" w:rsidP="00D6147E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Koszt brutto (VAT: 23%) konserwacji i przeglądów dla budynku A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rok2026)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60FA8BDE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32229F68" w14:textId="77777777" w:rsidTr="00D6147E">
        <w:tc>
          <w:tcPr>
            <w:tcW w:w="9924" w:type="dxa"/>
            <w:gridSpan w:val="11"/>
          </w:tcPr>
          <w:p w14:paraId="282E791D" w14:textId="77777777" w:rsidR="00535C12" w:rsidRPr="00C3183A" w:rsidRDefault="00535C12" w:rsidP="00D6147E">
            <w:pPr>
              <w:tabs>
                <w:tab w:val="left" w:pos="345"/>
              </w:tabs>
              <w:ind w:right="72"/>
              <w:jc w:val="center"/>
              <w:rPr>
                <w:rFonts w:ascii="Calibri" w:hAnsi="Calibri" w:cs="Arial"/>
                <w:b/>
                <w:sz w:val="10"/>
                <w:szCs w:val="10"/>
                <w:lang w:val="pl-PL"/>
              </w:rPr>
            </w:pPr>
          </w:p>
          <w:p w14:paraId="19E92488" w14:textId="77777777" w:rsidR="00535C12" w:rsidRPr="00C3183A" w:rsidRDefault="00535C12" w:rsidP="00D6147E">
            <w:pPr>
              <w:tabs>
                <w:tab w:val="left" w:pos="345"/>
              </w:tabs>
              <w:ind w:right="72"/>
              <w:jc w:val="center"/>
              <w:rPr>
                <w:rFonts w:ascii="Calibri" w:hAnsi="Calibri" w:cs="Arial"/>
                <w:b/>
                <w:lang w:val="pl-PL"/>
              </w:rPr>
            </w:pPr>
            <w:r w:rsidRPr="00C3183A">
              <w:rPr>
                <w:rFonts w:ascii="Calibri" w:hAnsi="Calibri" w:cs="Arial"/>
                <w:b/>
                <w:lang w:val="pl-PL"/>
              </w:rPr>
              <w:t>Budynek B</w:t>
            </w:r>
          </w:p>
          <w:p w14:paraId="202B2477" w14:textId="77777777" w:rsidR="00535C12" w:rsidRPr="00C3183A" w:rsidRDefault="00535C12" w:rsidP="00D6147E">
            <w:pPr>
              <w:tabs>
                <w:tab w:val="left" w:pos="345"/>
              </w:tabs>
              <w:ind w:right="72"/>
              <w:jc w:val="center"/>
              <w:rPr>
                <w:rFonts w:ascii="Calibri" w:hAnsi="Calibri" w:cs="Arial"/>
                <w:lang w:val="pl-PL"/>
              </w:rPr>
            </w:pPr>
            <w:r w:rsidRPr="00C3183A">
              <w:rPr>
                <w:rFonts w:ascii="Calibri" w:hAnsi="Calibri" w:cs="Arial"/>
                <w:lang w:val="pl-PL"/>
              </w:rPr>
              <w:t>Poznań, al. Niepodległości 12</w:t>
            </w:r>
          </w:p>
        </w:tc>
      </w:tr>
      <w:tr w:rsidR="00535C12" w:rsidRPr="00C3183A" w14:paraId="723E3269" w14:textId="77777777" w:rsidTr="00D6147E">
        <w:tc>
          <w:tcPr>
            <w:tcW w:w="568" w:type="dxa"/>
          </w:tcPr>
          <w:p w14:paraId="754A18C4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36A51C0D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nawiewna </w:t>
            </w:r>
          </w:p>
          <w:p w14:paraId="7731FA82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VTS CLIMA CPV1-5323 </w:t>
            </w:r>
          </w:p>
          <w:p w14:paraId="53643A9F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wyd. 1200 m</w:t>
            </w:r>
            <w:r w:rsidRPr="00C3183A">
              <w:rPr>
                <w:rFonts w:ascii="Calibri" w:hAnsi="Calibri"/>
                <w:sz w:val="20"/>
                <w:szCs w:val="20"/>
                <w:vertAlign w:val="superscript"/>
                <w:lang w:val="en-US"/>
              </w:rPr>
              <w:t>3</w:t>
            </w: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/h</w:t>
            </w:r>
          </w:p>
        </w:tc>
        <w:tc>
          <w:tcPr>
            <w:tcW w:w="709" w:type="dxa"/>
          </w:tcPr>
          <w:p w14:paraId="4729C71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28C7BBB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EU5 592x287x300</w:t>
            </w:r>
          </w:p>
          <w:p w14:paraId="11780BD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 szt.</w:t>
            </w:r>
          </w:p>
        </w:tc>
        <w:tc>
          <w:tcPr>
            <w:tcW w:w="1320" w:type="dxa"/>
            <w:gridSpan w:val="3"/>
          </w:tcPr>
          <w:p w14:paraId="456B9DE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pom. techn. parter</w:t>
            </w:r>
          </w:p>
          <w:p w14:paraId="4C94D25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bud. B</w:t>
            </w:r>
          </w:p>
        </w:tc>
        <w:tc>
          <w:tcPr>
            <w:tcW w:w="992" w:type="dxa"/>
            <w:gridSpan w:val="2"/>
          </w:tcPr>
          <w:p w14:paraId="0455913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1B0EDB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5B9CF759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2FC9F80F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41B83E2C" w14:textId="77777777" w:rsidTr="00D6147E">
        <w:tc>
          <w:tcPr>
            <w:tcW w:w="568" w:type="dxa"/>
            <w:vAlign w:val="center"/>
          </w:tcPr>
          <w:p w14:paraId="5720D39D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2163166A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Wentylator </w:t>
            </w:r>
          </w:p>
          <w:p w14:paraId="715F94F4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wywiewny kanałowy </w:t>
            </w:r>
          </w:p>
          <w:p w14:paraId="7AE25A89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Venture Industries </w:t>
            </w:r>
          </w:p>
          <w:p w14:paraId="58B82A63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typ TD 2000/315</w:t>
            </w:r>
          </w:p>
        </w:tc>
        <w:tc>
          <w:tcPr>
            <w:tcW w:w="709" w:type="dxa"/>
          </w:tcPr>
          <w:p w14:paraId="2C3EF21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05DABCFF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3391252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Poddasze </w:t>
            </w:r>
          </w:p>
          <w:p w14:paraId="624C256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bud. B</w:t>
            </w:r>
          </w:p>
        </w:tc>
        <w:tc>
          <w:tcPr>
            <w:tcW w:w="992" w:type="dxa"/>
            <w:gridSpan w:val="2"/>
          </w:tcPr>
          <w:p w14:paraId="1E44F75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56D22457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56C905FB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78F748FE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7593848B" w14:textId="77777777" w:rsidTr="00D6147E">
        <w:tc>
          <w:tcPr>
            <w:tcW w:w="568" w:type="dxa"/>
            <w:vAlign w:val="center"/>
          </w:tcPr>
          <w:p w14:paraId="5435E83D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331B463A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 wywiewny kanałowy</w:t>
            </w:r>
          </w:p>
          <w:p w14:paraId="3861DF49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Venture Industries </w:t>
            </w:r>
          </w:p>
          <w:p w14:paraId="1DBFC08C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TD350/125-T</w:t>
            </w:r>
          </w:p>
        </w:tc>
        <w:tc>
          <w:tcPr>
            <w:tcW w:w="709" w:type="dxa"/>
          </w:tcPr>
          <w:p w14:paraId="604A8A35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26A4FACF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22368BB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parter</w:t>
            </w:r>
          </w:p>
          <w:p w14:paraId="219B1EB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lab 1-4</w:t>
            </w:r>
          </w:p>
          <w:p w14:paraId="56F5F22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bud. B</w:t>
            </w:r>
          </w:p>
          <w:p w14:paraId="34587BD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</w:tcPr>
          <w:p w14:paraId="4192E81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3BDF0BD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76D6A54D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23906586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335706A2" w14:textId="77777777" w:rsidTr="00D6147E">
        <w:tc>
          <w:tcPr>
            <w:tcW w:w="568" w:type="dxa"/>
            <w:vAlign w:val="center"/>
          </w:tcPr>
          <w:p w14:paraId="3750B18C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2DB814D0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Klapy wentylacyjne z siłownikami on/off</w:t>
            </w:r>
          </w:p>
          <w:p w14:paraId="0A0337F2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 komorze czystej</w:t>
            </w:r>
          </w:p>
        </w:tc>
        <w:tc>
          <w:tcPr>
            <w:tcW w:w="709" w:type="dxa"/>
          </w:tcPr>
          <w:p w14:paraId="3886043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</w:t>
            </w:r>
          </w:p>
        </w:tc>
        <w:tc>
          <w:tcPr>
            <w:tcW w:w="1701" w:type="dxa"/>
          </w:tcPr>
          <w:p w14:paraId="085CD939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6D06235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parter</w:t>
            </w:r>
          </w:p>
          <w:p w14:paraId="1F87A7D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lab. 4</w:t>
            </w:r>
          </w:p>
          <w:p w14:paraId="323DA84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bud. B</w:t>
            </w:r>
          </w:p>
        </w:tc>
        <w:tc>
          <w:tcPr>
            <w:tcW w:w="992" w:type="dxa"/>
            <w:gridSpan w:val="2"/>
          </w:tcPr>
          <w:p w14:paraId="026EBF1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DA46C8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57E54FB7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132FFF04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2F62B0FF" w14:textId="77777777" w:rsidTr="00D6147E">
        <w:tc>
          <w:tcPr>
            <w:tcW w:w="568" w:type="dxa"/>
            <w:vAlign w:val="center"/>
          </w:tcPr>
          <w:p w14:paraId="2CA647F3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0222F99E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Filtry HEPA</w:t>
            </w:r>
          </w:p>
          <w:p w14:paraId="12CEC8B1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 komorze czystej</w:t>
            </w:r>
          </w:p>
        </w:tc>
        <w:tc>
          <w:tcPr>
            <w:tcW w:w="709" w:type="dxa"/>
          </w:tcPr>
          <w:p w14:paraId="21F5DAD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</w:t>
            </w:r>
          </w:p>
          <w:p w14:paraId="6FD823F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</w:tcPr>
          <w:p w14:paraId="51E9BD96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HEPA H14 305x305x78 – 2 szt.</w:t>
            </w:r>
          </w:p>
          <w:p w14:paraId="0F1AF624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uszczelka wewnętrzna</w:t>
            </w:r>
          </w:p>
          <w:p w14:paraId="186183F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żelowa</w:t>
            </w:r>
          </w:p>
          <w:p w14:paraId="7010801B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ASTROCEL II A96C9B2R4</w:t>
            </w:r>
          </w:p>
          <w:p w14:paraId="440F82CB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P/N 1214704203</w:t>
            </w:r>
          </w:p>
        </w:tc>
        <w:tc>
          <w:tcPr>
            <w:tcW w:w="1320" w:type="dxa"/>
            <w:gridSpan w:val="3"/>
          </w:tcPr>
          <w:p w14:paraId="221990A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parter</w:t>
            </w:r>
          </w:p>
          <w:p w14:paraId="49CFD1A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lab. 4</w:t>
            </w:r>
          </w:p>
          <w:p w14:paraId="44ABC6B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bud. B</w:t>
            </w:r>
          </w:p>
        </w:tc>
        <w:tc>
          <w:tcPr>
            <w:tcW w:w="992" w:type="dxa"/>
            <w:gridSpan w:val="2"/>
          </w:tcPr>
          <w:p w14:paraId="0CF357C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E7AA24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71B0D18A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27638143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01BCA853" w14:textId="77777777" w:rsidTr="00D6147E">
        <w:tc>
          <w:tcPr>
            <w:tcW w:w="568" w:type="dxa"/>
            <w:vAlign w:val="center"/>
          </w:tcPr>
          <w:p w14:paraId="782CEF50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6EE5D79B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028D45C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kanałowy </w:t>
            </w:r>
          </w:p>
          <w:p w14:paraId="00BAAF80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HARMANN </w:t>
            </w:r>
          </w:p>
          <w:p w14:paraId="14EB6A91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MBC 250/2600S</w:t>
            </w:r>
          </w:p>
        </w:tc>
        <w:tc>
          <w:tcPr>
            <w:tcW w:w="709" w:type="dxa"/>
          </w:tcPr>
          <w:p w14:paraId="2663F57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63CCB72B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3F9BCFF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Poddasze </w:t>
            </w:r>
          </w:p>
          <w:p w14:paraId="57867E1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bud. B</w:t>
            </w:r>
          </w:p>
          <w:p w14:paraId="5DA105A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</w:tcPr>
          <w:p w14:paraId="056215A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1EE5A6E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6B40895D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25E29D63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2BE3711C" w14:textId="77777777" w:rsidTr="00D6147E">
        <w:tc>
          <w:tcPr>
            <w:tcW w:w="568" w:type="dxa"/>
            <w:vAlign w:val="center"/>
          </w:tcPr>
          <w:p w14:paraId="3D9224F6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2AA0BCAD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7372F204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kanałowy </w:t>
            </w:r>
          </w:p>
          <w:p w14:paraId="1BBB73FF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Venture Industries </w:t>
            </w:r>
          </w:p>
          <w:p w14:paraId="015DD0E3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typ KUKF </w:t>
            </w:r>
          </w:p>
        </w:tc>
        <w:tc>
          <w:tcPr>
            <w:tcW w:w="709" w:type="dxa"/>
          </w:tcPr>
          <w:p w14:paraId="0723406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6E69674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5CAC3AA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na zewnątrz</w:t>
            </w:r>
          </w:p>
          <w:p w14:paraId="5652830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przy bud. B</w:t>
            </w:r>
          </w:p>
          <w:p w14:paraId="3678F75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(wyw. z dygestorium)</w:t>
            </w:r>
          </w:p>
        </w:tc>
        <w:tc>
          <w:tcPr>
            <w:tcW w:w="992" w:type="dxa"/>
            <w:gridSpan w:val="2"/>
          </w:tcPr>
          <w:p w14:paraId="59B571A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0D55A6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33FAC3C4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36350A93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4B14E3FA" w14:textId="77777777" w:rsidTr="00D6147E">
        <w:tc>
          <w:tcPr>
            <w:tcW w:w="568" w:type="dxa"/>
            <w:vAlign w:val="center"/>
          </w:tcPr>
          <w:p w14:paraId="4F77127E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260D4504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661D6ABD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nawiewny promieniowy </w:t>
            </w:r>
          </w:p>
          <w:p w14:paraId="1194CF05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Venture Industries </w:t>
            </w:r>
          </w:p>
          <w:p w14:paraId="14D6BE0C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typ CMB 270/200, </w:t>
            </w:r>
          </w:p>
        </w:tc>
        <w:tc>
          <w:tcPr>
            <w:tcW w:w="709" w:type="dxa"/>
          </w:tcPr>
          <w:p w14:paraId="0D4593E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41489C1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590x590x360</w:t>
            </w:r>
          </w:p>
        </w:tc>
        <w:tc>
          <w:tcPr>
            <w:tcW w:w="1320" w:type="dxa"/>
            <w:gridSpan w:val="3"/>
          </w:tcPr>
          <w:p w14:paraId="1999635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na zewnątrz</w:t>
            </w:r>
          </w:p>
          <w:p w14:paraId="2C84EEE7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przy bud. B</w:t>
            </w:r>
          </w:p>
          <w:p w14:paraId="02CDD5C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(nawiew do pom. laboratoryjnych)</w:t>
            </w:r>
          </w:p>
        </w:tc>
        <w:tc>
          <w:tcPr>
            <w:tcW w:w="992" w:type="dxa"/>
            <w:gridSpan w:val="2"/>
          </w:tcPr>
          <w:p w14:paraId="2D8F268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7C6172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35744682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48C1BA4C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532086AF" w14:textId="77777777" w:rsidTr="00D6147E">
        <w:tc>
          <w:tcPr>
            <w:tcW w:w="568" w:type="dxa"/>
            <w:vAlign w:val="center"/>
          </w:tcPr>
          <w:p w14:paraId="7B7ADD03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337DAB36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771DF87A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kanałowy wywiewny </w:t>
            </w:r>
          </w:p>
          <w:p w14:paraId="53D2538F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typ KVO 315L </w:t>
            </w:r>
          </w:p>
          <w:p w14:paraId="46DC7CE0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wyd. 2190 m</w:t>
            </w:r>
            <w:r w:rsidRPr="00C3183A">
              <w:rPr>
                <w:rFonts w:ascii="Calibri" w:hAnsi="Calibri"/>
                <w:sz w:val="20"/>
                <w:szCs w:val="20"/>
                <w:vertAlign w:val="superscript"/>
                <w:lang w:val="pl-PL"/>
              </w:rPr>
              <w:t>3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/h</w:t>
            </w:r>
          </w:p>
        </w:tc>
        <w:tc>
          <w:tcPr>
            <w:tcW w:w="709" w:type="dxa"/>
          </w:tcPr>
          <w:p w14:paraId="13AF74B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4D1E6EEB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23921BA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pom. techn.</w:t>
            </w:r>
          </w:p>
          <w:p w14:paraId="373C30F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suterena bud. B</w:t>
            </w:r>
          </w:p>
        </w:tc>
        <w:tc>
          <w:tcPr>
            <w:tcW w:w="992" w:type="dxa"/>
            <w:gridSpan w:val="2"/>
          </w:tcPr>
          <w:p w14:paraId="1B30006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1B8D170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0EB89786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5A99A374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0A5B398F" w14:textId="77777777" w:rsidTr="00D6147E">
        <w:tc>
          <w:tcPr>
            <w:tcW w:w="568" w:type="dxa"/>
            <w:vAlign w:val="center"/>
          </w:tcPr>
          <w:p w14:paraId="21DBD6D8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09CDEC32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Wentylatory </w:t>
            </w:r>
          </w:p>
          <w:p w14:paraId="3BEAF7D5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promieniowe laboratoryjne</w:t>
            </w:r>
          </w:p>
          <w:p w14:paraId="40326CA9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F.E.W.B. Metalplast </w:t>
            </w:r>
          </w:p>
          <w:p w14:paraId="697F77C4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typ WB 25   </w:t>
            </w:r>
          </w:p>
        </w:tc>
        <w:tc>
          <w:tcPr>
            <w:tcW w:w="709" w:type="dxa"/>
          </w:tcPr>
          <w:p w14:paraId="5A229B6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</w:t>
            </w:r>
          </w:p>
        </w:tc>
        <w:tc>
          <w:tcPr>
            <w:tcW w:w="1701" w:type="dxa"/>
          </w:tcPr>
          <w:p w14:paraId="7CAFB7C5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7C29F11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pom. techn.</w:t>
            </w:r>
          </w:p>
          <w:p w14:paraId="7013926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kl. B1</w:t>
            </w:r>
          </w:p>
          <w:p w14:paraId="39E4E53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IIIp.</w:t>
            </w:r>
          </w:p>
          <w:p w14:paraId="1D3A60C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(wyw. z dygestorium)</w:t>
            </w:r>
          </w:p>
        </w:tc>
        <w:tc>
          <w:tcPr>
            <w:tcW w:w="992" w:type="dxa"/>
            <w:gridSpan w:val="2"/>
          </w:tcPr>
          <w:p w14:paraId="63A0489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170D20C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6DAEF896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6C837638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22EFDE4F" w14:textId="77777777" w:rsidTr="00D6147E">
        <w:tc>
          <w:tcPr>
            <w:tcW w:w="568" w:type="dxa"/>
            <w:vAlign w:val="center"/>
          </w:tcPr>
          <w:p w14:paraId="68BBD620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091265CA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nawiewna </w:t>
            </w:r>
          </w:p>
          <w:p w14:paraId="21D7B9E5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VTS Clima </w:t>
            </w:r>
          </w:p>
          <w:p w14:paraId="6C0352EA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VCP 1</w:t>
            </w:r>
          </w:p>
        </w:tc>
        <w:tc>
          <w:tcPr>
            <w:tcW w:w="709" w:type="dxa"/>
          </w:tcPr>
          <w:p w14:paraId="5690DB3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0E36785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592x287x300</w:t>
            </w:r>
          </w:p>
        </w:tc>
        <w:tc>
          <w:tcPr>
            <w:tcW w:w="1320" w:type="dxa"/>
            <w:gridSpan w:val="3"/>
          </w:tcPr>
          <w:p w14:paraId="5AB4682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Kotłownia</w:t>
            </w:r>
          </w:p>
          <w:p w14:paraId="560C1D8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Bud. B</w:t>
            </w:r>
          </w:p>
        </w:tc>
        <w:tc>
          <w:tcPr>
            <w:tcW w:w="992" w:type="dxa"/>
            <w:gridSpan w:val="2"/>
          </w:tcPr>
          <w:p w14:paraId="29D64FF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1DC7655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0588936E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638C92FD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4C94126F" w14:textId="77777777" w:rsidTr="00D6147E">
        <w:tc>
          <w:tcPr>
            <w:tcW w:w="568" w:type="dxa"/>
            <w:vAlign w:val="center"/>
          </w:tcPr>
          <w:p w14:paraId="673053D7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440D4276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4BBB7D29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kanałowy </w:t>
            </w:r>
          </w:p>
          <w:p w14:paraId="72BD74FE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KVK-250</w:t>
            </w:r>
          </w:p>
        </w:tc>
        <w:tc>
          <w:tcPr>
            <w:tcW w:w="709" w:type="dxa"/>
          </w:tcPr>
          <w:p w14:paraId="693E321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12140235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24A5760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Kotłownia</w:t>
            </w:r>
          </w:p>
          <w:p w14:paraId="7AADF56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Bud. B</w:t>
            </w:r>
          </w:p>
        </w:tc>
        <w:tc>
          <w:tcPr>
            <w:tcW w:w="992" w:type="dxa"/>
            <w:gridSpan w:val="2"/>
          </w:tcPr>
          <w:p w14:paraId="7EABA0B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19409C5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5EB98632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0E5E23E7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23D1267A" w14:textId="77777777" w:rsidTr="00D6147E">
        <w:tc>
          <w:tcPr>
            <w:tcW w:w="568" w:type="dxa"/>
            <w:vAlign w:val="center"/>
          </w:tcPr>
          <w:p w14:paraId="67940B08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35782286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5CD148BE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kanałowy </w:t>
            </w:r>
          </w:p>
          <w:p w14:paraId="63E08799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Venture Industries </w:t>
            </w:r>
          </w:p>
          <w:p w14:paraId="37BEEBF9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typ TD-1000/250 </w:t>
            </w:r>
          </w:p>
        </w:tc>
        <w:tc>
          <w:tcPr>
            <w:tcW w:w="709" w:type="dxa"/>
          </w:tcPr>
          <w:p w14:paraId="326F7EC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7A608C62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64F68CD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Kotłownia</w:t>
            </w:r>
          </w:p>
          <w:p w14:paraId="61866DC5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Bud. B</w:t>
            </w:r>
          </w:p>
          <w:p w14:paraId="7D2E11F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(wywiew z pom. biurowych)</w:t>
            </w:r>
          </w:p>
        </w:tc>
        <w:tc>
          <w:tcPr>
            <w:tcW w:w="992" w:type="dxa"/>
            <w:gridSpan w:val="2"/>
          </w:tcPr>
          <w:p w14:paraId="6B73B35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50B46B5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34860AB9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15561E32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617685B7" w14:textId="77777777" w:rsidTr="00D6147E">
        <w:tc>
          <w:tcPr>
            <w:tcW w:w="568" w:type="dxa"/>
            <w:vAlign w:val="center"/>
          </w:tcPr>
          <w:p w14:paraId="29BDE6A5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754616FD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1CECD9F4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kanałowy </w:t>
            </w:r>
          </w:p>
          <w:p w14:paraId="45722ACD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Venture Industries</w:t>
            </w:r>
          </w:p>
          <w:p w14:paraId="47E0C70D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typ TD-500/160 </w:t>
            </w:r>
          </w:p>
        </w:tc>
        <w:tc>
          <w:tcPr>
            <w:tcW w:w="709" w:type="dxa"/>
          </w:tcPr>
          <w:p w14:paraId="154109A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7B1B1909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599C6D4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Kotłownia</w:t>
            </w:r>
          </w:p>
          <w:p w14:paraId="6118EBC5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Bud. B</w:t>
            </w:r>
          </w:p>
          <w:p w14:paraId="1419E08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(wywiew z sanitariatów)</w:t>
            </w:r>
          </w:p>
        </w:tc>
        <w:tc>
          <w:tcPr>
            <w:tcW w:w="992" w:type="dxa"/>
            <w:gridSpan w:val="2"/>
          </w:tcPr>
          <w:p w14:paraId="3FC6529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365C08C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03C9BFE5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6DD3627F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053FF25D" w14:textId="77777777" w:rsidTr="00D6147E">
        <w:tc>
          <w:tcPr>
            <w:tcW w:w="568" w:type="dxa"/>
            <w:vAlign w:val="center"/>
          </w:tcPr>
          <w:p w14:paraId="1AF4A6C2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36AE1BD2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506E1BBC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wyw. promieniowy </w:t>
            </w:r>
          </w:p>
          <w:p w14:paraId="2B2AC9F9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F.E.W.B. Metalplast </w:t>
            </w:r>
          </w:p>
          <w:p w14:paraId="239324A9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typ WA 18 </w:t>
            </w:r>
          </w:p>
        </w:tc>
        <w:tc>
          <w:tcPr>
            <w:tcW w:w="709" w:type="dxa"/>
          </w:tcPr>
          <w:p w14:paraId="5EF21AA5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08F50F13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3C500B4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Poddasze </w:t>
            </w:r>
          </w:p>
          <w:p w14:paraId="65CE095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bud. B kl. B 3  </w:t>
            </w:r>
          </w:p>
          <w:p w14:paraId="2C4971A7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(wywiew z sanitariatów II p.) </w:t>
            </w:r>
          </w:p>
          <w:p w14:paraId="1899D0B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</w:tcPr>
          <w:p w14:paraId="5FE9978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1F682BE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7A6A2146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548B7623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7D4B3B9A" w14:textId="77777777" w:rsidTr="00D6147E">
        <w:tc>
          <w:tcPr>
            <w:tcW w:w="568" w:type="dxa"/>
            <w:vAlign w:val="center"/>
          </w:tcPr>
          <w:p w14:paraId="01417E81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489ECE7D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0F647106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wyw. kanałowy </w:t>
            </w:r>
          </w:p>
          <w:p w14:paraId="1B50A96E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Venture Industries </w:t>
            </w:r>
          </w:p>
          <w:p w14:paraId="0080A7EC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typ TD-800/200 </w:t>
            </w:r>
          </w:p>
        </w:tc>
        <w:tc>
          <w:tcPr>
            <w:tcW w:w="709" w:type="dxa"/>
          </w:tcPr>
          <w:p w14:paraId="62B6BCB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17735463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3E7921F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Poddasze </w:t>
            </w:r>
          </w:p>
          <w:p w14:paraId="4819164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bud. B</w:t>
            </w:r>
          </w:p>
          <w:p w14:paraId="0578DDA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wywiew z digest. pok.05)</w:t>
            </w:r>
          </w:p>
        </w:tc>
        <w:tc>
          <w:tcPr>
            <w:tcW w:w="992" w:type="dxa"/>
            <w:gridSpan w:val="2"/>
          </w:tcPr>
          <w:p w14:paraId="08DB9E5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C57420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6A8DFEFB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647BD29A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328B427B" w14:textId="77777777" w:rsidTr="00D6147E">
        <w:tc>
          <w:tcPr>
            <w:tcW w:w="568" w:type="dxa"/>
            <w:vAlign w:val="center"/>
          </w:tcPr>
          <w:p w14:paraId="4A3A8518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4210D730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</w:t>
            </w:r>
          </w:p>
          <w:p w14:paraId="1B1C34BE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naw - wywiewna</w:t>
            </w:r>
          </w:p>
          <w:p w14:paraId="24200A82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VTS typ VS-75-R-RH </w:t>
            </w:r>
          </w:p>
          <w:p w14:paraId="7C3FDA84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wyd. 8000 m</w:t>
            </w:r>
            <w:r w:rsidRPr="00C3183A">
              <w:rPr>
                <w:rFonts w:ascii="Calibri" w:hAnsi="Calibri"/>
                <w:sz w:val="20"/>
                <w:szCs w:val="20"/>
                <w:vertAlign w:val="superscript"/>
                <w:lang w:val="pl-PL"/>
              </w:rPr>
              <w:t>3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/h</w:t>
            </w:r>
          </w:p>
        </w:tc>
        <w:tc>
          <w:tcPr>
            <w:tcW w:w="709" w:type="dxa"/>
          </w:tcPr>
          <w:p w14:paraId="38AEEA1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29587DF5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EU4</w:t>
            </w:r>
          </w:p>
          <w:p w14:paraId="42E4D98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428X428X300 – 6 szt.</w:t>
            </w:r>
          </w:p>
          <w:p w14:paraId="607ABCE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428x287x300 – 6 szt.</w:t>
            </w:r>
          </w:p>
        </w:tc>
        <w:tc>
          <w:tcPr>
            <w:tcW w:w="1320" w:type="dxa"/>
            <w:gridSpan w:val="3"/>
          </w:tcPr>
          <w:p w14:paraId="5FACE897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Poddasze </w:t>
            </w:r>
          </w:p>
          <w:p w14:paraId="0763D56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bud. B</w:t>
            </w:r>
          </w:p>
        </w:tc>
        <w:tc>
          <w:tcPr>
            <w:tcW w:w="992" w:type="dxa"/>
            <w:gridSpan w:val="2"/>
          </w:tcPr>
          <w:p w14:paraId="1BFF980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37773D4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74776BC4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246E3245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5412E6F5" w14:textId="77777777" w:rsidTr="00D6147E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2382321E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4C95CAC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</w:t>
            </w:r>
          </w:p>
          <w:p w14:paraId="4BF52007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naw - wywiewna </w:t>
            </w:r>
          </w:p>
          <w:p w14:paraId="15DA9BD0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Swegon Gold 4 </w:t>
            </w:r>
          </w:p>
          <w:p w14:paraId="7E984A4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wyd. 3200 m</w:t>
            </w:r>
            <w:r w:rsidRPr="00C3183A">
              <w:rPr>
                <w:rFonts w:ascii="Calibri" w:hAnsi="Calibri"/>
                <w:sz w:val="20"/>
                <w:szCs w:val="20"/>
                <w:vertAlign w:val="superscript"/>
                <w:lang w:val="pl-PL"/>
              </w:rPr>
              <w:t>3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/h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366B68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6760596" w14:textId="77777777" w:rsidR="00535C12" w:rsidRPr="00C3183A" w:rsidRDefault="00535C12" w:rsidP="00D6147E">
            <w:pPr>
              <w:tabs>
                <w:tab w:val="left" w:pos="1102"/>
              </w:tabs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F5</w:t>
            </w:r>
          </w:p>
          <w:p w14:paraId="78C0EE1B" w14:textId="77777777" w:rsidR="00535C12" w:rsidRPr="00C3183A" w:rsidRDefault="00535C12" w:rsidP="00D6147E">
            <w:pPr>
              <w:tabs>
                <w:tab w:val="left" w:pos="1102"/>
              </w:tabs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592x592x300 – 4 szt.</w:t>
            </w:r>
          </w:p>
        </w:tc>
        <w:tc>
          <w:tcPr>
            <w:tcW w:w="1320" w:type="dxa"/>
            <w:gridSpan w:val="3"/>
          </w:tcPr>
          <w:p w14:paraId="1C7B7ED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Poddasze </w:t>
            </w:r>
          </w:p>
          <w:p w14:paraId="48BEC445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bud. B</w:t>
            </w:r>
          </w:p>
        </w:tc>
        <w:tc>
          <w:tcPr>
            <w:tcW w:w="992" w:type="dxa"/>
            <w:gridSpan w:val="2"/>
          </w:tcPr>
          <w:p w14:paraId="597C58B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12635F0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0941A2DB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36116315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42BC7BA6" w14:textId="77777777" w:rsidTr="00D6147E">
        <w:tc>
          <w:tcPr>
            <w:tcW w:w="568" w:type="dxa"/>
            <w:shd w:val="clear" w:color="auto" w:fill="auto"/>
            <w:vAlign w:val="center"/>
          </w:tcPr>
          <w:p w14:paraId="74332608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694709B9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654CF21F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nawiewny kanałowy </w:t>
            </w:r>
          </w:p>
          <w:p w14:paraId="53F16906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Harmann </w:t>
            </w:r>
          </w:p>
          <w:p w14:paraId="6F56FC3E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ML-160/500</w:t>
            </w:r>
          </w:p>
          <w:p w14:paraId="7717DA65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wraz z czerpnią, wyrzutnią </w:t>
            </w:r>
          </w:p>
        </w:tc>
        <w:tc>
          <w:tcPr>
            <w:tcW w:w="709" w:type="dxa"/>
            <w:shd w:val="clear" w:color="auto" w:fill="auto"/>
          </w:tcPr>
          <w:p w14:paraId="692248E7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6353BBA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EU 5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FBB-160</w:t>
            </w:r>
          </w:p>
        </w:tc>
        <w:tc>
          <w:tcPr>
            <w:tcW w:w="1320" w:type="dxa"/>
            <w:gridSpan w:val="3"/>
            <w:shd w:val="clear" w:color="auto" w:fill="auto"/>
          </w:tcPr>
          <w:p w14:paraId="1E51F70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Przyziemie, serwerownia 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97F1585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B6975D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07D9BF5A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478E8CCD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06495FCC" w14:textId="77777777" w:rsidTr="00D6147E">
        <w:tc>
          <w:tcPr>
            <w:tcW w:w="568" w:type="dxa"/>
            <w:shd w:val="clear" w:color="auto" w:fill="auto"/>
            <w:vAlign w:val="center"/>
          </w:tcPr>
          <w:p w14:paraId="53E06DB7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63DDDA39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Nawilżacz AIRTEC</w:t>
            </w:r>
          </w:p>
          <w:p w14:paraId="5109A741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PCMH45</w:t>
            </w:r>
          </w:p>
        </w:tc>
        <w:tc>
          <w:tcPr>
            <w:tcW w:w="709" w:type="dxa"/>
            <w:shd w:val="clear" w:color="auto" w:fill="auto"/>
          </w:tcPr>
          <w:p w14:paraId="7A624DB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284B5A6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Poduszki piankowe</w:t>
            </w:r>
          </w:p>
        </w:tc>
        <w:tc>
          <w:tcPr>
            <w:tcW w:w="1320" w:type="dxa"/>
            <w:gridSpan w:val="3"/>
            <w:shd w:val="clear" w:color="auto" w:fill="auto"/>
          </w:tcPr>
          <w:p w14:paraId="6DD8698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Przyziemie, serwerownia 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256264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5E076CE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5DE99E1A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66633086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2561B1F8" w14:textId="77777777" w:rsidTr="00D6147E">
        <w:tc>
          <w:tcPr>
            <w:tcW w:w="568" w:type="dxa"/>
            <w:shd w:val="clear" w:color="auto" w:fill="auto"/>
            <w:vAlign w:val="center"/>
          </w:tcPr>
          <w:p w14:paraId="47ECC3CA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611FFC70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Detektor wycieków AFRISO OM5</w:t>
            </w:r>
          </w:p>
          <w:p w14:paraId="23244FA6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HONEYWELL ABE 20</w:t>
            </w:r>
          </w:p>
        </w:tc>
        <w:tc>
          <w:tcPr>
            <w:tcW w:w="709" w:type="dxa"/>
            <w:shd w:val="clear" w:color="auto" w:fill="auto"/>
          </w:tcPr>
          <w:p w14:paraId="4310498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62E2938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  <w:shd w:val="clear" w:color="auto" w:fill="auto"/>
          </w:tcPr>
          <w:p w14:paraId="294315D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Przyziemie, serwerownia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DAA750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5F57B0A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422007B3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61D4377D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7D8B61FE" w14:textId="77777777" w:rsidTr="00D6147E">
        <w:tc>
          <w:tcPr>
            <w:tcW w:w="568" w:type="dxa"/>
            <w:shd w:val="clear" w:color="auto" w:fill="auto"/>
            <w:vAlign w:val="center"/>
          </w:tcPr>
          <w:p w14:paraId="2FF53EBA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6E7431EB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wywiewny kanałowy </w:t>
            </w:r>
          </w:p>
          <w:p w14:paraId="7AAC0817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POL-STOWEST,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CK 200A</w:t>
            </w:r>
          </w:p>
          <w:p w14:paraId="34BF6726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  <w:p w14:paraId="2DE4DBF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  <w:shd w:val="clear" w:color="auto" w:fill="auto"/>
          </w:tcPr>
          <w:p w14:paraId="3FD797A7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4CE1C45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  <w:shd w:val="clear" w:color="auto" w:fill="auto"/>
          </w:tcPr>
          <w:p w14:paraId="0C366CA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poddasze B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drzwi 312</w:t>
            </w:r>
          </w:p>
          <w:p w14:paraId="1EF28F0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5A666D1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672F76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2388DB51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54528A2A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64DC2BED" w14:textId="77777777" w:rsidTr="00D6147E">
        <w:tc>
          <w:tcPr>
            <w:tcW w:w="568" w:type="dxa"/>
            <w:shd w:val="clear" w:color="auto" w:fill="auto"/>
            <w:vAlign w:val="center"/>
          </w:tcPr>
          <w:p w14:paraId="673B4D53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69125353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 wywiewny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lab 3-4 </w:t>
            </w:r>
          </w:p>
          <w:p w14:paraId="7F137FC0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HARMANN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MBC 250/2600S</w:t>
            </w:r>
          </w:p>
          <w:p w14:paraId="2A18D87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  <w:p w14:paraId="163546D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  <w:shd w:val="clear" w:color="auto" w:fill="auto"/>
          </w:tcPr>
          <w:p w14:paraId="14EB786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2875E5A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  <w:shd w:val="clear" w:color="auto" w:fill="auto"/>
          </w:tcPr>
          <w:p w14:paraId="4DF7E4E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budynek B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poddasze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drzwi 312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(przy klatce schodowej)</w:t>
            </w:r>
          </w:p>
          <w:p w14:paraId="3A1626D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7EDD28F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057ABA7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5051575A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5B9100E5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01F0A088" w14:textId="77777777" w:rsidTr="00D6147E">
        <w:tc>
          <w:tcPr>
            <w:tcW w:w="568" w:type="dxa"/>
            <w:vAlign w:val="center"/>
          </w:tcPr>
          <w:p w14:paraId="6D8E2206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  <w:vAlign w:val="center"/>
          </w:tcPr>
          <w:p w14:paraId="00BC34D9" w14:textId="5505AB09" w:rsidR="00535C12" w:rsidRPr="00C3183A" w:rsidRDefault="00535C12" w:rsidP="00D6147E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Suma kosztów rocznych netto konserwacji i przeglądów dla budynku B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rok2026)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  <w:vAlign w:val="center"/>
          </w:tcPr>
          <w:p w14:paraId="4F441544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7767A851" w14:textId="77777777" w:rsidTr="00D6147E">
        <w:tc>
          <w:tcPr>
            <w:tcW w:w="568" w:type="dxa"/>
          </w:tcPr>
          <w:p w14:paraId="074B43A6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6D6EDA4C" w14:textId="11F09D2A" w:rsidR="00535C12" w:rsidRPr="00C3183A" w:rsidRDefault="00535C12" w:rsidP="00D6147E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Koszt brutto (VAT: 23%) konserwacji i przeglądów dla budynku B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rok2026)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50B97FC6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69A28E3B" w14:textId="77777777" w:rsidTr="00D6147E">
        <w:tc>
          <w:tcPr>
            <w:tcW w:w="9924" w:type="dxa"/>
            <w:gridSpan w:val="11"/>
          </w:tcPr>
          <w:p w14:paraId="5EB12003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sz w:val="10"/>
                <w:szCs w:val="10"/>
                <w:lang w:val="pl-PL"/>
              </w:rPr>
            </w:pPr>
          </w:p>
          <w:p w14:paraId="4C260535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lang w:val="pl-PL"/>
              </w:rPr>
            </w:pPr>
            <w:r w:rsidRPr="00C3183A">
              <w:rPr>
                <w:rFonts w:ascii="Calibri" w:hAnsi="Calibri" w:cs="Arial"/>
                <w:b/>
                <w:lang w:val="pl-PL"/>
              </w:rPr>
              <w:t>Budynek C</w:t>
            </w:r>
            <w:r w:rsidRPr="00C3183A">
              <w:rPr>
                <w:rFonts w:ascii="Calibri" w:hAnsi="Calibri" w:cs="Arial"/>
                <w:u w:val="single"/>
                <w:lang w:val="pl-PL"/>
              </w:rPr>
              <w:t xml:space="preserve"> </w:t>
            </w:r>
            <w:r w:rsidRPr="00C3183A">
              <w:rPr>
                <w:rFonts w:ascii="Calibri" w:hAnsi="Calibri" w:cs="Arial"/>
                <w:u w:val="single"/>
                <w:lang w:val="pl-PL"/>
              </w:rPr>
              <w:br/>
            </w:r>
            <w:r w:rsidRPr="00C3183A">
              <w:rPr>
                <w:rFonts w:ascii="Calibri" w:hAnsi="Calibri" w:cs="Arial"/>
                <w:lang w:val="pl-PL"/>
              </w:rPr>
              <w:t>Poznań, ul. Towarowa 53</w:t>
            </w:r>
          </w:p>
        </w:tc>
      </w:tr>
      <w:tr w:rsidR="00535C12" w:rsidRPr="00C3183A" w14:paraId="2007967B" w14:textId="77777777" w:rsidTr="00D6147E">
        <w:tc>
          <w:tcPr>
            <w:tcW w:w="568" w:type="dxa"/>
          </w:tcPr>
          <w:p w14:paraId="1C374E52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10C44DF3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Wentylator </w:t>
            </w:r>
          </w:p>
          <w:p w14:paraId="55EF128E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nawiewny </w:t>
            </w:r>
          </w:p>
          <w:p w14:paraId="4FA7C307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Venture Industries </w:t>
            </w:r>
          </w:p>
          <w:p w14:paraId="71F1BD87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typ TD-350/125</w:t>
            </w:r>
          </w:p>
        </w:tc>
        <w:tc>
          <w:tcPr>
            <w:tcW w:w="709" w:type="dxa"/>
          </w:tcPr>
          <w:p w14:paraId="6200EA0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581E6C9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flizelina</w:t>
            </w:r>
          </w:p>
        </w:tc>
        <w:tc>
          <w:tcPr>
            <w:tcW w:w="1320" w:type="dxa"/>
            <w:gridSpan w:val="3"/>
          </w:tcPr>
          <w:p w14:paraId="22391EE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Przych. Lekarska</w:t>
            </w:r>
          </w:p>
          <w:p w14:paraId="0464087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pom. socjalne</w:t>
            </w:r>
          </w:p>
        </w:tc>
        <w:tc>
          <w:tcPr>
            <w:tcW w:w="992" w:type="dxa"/>
            <w:gridSpan w:val="2"/>
          </w:tcPr>
          <w:p w14:paraId="0CA4C68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861A72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45554E4B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74A95AA6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12760081" w14:textId="77777777" w:rsidTr="00D6147E">
        <w:tc>
          <w:tcPr>
            <w:tcW w:w="568" w:type="dxa"/>
          </w:tcPr>
          <w:p w14:paraId="5E24B00B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40827B26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Wentylator </w:t>
            </w:r>
          </w:p>
          <w:p w14:paraId="68BB42E2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wywiewny </w:t>
            </w:r>
          </w:p>
          <w:p w14:paraId="7301CF62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Venture Industries </w:t>
            </w:r>
          </w:p>
          <w:p w14:paraId="277DE966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typ TD-350/125</w:t>
            </w:r>
          </w:p>
          <w:p w14:paraId="246FBF34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14:paraId="6E06FCD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14:paraId="1D1F955C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1320" w:type="dxa"/>
            <w:gridSpan w:val="3"/>
          </w:tcPr>
          <w:p w14:paraId="5FB1B3A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Przych. Lekarska</w:t>
            </w:r>
          </w:p>
          <w:p w14:paraId="3F44ECB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Poczekalnia nad sufitem podw.</w:t>
            </w:r>
          </w:p>
        </w:tc>
        <w:tc>
          <w:tcPr>
            <w:tcW w:w="992" w:type="dxa"/>
            <w:gridSpan w:val="2"/>
          </w:tcPr>
          <w:p w14:paraId="523A48C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105DBE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78D1BA7A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20EBD5CE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7B44C9BB" w14:textId="77777777" w:rsidTr="00D6147E">
        <w:tc>
          <w:tcPr>
            <w:tcW w:w="568" w:type="dxa"/>
          </w:tcPr>
          <w:p w14:paraId="53FDFEF9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522B7371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naw - wywiew. </w:t>
            </w:r>
          </w:p>
          <w:p w14:paraId="67F89FD9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Ventia </w:t>
            </w:r>
          </w:p>
          <w:p w14:paraId="481933F4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16RECU 500PE</w:t>
            </w:r>
          </w:p>
        </w:tc>
        <w:tc>
          <w:tcPr>
            <w:tcW w:w="709" w:type="dxa"/>
          </w:tcPr>
          <w:p w14:paraId="09EAF59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701" w:type="dxa"/>
          </w:tcPr>
          <w:p w14:paraId="15DCE63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EU5 310x230x160</w:t>
            </w:r>
          </w:p>
          <w:p w14:paraId="5679B56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- 2 szt.</w:t>
            </w:r>
          </w:p>
        </w:tc>
        <w:tc>
          <w:tcPr>
            <w:tcW w:w="1320" w:type="dxa"/>
            <w:gridSpan w:val="3"/>
          </w:tcPr>
          <w:p w14:paraId="1632462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Zakład Graficzny magazyn papieru</w:t>
            </w:r>
          </w:p>
        </w:tc>
        <w:tc>
          <w:tcPr>
            <w:tcW w:w="992" w:type="dxa"/>
            <w:gridSpan w:val="2"/>
          </w:tcPr>
          <w:p w14:paraId="21BA366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7FC637B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7254D5C0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3B991844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</w:tr>
      <w:tr w:rsidR="00535C12" w:rsidRPr="00C3183A" w14:paraId="065E04D9" w14:textId="77777777" w:rsidTr="00D6147E">
        <w:tc>
          <w:tcPr>
            <w:tcW w:w="568" w:type="dxa"/>
          </w:tcPr>
          <w:p w14:paraId="18FC13C1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198EA0AB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0FB67386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nawiewny i wywiewny </w:t>
            </w:r>
          </w:p>
          <w:p w14:paraId="657AA662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kanałowy </w:t>
            </w:r>
          </w:p>
          <w:p w14:paraId="2D4DDB1D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Venture Industries </w:t>
            </w:r>
          </w:p>
          <w:p w14:paraId="1EDBB563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typ TD 500/160</w:t>
            </w:r>
          </w:p>
        </w:tc>
        <w:tc>
          <w:tcPr>
            <w:tcW w:w="709" w:type="dxa"/>
          </w:tcPr>
          <w:p w14:paraId="6DCA663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</w:t>
            </w:r>
          </w:p>
        </w:tc>
        <w:tc>
          <w:tcPr>
            <w:tcW w:w="1701" w:type="dxa"/>
          </w:tcPr>
          <w:p w14:paraId="08C112B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fizelina</w:t>
            </w:r>
          </w:p>
        </w:tc>
        <w:tc>
          <w:tcPr>
            <w:tcW w:w="1320" w:type="dxa"/>
            <w:gridSpan w:val="3"/>
          </w:tcPr>
          <w:p w14:paraId="71F8E21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Zakład Graficzny</w:t>
            </w:r>
          </w:p>
          <w:p w14:paraId="740712E7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naświetlarnia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 i WC</w:t>
            </w:r>
          </w:p>
        </w:tc>
        <w:tc>
          <w:tcPr>
            <w:tcW w:w="992" w:type="dxa"/>
            <w:gridSpan w:val="2"/>
          </w:tcPr>
          <w:p w14:paraId="4E6D13B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499B222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5F7B4DD3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18656EF2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</w:tr>
      <w:tr w:rsidR="00535C12" w:rsidRPr="00C3183A" w14:paraId="6FDD3873" w14:textId="77777777" w:rsidTr="00D6147E">
        <w:tc>
          <w:tcPr>
            <w:tcW w:w="568" w:type="dxa"/>
          </w:tcPr>
          <w:p w14:paraId="5FEC9E85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138A3C2C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39330E05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wyciągowy akustyczny </w:t>
            </w:r>
          </w:p>
          <w:p w14:paraId="76ADABD5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AERECO VAM 767</w:t>
            </w:r>
          </w:p>
        </w:tc>
        <w:tc>
          <w:tcPr>
            <w:tcW w:w="709" w:type="dxa"/>
          </w:tcPr>
          <w:p w14:paraId="7FA5F84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1D33676F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5813CF7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Zakład Graficzny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 WC</w:t>
            </w:r>
          </w:p>
        </w:tc>
        <w:tc>
          <w:tcPr>
            <w:tcW w:w="992" w:type="dxa"/>
            <w:gridSpan w:val="2"/>
          </w:tcPr>
          <w:p w14:paraId="0B0BB0C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5A8A596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08948F5A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464C1562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</w:tr>
      <w:tr w:rsidR="00535C12" w:rsidRPr="00C3183A" w14:paraId="3F4CFBCB" w14:textId="77777777" w:rsidTr="00D6147E">
        <w:tc>
          <w:tcPr>
            <w:tcW w:w="568" w:type="dxa"/>
          </w:tcPr>
          <w:p w14:paraId="14CB8A8B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5F8EA639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Nawiewniki podciśnieniowe </w:t>
            </w:r>
          </w:p>
          <w:p w14:paraId="7E8BCD97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AERECO EFR</w:t>
            </w:r>
          </w:p>
        </w:tc>
        <w:tc>
          <w:tcPr>
            <w:tcW w:w="709" w:type="dxa"/>
          </w:tcPr>
          <w:p w14:paraId="545B27D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</w:t>
            </w:r>
          </w:p>
        </w:tc>
        <w:tc>
          <w:tcPr>
            <w:tcW w:w="1701" w:type="dxa"/>
          </w:tcPr>
          <w:p w14:paraId="48146B66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52691167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Zakład Graficzny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 pom. socjalne</w:t>
            </w:r>
          </w:p>
        </w:tc>
        <w:tc>
          <w:tcPr>
            <w:tcW w:w="992" w:type="dxa"/>
            <w:gridSpan w:val="2"/>
          </w:tcPr>
          <w:p w14:paraId="23CD851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1E77BA0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7229070B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2B00230A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</w:tc>
      </w:tr>
      <w:tr w:rsidR="00535C12" w:rsidRPr="00C3183A" w14:paraId="65FFAB0E" w14:textId="77777777" w:rsidTr="00D6147E">
        <w:tc>
          <w:tcPr>
            <w:tcW w:w="568" w:type="dxa"/>
          </w:tcPr>
          <w:p w14:paraId="07646754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31DCA70E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 </w:t>
            </w:r>
          </w:p>
          <w:p w14:paraId="79019DFF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dachowy  </w:t>
            </w:r>
          </w:p>
          <w:p w14:paraId="4E173EA4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Fabr. Urz. Went. Klim.- Lipno </w:t>
            </w:r>
          </w:p>
          <w:p w14:paraId="6CCAEEEB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typ WVPB  315 </w:t>
            </w:r>
          </w:p>
          <w:p w14:paraId="403CA94E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wywiew z pionu sanitariatów</w:t>
            </w:r>
          </w:p>
        </w:tc>
        <w:tc>
          <w:tcPr>
            <w:tcW w:w="709" w:type="dxa"/>
          </w:tcPr>
          <w:p w14:paraId="7237D99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63A38843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13AF6FD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dach bud. C</w:t>
            </w:r>
          </w:p>
        </w:tc>
        <w:tc>
          <w:tcPr>
            <w:tcW w:w="992" w:type="dxa"/>
            <w:gridSpan w:val="2"/>
          </w:tcPr>
          <w:p w14:paraId="4C6294D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7CF436F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3FECC904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79E875E4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24756999" w14:textId="77777777" w:rsidTr="00D6147E">
        <w:tc>
          <w:tcPr>
            <w:tcW w:w="568" w:type="dxa"/>
          </w:tcPr>
          <w:p w14:paraId="1C522269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15FEE652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Kurtyna powietrzna </w:t>
            </w:r>
          </w:p>
          <w:p w14:paraId="6ED698E6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elektryczna</w:t>
            </w:r>
          </w:p>
        </w:tc>
        <w:tc>
          <w:tcPr>
            <w:tcW w:w="709" w:type="dxa"/>
          </w:tcPr>
          <w:p w14:paraId="39B4A9D7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62E4615D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320" w:type="dxa"/>
            <w:gridSpan w:val="3"/>
          </w:tcPr>
          <w:p w14:paraId="6E7818D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korytarz - wejście główne do bud. C</w:t>
            </w:r>
          </w:p>
        </w:tc>
        <w:tc>
          <w:tcPr>
            <w:tcW w:w="992" w:type="dxa"/>
            <w:gridSpan w:val="2"/>
          </w:tcPr>
          <w:p w14:paraId="105D7A6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D2C640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</w:tcPr>
          <w:p w14:paraId="5B055DDE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77EEEFE0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1ED3F5BB" w14:textId="77777777" w:rsidTr="00D6147E">
        <w:tc>
          <w:tcPr>
            <w:tcW w:w="568" w:type="dxa"/>
          </w:tcPr>
          <w:p w14:paraId="4760EAEC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6C213F7E" w14:textId="2058204E" w:rsidR="00535C12" w:rsidRPr="00C3183A" w:rsidRDefault="00535C12" w:rsidP="00D6147E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Suma kosztów rocznych netto konserwacji i przeglądów dla budynku C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rok2026)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528DA3DB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49403B2C" w14:textId="77777777" w:rsidTr="00D6147E">
        <w:tc>
          <w:tcPr>
            <w:tcW w:w="568" w:type="dxa"/>
          </w:tcPr>
          <w:p w14:paraId="4486D35C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036754C1" w14:textId="6B173FDB" w:rsidR="00535C12" w:rsidRPr="00C3183A" w:rsidRDefault="00535C12" w:rsidP="00D6147E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Koszt brutto (VAT: 23%) konserwacji i przeglądów dla budynku C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rok2026)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2E2B2BE8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485EAC0E" w14:textId="77777777" w:rsidTr="00D6147E">
        <w:tc>
          <w:tcPr>
            <w:tcW w:w="9924" w:type="dxa"/>
            <w:gridSpan w:val="11"/>
          </w:tcPr>
          <w:p w14:paraId="402AE34C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lang w:val="pl-PL"/>
              </w:rPr>
            </w:pPr>
            <w:r w:rsidRPr="00C3183A">
              <w:rPr>
                <w:rFonts w:ascii="Calibri" w:hAnsi="Calibri" w:cs="Arial"/>
                <w:b/>
                <w:lang w:val="pl-PL"/>
              </w:rPr>
              <w:t>Budynek CEUE</w:t>
            </w:r>
            <w:r w:rsidRPr="00C3183A">
              <w:rPr>
                <w:rFonts w:ascii="Calibri" w:hAnsi="Calibri" w:cs="Arial"/>
                <w:u w:val="single"/>
                <w:lang w:val="pl-PL"/>
              </w:rPr>
              <w:br/>
            </w:r>
            <w:r w:rsidRPr="00C3183A">
              <w:rPr>
                <w:rFonts w:ascii="Calibri" w:hAnsi="Calibri" w:cs="Arial"/>
                <w:lang w:val="pl-PL"/>
              </w:rPr>
              <w:t>Poznań, ul. Towarowa 55</w:t>
            </w:r>
          </w:p>
        </w:tc>
      </w:tr>
      <w:tr w:rsidR="00535C12" w:rsidRPr="00C3183A" w14:paraId="75460A9B" w14:textId="77777777" w:rsidTr="00D6147E">
        <w:tc>
          <w:tcPr>
            <w:tcW w:w="568" w:type="dxa"/>
            <w:shd w:val="clear" w:color="auto" w:fill="auto"/>
          </w:tcPr>
          <w:p w14:paraId="72FB7FEE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3567CE6A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 dachowy Rosenberg DV 190-2 E</w:t>
            </w:r>
          </w:p>
        </w:tc>
        <w:tc>
          <w:tcPr>
            <w:tcW w:w="709" w:type="dxa"/>
            <w:shd w:val="clear" w:color="auto" w:fill="auto"/>
          </w:tcPr>
          <w:p w14:paraId="6A66833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79C48C2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  <w:shd w:val="clear" w:color="auto" w:fill="auto"/>
          </w:tcPr>
          <w:p w14:paraId="04409BD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dach 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DA7567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57AC87B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10DE6C31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3FE953F1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50678FB2" w14:textId="77777777" w:rsidTr="00D6147E">
        <w:tc>
          <w:tcPr>
            <w:tcW w:w="568" w:type="dxa"/>
            <w:shd w:val="clear" w:color="auto" w:fill="auto"/>
          </w:tcPr>
          <w:p w14:paraId="1B11D625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16510A6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 dachowy Rosenberg DV 355-4 D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</w:r>
          </w:p>
        </w:tc>
        <w:tc>
          <w:tcPr>
            <w:tcW w:w="709" w:type="dxa"/>
            <w:shd w:val="clear" w:color="auto" w:fill="auto"/>
          </w:tcPr>
          <w:p w14:paraId="3E08FDC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79FC14B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  <w:shd w:val="clear" w:color="auto" w:fill="auto"/>
          </w:tcPr>
          <w:p w14:paraId="56B328B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dach 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22CC5F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7AB3B9B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5BE8C6FF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0C2707EC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77FA8EF5" w14:textId="77777777" w:rsidTr="00D6147E">
        <w:tc>
          <w:tcPr>
            <w:tcW w:w="568" w:type="dxa"/>
            <w:shd w:val="clear" w:color="auto" w:fill="auto"/>
          </w:tcPr>
          <w:p w14:paraId="30008AE3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1FDCFD89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 dachowy Rosenberg DV 450-4 D</w:t>
            </w:r>
          </w:p>
        </w:tc>
        <w:tc>
          <w:tcPr>
            <w:tcW w:w="709" w:type="dxa"/>
            <w:shd w:val="clear" w:color="auto" w:fill="auto"/>
          </w:tcPr>
          <w:p w14:paraId="7BF726C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5398122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  <w:shd w:val="clear" w:color="auto" w:fill="auto"/>
          </w:tcPr>
          <w:p w14:paraId="0BFD95A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dach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A61CFB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356AD9A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5F2DAA25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75E547A5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14417430" w14:textId="77777777" w:rsidTr="00D6147E">
        <w:tc>
          <w:tcPr>
            <w:tcW w:w="568" w:type="dxa"/>
            <w:shd w:val="clear" w:color="auto" w:fill="auto"/>
          </w:tcPr>
          <w:p w14:paraId="624B3D52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7B7C576A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 dachowy Rosenberg DV 450-4 E</w:t>
            </w:r>
          </w:p>
        </w:tc>
        <w:tc>
          <w:tcPr>
            <w:tcW w:w="709" w:type="dxa"/>
            <w:shd w:val="clear" w:color="auto" w:fill="auto"/>
          </w:tcPr>
          <w:p w14:paraId="6C327B8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67BA24B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  <w:shd w:val="clear" w:color="auto" w:fill="auto"/>
          </w:tcPr>
          <w:p w14:paraId="6B1E5FC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dach 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74C7DE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1C87CF0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211E28E5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1D139B81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38D12E4A" w14:textId="77777777" w:rsidTr="00D6147E">
        <w:tc>
          <w:tcPr>
            <w:tcW w:w="568" w:type="dxa"/>
            <w:shd w:val="clear" w:color="auto" w:fill="auto"/>
          </w:tcPr>
          <w:p w14:paraId="2E13247D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2F6B9B17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 Rosenberg UNO 67-500-4 D</w:t>
            </w:r>
          </w:p>
        </w:tc>
        <w:tc>
          <w:tcPr>
            <w:tcW w:w="709" w:type="dxa"/>
            <w:shd w:val="clear" w:color="auto" w:fill="auto"/>
          </w:tcPr>
          <w:p w14:paraId="4E29865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2A1482C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  <w:shd w:val="clear" w:color="auto" w:fill="auto"/>
          </w:tcPr>
          <w:p w14:paraId="6FEA538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dach 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B933B3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A534017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56CE720B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48F9F8F8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21906BC7" w14:textId="77777777" w:rsidTr="00D6147E">
        <w:tc>
          <w:tcPr>
            <w:tcW w:w="568" w:type="dxa"/>
            <w:shd w:val="clear" w:color="auto" w:fill="auto"/>
          </w:tcPr>
          <w:p w14:paraId="4BE9B1D0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5F5745BD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 w obudowie akustycznej Rosenberg UNO 50-355-4 E</w:t>
            </w:r>
          </w:p>
        </w:tc>
        <w:tc>
          <w:tcPr>
            <w:tcW w:w="709" w:type="dxa"/>
            <w:shd w:val="clear" w:color="auto" w:fill="auto"/>
          </w:tcPr>
          <w:p w14:paraId="321B40F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5A97633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  <w:shd w:val="clear" w:color="auto" w:fill="auto"/>
          </w:tcPr>
          <w:p w14:paraId="7CC65D57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dach 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0F7D86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1F36B75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1123A9F2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203B64A2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56E0CAB4" w14:textId="77777777" w:rsidTr="00D6147E">
        <w:tc>
          <w:tcPr>
            <w:tcW w:w="568" w:type="dxa"/>
            <w:shd w:val="clear" w:color="auto" w:fill="auto"/>
          </w:tcPr>
          <w:p w14:paraId="3C836B5D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18BA9FDC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 w obudowie akustycznej Rosenberg UNO 50-355-4 D</w:t>
            </w:r>
          </w:p>
        </w:tc>
        <w:tc>
          <w:tcPr>
            <w:tcW w:w="709" w:type="dxa"/>
            <w:shd w:val="clear" w:color="auto" w:fill="auto"/>
          </w:tcPr>
          <w:p w14:paraId="4A9382E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1812AD4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  <w:shd w:val="clear" w:color="auto" w:fill="auto"/>
          </w:tcPr>
          <w:p w14:paraId="1F8EDF0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dach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70DEB2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7C02FD1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19B3ADCD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1D1F5A88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4F0DDE96" w14:textId="77777777" w:rsidTr="00D6147E">
        <w:tc>
          <w:tcPr>
            <w:tcW w:w="568" w:type="dxa"/>
            <w:shd w:val="clear" w:color="auto" w:fill="auto"/>
          </w:tcPr>
          <w:p w14:paraId="08CD372E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43CAA6BE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 w obudowie akustycznej Rosenberg KBAE 225-4</w:t>
            </w:r>
          </w:p>
        </w:tc>
        <w:tc>
          <w:tcPr>
            <w:tcW w:w="709" w:type="dxa"/>
            <w:shd w:val="clear" w:color="auto" w:fill="auto"/>
          </w:tcPr>
          <w:p w14:paraId="506BA85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4D26830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  <w:shd w:val="clear" w:color="auto" w:fill="auto"/>
          </w:tcPr>
          <w:p w14:paraId="597D6075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dach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9EA5C3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EDFAF05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164A5040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3BF55D6C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4A7D8DA8" w14:textId="77777777" w:rsidTr="00D6147E">
        <w:tc>
          <w:tcPr>
            <w:tcW w:w="568" w:type="dxa"/>
            <w:shd w:val="clear" w:color="auto" w:fill="auto"/>
          </w:tcPr>
          <w:p w14:paraId="6220FEFA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26E29889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 w obudowie akustycznej Rosenberg KBAD 280-4</w:t>
            </w:r>
          </w:p>
        </w:tc>
        <w:tc>
          <w:tcPr>
            <w:tcW w:w="709" w:type="dxa"/>
            <w:shd w:val="clear" w:color="auto" w:fill="auto"/>
          </w:tcPr>
          <w:p w14:paraId="5E027FD5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20EEF3D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  <w:shd w:val="clear" w:color="auto" w:fill="auto"/>
          </w:tcPr>
          <w:p w14:paraId="0A0D09F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dach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14455E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5A0142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0930D29D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310C9359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1EFFB101" w14:textId="77777777" w:rsidTr="00D6147E">
        <w:tc>
          <w:tcPr>
            <w:tcW w:w="568" w:type="dxa"/>
            <w:shd w:val="clear" w:color="auto" w:fill="auto"/>
          </w:tcPr>
          <w:p w14:paraId="4DB03515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7BF1324E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Centrala wentylacyjna NW1 Rosenberg Airbox S40-16Q AHU-S4016QIW</w:t>
            </w:r>
          </w:p>
        </w:tc>
        <w:tc>
          <w:tcPr>
            <w:tcW w:w="709" w:type="dxa"/>
            <w:shd w:val="clear" w:color="auto" w:fill="auto"/>
          </w:tcPr>
          <w:p w14:paraId="6F23C5B5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4A6495D5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592x287x360 – 2 szt.</w:t>
            </w:r>
          </w:p>
          <w:p w14:paraId="0FD4E79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592x592x360 – 4 szt.</w:t>
            </w:r>
          </w:p>
          <w:p w14:paraId="75C481A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287x287x360 – 1 szt.</w:t>
            </w:r>
          </w:p>
          <w:p w14:paraId="0EB018E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287x592x360 – 2 szt.</w:t>
            </w:r>
          </w:p>
          <w:p w14:paraId="14B71E6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592x287x600 – 2 szt.</w:t>
            </w:r>
          </w:p>
          <w:p w14:paraId="5016CEE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592x592x600 – 4 szt.</w:t>
            </w:r>
          </w:p>
          <w:p w14:paraId="160D550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287x592x600 – 2 szt.</w:t>
            </w:r>
          </w:p>
          <w:p w14:paraId="1884D6B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287x287x600 – 1 szt.</w:t>
            </w:r>
          </w:p>
        </w:tc>
        <w:tc>
          <w:tcPr>
            <w:tcW w:w="1238" w:type="dxa"/>
            <w:gridSpan w:val="2"/>
            <w:shd w:val="clear" w:color="auto" w:fill="auto"/>
          </w:tcPr>
          <w:p w14:paraId="3B2D57F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wentylatorownia </w:t>
            </w:r>
          </w:p>
          <w:p w14:paraId="559538E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dach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pom. 5.1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8B51EB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3768CED7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4AD3DEF4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3D1D101B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05AC2297" w14:textId="77777777" w:rsidTr="00D6147E">
        <w:tc>
          <w:tcPr>
            <w:tcW w:w="568" w:type="dxa"/>
            <w:shd w:val="clear" w:color="auto" w:fill="auto"/>
          </w:tcPr>
          <w:p w14:paraId="52363AFE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058214FE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Centrala wentylacyjna NW2 Rosenberg Airbox S40-16Q AHU-S4016QIW</w:t>
            </w:r>
          </w:p>
        </w:tc>
        <w:tc>
          <w:tcPr>
            <w:tcW w:w="709" w:type="dxa"/>
            <w:shd w:val="clear" w:color="auto" w:fill="auto"/>
          </w:tcPr>
          <w:p w14:paraId="6A6C0B45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4DF93C5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592x287x360 – 1 szt.</w:t>
            </w:r>
          </w:p>
          <w:p w14:paraId="6D8CD37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592x592x360 – 4 szt.</w:t>
            </w:r>
          </w:p>
          <w:p w14:paraId="4E9A1BE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287x287x360 – 1 szt.</w:t>
            </w:r>
          </w:p>
          <w:p w14:paraId="092C6CD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287x592x360 – 2 szt.</w:t>
            </w:r>
          </w:p>
          <w:p w14:paraId="08594A3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592x287x600 – 2 szt.</w:t>
            </w:r>
          </w:p>
          <w:p w14:paraId="64817B25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592x592x600 – 4 szt.</w:t>
            </w:r>
          </w:p>
          <w:p w14:paraId="565E1FB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287x592x600 – 2 szt.</w:t>
            </w:r>
          </w:p>
          <w:p w14:paraId="73F4AC0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287x287x600 – 1 szt.</w:t>
            </w:r>
          </w:p>
        </w:tc>
        <w:tc>
          <w:tcPr>
            <w:tcW w:w="1238" w:type="dxa"/>
            <w:gridSpan w:val="2"/>
            <w:shd w:val="clear" w:color="auto" w:fill="auto"/>
          </w:tcPr>
          <w:p w14:paraId="0C78EAA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wentylatorownia piwnica</w:t>
            </w:r>
          </w:p>
          <w:p w14:paraId="15CFD02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pom. -2.17A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0724CA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1BF46C2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0AE4FB51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0D8A174A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61D86DAA" w14:textId="77777777" w:rsidTr="00D6147E">
        <w:tc>
          <w:tcPr>
            <w:tcW w:w="568" w:type="dxa"/>
            <w:shd w:val="clear" w:color="auto" w:fill="auto"/>
          </w:tcPr>
          <w:p w14:paraId="37B7B0E1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1D09802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Centrala wentylacyjna NW3.1 Rosenberg Airbox A20-13R AHU-A2013RIW</w:t>
            </w:r>
          </w:p>
        </w:tc>
        <w:tc>
          <w:tcPr>
            <w:tcW w:w="709" w:type="dxa"/>
            <w:shd w:val="clear" w:color="auto" w:fill="auto"/>
          </w:tcPr>
          <w:p w14:paraId="10863EE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0927B22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592x592x360 – 2 szt.</w:t>
            </w:r>
          </w:p>
          <w:p w14:paraId="52EA6FA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592x592x600 – 2 szt.</w:t>
            </w:r>
          </w:p>
          <w:p w14:paraId="06C9A885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592x287x360 – 2 szt.</w:t>
            </w:r>
          </w:p>
          <w:p w14:paraId="0152A3C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592x287x600 – 2 szt.</w:t>
            </w:r>
          </w:p>
        </w:tc>
        <w:tc>
          <w:tcPr>
            <w:tcW w:w="1238" w:type="dxa"/>
            <w:gridSpan w:val="2"/>
            <w:shd w:val="clear" w:color="auto" w:fill="auto"/>
          </w:tcPr>
          <w:p w14:paraId="5A62ACC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wentylatorownia piwnica</w:t>
            </w:r>
          </w:p>
          <w:p w14:paraId="168AA50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pom. -2.15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FE91FC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0D76192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06AE9AB3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73716FBC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3B966397" w14:textId="77777777" w:rsidTr="00D6147E">
        <w:tc>
          <w:tcPr>
            <w:tcW w:w="568" w:type="dxa"/>
            <w:shd w:val="clear" w:color="auto" w:fill="auto"/>
          </w:tcPr>
          <w:p w14:paraId="46F40207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19FE9645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Centrala wentylacyjna NW3.2 Rosenberg Airbox A20-13R AHU-A2013RIW</w:t>
            </w:r>
          </w:p>
        </w:tc>
        <w:tc>
          <w:tcPr>
            <w:tcW w:w="709" w:type="dxa"/>
            <w:shd w:val="clear" w:color="auto" w:fill="auto"/>
          </w:tcPr>
          <w:p w14:paraId="56D792B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2724FC95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592x592x360 – 2 szt.</w:t>
            </w:r>
          </w:p>
          <w:p w14:paraId="50FAA22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592x592x600 – 2 szt.</w:t>
            </w:r>
          </w:p>
          <w:p w14:paraId="3A2B19E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592x287x360 – 2 szt.</w:t>
            </w:r>
          </w:p>
          <w:p w14:paraId="228D1F5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592x287x600 – 2 szt.</w:t>
            </w:r>
          </w:p>
        </w:tc>
        <w:tc>
          <w:tcPr>
            <w:tcW w:w="1238" w:type="dxa"/>
            <w:gridSpan w:val="2"/>
            <w:shd w:val="clear" w:color="auto" w:fill="auto"/>
          </w:tcPr>
          <w:p w14:paraId="1AF8FCF7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wentylatorownia piwnica</w:t>
            </w:r>
          </w:p>
          <w:p w14:paraId="5D0D62D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pom. -2.15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595235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57A005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546C2934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547585AF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0899DE8C" w14:textId="77777777" w:rsidTr="00D6147E">
        <w:tc>
          <w:tcPr>
            <w:tcW w:w="568" w:type="dxa"/>
            <w:shd w:val="clear" w:color="auto" w:fill="auto"/>
          </w:tcPr>
          <w:p w14:paraId="1377699B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671B194D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Centrala wentylacyjna NW3.3 Rosenberg Airbox A20-13R AHU-A2013RIW</w:t>
            </w:r>
          </w:p>
        </w:tc>
        <w:tc>
          <w:tcPr>
            <w:tcW w:w="709" w:type="dxa"/>
            <w:shd w:val="clear" w:color="auto" w:fill="auto"/>
          </w:tcPr>
          <w:p w14:paraId="15A68F7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31D9AE2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592x592x360 – 2 szt.</w:t>
            </w:r>
          </w:p>
          <w:p w14:paraId="06FBE32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592x592x600 – 2 szt.</w:t>
            </w:r>
          </w:p>
          <w:p w14:paraId="0846B4E7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592x287x360 – 2 szt.</w:t>
            </w:r>
          </w:p>
          <w:p w14:paraId="1B96B1F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592x287x600 – 2 szt.</w:t>
            </w:r>
          </w:p>
        </w:tc>
        <w:tc>
          <w:tcPr>
            <w:tcW w:w="1238" w:type="dxa"/>
            <w:gridSpan w:val="2"/>
            <w:shd w:val="clear" w:color="auto" w:fill="auto"/>
          </w:tcPr>
          <w:p w14:paraId="7F357B4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wentylatorownia piwnica</w:t>
            </w:r>
          </w:p>
          <w:p w14:paraId="41C8833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pom. -2.15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45E455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F96360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70A473B3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6FF79847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71607893" w14:textId="77777777" w:rsidTr="00D6147E">
        <w:tc>
          <w:tcPr>
            <w:tcW w:w="568" w:type="dxa"/>
            <w:shd w:val="clear" w:color="auto" w:fill="auto"/>
          </w:tcPr>
          <w:p w14:paraId="11FB52FD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71AB7B3D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Centrala wentylacyjna NW4 Rosenberg A20-10Q AHU-A2010QIW</w:t>
            </w:r>
          </w:p>
        </w:tc>
        <w:tc>
          <w:tcPr>
            <w:tcW w:w="709" w:type="dxa"/>
            <w:shd w:val="clear" w:color="auto" w:fill="auto"/>
          </w:tcPr>
          <w:p w14:paraId="5AA3D05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597D6DB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592x287x360 – 1 szt.</w:t>
            </w:r>
          </w:p>
          <w:p w14:paraId="3BE67E2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592x592x360 – 1 szt.</w:t>
            </w:r>
          </w:p>
          <w:p w14:paraId="1481E63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287x287x360 – 1 szt.</w:t>
            </w:r>
          </w:p>
          <w:p w14:paraId="5668F21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287x592x360 – 1 szt.</w:t>
            </w:r>
          </w:p>
          <w:p w14:paraId="131B5137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592x287x600 – 1 szt.</w:t>
            </w:r>
          </w:p>
          <w:p w14:paraId="1A07790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592x592x600 – 1 szt.</w:t>
            </w:r>
          </w:p>
          <w:p w14:paraId="2BBBF24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287x592x600 – 1 szt.</w:t>
            </w:r>
          </w:p>
          <w:p w14:paraId="6449EEE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287x287x600 – 1 szt.</w:t>
            </w:r>
          </w:p>
        </w:tc>
        <w:tc>
          <w:tcPr>
            <w:tcW w:w="1238" w:type="dxa"/>
            <w:gridSpan w:val="2"/>
            <w:shd w:val="clear" w:color="auto" w:fill="auto"/>
          </w:tcPr>
          <w:p w14:paraId="035FB3D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wentylatorownia piwnica</w:t>
            </w:r>
          </w:p>
          <w:p w14:paraId="09842737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pom. -2.15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DE11B1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FD9C88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50EDD3B4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4EDF8E3C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3D85CF14" w14:textId="77777777" w:rsidTr="00D6147E">
        <w:tc>
          <w:tcPr>
            <w:tcW w:w="568" w:type="dxa"/>
            <w:shd w:val="clear" w:color="auto" w:fill="auto"/>
          </w:tcPr>
          <w:p w14:paraId="1CFE8502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6B415CE4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Centrala wentylacyjna NW5 Rosenberg S40-10R AHU-S4010RIW</w:t>
            </w:r>
          </w:p>
        </w:tc>
        <w:tc>
          <w:tcPr>
            <w:tcW w:w="709" w:type="dxa"/>
            <w:shd w:val="clear" w:color="auto" w:fill="auto"/>
          </w:tcPr>
          <w:p w14:paraId="4595756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11C539C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287x592x600 – 2 szt.</w:t>
            </w:r>
          </w:p>
          <w:p w14:paraId="564710F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287x592x360 – 2 szt.</w:t>
            </w:r>
          </w:p>
        </w:tc>
        <w:tc>
          <w:tcPr>
            <w:tcW w:w="1238" w:type="dxa"/>
            <w:gridSpan w:val="2"/>
            <w:shd w:val="clear" w:color="auto" w:fill="auto"/>
          </w:tcPr>
          <w:p w14:paraId="7F63977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dach 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AB7B7F5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518FD2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0AB4C87E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547C3EE6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0280051F" w14:textId="77777777" w:rsidTr="00D6147E">
        <w:tc>
          <w:tcPr>
            <w:tcW w:w="568" w:type="dxa"/>
            <w:shd w:val="clear" w:color="auto" w:fill="auto"/>
          </w:tcPr>
          <w:p w14:paraId="5165FDB8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50C3524F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Centrala wentylacyjna N6 Rosenberg S20-</w:t>
            </w:r>
            <w:smartTag w:uri="urn:schemas-microsoft-com:office:smarttags" w:element="metricconverter">
              <w:smartTagPr>
                <w:attr w:name="ProductID" w:val="10F"/>
              </w:smartTagPr>
              <w:r w:rsidRPr="00C3183A">
                <w:rPr>
                  <w:rFonts w:ascii="Calibri" w:hAnsi="Calibri"/>
                  <w:sz w:val="20"/>
                  <w:szCs w:val="20"/>
                  <w:lang w:val="pl-PL"/>
                </w:rPr>
                <w:t>10F</w:t>
              </w:r>
            </w:smartTag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 AHU-S2010FIW</w:t>
            </w:r>
          </w:p>
        </w:tc>
        <w:tc>
          <w:tcPr>
            <w:tcW w:w="709" w:type="dxa"/>
            <w:shd w:val="clear" w:color="auto" w:fill="auto"/>
          </w:tcPr>
          <w:p w14:paraId="7039921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6BA5693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1 szt. – M5  287x592x600  </w:t>
            </w:r>
          </w:p>
          <w:p w14:paraId="43C186E5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  <w:shd w:val="clear" w:color="auto" w:fill="auto"/>
          </w:tcPr>
          <w:p w14:paraId="7260D00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dach 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719E91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0810396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7177E02A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1EDF95BC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4F9AC403" w14:textId="77777777" w:rsidTr="00D6147E">
        <w:tc>
          <w:tcPr>
            <w:tcW w:w="568" w:type="dxa"/>
            <w:shd w:val="clear" w:color="auto" w:fill="auto"/>
          </w:tcPr>
          <w:p w14:paraId="0451361B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3A9553FF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Kurtyna powietrzna </w:t>
            </w:r>
          </w:p>
        </w:tc>
        <w:tc>
          <w:tcPr>
            <w:tcW w:w="709" w:type="dxa"/>
            <w:shd w:val="clear" w:color="auto" w:fill="auto"/>
          </w:tcPr>
          <w:p w14:paraId="0DC4323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3AC7820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  <w:shd w:val="clear" w:color="auto" w:fill="auto"/>
          </w:tcPr>
          <w:p w14:paraId="12D4582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wyjście na dziedziniec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745C10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4A0C127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4C2D8472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093EF71D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7902D0E3" w14:textId="77777777" w:rsidTr="00D6147E">
        <w:tc>
          <w:tcPr>
            <w:tcW w:w="568" w:type="dxa"/>
            <w:shd w:val="clear" w:color="auto" w:fill="auto"/>
          </w:tcPr>
          <w:p w14:paraId="7F5E94EE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6A84799A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Kurtyna powietrzna elektryczna</w:t>
            </w:r>
          </w:p>
        </w:tc>
        <w:tc>
          <w:tcPr>
            <w:tcW w:w="709" w:type="dxa"/>
            <w:shd w:val="clear" w:color="auto" w:fill="auto"/>
          </w:tcPr>
          <w:p w14:paraId="7739EE9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0484364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  <w:shd w:val="clear" w:color="auto" w:fill="auto"/>
          </w:tcPr>
          <w:p w14:paraId="5F225C6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wejście główne </w:t>
            </w:r>
          </w:p>
          <w:p w14:paraId="4440319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do bud. CEUE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DBA401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1D39D04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</w:t>
            </w:r>
            <w:r>
              <w:rPr>
                <w:rFonts w:ascii="Calibri" w:hAnsi="Calibri"/>
                <w:sz w:val="20"/>
                <w:szCs w:val="20"/>
                <w:lang w:val="pl-PL"/>
              </w:rPr>
              <w:t>VIII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)</w:t>
            </w:r>
          </w:p>
        </w:tc>
        <w:tc>
          <w:tcPr>
            <w:tcW w:w="948" w:type="dxa"/>
            <w:shd w:val="clear" w:color="auto" w:fill="auto"/>
          </w:tcPr>
          <w:p w14:paraId="4DF91647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67D888BE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2397FE7B" w14:textId="77777777" w:rsidTr="00D6147E">
        <w:tc>
          <w:tcPr>
            <w:tcW w:w="568" w:type="dxa"/>
          </w:tcPr>
          <w:p w14:paraId="7C149BEF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3DAF0940" w14:textId="04A190BC" w:rsidR="00535C12" w:rsidRPr="00C3183A" w:rsidRDefault="00535C12" w:rsidP="00D6147E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Suma kosztów rocznych netto konserwacji i przeglądów dla budynku CEUE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rok2026)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7F02A59A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59F08D49" w14:textId="77777777" w:rsidTr="00D6147E">
        <w:tc>
          <w:tcPr>
            <w:tcW w:w="568" w:type="dxa"/>
          </w:tcPr>
          <w:p w14:paraId="190A8024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42E2952F" w14:textId="6195AFA3" w:rsidR="00535C12" w:rsidRPr="00C3183A" w:rsidRDefault="00535C12" w:rsidP="00D6147E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Koszt brutto (VAT: 23%) konserwacji i przeglądów dla budynku CEUE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rok2026)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0981F715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35B5B5D4" w14:textId="77777777" w:rsidTr="00D6147E">
        <w:trPr>
          <w:trHeight w:val="763"/>
        </w:trPr>
        <w:tc>
          <w:tcPr>
            <w:tcW w:w="9924" w:type="dxa"/>
            <w:gridSpan w:val="11"/>
          </w:tcPr>
          <w:p w14:paraId="7C690D3F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lang w:val="pl-PL"/>
              </w:rPr>
            </w:pPr>
            <w:r w:rsidRPr="00C3183A">
              <w:rPr>
                <w:rFonts w:ascii="Calibri" w:hAnsi="Calibri" w:cs="Arial"/>
                <w:b/>
                <w:lang w:val="pl-PL"/>
              </w:rPr>
              <w:t>Collegium Altum</w:t>
            </w:r>
          </w:p>
          <w:p w14:paraId="652E2105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sz w:val="10"/>
                <w:szCs w:val="10"/>
                <w:lang w:val="pl-PL"/>
              </w:rPr>
            </w:pPr>
            <w:r w:rsidRPr="00C3183A">
              <w:rPr>
                <w:rFonts w:ascii="Calibri" w:hAnsi="Calibri" w:cs="Arial"/>
                <w:lang w:val="pl-PL"/>
              </w:rPr>
              <w:t>Poznań, ul. Powstańców Wielkopolskich 16</w:t>
            </w:r>
          </w:p>
        </w:tc>
      </w:tr>
      <w:tr w:rsidR="00535C12" w:rsidRPr="00C3183A" w14:paraId="7E1181D3" w14:textId="77777777" w:rsidTr="00D6147E">
        <w:trPr>
          <w:trHeight w:val="621"/>
        </w:trPr>
        <w:tc>
          <w:tcPr>
            <w:tcW w:w="568" w:type="dxa"/>
          </w:tcPr>
          <w:p w14:paraId="170D46E8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</w:tcPr>
          <w:p w14:paraId="7365F14B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 wywiewny W20 Wentylacja Kraków KBR 355</w:t>
            </w:r>
          </w:p>
        </w:tc>
        <w:tc>
          <w:tcPr>
            <w:tcW w:w="709" w:type="dxa"/>
          </w:tcPr>
          <w:p w14:paraId="28E6C13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378FDF5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gridSpan w:val="2"/>
          </w:tcPr>
          <w:p w14:paraId="2578879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20 piętro</w:t>
            </w:r>
          </w:p>
          <w:p w14:paraId="1BF77EE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wentylatorownia</w:t>
            </w:r>
          </w:p>
        </w:tc>
        <w:tc>
          <w:tcPr>
            <w:tcW w:w="992" w:type="dxa"/>
            <w:gridSpan w:val="2"/>
          </w:tcPr>
          <w:p w14:paraId="00CC613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3BB9AFF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(IX)</w:t>
            </w:r>
          </w:p>
        </w:tc>
        <w:tc>
          <w:tcPr>
            <w:tcW w:w="992" w:type="dxa"/>
            <w:gridSpan w:val="2"/>
          </w:tcPr>
          <w:p w14:paraId="5DA0EA7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01503BC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</w:tr>
      <w:tr w:rsidR="00535C12" w:rsidRPr="00C3183A" w14:paraId="13D61896" w14:textId="77777777" w:rsidTr="00D6147E">
        <w:trPr>
          <w:trHeight w:val="527"/>
        </w:trPr>
        <w:tc>
          <w:tcPr>
            <w:tcW w:w="568" w:type="dxa"/>
          </w:tcPr>
          <w:p w14:paraId="00AE81A1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</w:tcPr>
          <w:p w14:paraId="41AFB3D0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 wywiewny W20 Wentylacja Kraków KBR 355</w:t>
            </w:r>
          </w:p>
        </w:tc>
        <w:tc>
          <w:tcPr>
            <w:tcW w:w="709" w:type="dxa"/>
          </w:tcPr>
          <w:p w14:paraId="0C92007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58299D1E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gridSpan w:val="2"/>
          </w:tcPr>
          <w:p w14:paraId="4F7D5C5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20 piętro</w:t>
            </w:r>
          </w:p>
          <w:p w14:paraId="174C6AA5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wentylatorownia</w:t>
            </w:r>
          </w:p>
        </w:tc>
        <w:tc>
          <w:tcPr>
            <w:tcW w:w="992" w:type="dxa"/>
            <w:gridSpan w:val="2"/>
          </w:tcPr>
          <w:p w14:paraId="69A40B2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554C3DB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(IX)</w:t>
            </w:r>
          </w:p>
        </w:tc>
        <w:tc>
          <w:tcPr>
            <w:tcW w:w="992" w:type="dxa"/>
            <w:gridSpan w:val="2"/>
          </w:tcPr>
          <w:p w14:paraId="68E7926E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16E96BB7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</w:tr>
      <w:tr w:rsidR="00535C12" w:rsidRPr="00C3183A" w14:paraId="03283651" w14:textId="77777777" w:rsidTr="00D6147E">
        <w:trPr>
          <w:trHeight w:val="527"/>
        </w:trPr>
        <w:tc>
          <w:tcPr>
            <w:tcW w:w="568" w:type="dxa"/>
            <w:shd w:val="clear" w:color="auto" w:fill="92D050"/>
          </w:tcPr>
          <w:p w14:paraId="1779E273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  <w:shd w:val="clear" w:color="auto" w:fill="92D050"/>
          </w:tcPr>
          <w:p w14:paraId="39F112D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"Centrala nawiewna N2</w:t>
            </w:r>
          </w:p>
          <w:p w14:paraId="706CC3BB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sala 016" </w:t>
            </w:r>
          </w:p>
          <w:p w14:paraId="179DBFEB" w14:textId="77777777" w:rsidR="00535C12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VENTUS VVS 075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VTS</w:t>
            </w:r>
          </w:p>
          <w:p w14:paraId="19D84BE7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wraz z przynależną instalacją CT oraz instalacją chłodniczą glikolową</w:t>
            </w:r>
          </w:p>
          <w:p w14:paraId="19E492DE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  <w:shd w:val="clear" w:color="auto" w:fill="92D050"/>
          </w:tcPr>
          <w:p w14:paraId="70E3201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  <w:shd w:val="clear" w:color="auto" w:fill="92D050"/>
          </w:tcPr>
          <w:p w14:paraId="54532391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3x EU5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428x287</w:t>
            </w:r>
          </w:p>
          <w:p w14:paraId="14884C6B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gridSpan w:val="2"/>
            <w:shd w:val="clear" w:color="auto" w:fill="92D050"/>
          </w:tcPr>
          <w:p w14:paraId="4BE85713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budynek CA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piwnica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wentylatorownia – sala 016</w:t>
            </w:r>
          </w:p>
          <w:p w14:paraId="2B614234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  <w:shd w:val="clear" w:color="auto" w:fill="92D050"/>
          </w:tcPr>
          <w:p w14:paraId="4D35979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1C0629E5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(IX)</w:t>
            </w:r>
          </w:p>
        </w:tc>
        <w:tc>
          <w:tcPr>
            <w:tcW w:w="992" w:type="dxa"/>
            <w:gridSpan w:val="2"/>
            <w:shd w:val="clear" w:color="auto" w:fill="92D050"/>
          </w:tcPr>
          <w:p w14:paraId="3381F116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92D050"/>
          </w:tcPr>
          <w:p w14:paraId="1B0AA9FE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</w:tr>
      <w:tr w:rsidR="00535C12" w:rsidRPr="00C3183A" w14:paraId="783A4611" w14:textId="77777777" w:rsidTr="00D6147E">
        <w:trPr>
          <w:trHeight w:val="527"/>
        </w:trPr>
        <w:tc>
          <w:tcPr>
            <w:tcW w:w="568" w:type="dxa"/>
          </w:tcPr>
          <w:p w14:paraId="38B86804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</w:tcPr>
          <w:p w14:paraId="157B29D7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Agregat wody lodowej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klimatyzacji sali 016</w:t>
            </w:r>
          </w:p>
          <w:p w14:paraId="3100D30E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TRANE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88190 GOLBEY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EVGA1100RDOBMA / EC6876</w:t>
            </w:r>
          </w:p>
          <w:p w14:paraId="07AD9189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</w:tcPr>
          <w:p w14:paraId="28B4F94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41CB0D34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gridSpan w:val="2"/>
          </w:tcPr>
          <w:p w14:paraId="25C64E85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wnęka na parkingu przy bocznych drzwiach wentylatorowni / węzła cieplnego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(za wentylatorem pożarowym NP4) - </w:t>
            </w:r>
          </w:p>
          <w:p w14:paraId="43BF1ADC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Sala 016</w:t>
            </w:r>
          </w:p>
          <w:p w14:paraId="15763BE5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  <w:p w14:paraId="73E48F17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</w:tcPr>
          <w:p w14:paraId="2252497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49D9011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(IX)</w:t>
            </w:r>
          </w:p>
        </w:tc>
        <w:tc>
          <w:tcPr>
            <w:tcW w:w="992" w:type="dxa"/>
            <w:gridSpan w:val="2"/>
          </w:tcPr>
          <w:p w14:paraId="250CC02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7534735A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</w:tr>
      <w:tr w:rsidR="00535C12" w:rsidRPr="00C3183A" w14:paraId="4233DA36" w14:textId="77777777" w:rsidTr="00D6147E">
        <w:trPr>
          <w:trHeight w:val="527"/>
        </w:trPr>
        <w:tc>
          <w:tcPr>
            <w:tcW w:w="568" w:type="dxa"/>
            <w:shd w:val="clear" w:color="auto" w:fill="92D050"/>
          </w:tcPr>
          <w:p w14:paraId="6E9EFC79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  <w:shd w:val="clear" w:color="auto" w:fill="92D050"/>
          </w:tcPr>
          <w:p w14:paraId="6448A95D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Centrala nawiewna N7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biblioteki 2p.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+ chłodnica freonowa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zainstalowana na kanale </w:t>
            </w:r>
          </w:p>
          <w:p w14:paraId="529634EB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VENTUS VVS 075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VTS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</w:r>
          </w:p>
          <w:p w14:paraId="6778F6EE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wraz z przynależną instalacją CT</w:t>
            </w:r>
          </w:p>
          <w:p w14:paraId="26A60751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  <w:p w14:paraId="4A7375C2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  <w:shd w:val="clear" w:color="auto" w:fill="92D050"/>
          </w:tcPr>
          <w:p w14:paraId="4A796A5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  <w:shd w:val="clear" w:color="auto" w:fill="92D050"/>
          </w:tcPr>
          <w:p w14:paraId="2EF09346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3x EU5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428x287</w:t>
            </w:r>
          </w:p>
          <w:p w14:paraId="5E4EA2D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gridSpan w:val="2"/>
            <w:shd w:val="clear" w:color="auto" w:fill="92D050"/>
          </w:tcPr>
          <w:p w14:paraId="09CA1E13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budynek CA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piwnica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wentylatorownia</w:t>
            </w:r>
          </w:p>
          <w:p w14:paraId="29F07E12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  <w:shd w:val="clear" w:color="auto" w:fill="92D050"/>
          </w:tcPr>
          <w:p w14:paraId="0A2130B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36577EF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(IX)</w:t>
            </w:r>
          </w:p>
        </w:tc>
        <w:tc>
          <w:tcPr>
            <w:tcW w:w="992" w:type="dxa"/>
            <w:gridSpan w:val="2"/>
            <w:shd w:val="clear" w:color="auto" w:fill="92D050"/>
          </w:tcPr>
          <w:p w14:paraId="55AF1F20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92D050"/>
          </w:tcPr>
          <w:p w14:paraId="3A49F474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</w:tr>
      <w:tr w:rsidR="00535C12" w:rsidRPr="00C3183A" w14:paraId="04CF6185" w14:textId="77777777" w:rsidTr="00D6147E">
        <w:trPr>
          <w:trHeight w:val="527"/>
        </w:trPr>
        <w:tc>
          <w:tcPr>
            <w:tcW w:w="568" w:type="dxa"/>
          </w:tcPr>
          <w:p w14:paraId="5A471BD0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</w:tcPr>
          <w:p w14:paraId="7502DE5D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Agregat sprężarkowo-skraplający </w:t>
            </w:r>
          </w:p>
          <w:p w14:paraId="0A1993E5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centrali N7</w:t>
            </w:r>
          </w:p>
          <w:p w14:paraId="124B604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CLINT</w:t>
            </w:r>
          </w:p>
          <w:p w14:paraId="70B96473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MHA/K 182 CC</w:t>
            </w:r>
          </w:p>
          <w:p w14:paraId="134F75C2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11-130971 </w:t>
            </w:r>
          </w:p>
          <w:p w14:paraId="6A654F31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2013</w:t>
            </w:r>
          </w:p>
        </w:tc>
        <w:tc>
          <w:tcPr>
            <w:tcW w:w="709" w:type="dxa"/>
          </w:tcPr>
          <w:p w14:paraId="4B9C021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3B08E66D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gridSpan w:val="2"/>
          </w:tcPr>
          <w:p w14:paraId="5F7CB4AB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budynek CA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piwnica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parking przy okrągłej klatce schodowej do baru </w:t>
            </w:r>
          </w:p>
          <w:p w14:paraId="4E2BF27D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biblioteka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kondygnacja +2</w:t>
            </w:r>
          </w:p>
          <w:p w14:paraId="0702949C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  <w:p w14:paraId="090BC711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</w:tcPr>
          <w:p w14:paraId="23E098F7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7A5901A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(IX)</w:t>
            </w:r>
          </w:p>
        </w:tc>
        <w:tc>
          <w:tcPr>
            <w:tcW w:w="992" w:type="dxa"/>
            <w:gridSpan w:val="2"/>
          </w:tcPr>
          <w:p w14:paraId="43A0B61D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07773F9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</w:tr>
      <w:tr w:rsidR="00535C12" w:rsidRPr="00C3183A" w14:paraId="281F02BA" w14:textId="77777777" w:rsidTr="00D6147E">
        <w:trPr>
          <w:trHeight w:val="527"/>
        </w:trPr>
        <w:tc>
          <w:tcPr>
            <w:tcW w:w="568" w:type="dxa"/>
            <w:shd w:val="clear" w:color="auto" w:fill="92D050"/>
          </w:tcPr>
          <w:p w14:paraId="22DCE0BE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  <w:shd w:val="clear" w:color="auto" w:fill="92D050"/>
          </w:tcPr>
          <w:p w14:paraId="0EA6A00F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Centrala nawiewna N8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biblioteki 3p.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+ chłodnica freonowa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zainstalowana na kanale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VENTUS VVS 100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VTS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</w:r>
            <w:r>
              <w:rPr>
                <w:rFonts w:ascii="Calibri" w:hAnsi="Calibri"/>
                <w:sz w:val="20"/>
                <w:szCs w:val="20"/>
                <w:lang w:val="pl-PL"/>
              </w:rPr>
              <w:t>wraz z przynależną instalacją CT</w:t>
            </w:r>
          </w:p>
          <w:p w14:paraId="29571A6B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  <w:shd w:val="clear" w:color="auto" w:fill="92D050"/>
          </w:tcPr>
          <w:p w14:paraId="0D9D52D7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  <w:shd w:val="clear" w:color="auto" w:fill="92D050"/>
          </w:tcPr>
          <w:p w14:paraId="677FBF05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3x EU5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490x490</w:t>
            </w:r>
          </w:p>
          <w:p w14:paraId="2AD01682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gridSpan w:val="2"/>
            <w:shd w:val="clear" w:color="auto" w:fill="92D050"/>
          </w:tcPr>
          <w:p w14:paraId="0BFC3E17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budynek CA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piwnica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wentylatorownia </w:t>
            </w:r>
          </w:p>
          <w:p w14:paraId="66E6A90F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biblioteka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kondygnacja +3</w:t>
            </w:r>
          </w:p>
          <w:p w14:paraId="39F080D6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  <w:p w14:paraId="5A8B6A2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  <w:shd w:val="clear" w:color="auto" w:fill="92D050"/>
          </w:tcPr>
          <w:p w14:paraId="3174674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59AA29F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(IX)</w:t>
            </w:r>
          </w:p>
        </w:tc>
        <w:tc>
          <w:tcPr>
            <w:tcW w:w="992" w:type="dxa"/>
            <w:gridSpan w:val="2"/>
            <w:shd w:val="clear" w:color="auto" w:fill="92D050"/>
          </w:tcPr>
          <w:p w14:paraId="7017C9A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92D050"/>
          </w:tcPr>
          <w:p w14:paraId="5BA01A54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</w:tr>
      <w:tr w:rsidR="00535C12" w:rsidRPr="00C3183A" w14:paraId="4D2015D7" w14:textId="77777777" w:rsidTr="00D6147E">
        <w:trPr>
          <w:trHeight w:val="527"/>
        </w:trPr>
        <w:tc>
          <w:tcPr>
            <w:tcW w:w="568" w:type="dxa"/>
          </w:tcPr>
          <w:p w14:paraId="48B856DD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</w:tcPr>
          <w:p w14:paraId="62E92616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Agregat sprężarkowo-skraplający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centrali N8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CLINT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MHA/K 202 CC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11-130972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2013</w:t>
            </w:r>
          </w:p>
          <w:p w14:paraId="256716F9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</w:tcPr>
          <w:p w14:paraId="7EE92765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51993ED5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gridSpan w:val="2"/>
          </w:tcPr>
          <w:p w14:paraId="7F0C5601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budynek CA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piwnica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parking przy okrągłej klatce schodowej do baru </w:t>
            </w:r>
          </w:p>
          <w:p w14:paraId="174C6265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biblioteka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kondygnacja +3</w:t>
            </w:r>
          </w:p>
          <w:p w14:paraId="6867843F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  <w:p w14:paraId="664950A2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</w:tcPr>
          <w:p w14:paraId="25A7385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1B28FAC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(IX)</w:t>
            </w:r>
          </w:p>
        </w:tc>
        <w:tc>
          <w:tcPr>
            <w:tcW w:w="992" w:type="dxa"/>
            <w:gridSpan w:val="2"/>
          </w:tcPr>
          <w:p w14:paraId="0E29A5B3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6EC66BBD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</w:tr>
      <w:tr w:rsidR="00535C12" w:rsidRPr="00C3183A" w14:paraId="2DF87A9C" w14:textId="77777777" w:rsidTr="00D6147E">
        <w:trPr>
          <w:trHeight w:val="527"/>
        </w:trPr>
        <w:tc>
          <w:tcPr>
            <w:tcW w:w="568" w:type="dxa"/>
            <w:shd w:val="clear" w:color="auto" w:fill="92D050"/>
          </w:tcPr>
          <w:p w14:paraId="62F2AD66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  <w:shd w:val="clear" w:color="auto" w:fill="92D050"/>
          </w:tcPr>
          <w:p w14:paraId="12F30929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 wywiewny W7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biblioteki 2p.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Multibox MUB 062 630 EC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z reg. obrotów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MTP 10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SYSTEMAIR</w:t>
            </w:r>
          </w:p>
          <w:p w14:paraId="10B31AFA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  <w:shd w:val="clear" w:color="auto" w:fill="92D050"/>
          </w:tcPr>
          <w:p w14:paraId="421E9B5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  <w:shd w:val="clear" w:color="auto" w:fill="92D050"/>
          </w:tcPr>
          <w:p w14:paraId="2B3982F7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gridSpan w:val="2"/>
            <w:shd w:val="clear" w:color="auto" w:fill="92D050"/>
          </w:tcPr>
          <w:p w14:paraId="5861FFF7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budynek CA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piwnica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wentylatorownia</w:t>
            </w:r>
          </w:p>
          <w:p w14:paraId="42A59673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wywiew z biblioteki +2</w:t>
            </w:r>
          </w:p>
          <w:p w14:paraId="65898CF2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  <w:shd w:val="clear" w:color="auto" w:fill="92D050"/>
          </w:tcPr>
          <w:p w14:paraId="68F1119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033C49A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(IX)</w:t>
            </w:r>
          </w:p>
        </w:tc>
        <w:tc>
          <w:tcPr>
            <w:tcW w:w="992" w:type="dxa"/>
            <w:gridSpan w:val="2"/>
            <w:shd w:val="clear" w:color="auto" w:fill="92D050"/>
          </w:tcPr>
          <w:p w14:paraId="3AE2ABA4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92D050"/>
          </w:tcPr>
          <w:p w14:paraId="24DF84DB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</w:tr>
      <w:tr w:rsidR="00535C12" w:rsidRPr="00C3183A" w14:paraId="3F3D0A90" w14:textId="77777777" w:rsidTr="00D6147E">
        <w:trPr>
          <w:trHeight w:val="527"/>
        </w:trPr>
        <w:tc>
          <w:tcPr>
            <w:tcW w:w="568" w:type="dxa"/>
            <w:shd w:val="clear" w:color="auto" w:fill="92D050"/>
          </w:tcPr>
          <w:p w14:paraId="30847D3A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  <w:shd w:val="clear" w:color="auto" w:fill="92D050"/>
          </w:tcPr>
          <w:p w14:paraId="65C4E9A4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 wywiewny W8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biblioteki 3p.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Multibox MUB 062 630 EC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z reg. obrotów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MTP 10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SYSTEMAIR</w:t>
            </w:r>
          </w:p>
          <w:p w14:paraId="4E443509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  <w:shd w:val="clear" w:color="auto" w:fill="92D050"/>
          </w:tcPr>
          <w:p w14:paraId="29B368C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  <w:shd w:val="clear" w:color="auto" w:fill="92D050"/>
          </w:tcPr>
          <w:p w14:paraId="62C81B5F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gridSpan w:val="2"/>
            <w:shd w:val="clear" w:color="auto" w:fill="92D050"/>
          </w:tcPr>
          <w:p w14:paraId="31CEED5F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budynek CA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piwnica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wentylatorownia</w:t>
            </w:r>
          </w:p>
          <w:p w14:paraId="6A751187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wywiew z biblioteki +3</w:t>
            </w:r>
          </w:p>
          <w:p w14:paraId="282E54D7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  <w:shd w:val="clear" w:color="auto" w:fill="92D050"/>
          </w:tcPr>
          <w:p w14:paraId="14798C0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15FEC7A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(IX)</w:t>
            </w:r>
          </w:p>
        </w:tc>
        <w:tc>
          <w:tcPr>
            <w:tcW w:w="992" w:type="dxa"/>
            <w:gridSpan w:val="2"/>
            <w:shd w:val="clear" w:color="auto" w:fill="92D050"/>
          </w:tcPr>
          <w:p w14:paraId="6A3E5850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92D050"/>
          </w:tcPr>
          <w:p w14:paraId="74CEDE8F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</w:tr>
      <w:tr w:rsidR="00535C12" w:rsidRPr="00C3183A" w14:paraId="4FC31688" w14:textId="77777777" w:rsidTr="00D6147E">
        <w:trPr>
          <w:trHeight w:val="527"/>
        </w:trPr>
        <w:tc>
          <w:tcPr>
            <w:tcW w:w="568" w:type="dxa"/>
            <w:shd w:val="clear" w:color="auto" w:fill="auto"/>
          </w:tcPr>
          <w:p w14:paraId="23CAFE78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1185C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wywiewny W20 </w:t>
            </w:r>
          </w:p>
          <w:p w14:paraId="0260684D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Wentylacja Kraków KBR 355</w:t>
            </w:r>
          </w:p>
          <w:p w14:paraId="478E1482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  <w:shd w:val="clear" w:color="auto" w:fill="auto"/>
          </w:tcPr>
          <w:p w14:paraId="30B5A475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2F631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B9FE7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budynek CA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20 piętro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wentylatorownia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2121C2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1BD02AE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(IX)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C0B25CE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72B61EA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</w:tr>
      <w:tr w:rsidR="00535C12" w:rsidRPr="00C3183A" w14:paraId="724DD5A4" w14:textId="77777777" w:rsidTr="00D6147E">
        <w:trPr>
          <w:trHeight w:val="527"/>
        </w:trPr>
        <w:tc>
          <w:tcPr>
            <w:tcW w:w="568" w:type="dxa"/>
            <w:shd w:val="clear" w:color="auto" w:fill="auto"/>
          </w:tcPr>
          <w:p w14:paraId="0A4430DB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3060A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wywiewny W21 </w:t>
            </w:r>
          </w:p>
          <w:p w14:paraId="75DBAE95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Wentylacja Kraków KBR 355</w:t>
            </w:r>
          </w:p>
          <w:p w14:paraId="07C57B33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  <w:shd w:val="clear" w:color="auto" w:fill="auto"/>
          </w:tcPr>
          <w:p w14:paraId="3E140AC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D3C92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97832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budynek CA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20 piętro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wentylatorownia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8C4D0C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1897DF7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(IX)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2B23E41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7B0B0F10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</w:tr>
      <w:tr w:rsidR="00535C12" w:rsidRPr="00C3183A" w14:paraId="2061CAF4" w14:textId="77777777" w:rsidTr="00D6147E">
        <w:trPr>
          <w:trHeight w:val="527"/>
        </w:trPr>
        <w:tc>
          <w:tcPr>
            <w:tcW w:w="568" w:type="dxa"/>
            <w:shd w:val="clear" w:color="auto" w:fill="auto"/>
          </w:tcPr>
          <w:p w14:paraId="2F09E619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CD07C1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CENTRALA NAWIEWNO WYWIEWNA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 w:type="page"/>
              <w:t>Z KLIMATYZACJĄ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 w:type="page"/>
              <w:t>dla 18 piętra CENTRALA SWEGON GOLD 20</w:t>
            </w:r>
          </w:p>
          <w:p w14:paraId="39AF3335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Z NAGRZEWNICĄ ELEKTRYCZNĄ</w:t>
            </w:r>
          </w:p>
          <w:p w14:paraId="114C45A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I AGREGATEM SWEGON</w:t>
            </w:r>
          </w:p>
          <w:p w14:paraId="361909DC" w14:textId="77777777" w:rsidR="00535C12" w:rsidRPr="003C550B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3C550B">
              <w:rPr>
                <w:rFonts w:ascii="Calibri" w:hAnsi="Calibri"/>
                <w:sz w:val="20"/>
                <w:szCs w:val="20"/>
                <w:lang w:val="en-US"/>
              </w:rPr>
              <w:t>CENTR.: GOLD20C1111 / G200292</w:t>
            </w:r>
          </w:p>
          <w:p w14:paraId="799C0FDD" w14:textId="77777777" w:rsidR="00535C12" w:rsidRPr="003C550B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3C550B">
              <w:rPr>
                <w:rFonts w:ascii="Calibri" w:hAnsi="Calibri"/>
                <w:sz w:val="20"/>
                <w:szCs w:val="20"/>
                <w:lang w:val="en-US"/>
              </w:rPr>
              <w:t>AGREGAT: COOLER 24 / CO240049</w:t>
            </w:r>
          </w:p>
        </w:tc>
        <w:tc>
          <w:tcPr>
            <w:tcW w:w="709" w:type="dxa"/>
            <w:shd w:val="clear" w:color="auto" w:fill="auto"/>
          </w:tcPr>
          <w:p w14:paraId="7319946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5F5530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kieszeniowe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 w:type="page"/>
              <w:t>592x592x620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 w:type="page"/>
              <w:t>4K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53F292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19p. Klucz 1915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28DA69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7F3D3A6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(IX)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AF7A204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390F70A9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</w:tr>
      <w:tr w:rsidR="00535C12" w:rsidRPr="00C3183A" w14:paraId="512A8770" w14:textId="77777777" w:rsidTr="00D6147E">
        <w:trPr>
          <w:trHeight w:val="527"/>
        </w:trPr>
        <w:tc>
          <w:tcPr>
            <w:tcW w:w="568" w:type="dxa"/>
            <w:shd w:val="clear" w:color="auto" w:fill="92D050"/>
          </w:tcPr>
          <w:p w14:paraId="62B3B806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3A79FAA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Kurtyna powietrzna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prawa (patrząc od wewnątrz) </w:t>
            </w:r>
          </w:p>
          <w:p w14:paraId="70A4FC4B" w14:textId="77777777" w:rsidR="00535C12" w:rsidRPr="003C550B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3C550B">
              <w:rPr>
                <w:rFonts w:ascii="Calibri" w:hAnsi="Calibri"/>
                <w:sz w:val="20"/>
                <w:szCs w:val="20"/>
                <w:lang w:val="en-US"/>
              </w:rPr>
              <w:t>AR220E18 (elektryczna)</w:t>
            </w:r>
            <w:r w:rsidRPr="003C550B">
              <w:rPr>
                <w:rFonts w:ascii="Calibri" w:hAnsi="Calibri"/>
                <w:sz w:val="20"/>
                <w:szCs w:val="20"/>
                <w:lang w:val="en-US"/>
              </w:rPr>
              <w:br/>
              <w:t>+ SIRe Basic</w:t>
            </w:r>
            <w:r w:rsidRPr="003C550B">
              <w:rPr>
                <w:rFonts w:ascii="Calibri" w:hAnsi="Calibri"/>
                <w:sz w:val="20"/>
                <w:szCs w:val="20"/>
                <w:lang w:val="en-US"/>
              </w:rPr>
              <w:br/>
              <w:t>+ SIRERTX + SIREB1XAE</w:t>
            </w:r>
            <w:r w:rsidRPr="003C550B">
              <w:rPr>
                <w:rFonts w:ascii="Calibri" w:hAnsi="Calibri"/>
                <w:sz w:val="20"/>
                <w:szCs w:val="20"/>
                <w:lang w:val="en-US"/>
              </w:rPr>
              <w:br/>
              <w:t>FRICO</w:t>
            </w:r>
          </w:p>
          <w:p w14:paraId="046FCAA7" w14:textId="77777777" w:rsidR="00535C12" w:rsidRPr="003C550B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14:paraId="4FBE107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98A1D4A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-</w:t>
            </w:r>
          </w:p>
        </w:tc>
        <w:tc>
          <w:tcPr>
            <w:tcW w:w="1276" w:type="dxa"/>
            <w:gridSpan w:val="2"/>
            <w:shd w:val="clear" w:color="auto" w:fill="92D050"/>
            <w:vAlign w:val="center"/>
          </w:tcPr>
          <w:p w14:paraId="52926FFB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  <w:shd w:val="clear" w:color="auto" w:fill="92D050"/>
            <w:vAlign w:val="center"/>
          </w:tcPr>
          <w:p w14:paraId="56DED0B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3CF8EE5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(IX)</w:t>
            </w:r>
          </w:p>
        </w:tc>
        <w:tc>
          <w:tcPr>
            <w:tcW w:w="992" w:type="dxa"/>
            <w:gridSpan w:val="2"/>
            <w:shd w:val="clear" w:color="auto" w:fill="92D050"/>
          </w:tcPr>
          <w:p w14:paraId="34DC69DB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92D050"/>
          </w:tcPr>
          <w:p w14:paraId="06D5BFC4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</w:tr>
      <w:tr w:rsidR="00535C12" w:rsidRPr="00C3183A" w14:paraId="3D1D8E5E" w14:textId="77777777" w:rsidTr="00D6147E">
        <w:trPr>
          <w:trHeight w:val="527"/>
        </w:trPr>
        <w:tc>
          <w:tcPr>
            <w:tcW w:w="568" w:type="dxa"/>
            <w:shd w:val="clear" w:color="auto" w:fill="92D050"/>
          </w:tcPr>
          <w:p w14:paraId="679AA73B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30E7094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Kurtyna powietrzna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lewa (patrząc od wewnątrz) </w:t>
            </w:r>
          </w:p>
          <w:p w14:paraId="4C01B80E" w14:textId="77777777" w:rsidR="00535C12" w:rsidRPr="003C550B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3C550B">
              <w:rPr>
                <w:rFonts w:ascii="Calibri" w:hAnsi="Calibri"/>
                <w:sz w:val="20"/>
                <w:szCs w:val="20"/>
                <w:lang w:val="en-US"/>
              </w:rPr>
              <w:t>AR220E18 (elektryczna)</w:t>
            </w:r>
            <w:r w:rsidRPr="003C550B">
              <w:rPr>
                <w:rFonts w:ascii="Calibri" w:hAnsi="Calibri"/>
                <w:sz w:val="20"/>
                <w:szCs w:val="20"/>
                <w:lang w:val="en-US"/>
              </w:rPr>
              <w:br/>
              <w:t>+ SIRe Basic</w:t>
            </w:r>
            <w:r w:rsidRPr="003C550B">
              <w:rPr>
                <w:rFonts w:ascii="Calibri" w:hAnsi="Calibri"/>
                <w:sz w:val="20"/>
                <w:szCs w:val="20"/>
                <w:lang w:val="en-US"/>
              </w:rPr>
              <w:br/>
              <w:t>+ SIRERTX + SIREB1XAE</w:t>
            </w:r>
            <w:r w:rsidRPr="003C550B">
              <w:rPr>
                <w:rFonts w:ascii="Calibri" w:hAnsi="Calibri"/>
                <w:sz w:val="20"/>
                <w:szCs w:val="20"/>
                <w:lang w:val="en-US"/>
              </w:rPr>
              <w:br/>
              <w:t>FRICO</w:t>
            </w:r>
          </w:p>
          <w:p w14:paraId="78FEC634" w14:textId="77777777" w:rsidR="00535C12" w:rsidRPr="003C550B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14:paraId="61069FE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631CAEB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-</w:t>
            </w:r>
          </w:p>
        </w:tc>
        <w:tc>
          <w:tcPr>
            <w:tcW w:w="1276" w:type="dxa"/>
            <w:gridSpan w:val="2"/>
            <w:shd w:val="clear" w:color="auto" w:fill="92D050"/>
            <w:vAlign w:val="center"/>
          </w:tcPr>
          <w:p w14:paraId="4F427D53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  <w:shd w:val="clear" w:color="auto" w:fill="92D050"/>
            <w:vAlign w:val="center"/>
          </w:tcPr>
          <w:p w14:paraId="44CEBED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4A7BB78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(IX)</w:t>
            </w:r>
          </w:p>
        </w:tc>
        <w:tc>
          <w:tcPr>
            <w:tcW w:w="992" w:type="dxa"/>
            <w:gridSpan w:val="2"/>
            <w:shd w:val="clear" w:color="auto" w:fill="92D050"/>
          </w:tcPr>
          <w:p w14:paraId="073BF70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92D050"/>
          </w:tcPr>
          <w:p w14:paraId="2280AA9A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</w:tr>
      <w:tr w:rsidR="00535C12" w:rsidRPr="00C3183A" w14:paraId="6D46C4DC" w14:textId="77777777" w:rsidTr="00D6147E">
        <w:trPr>
          <w:trHeight w:val="527"/>
        </w:trPr>
        <w:tc>
          <w:tcPr>
            <w:tcW w:w="568" w:type="dxa"/>
            <w:shd w:val="clear" w:color="auto" w:fill="92D050"/>
          </w:tcPr>
          <w:p w14:paraId="31EB7D5F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2357B75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Centrala nawiewna N10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(dla pięter od +5 do +17) </w:t>
            </w:r>
          </w:p>
          <w:p w14:paraId="48CDF818" w14:textId="77777777" w:rsidR="00535C12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3 centrale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VENTUS VVS 150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VTS</w:t>
            </w:r>
          </w:p>
          <w:p w14:paraId="20B37A3A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wraz z przynależną instalacją CT oraz instalacją glikolowego odzysku ciepła</w:t>
            </w:r>
          </w:p>
          <w:p w14:paraId="2064BDD1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14:paraId="53D2BDF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6CF5C30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6x EU5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490x490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+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12x EU5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490x592</w:t>
            </w:r>
          </w:p>
        </w:tc>
        <w:tc>
          <w:tcPr>
            <w:tcW w:w="1276" w:type="dxa"/>
            <w:gridSpan w:val="2"/>
            <w:shd w:val="clear" w:color="auto" w:fill="92D050"/>
            <w:vAlign w:val="center"/>
          </w:tcPr>
          <w:p w14:paraId="6C109000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  <w:shd w:val="clear" w:color="auto" w:fill="92D050"/>
            <w:vAlign w:val="center"/>
          </w:tcPr>
          <w:p w14:paraId="527145C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5E8F1E8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(IX)</w:t>
            </w:r>
          </w:p>
        </w:tc>
        <w:tc>
          <w:tcPr>
            <w:tcW w:w="992" w:type="dxa"/>
            <w:gridSpan w:val="2"/>
            <w:shd w:val="clear" w:color="auto" w:fill="92D050"/>
          </w:tcPr>
          <w:p w14:paraId="33936AE7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92D050"/>
          </w:tcPr>
          <w:p w14:paraId="3978E06F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</w:tr>
      <w:tr w:rsidR="00535C12" w:rsidRPr="00C3183A" w14:paraId="2AED3A13" w14:textId="77777777" w:rsidTr="00D6147E">
        <w:trPr>
          <w:trHeight w:val="527"/>
        </w:trPr>
        <w:tc>
          <w:tcPr>
            <w:tcW w:w="568" w:type="dxa"/>
            <w:shd w:val="clear" w:color="auto" w:fill="92D050"/>
          </w:tcPr>
          <w:p w14:paraId="4EFB1126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0CDC7EF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Centrale wywiewne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W10.1+W10.2+W10.3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(dla pięter od +5 do +17) </w:t>
            </w:r>
          </w:p>
          <w:p w14:paraId="417BC93B" w14:textId="77777777" w:rsidR="00535C12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3 centrale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VENTUS VVS 150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VTS</w:t>
            </w:r>
          </w:p>
          <w:p w14:paraId="44E3B91F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>
              <w:rPr>
                <w:rFonts w:ascii="Calibri" w:hAnsi="Calibri"/>
                <w:sz w:val="20"/>
                <w:szCs w:val="20"/>
                <w:lang w:val="pl-PL"/>
              </w:rPr>
              <w:t>wraz z przynależną instalacją glikolowego odzysku ciepła</w:t>
            </w:r>
          </w:p>
          <w:p w14:paraId="6F41A82F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  <w:p w14:paraId="44DE0FAE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14:paraId="160C62C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4351FBC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3x EU5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490x490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(dla 1 centrali)</w:t>
            </w:r>
          </w:p>
        </w:tc>
        <w:tc>
          <w:tcPr>
            <w:tcW w:w="1276" w:type="dxa"/>
            <w:gridSpan w:val="2"/>
            <w:shd w:val="clear" w:color="auto" w:fill="92D050"/>
            <w:vAlign w:val="center"/>
          </w:tcPr>
          <w:p w14:paraId="350F7425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  <w:shd w:val="clear" w:color="auto" w:fill="92D050"/>
            <w:vAlign w:val="center"/>
          </w:tcPr>
          <w:p w14:paraId="2CE78B3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49D51D77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(IX)</w:t>
            </w:r>
          </w:p>
        </w:tc>
        <w:tc>
          <w:tcPr>
            <w:tcW w:w="992" w:type="dxa"/>
            <w:gridSpan w:val="2"/>
            <w:shd w:val="clear" w:color="auto" w:fill="92D050"/>
          </w:tcPr>
          <w:p w14:paraId="0FD83F91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92D050"/>
          </w:tcPr>
          <w:p w14:paraId="760B4F46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</w:tr>
      <w:tr w:rsidR="00535C12" w:rsidRPr="00C3183A" w14:paraId="1CC7024D" w14:textId="77777777" w:rsidTr="00D6147E">
        <w:trPr>
          <w:trHeight w:val="527"/>
        </w:trPr>
        <w:tc>
          <w:tcPr>
            <w:tcW w:w="568" w:type="dxa"/>
            <w:shd w:val="clear" w:color="auto" w:fill="92D050"/>
          </w:tcPr>
          <w:p w14:paraId="69D9B84D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0805429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 kanałowy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nawiewny dla IT </w:t>
            </w:r>
          </w:p>
          <w:p w14:paraId="3629A234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ML PRO EC 160/800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HARMANN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+ regulator MTP 10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do silników EC 0-10V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+ wyłącznik serwisowy GS</w:t>
            </w:r>
          </w:p>
          <w:p w14:paraId="764081A6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14:paraId="23BAB89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D473E82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1x EU3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typ: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FSBQL-160</w:t>
            </w:r>
          </w:p>
        </w:tc>
        <w:tc>
          <w:tcPr>
            <w:tcW w:w="1276" w:type="dxa"/>
            <w:gridSpan w:val="2"/>
            <w:shd w:val="clear" w:color="auto" w:fill="92D050"/>
            <w:vAlign w:val="center"/>
          </w:tcPr>
          <w:p w14:paraId="4135E50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  <w:shd w:val="clear" w:color="auto" w:fill="92D050"/>
            <w:vAlign w:val="center"/>
          </w:tcPr>
          <w:p w14:paraId="4BA03BA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5D1D1DA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(IX)</w:t>
            </w:r>
          </w:p>
        </w:tc>
        <w:tc>
          <w:tcPr>
            <w:tcW w:w="992" w:type="dxa"/>
            <w:gridSpan w:val="2"/>
            <w:shd w:val="clear" w:color="auto" w:fill="92D050"/>
          </w:tcPr>
          <w:p w14:paraId="410875E6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92D050"/>
          </w:tcPr>
          <w:p w14:paraId="7C9FE2A6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</w:tr>
      <w:tr w:rsidR="00535C12" w:rsidRPr="00C3183A" w14:paraId="513DE445" w14:textId="77777777" w:rsidTr="00D6147E">
        <w:trPr>
          <w:trHeight w:val="527"/>
        </w:trPr>
        <w:tc>
          <w:tcPr>
            <w:tcW w:w="568" w:type="dxa"/>
            <w:shd w:val="clear" w:color="auto" w:fill="92D050"/>
          </w:tcPr>
          <w:p w14:paraId="19B01187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29D1B72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 kanałowy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wywiewny dla IT </w:t>
            </w:r>
          </w:p>
          <w:p w14:paraId="3032AF1E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ML PRO EC 160/800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HARMANN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+ regulator MTP 10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do silników EC 0-10V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+ wyłącznik serwisowy GS</w:t>
            </w:r>
          </w:p>
          <w:p w14:paraId="2374EF69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  <w:shd w:val="clear" w:color="auto" w:fill="92D050"/>
            <w:vAlign w:val="center"/>
          </w:tcPr>
          <w:p w14:paraId="58115CF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D2971EA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1x EU3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typ: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FSBQL-160</w:t>
            </w:r>
          </w:p>
        </w:tc>
        <w:tc>
          <w:tcPr>
            <w:tcW w:w="1276" w:type="dxa"/>
            <w:gridSpan w:val="2"/>
            <w:shd w:val="clear" w:color="auto" w:fill="92D050"/>
            <w:vAlign w:val="center"/>
          </w:tcPr>
          <w:p w14:paraId="2A03D83B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gridSpan w:val="2"/>
            <w:shd w:val="clear" w:color="auto" w:fill="92D050"/>
            <w:vAlign w:val="center"/>
          </w:tcPr>
          <w:p w14:paraId="708B081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0C1CD65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(IX)</w:t>
            </w:r>
          </w:p>
        </w:tc>
        <w:tc>
          <w:tcPr>
            <w:tcW w:w="992" w:type="dxa"/>
            <w:gridSpan w:val="2"/>
            <w:shd w:val="clear" w:color="auto" w:fill="92D050"/>
          </w:tcPr>
          <w:p w14:paraId="45F16559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92D050"/>
          </w:tcPr>
          <w:p w14:paraId="58C9D003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</w:tr>
      <w:tr w:rsidR="00535C12" w:rsidRPr="00C3183A" w14:paraId="460BE150" w14:textId="77777777" w:rsidTr="00D6147E">
        <w:trPr>
          <w:trHeight w:val="286"/>
        </w:trPr>
        <w:tc>
          <w:tcPr>
            <w:tcW w:w="568" w:type="dxa"/>
          </w:tcPr>
          <w:p w14:paraId="4E6B1B75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7E094306" w14:textId="3649A9CE" w:rsidR="00535C12" w:rsidRPr="00C3183A" w:rsidRDefault="00535C12" w:rsidP="00D6147E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Suma kosztów rocznych netto konserwacji i przeglądów dla budynku CA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rok2026)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445D301F" w14:textId="77777777" w:rsidR="00535C12" w:rsidRPr="00C3183A" w:rsidRDefault="00535C12" w:rsidP="00D6147E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39EB2D08" w14:textId="77777777" w:rsidTr="00D6147E">
        <w:trPr>
          <w:trHeight w:val="286"/>
        </w:trPr>
        <w:tc>
          <w:tcPr>
            <w:tcW w:w="568" w:type="dxa"/>
          </w:tcPr>
          <w:p w14:paraId="50CFA1EA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48835E68" w14:textId="0E04DDC4" w:rsidR="00535C12" w:rsidRPr="00C3183A" w:rsidRDefault="00535C12" w:rsidP="00D6147E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Koszt brutto (VAT: 23%) konserwacji i przeglądów dla budynku CA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rok2026)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72C991CC" w14:textId="77777777" w:rsidR="00535C12" w:rsidRPr="00C3183A" w:rsidRDefault="00535C12" w:rsidP="00D6147E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79B5F093" w14:textId="77777777" w:rsidTr="00D6147E">
        <w:tc>
          <w:tcPr>
            <w:tcW w:w="9924" w:type="dxa"/>
            <w:gridSpan w:val="11"/>
          </w:tcPr>
          <w:p w14:paraId="0E2B515E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lang w:val="pl-PL"/>
              </w:rPr>
            </w:pPr>
            <w:r w:rsidRPr="00C3183A">
              <w:rPr>
                <w:rFonts w:ascii="Calibri" w:hAnsi="Calibri" w:cs="Arial"/>
                <w:b/>
                <w:lang w:val="pl-PL"/>
              </w:rPr>
              <w:t>Hala Sportowa</w:t>
            </w:r>
          </w:p>
          <w:p w14:paraId="2EDD453D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lang w:val="pl-PL"/>
              </w:rPr>
            </w:pPr>
            <w:r w:rsidRPr="00C3183A">
              <w:rPr>
                <w:rFonts w:ascii="Calibri" w:hAnsi="Calibri" w:cs="Arial"/>
                <w:lang w:val="pl-PL"/>
              </w:rPr>
              <w:t>Poznań, ul. Dożynkowa 9j</w:t>
            </w:r>
          </w:p>
        </w:tc>
      </w:tr>
      <w:tr w:rsidR="00535C12" w:rsidRPr="00C3183A" w14:paraId="3D0FE99E" w14:textId="77777777" w:rsidTr="00D6147E">
        <w:tc>
          <w:tcPr>
            <w:tcW w:w="568" w:type="dxa"/>
          </w:tcPr>
          <w:p w14:paraId="53DB392D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1C2D6444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146C544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kanałowy </w:t>
            </w:r>
          </w:p>
          <w:p w14:paraId="1AE9FDE3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TD-2000/315</w:t>
            </w:r>
          </w:p>
        </w:tc>
        <w:tc>
          <w:tcPr>
            <w:tcW w:w="709" w:type="dxa"/>
          </w:tcPr>
          <w:p w14:paraId="1DBDBBF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</w:tcPr>
          <w:p w14:paraId="12E1C08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</w:tcPr>
          <w:p w14:paraId="79A4299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pom. techniczne przy szatni – aerobic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2 p.</w:t>
            </w:r>
          </w:p>
        </w:tc>
        <w:tc>
          <w:tcPr>
            <w:tcW w:w="992" w:type="dxa"/>
            <w:gridSpan w:val="2"/>
          </w:tcPr>
          <w:p w14:paraId="29DDC18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3B555EB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55202936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4DD9F16E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7C713114" w14:textId="77777777" w:rsidTr="00D6147E">
        <w:tc>
          <w:tcPr>
            <w:tcW w:w="568" w:type="dxa"/>
          </w:tcPr>
          <w:p w14:paraId="26823861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6CB99CE1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27C4540F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kanałowy </w:t>
            </w:r>
          </w:p>
          <w:p w14:paraId="31D981B7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TD-500/160</w:t>
            </w:r>
          </w:p>
        </w:tc>
        <w:tc>
          <w:tcPr>
            <w:tcW w:w="709" w:type="dxa"/>
          </w:tcPr>
          <w:p w14:paraId="00522127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</w:tcPr>
          <w:p w14:paraId="69CE763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</w:tcPr>
          <w:p w14:paraId="3099D36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pom. techniczne przy szatni – aerobic 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 xml:space="preserve">2 p.     </w:t>
            </w:r>
          </w:p>
        </w:tc>
        <w:tc>
          <w:tcPr>
            <w:tcW w:w="992" w:type="dxa"/>
            <w:gridSpan w:val="2"/>
          </w:tcPr>
          <w:p w14:paraId="1850F4B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74C8A41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504CB6A3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2A077DC8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16D813C8" w14:textId="77777777" w:rsidTr="00D6147E">
        <w:tc>
          <w:tcPr>
            <w:tcW w:w="568" w:type="dxa"/>
          </w:tcPr>
          <w:p w14:paraId="1D74BACA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222E87DD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nawiewny kanałowy z nagrzewnicą </w:t>
            </w:r>
          </w:p>
        </w:tc>
        <w:tc>
          <w:tcPr>
            <w:tcW w:w="709" w:type="dxa"/>
          </w:tcPr>
          <w:p w14:paraId="6E1EF0C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</w:tcPr>
          <w:p w14:paraId="340773F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włóknina</w:t>
            </w:r>
          </w:p>
        </w:tc>
        <w:tc>
          <w:tcPr>
            <w:tcW w:w="1238" w:type="dxa"/>
            <w:gridSpan w:val="2"/>
          </w:tcPr>
          <w:p w14:paraId="1CF949D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magazyn 0.23</w:t>
            </w:r>
          </w:p>
        </w:tc>
        <w:tc>
          <w:tcPr>
            <w:tcW w:w="992" w:type="dxa"/>
            <w:gridSpan w:val="2"/>
          </w:tcPr>
          <w:p w14:paraId="2293696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0C40085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0F8BA1C2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7AC947E5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1EEFC2D2" w14:textId="77777777" w:rsidTr="00D6147E">
        <w:tc>
          <w:tcPr>
            <w:tcW w:w="568" w:type="dxa"/>
          </w:tcPr>
          <w:p w14:paraId="7A7B8F3C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7132D7BF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Wentylatory łazienkowe</w:t>
            </w:r>
          </w:p>
          <w:p w14:paraId="468BAA6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709" w:type="dxa"/>
          </w:tcPr>
          <w:p w14:paraId="7715208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10</w:t>
            </w:r>
          </w:p>
        </w:tc>
        <w:tc>
          <w:tcPr>
            <w:tcW w:w="1783" w:type="dxa"/>
            <w:gridSpan w:val="2"/>
          </w:tcPr>
          <w:p w14:paraId="008E0FE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</w:tcPr>
          <w:p w14:paraId="650596C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Pom. socjalne i sanitariaty</w:t>
            </w:r>
          </w:p>
        </w:tc>
        <w:tc>
          <w:tcPr>
            <w:tcW w:w="992" w:type="dxa"/>
            <w:gridSpan w:val="2"/>
          </w:tcPr>
          <w:p w14:paraId="2276BD3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4045D99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52BA7F27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57ACE591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3E6F61CE" w14:textId="77777777" w:rsidTr="00D6147E">
        <w:tc>
          <w:tcPr>
            <w:tcW w:w="568" w:type="dxa"/>
          </w:tcPr>
          <w:p w14:paraId="6F11AF47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147E3174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Wentylatory </w:t>
            </w:r>
          </w:p>
          <w:p w14:paraId="483BEFF4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wywiewne kanałowe</w:t>
            </w:r>
          </w:p>
        </w:tc>
        <w:tc>
          <w:tcPr>
            <w:tcW w:w="709" w:type="dxa"/>
          </w:tcPr>
          <w:p w14:paraId="3E71420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</w:t>
            </w:r>
          </w:p>
        </w:tc>
        <w:tc>
          <w:tcPr>
            <w:tcW w:w="1783" w:type="dxa"/>
            <w:gridSpan w:val="2"/>
          </w:tcPr>
          <w:p w14:paraId="19FFC17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</w:tcPr>
          <w:p w14:paraId="03ADDCC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pom. 0.17 wc</w:t>
            </w:r>
          </w:p>
        </w:tc>
        <w:tc>
          <w:tcPr>
            <w:tcW w:w="992" w:type="dxa"/>
            <w:gridSpan w:val="2"/>
          </w:tcPr>
          <w:p w14:paraId="3FFBA35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33B74EA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1A50252C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0FAEC2AF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79D66FAE" w14:textId="77777777" w:rsidTr="00D6147E">
        <w:tc>
          <w:tcPr>
            <w:tcW w:w="568" w:type="dxa"/>
          </w:tcPr>
          <w:p w14:paraId="5207F872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16D31ABD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Wentylatory dachowe na hali</w:t>
            </w:r>
          </w:p>
        </w:tc>
        <w:tc>
          <w:tcPr>
            <w:tcW w:w="709" w:type="dxa"/>
          </w:tcPr>
          <w:p w14:paraId="3BB578A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4</w:t>
            </w:r>
          </w:p>
        </w:tc>
        <w:tc>
          <w:tcPr>
            <w:tcW w:w="1783" w:type="dxa"/>
            <w:gridSpan w:val="2"/>
          </w:tcPr>
          <w:p w14:paraId="3BE2C77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</w:tcPr>
          <w:p w14:paraId="060B9C9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skrzynka sterown. w hali</w:t>
            </w:r>
          </w:p>
        </w:tc>
        <w:tc>
          <w:tcPr>
            <w:tcW w:w="992" w:type="dxa"/>
            <w:gridSpan w:val="2"/>
          </w:tcPr>
          <w:p w14:paraId="06831DB5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F175BD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6E2BB5C0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1DE874D2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164BA907" w14:textId="77777777" w:rsidTr="00D6147E">
        <w:tc>
          <w:tcPr>
            <w:tcW w:w="568" w:type="dxa"/>
          </w:tcPr>
          <w:p w14:paraId="32876CC9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10651731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 dachowy</w:t>
            </w:r>
          </w:p>
        </w:tc>
        <w:tc>
          <w:tcPr>
            <w:tcW w:w="709" w:type="dxa"/>
          </w:tcPr>
          <w:p w14:paraId="113760C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</w:tcPr>
          <w:p w14:paraId="1489ACE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</w:tcPr>
          <w:p w14:paraId="00BB139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skrzynka sterown. w hali aerobiku</w:t>
            </w:r>
          </w:p>
        </w:tc>
        <w:tc>
          <w:tcPr>
            <w:tcW w:w="992" w:type="dxa"/>
            <w:gridSpan w:val="2"/>
          </w:tcPr>
          <w:p w14:paraId="23EBD43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937F5B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62DAC011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7D07260D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622CD6FD" w14:textId="77777777" w:rsidTr="00D6147E">
        <w:tc>
          <w:tcPr>
            <w:tcW w:w="568" w:type="dxa"/>
          </w:tcPr>
          <w:p w14:paraId="6FA01F06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6CD30CD5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 dachowy</w:t>
            </w:r>
          </w:p>
        </w:tc>
        <w:tc>
          <w:tcPr>
            <w:tcW w:w="709" w:type="dxa"/>
          </w:tcPr>
          <w:p w14:paraId="77A037B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</w:tcPr>
          <w:p w14:paraId="58858C4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</w:tcPr>
          <w:p w14:paraId="1663F0F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skrzynka sterown. w pom. 105A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</w:r>
          </w:p>
        </w:tc>
        <w:tc>
          <w:tcPr>
            <w:tcW w:w="992" w:type="dxa"/>
            <w:gridSpan w:val="2"/>
          </w:tcPr>
          <w:p w14:paraId="1320E84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707C1235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62D3655A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62E40F53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31A8B91C" w14:textId="77777777" w:rsidTr="00D6147E">
        <w:tc>
          <w:tcPr>
            <w:tcW w:w="568" w:type="dxa"/>
          </w:tcPr>
          <w:p w14:paraId="6D40A111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636FFE5D" w14:textId="36C2151B" w:rsidR="00535C12" w:rsidRPr="00C3183A" w:rsidRDefault="00535C12" w:rsidP="00D6147E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Suma kosztów rocznych netto konserwacji i przeglądów dla budynku Hali Sportowej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rok2026)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5A7E12EB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67DD6C03" w14:textId="77777777" w:rsidTr="00D6147E">
        <w:tc>
          <w:tcPr>
            <w:tcW w:w="568" w:type="dxa"/>
          </w:tcPr>
          <w:p w14:paraId="30D224B0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08D652A7" w14:textId="61D78641" w:rsidR="00535C12" w:rsidRPr="00C3183A" w:rsidRDefault="00535C12" w:rsidP="00D6147E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Koszt brutto (VAT: 23%) konserwacji i przeglądów dla budynku Hali Sportowej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rok2026)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212D7490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33191728" w14:textId="77777777" w:rsidTr="00D6147E">
        <w:tc>
          <w:tcPr>
            <w:tcW w:w="9924" w:type="dxa"/>
            <w:gridSpan w:val="11"/>
          </w:tcPr>
          <w:p w14:paraId="348595AB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lang w:val="pl-PL"/>
              </w:rPr>
            </w:pPr>
            <w:r w:rsidRPr="00C3183A">
              <w:rPr>
                <w:rFonts w:ascii="Calibri" w:hAnsi="Calibri" w:cs="Arial"/>
                <w:b/>
                <w:lang w:val="pl-PL"/>
              </w:rPr>
              <w:t>Budynek SPNJO</w:t>
            </w:r>
          </w:p>
          <w:p w14:paraId="03CB8E27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lang w:val="pl-PL"/>
              </w:rPr>
              <w:t>Poznań, ul. Taczaka 9</w:t>
            </w:r>
          </w:p>
        </w:tc>
      </w:tr>
      <w:tr w:rsidR="00535C12" w:rsidRPr="00C3183A" w14:paraId="755690AB" w14:textId="77777777" w:rsidTr="00D6147E">
        <w:tc>
          <w:tcPr>
            <w:tcW w:w="568" w:type="dxa"/>
          </w:tcPr>
          <w:p w14:paraId="649A1AB8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06FFDFBC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Wentylator wywiewny kanałowy</w:t>
            </w:r>
          </w:p>
        </w:tc>
        <w:tc>
          <w:tcPr>
            <w:tcW w:w="709" w:type="dxa"/>
          </w:tcPr>
          <w:p w14:paraId="2136EF70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538C61BF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gridSpan w:val="2"/>
          </w:tcPr>
          <w:p w14:paraId="4B8EAFD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pom. gospodarcze</w:t>
            </w:r>
          </w:p>
          <w:p w14:paraId="3BFD4BB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piwnica</w:t>
            </w:r>
          </w:p>
        </w:tc>
        <w:tc>
          <w:tcPr>
            <w:tcW w:w="992" w:type="dxa"/>
            <w:gridSpan w:val="2"/>
          </w:tcPr>
          <w:p w14:paraId="7F4F49B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1FCB798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92" w:type="dxa"/>
            <w:gridSpan w:val="2"/>
          </w:tcPr>
          <w:p w14:paraId="5C00E7C2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29C7E986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0385D528" w14:textId="77777777" w:rsidTr="00D6147E">
        <w:tc>
          <w:tcPr>
            <w:tcW w:w="568" w:type="dxa"/>
          </w:tcPr>
          <w:p w14:paraId="14F8EBE8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2C7ED975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Wentylator wywiewny kanałowy</w:t>
            </w:r>
          </w:p>
        </w:tc>
        <w:tc>
          <w:tcPr>
            <w:tcW w:w="709" w:type="dxa"/>
          </w:tcPr>
          <w:p w14:paraId="19691D7F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20</w:t>
            </w:r>
          </w:p>
        </w:tc>
        <w:tc>
          <w:tcPr>
            <w:tcW w:w="1701" w:type="dxa"/>
          </w:tcPr>
          <w:p w14:paraId="709D4941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gridSpan w:val="2"/>
          </w:tcPr>
          <w:p w14:paraId="5D1044B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toalety</w:t>
            </w:r>
          </w:p>
        </w:tc>
        <w:tc>
          <w:tcPr>
            <w:tcW w:w="992" w:type="dxa"/>
            <w:gridSpan w:val="2"/>
          </w:tcPr>
          <w:p w14:paraId="5427FA5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1CBCA73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92" w:type="dxa"/>
            <w:gridSpan w:val="2"/>
          </w:tcPr>
          <w:p w14:paraId="0C68A6C1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25D1FA8E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0B542311" w14:textId="77777777" w:rsidTr="00D6147E">
        <w:tc>
          <w:tcPr>
            <w:tcW w:w="568" w:type="dxa"/>
          </w:tcPr>
          <w:p w14:paraId="404F2284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36EC0AA1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Wentylator łazienkowy</w:t>
            </w:r>
          </w:p>
        </w:tc>
        <w:tc>
          <w:tcPr>
            <w:tcW w:w="709" w:type="dxa"/>
          </w:tcPr>
          <w:p w14:paraId="186092D0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1701" w:type="dxa"/>
          </w:tcPr>
          <w:p w14:paraId="4BED049D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gridSpan w:val="2"/>
          </w:tcPr>
          <w:p w14:paraId="5ED6C6B6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hole</w:t>
            </w:r>
          </w:p>
        </w:tc>
        <w:tc>
          <w:tcPr>
            <w:tcW w:w="992" w:type="dxa"/>
            <w:gridSpan w:val="2"/>
          </w:tcPr>
          <w:p w14:paraId="70921F7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30CEE36A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92" w:type="dxa"/>
            <w:gridSpan w:val="2"/>
          </w:tcPr>
          <w:p w14:paraId="0BF72DA8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249F38D6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3FC35033" w14:textId="77777777" w:rsidTr="00D6147E">
        <w:tc>
          <w:tcPr>
            <w:tcW w:w="568" w:type="dxa"/>
          </w:tcPr>
          <w:p w14:paraId="35D1F4EE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52AE1950" w14:textId="3B66D0D3" w:rsidR="00535C12" w:rsidRPr="00C3183A" w:rsidRDefault="00535C12" w:rsidP="00D6147E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Suma kosztów rocznych netto konserwacji i przeglądów dla budynku SPNJO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rok2026)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7C0DFD82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66AAB926" w14:textId="77777777" w:rsidTr="00D6147E">
        <w:tc>
          <w:tcPr>
            <w:tcW w:w="568" w:type="dxa"/>
          </w:tcPr>
          <w:p w14:paraId="42E884A0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6D34CEA1" w14:textId="4E412861" w:rsidR="00535C12" w:rsidRPr="00C3183A" w:rsidRDefault="00535C12" w:rsidP="00D6147E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Koszt brutto (VAT: 23%) konserwacji i przeglądów dla budynku SPNJO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rok2026)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1DE7F4E5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09CE0B8D" w14:textId="77777777" w:rsidTr="00D6147E">
        <w:trPr>
          <w:trHeight w:val="565"/>
        </w:trPr>
        <w:tc>
          <w:tcPr>
            <w:tcW w:w="9924" w:type="dxa"/>
            <w:gridSpan w:val="11"/>
          </w:tcPr>
          <w:p w14:paraId="3E8DDD57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lang w:val="pl-PL"/>
              </w:rPr>
            </w:pPr>
            <w:r w:rsidRPr="00C3183A">
              <w:rPr>
                <w:rFonts w:ascii="Calibri" w:hAnsi="Calibri" w:cs="Arial"/>
                <w:b/>
                <w:lang w:val="pl-PL"/>
              </w:rPr>
              <w:t>Siłownia w D.S.  Feniks</w:t>
            </w:r>
          </w:p>
          <w:p w14:paraId="63713A14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lang w:val="pl-PL"/>
              </w:rPr>
              <w:t xml:space="preserve">Poznań, ul. Dożynkowa </w:t>
            </w:r>
            <w:smartTag w:uri="urn:schemas-microsoft-com:office:smarttags" w:element="metricconverter">
              <w:smartTagPr>
                <w:attr w:name="ProductID" w:val="9f"/>
              </w:smartTagPr>
              <w:r w:rsidRPr="00C3183A">
                <w:rPr>
                  <w:rFonts w:ascii="Calibri" w:hAnsi="Calibri" w:cs="Arial"/>
                  <w:lang w:val="pl-PL"/>
                </w:rPr>
                <w:t>9f</w:t>
              </w:r>
            </w:smartTag>
          </w:p>
        </w:tc>
      </w:tr>
      <w:tr w:rsidR="00535C12" w:rsidRPr="00C3183A" w14:paraId="419E38FD" w14:textId="77777777" w:rsidTr="00D6147E">
        <w:trPr>
          <w:trHeight w:val="565"/>
        </w:trPr>
        <w:tc>
          <w:tcPr>
            <w:tcW w:w="568" w:type="dxa"/>
          </w:tcPr>
          <w:p w14:paraId="409DE47C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</w:tcPr>
          <w:p w14:paraId="04532EBC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063492EE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nawiewny kanałowy </w:t>
            </w:r>
          </w:p>
          <w:p w14:paraId="29F56385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VTS CLIMA </w:t>
            </w:r>
          </w:p>
          <w:p w14:paraId="45F79B7D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CV-P1-L / HE</w:t>
            </w:r>
          </w:p>
        </w:tc>
        <w:tc>
          <w:tcPr>
            <w:tcW w:w="709" w:type="dxa"/>
          </w:tcPr>
          <w:p w14:paraId="4714F0C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0965475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EU 4 </w:t>
            </w:r>
          </w:p>
          <w:p w14:paraId="0D6E16D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592 x 287 x </w:t>
            </w:r>
            <w:smartTag w:uri="urn:schemas-microsoft-com:office:smarttags" w:element="metricconverter">
              <w:smartTagPr>
                <w:attr w:name="ProductID" w:val="300 mm"/>
              </w:smartTagPr>
              <w:r w:rsidRPr="00C3183A">
                <w:rPr>
                  <w:rFonts w:ascii="Calibri" w:hAnsi="Calibri"/>
                  <w:sz w:val="20"/>
                  <w:szCs w:val="20"/>
                  <w:lang w:val="pl-PL"/>
                </w:rPr>
                <w:t>300 mm</w:t>
              </w:r>
            </w:smartTag>
          </w:p>
        </w:tc>
        <w:tc>
          <w:tcPr>
            <w:tcW w:w="1276" w:type="dxa"/>
            <w:gridSpan w:val="2"/>
          </w:tcPr>
          <w:p w14:paraId="537002B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pom. socj. piwnica</w:t>
            </w:r>
          </w:p>
        </w:tc>
        <w:tc>
          <w:tcPr>
            <w:tcW w:w="992" w:type="dxa"/>
            <w:gridSpan w:val="2"/>
          </w:tcPr>
          <w:p w14:paraId="0B24E59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187E9A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92" w:type="dxa"/>
            <w:gridSpan w:val="2"/>
          </w:tcPr>
          <w:p w14:paraId="761AAC49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785074D0" w14:textId="77777777" w:rsidR="00535C12" w:rsidRPr="00C3183A" w:rsidRDefault="00535C12" w:rsidP="00D6147E">
            <w:pPr>
              <w:tabs>
                <w:tab w:val="left" w:pos="0"/>
                <w:tab w:val="left" w:pos="150"/>
              </w:tabs>
              <w:ind w:left="357" w:right="74"/>
              <w:rPr>
                <w:rFonts w:ascii="Calibri" w:hAnsi="Calibri" w:cs="Arial"/>
                <w:b/>
                <w:lang w:val="pl-PL"/>
              </w:rPr>
            </w:pPr>
          </w:p>
        </w:tc>
      </w:tr>
      <w:tr w:rsidR="00535C12" w:rsidRPr="00C3183A" w14:paraId="0D257C6A" w14:textId="77777777" w:rsidTr="00D6147E">
        <w:trPr>
          <w:trHeight w:val="565"/>
        </w:trPr>
        <w:tc>
          <w:tcPr>
            <w:tcW w:w="568" w:type="dxa"/>
          </w:tcPr>
          <w:p w14:paraId="6DFD0B43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</w:tcPr>
          <w:p w14:paraId="1FA602E0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3EC916D4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nawiewny kanałowy </w:t>
            </w:r>
          </w:p>
          <w:p w14:paraId="437D997C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Venture  Industries </w:t>
            </w:r>
          </w:p>
          <w:p w14:paraId="4475F50D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TD-800/200</w:t>
            </w:r>
          </w:p>
        </w:tc>
        <w:tc>
          <w:tcPr>
            <w:tcW w:w="709" w:type="dxa"/>
          </w:tcPr>
          <w:p w14:paraId="7C46C6B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</w:t>
            </w:r>
          </w:p>
        </w:tc>
        <w:tc>
          <w:tcPr>
            <w:tcW w:w="1701" w:type="dxa"/>
          </w:tcPr>
          <w:p w14:paraId="42434AC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EU4</w:t>
            </w:r>
          </w:p>
          <w:p w14:paraId="2A979EF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350x350x100</w:t>
            </w:r>
          </w:p>
        </w:tc>
        <w:tc>
          <w:tcPr>
            <w:tcW w:w="1276" w:type="dxa"/>
            <w:gridSpan w:val="2"/>
          </w:tcPr>
          <w:p w14:paraId="15BA1CD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siłownia poddasze</w:t>
            </w:r>
          </w:p>
        </w:tc>
        <w:tc>
          <w:tcPr>
            <w:tcW w:w="992" w:type="dxa"/>
            <w:gridSpan w:val="2"/>
          </w:tcPr>
          <w:p w14:paraId="1FF0EC9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78B08B0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92" w:type="dxa"/>
            <w:gridSpan w:val="2"/>
          </w:tcPr>
          <w:p w14:paraId="27D2A4A0" w14:textId="77777777" w:rsidR="00535C12" w:rsidRPr="00C3183A" w:rsidRDefault="00535C12" w:rsidP="00D6147E">
            <w:pPr>
              <w:tabs>
                <w:tab w:val="left" w:pos="0"/>
                <w:tab w:val="left" w:pos="150"/>
              </w:tabs>
              <w:ind w:left="357" w:right="74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1418" w:type="dxa"/>
          </w:tcPr>
          <w:p w14:paraId="57024532" w14:textId="77777777" w:rsidR="00535C12" w:rsidRPr="00C3183A" w:rsidRDefault="00535C12" w:rsidP="00D6147E">
            <w:pPr>
              <w:tabs>
                <w:tab w:val="left" w:pos="0"/>
                <w:tab w:val="left" w:pos="150"/>
              </w:tabs>
              <w:ind w:left="357" w:right="74"/>
              <w:rPr>
                <w:rFonts w:ascii="Calibri" w:hAnsi="Calibri" w:cs="Arial"/>
                <w:b/>
                <w:lang w:val="pl-PL"/>
              </w:rPr>
            </w:pPr>
          </w:p>
        </w:tc>
      </w:tr>
      <w:tr w:rsidR="00535C12" w:rsidRPr="00C3183A" w14:paraId="7FF3D884" w14:textId="77777777" w:rsidTr="00D6147E">
        <w:trPr>
          <w:trHeight w:val="565"/>
        </w:trPr>
        <w:tc>
          <w:tcPr>
            <w:tcW w:w="568" w:type="dxa"/>
          </w:tcPr>
          <w:p w14:paraId="72229B89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</w:tcPr>
          <w:p w14:paraId="34B5DD57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3FF93523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kanałowy </w:t>
            </w:r>
          </w:p>
          <w:p w14:paraId="56785415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Venture  Industries </w:t>
            </w:r>
          </w:p>
          <w:p w14:paraId="613E97B2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typ VENT </w:t>
            </w:r>
            <w:smartTag w:uri="urn:schemas-microsoft-com:office:smarttags" w:element="metricconverter">
              <w:smartTagPr>
                <w:attr w:name="ProductID" w:val="160 L"/>
              </w:smartTagPr>
              <w:r w:rsidRPr="00C3183A">
                <w:rPr>
                  <w:rFonts w:ascii="Calibri" w:hAnsi="Calibri"/>
                  <w:sz w:val="20"/>
                  <w:szCs w:val="20"/>
                  <w:lang w:val="pl-PL"/>
                </w:rPr>
                <w:t>160 L</w:t>
              </w:r>
            </w:smartTag>
          </w:p>
        </w:tc>
        <w:tc>
          <w:tcPr>
            <w:tcW w:w="709" w:type="dxa"/>
          </w:tcPr>
          <w:p w14:paraId="394E815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</w:t>
            </w:r>
          </w:p>
        </w:tc>
        <w:tc>
          <w:tcPr>
            <w:tcW w:w="1701" w:type="dxa"/>
          </w:tcPr>
          <w:p w14:paraId="13C50C9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gridSpan w:val="2"/>
          </w:tcPr>
          <w:p w14:paraId="098023B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Poddasze</w:t>
            </w:r>
          </w:p>
          <w:p w14:paraId="13E6114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(z pomieszczeń siłowni)</w:t>
            </w:r>
          </w:p>
        </w:tc>
        <w:tc>
          <w:tcPr>
            <w:tcW w:w="992" w:type="dxa"/>
            <w:gridSpan w:val="2"/>
          </w:tcPr>
          <w:p w14:paraId="7C325BD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32FA08A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92" w:type="dxa"/>
            <w:gridSpan w:val="2"/>
          </w:tcPr>
          <w:p w14:paraId="3D2B5F90" w14:textId="77777777" w:rsidR="00535C12" w:rsidRPr="00C3183A" w:rsidRDefault="00535C12" w:rsidP="00D6147E">
            <w:pPr>
              <w:tabs>
                <w:tab w:val="left" w:pos="0"/>
                <w:tab w:val="left" w:pos="150"/>
              </w:tabs>
              <w:ind w:left="357" w:right="74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1418" w:type="dxa"/>
          </w:tcPr>
          <w:p w14:paraId="43FDF02D" w14:textId="77777777" w:rsidR="00535C12" w:rsidRPr="00C3183A" w:rsidRDefault="00535C12" w:rsidP="00D6147E">
            <w:pPr>
              <w:tabs>
                <w:tab w:val="left" w:pos="0"/>
                <w:tab w:val="left" w:pos="150"/>
              </w:tabs>
              <w:ind w:left="357" w:right="74"/>
              <w:rPr>
                <w:rFonts w:ascii="Calibri" w:hAnsi="Calibri" w:cs="Arial"/>
                <w:b/>
                <w:lang w:val="pl-PL"/>
              </w:rPr>
            </w:pPr>
          </w:p>
        </w:tc>
      </w:tr>
      <w:tr w:rsidR="00535C12" w:rsidRPr="00C3183A" w14:paraId="6FC5DB0B" w14:textId="77777777" w:rsidTr="00D6147E">
        <w:trPr>
          <w:trHeight w:val="565"/>
        </w:trPr>
        <w:tc>
          <w:tcPr>
            <w:tcW w:w="568" w:type="dxa"/>
          </w:tcPr>
          <w:p w14:paraId="48C64EEB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</w:tcPr>
          <w:p w14:paraId="7ACE56B9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58E1F0BD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kanałowy </w:t>
            </w:r>
          </w:p>
          <w:p w14:paraId="6EDD7479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Venture  Industries </w:t>
            </w:r>
          </w:p>
          <w:p w14:paraId="40CA42CA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TD-800/200</w:t>
            </w:r>
          </w:p>
        </w:tc>
        <w:tc>
          <w:tcPr>
            <w:tcW w:w="709" w:type="dxa"/>
          </w:tcPr>
          <w:p w14:paraId="2A710A8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</w:t>
            </w:r>
          </w:p>
        </w:tc>
        <w:tc>
          <w:tcPr>
            <w:tcW w:w="1701" w:type="dxa"/>
          </w:tcPr>
          <w:p w14:paraId="4DAE0AB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gridSpan w:val="2"/>
          </w:tcPr>
          <w:p w14:paraId="28DE5D0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poddasze</w:t>
            </w:r>
          </w:p>
        </w:tc>
        <w:tc>
          <w:tcPr>
            <w:tcW w:w="992" w:type="dxa"/>
            <w:gridSpan w:val="2"/>
          </w:tcPr>
          <w:p w14:paraId="75A4D9F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504AF0E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92" w:type="dxa"/>
            <w:gridSpan w:val="2"/>
          </w:tcPr>
          <w:p w14:paraId="6608F12F" w14:textId="77777777" w:rsidR="00535C12" w:rsidRPr="00C3183A" w:rsidRDefault="00535C12" w:rsidP="00D6147E">
            <w:pPr>
              <w:tabs>
                <w:tab w:val="left" w:pos="0"/>
                <w:tab w:val="left" w:pos="150"/>
              </w:tabs>
              <w:ind w:left="357" w:right="74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1418" w:type="dxa"/>
          </w:tcPr>
          <w:p w14:paraId="0019906A" w14:textId="77777777" w:rsidR="00535C12" w:rsidRPr="00C3183A" w:rsidRDefault="00535C12" w:rsidP="00D6147E">
            <w:pPr>
              <w:tabs>
                <w:tab w:val="left" w:pos="0"/>
                <w:tab w:val="left" w:pos="150"/>
              </w:tabs>
              <w:ind w:left="357" w:right="74"/>
              <w:rPr>
                <w:rFonts w:ascii="Calibri" w:hAnsi="Calibri" w:cs="Arial"/>
                <w:b/>
                <w:lang w:val="pl-PL"/>
              </w:rPr>
            </w:pPr>
          </w:p>
        </w:tc>
      </w:tr>
      <w:tr w:rsidR="00535C12" w:rsidRPr="00C3183A" w14:paraId="3B4537E0" w14:textId="77777777" w:rsidTr="00D6147E">
        <w:trPr>
          <w:trHeight w:val="565"/>
        </w:trPr>
        <w:tc>
          <w:tcPr>
            <w:tcW w:w="568" w:type="dxa"/>
          </w:tcPr>
          <w:p w14:paraId="1471191B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</w:tcPr>
          <w:p w14:paraId="51DCD57C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1FF6C420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ścienny wywiewny Venture Industries </w:t>
            </w:r>
          </w:p>
          <w:p w14:paraId="58CEBD71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Silent 300 Plus</w:t>
            </w:r>
          </w:p>
        </w:tc>
        <w:tc>
          <w:tcPr>
            <w:tcW w:w="709" w:type="dxa"/>
          </w:tcPr>
          <w:p w14:paraId="0E466C4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</w:t>
            </w:r>
          </w:p>
        </w:tc>
        <w:tc>
          <w:tcPr>
            <w:tcW w:w="1701" w:type="dxa"/>
          </w:tcPr>
          <w:p w14:paraId="3EB4733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gridSpan w:val="2"/>
          </w:tcPr>
          <w:p w14:paraId="2BB44717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szatnia siłowni, mała sala</w:t>
            </w:r>
          </w:p>
        </w:tc>
        <w:tc>
          <w:tcPr>
            <w:tcW w:w="992" w:type="dxa"/>
            <w:gridSpan w:val="2"/>
          </w:tcPr>
          <w:p w14:paraId="3E1815D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3D0AED2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92" w:type="dxa"/>
            <w:gridSpan w:val="2"/>
          </w:tcPr>
          <w:p w14:paraId="67393B19" w14:textId="77777777" w:rsidR="00535C12" w:rsidRPr="00C3183A" w:rsidRDefault="00535C12" w:rsidP="00D6147E">
            <w:pPr>
              <w:tabs>
                <w:tab w:val="left" w:pos="0"/>
                <w:tab w:val="left" w:pos="150"/>
              </w:tabs>
              <w:ind w:left="357" w:right="74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1418" w:type="dxa"/>
          </w:tcPr>
          <w:p w14:paraId="199D1BEE" w14:textId="77777777" w:rsidR="00535C12" w:rsidRPr="00C3183A" w:rsidRDefault="00535C12" w:rsidP="00D6147E">
            <w:pPr>
              <w:tabs>
                <w:tab w:val="left" w:pos="0"/>
                <w:tab w:val="left" w:pos="150"/>
              </w:tabs>
              <w:ind w:left="357" w:right="74"/>
              <w:rPr>
                <w:rFonts w:ascii="Calibri" w:hAnsi="Calibri" w:cs="Arial"/>
                <w:b/>
                <w:lang w:val="pl-PL"/>
              </w:rPr>
            </w:pPr>
          </w:p>
        </w:tc>
      </w:tr>
      <w:tr w:rsidR="00535C12" w:rsidRPr="00C3183A" w14:paraId="0BE66B16" w14:textId="77777777" w:rsidTr="00D6147E">
        <w:trPr>
          <w:trHeight w:val="565"/>
        </w:trPr>
        <w:tc>
          <w:tcPr>
            <w:tcW w:w="568" w:type="dxa"/>
          </w:tcPr>
          <w:p w14:paraId="697D71FA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2268" w:type="dxa"/>
          </w:tcPr>
          <w:p w14:paraId="0C8A695A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34F859E4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kanałowy </w:t>
            </w:r>
          </w:p>
          <w:p w14:paraId="369D6282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Venture  Industries </w:t>
            </w:r>
          </w:p>
          <w:p w14:paraId="4ED8F78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TD-800/200</w:t>
            </w:r>
          </w:p>
        </w:tc>
        <w:tc>
          <w:tcPr>
            <w:tcW w:w="709" w:type="dxa"/>
          </w:tcPr>
          <w:p w14:paraId="749D023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01" w:type="dxa"/>
          </w:tcPr>
          <w:p w14:paraId="466B8BD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gridSpan w:val="2"/>
          </w:tcPr>
          <w:p w14:paraId="26E195F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siłownia</w:t>
            </w:r>
          </w:p>
        </w:tc>
        <w:tc>
          <w:tcPr>
            <w:tcW w:w="992" w:type="dxa"/>
            <w:gridSpan w:val="2"/>
          </w:tcPr>
          <w:p w14:paraId="3744230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4C001FF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92" w:type="dxa"/>
            <w:gridSpan w:val="2"/>
          </w:tcPr>
          <w:p w14:paraId="3BD6A2C4" w14:textId="77777777" w:rsidR="00535C12" w:rsidRPr="00C3183A" w:rsidRDefault="00535C12" w:rsidP="00D6147E">
            <w:pPr>
              <w:tabs>
                <w:tab w:val="left" w:pos="0"/>
                <w:tab w:val="left" w:pos="150"/>
              </w:tabs>
              <w:ind w:left="357" w:right="74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1418" w:type="dxa"/>
          </w:tcPr>
          <w:p w14:paraId="342F0BDA" w14:textId="77777777" w:rsidR="00535C12" w:rsidRPr="00C3183A" w:rsidRDefault="00535C12" w:rsidP="00D6147E">
            <w:pPr>
              <w:tabs>
                <w:tab w:val="left" w:pos="0"/>
                <w:tab w:val="left" w:pos="150"/>
              </w:tabs>
              <w:ind w:left="357" w:right="74"/>
              <w:rPr>
                <w:rFonts w:ascii="Calibri" w:hAnsi="Calibri" w:cs="Arial"/>
                <w:b/>
                <w:lang w:val="pl-PL"/>
              </w:rPr>
            </w:pPr>
          </w:p>
        </w:tc>
      </w:tr>
      <w:tr w:rsidR="00535C12" w:rsidRPr="00C3183A" w14:paraId="550D932B" w14:textId="77777777" w:rsidTr="00D6147E">
        <w:trPr>
          <w:trHeight w:val="264"/>
        </w:trPr>
        <w:tc>
          <w:tcPr>
            <w:tcW w:w="568" w:type="dxa"/>
          </w:tcPr>
          <w:p w14:paraId="21A6EA02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1B6C1F5A" w14:textId="66DE4186" w:rsidR="00535C12" w:rsidRPr="00C3183A" w:rsidRDefault="00535C12" w:rsidP="00D6147E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Suma kosztów rocznych netto konserwacji i przeglądów dla siłowni w D.S Feniks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rok2026)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1DFB8442" w14:textId="77777777" w:rsidR="00535C12" w:rsidRPr="00C3183A" w:rsidRDefault="00535C12" w:rsidP="00D6147E">
            <w:pPr>
              <w:tabs>
                <w:tab w:val="left" w:pos="0"/>
                <w:tab w:val="left" w:pos="150"/>
              </w:tabs>
              <w:ind w:left="357" w:right="74"/>
              <w:rPr>
                <w:rFonts w:ascii="Calibri" w:hAnsi="Calibri" w:cs="Arial"/>
                <w:b/>
                <w:lang w:val="pl-PL"/>
              </w:rPr>
            </w:pPr>
          </w:p>
        </w:tc>
      </w:tr>
      <w:tr w:rsidR="00535C12" w:rsidRPr="00C3183A" w14:paraId="36B57B69" w14:textId="77777777" w:rsidTr="00D6147E">
        <w:trPr>
          <w:trHeight w:val="240"/>
        </w:trPr>
        <w:tc>
          <w:tcPr>
            <w:tcW w:w="568" w:type="dxa"/>
          </w:tcPr>
          <w:p w14:paraId="04D3C57F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b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4B4C49B1" w14:textId="3658D76A" w:rsidR="00535C12" w:rsidRPr="00C3183A" w:rsidRDefault="00535C12" w:rsidP="00D6147E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Koszt brutto (VAT: 23%) konserwacji i przeglądów dla siłowni w D.S Feniks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rok2026)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48B3D9C0" w14:textId="77777777" w:rsidR="00535C12" w:rsidRPr="00C3183A" w:rsidRDefault="00535C12" w:rsidP="00D6147E">
            <w:pPr>
              <w:tabs>
                <w:tab w:val="left" w:pos="0"/>
                <w:tab w:val="left" w:pos="150"/>
              </w:tabs>
              <w:ind w:left="357" w:right="74"/>
              <w:rPr>
                <w:rFonts w:ascii="Calibri" w:hAnsi="Calibri" w:cs="Arial"/>
                <w:b/>
                <w:lang w:val="pl-PL"/>
              </w:rPr>
            </w:pPr>
          </w:p>
        </w:tc>
      </w:tr>
      <w:tr w:rsidR="00535C12" w:rsidRPr="00C3183A" w14:paraId="2DEDCD8E" w14:textId="77777777" w:rsidTr="00D6147E">
        <w:tc>
          <w:tcPr>
            <w:tcW w:w="568" w:type="dxa"/>
          </w:tcPr>
          <w:p w14:paraId="6B4C2AC2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  <w:vAlign w:val="center"/>
          </w:tcPr>
          <w:p w14:paraId="6411367B" w14:textId="649ABB3E" w:rsidR="00535C12" w:rsidRPr="00C3183A" w:rsidRDefault="00535C12" w:rsidP="00D6147E">
            <w:pPr>
              <w:jc w:val="right"/>
              <w:rPr>
                <w:rFonts w:ascii="Calibri" w:hAnsi="Calibri" w:cs="Arial"/>
                <w:b/>
                <w:sz w:val="19"/>
                <w:szCs w:val="19"/>
                <w:lang w:val="pl-PL"/>
              </w:rPr>
            </w:pP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>Całkowity koszt netto rocznej konserwacji i przeglądów w budynkach dydaktycznych UEP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br/>
              <w:t xml:space="preserve"> (suma pozycji </w:t>
            </w:r>
            <w:r>
              <w:rPr>
                <w:rFonts w:ascii="Calibri" w:hAnsi="Calibri" w:cs="Arial"/>
                <w:b/>
                <w:sz w:val="19"/>
                <w:szCs w:val="19"/>
                <w:lang w:val="pl-PL"/>
              </w:rPr>
              <w:t>245,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 </w:t>
            </w:r>
            <w:r>
              <w:rPr>
                <w:rFonts w:ascii="Calibri" w:hAnsi="Calibri" w:cs="Arial"/>
                <w:b/>
                <w:sz w:val="19"/>
                <w:szCs w:val="19"/>
                <w:lang w:val="pl-PL"/>
              </w:rPr>
              <w:t>270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, </w:t>
            </w:r>
            <w:r>
              <w:rPr>
                <w:rFonts w:ascii="Calibri" w:hAnsi="Calibri" w:cs="Arial"/>
                <w:b/>
                <w:sz w:val="19"/>
                <w:szCs w:val="19"/>
                <w:lang w:val="pl-PL"/>
              </w:rPr>
              <w:t>280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, </w:t>
            </w:r>
            <w:r>
              <w:rPr>
                <w:rFonts w:ascii="Calibri" w:hAnsi="Calibri" w:cs="Arial"/>
                <w:b/>
                <w:sz w:val="19"/>
                <w:szCs w:val="19"/>
                <w:lang w:val="pl-PL"/>
              </w:rPr>
              <w:t>301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, </w:t>
            </w:r>
            <w:r>
              <w:rPr>
                <w:rFonts w:ascii="Calibri" w:hAnsi="Calibri" w:cs="Arial"/>
                <w:b/>
                <w:sz w:val="19"/>
                <w:szCs w:val="19"/>
                <w:lang w:val="pl-PL"/>
              </w:rPr>
              <w:t>322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, </w:t>
            </w:r>
            <w:r>
              <w:rPr>
                <w:rFonts w:ascii="Calibri" w:hAnsi="Calibri" w:cs="Arial"/>
                <w:b/>
                <w:sz w:val="19"/>
                <w:szCs w:val="19"/>
                <w:lang w:val="pl-PL"/>
              </w:rPr>
              <w:t>332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, </w:t>
            </w:r>
            <w:r>
              <w:rPr>
                <w:rFonts w:ascii="Calibri" w:hAnsi="Calibri" w:cs="Arial"/>
                <w:b/>
                <w:sz w:val="19"/>
                <w:szCs w:val="19"/>
                <w:lang w:val="pl-PL"/>
              </w:rPr>
              <w:t>337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, </w:t>
            </w:r>
            <w:r>
              <w:rPr>
                <w:rFonts w:ascii="Calibri" w:hAnsi="Calibri" w:cs="Arial"/>
                <w:b/>
                <w:sz w:val="19"/>
                <w:szCs w:val="19"/>
                <w:lang w:val="pl-PL"/>
              </w:rPr>
              <w:t>345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>)</w:t>
            </w:r>
            <w:r w:rsidR="008663D4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 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>(za rok2026)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>:</w:t>
            </w:r>
          </w:p>
        </w:tc>
        <w:tc>
          <w:tcPr>
            <w:tcW w:w="1418" w:type="dxa"/>
          </w:tcPr>
          <w:p w14:paraId="0363FD01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6B0D2EFD" w14:textId="77777777" w:rsidTr="00D6147E">
        <w:tc>
          <w:tcPr>
            <w:tcW w:w="568" w:type="dxa"/>
          </w:tcPr>
          <w:p w14:paraId="16F39149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  <w:vAlign w:val="center"/>
          </w:tcPr>
          <w:p w14:paraId="1919690D" w14:textId="7D28C480" w:rsidR="00535C12" w:rsidRPr="00C3183A" w:rsidRDefault="00535C12" w:rsidP="00D6147E">
            <w:pPr>
              <w:jc w:val="right"/>
              <w:rPr>
                <w:rFonts w:ascii="Calibri" w:hAnsi="Calibri" w:cs="Arial"/>
                <w:b/>
                <w:sz w:val="19"/>
                <w:szCs w:val="19"/>
                <w:lang w:val="pl-PL"/>
              </w:rPr>
            </w:pP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Całkowity koszt brutto rocznej konserwacji i przeglądów w budynkach dydaktycznych UEP 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br/>
              <w:t xml:space="preserve">(suma pozycji </w:t>
            </w:r>
            <w:r>
              <w:rPr>
                <w:rFonts w:ascii="Calibri" w:hAnsi="Calibri" w:cs="Arial"/>
                <w:b/>
                <w:sz w:val="19"/>
                <w:szCs w:val="19"/>
                <w:lang w:val="pl-PL"/>
              </w:rPr>
              <w:t>246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, </w:t>
            </w:r>
            <w:r>
              <w:rPr>
                <w:rFonts w:ascii="Calibri" w:hAnsi="Calibri" w:cs="Arial"/>
                <w:b/>
                <w:sz w:val="19"/>
                <w:szCs w:val="19"/>
                <w:lang w:val="pl-PL"/>
              </w:rPr>
              <w:t>271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, </w:t>
            </w:r>
            <w:r>
              <w:rPr>
                <w:rFonts w:ascii="Calibri" w:hAnsi="Calibri" w:cs="Arial"/>
                <w:b/>
                <w:sz w:val="19"/>
                <w:szCs w:val="19"/>
                <w:lang w:val="pl-PL"/>
              </w:rPr>
              <w:t>281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, </w:t>
            </w:r>
            <w:r>
              <w:rPr>
                <w:rFonts w:ascii="Calibri" w:hAnsi="Calibri" w:cs="Arial"/>
                <w:b/>
                <w:sz w:val="19"/>
                <w:szCs w:val="19"/>
                <w:lang w:val="pl-PL"/>
              </w:rPr>
              <w:t>302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, </w:t>
            </w:r>
            <w:r>
              <w:rPr>
                <w:rFonts w:ascii="Calibri" w:hAnsi="Calibri" w:cs="Arial"/>
                <w:b/>
                <w:sz w:val="19"/>
                <w:szCs w:val="19"/>
                <w:lang w:val="pl-PL"/>
              </w:rPr>
              <w:t>323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, </w:t>
            </w:r>
            <w:r>
              <w:rPr>
                <w:rFonts w:ascii="Calibri" w:hAnsi="Calibri" w:cs="Arial"/>
                <w:b/>
                <w:sz w:val="19"/>
                <w:szCs w:val="19"/>
                <w:lang w:val="pl-PL"/>
              </w:rPr>
              <w:t>333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, </w:t>
            </w:r>
            <w:r>
              <w:rPr>
                <w:rFonts w:ascii="Calibri" w:hAnsi="Calibri" w:cs="Arial"/>
                <w:b/>
                <w:sz w:val="19"/>
                <w:szCs w:val="19"/>
                <w:lang w:val="pl-PL"/>
              </w:rPr>
              <w:t>338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, </w:t>
            </w:r>
            <w:r>
              <w:rPr>
                <w:rFonts w:ascii="Calibri" w:hAnsi="Calibri" w:cs="Arial"/>
                <w:b/>
                <w:sz w:val="19"/>
                <w:szCs w:val="19"/>
                <w:lang w:val="pl-PL"/>
              </w:rPr>
              <w:t>346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>)</w:t>
            </w:r>
            <w:r w:rsidR="008663D4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 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>(za rok2026)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>:</w:t>
            </w:r>
          </w:p>
        </w:tc>
        <w:tc>
          <w:tcPr>
            <w:tcW w:w="1418" w:type="dxa"/>
          </w:tcPr>
          <w:p w14:paraId="7EDFCECB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437CFCE5" w14:textId="77777777" w:rsidTr="00D6147E">
        <w:tc>
          <w:tcPr>
            <w:tcW w:w="9924" w:type="dxa"/>
            <w:gridSpan w:val="11"/>
          </w:tcPr>
          <w:p w14:paraId="73D099D1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sz w:val="10"/>
                <w:szCs w:val="10"/>
                <w:lang w:val="pl-PL"/>
              </w:rPr>
            </w:pPr>
          </w:p>
          <w:p w14:paraId="24A9D526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lang w:val="pl-PL"/>
              </w:rPr>
            </w:pPr>
            <w:r w:rsidRPr="00C3183A">
              <w:rPr>
                <w:rFonts w:ascii="Calibri" w:hAnsi="Calibri" w:cs="Arial"/>
                <w:b/>
                <w:lang w:val="pl-PL"/>
              </w:rPr>
              <w:t>D.S.  Feniks</w:t>
            </w:r>
          </w:p>
          <w:p w14:paraId="2262CDC6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lang w:val="pl-PL"/>
              </w:rPr>
            </w:pPr>
            <w:r w:rsidRPr="00C3183A">
              <w:rPr>
                <w:rFonts w:ascii="Calibri" w:hAnsi="Calibri" w:cs="Arial"/>
                <w:lang w:val="pl-PL"/>
              </w:rPr>
              <w:t xml:space="preserve">Poznań, ul. Dożynkowa </w:t>
            </w:r>
            <w:smartTag w:uri="urn:schemas-microsoft-com:office:smarttags" w:element="metricconverter">
              <w:smartTagPr>
                <w:attr w:name="ProductID" w:val="9f"/>
              </w:smartTagPr>
              <w:r w:rsidRPr="00C3183A">
                <w:rPr>
                  <w:rFonts w:ascii="Calibri" w:hAnsi="Calibri" w:cs="Arial"/>
                  <w:lang w:val="pl-PL"/>
                </w:rPr>
                <w:t>9f</w:t>
              </w:r>
            </w:smartTag>
          </w:p>
        </w:tc>
      </w:tr>
      <w:tr w:rsidR="00535C12" w:rsidRPr="00C3183A" w14:paraId="250DE58F" w14:textId="77777777" w:rsidTr="00D6147E">
        <w:tc>
          <w:tcPr>
            <w:tcW w:w="568" w:type="dxa"/>
            <w:shd w:val="clear" w:color="auto" w:fill="auto"/>
          </w:tcPr>
          <w:p w14:paraId="2CFEC079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442AAF4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34934861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kanałowy </w:t>
            </w:r>
          </w:p>
          <w:p w14:paraId="114C884F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SPTD 2000/315</w:t>
            </w:r>
          </w:p>
        </w:tc>
        <w:tc>
          <w:tcPr>
            <w:tcW w:w="709" w:type="dxa"/>
            <w:shd w:val="clear" w:color="auto" w:fill="auto"/>
          </w:tcPr>
          <w:p w14:paraId="4015F4B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255A35A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  <w:shd w:val="clear" w:color="auto" w:fill="auto"/>
          </w:tcPr>
          <w:p w14:paraId="10C7FB7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korytarz  pom. warsztat.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307C55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3C2BBAF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  <w:shd w:val="clear" w:color="auto" w:fill="auto"/>
          </w:tcPr>
          <w:p w14:paraId="74B1177B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48DEC3E4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607295FE" w14:textId="77777777" w:rsidTr="00D6147E">
        <w:tc>
          <w:tcPr>
            <w:tcW w:w="568" w:type="dxa"/>
            <w:shd w:val="clear" w:color="auto" w:fill="auto"/>
          </w:tcPr>
          <w:p w14:paraId="212C6FB9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40C6DEB4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285A78B5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kanałowy </w:t>
            </w:r>
          </w:p>
          <w:p w14:paraId="31D57F03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VTS CLIMA </w:t>
            </w:r>
          </w:p>
          <w:p w14:paraId="667665F6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CV-31-LN</w:t>
            </w:r>
          </w:p>
        </w:tc>
        <w:tc>
          <w:tcPr>
            <w:tcW w:w="709" w:type="dxa"/>
            <w:shd w:val="clear" w:color="auto" w:fill="auto"/>
          </w:tcPr>
          <w:p w14:paraId="67328055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1772214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EU4 592x287x400</w:t>
            </w:r>
          </w:p>
        </w:tc>
        <w:tc>
          <w:tcPr>
            <w:tcW w:w="1238" w:type="dxa"/>
            <w:gridSpan w:val="2"/>
            <w:shd w:val="clear" w:color="auto" w:fill="auto"/>
          </w:tcPr>
          <w:p w14:paraId="1073B04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korytarz piwnicy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pom. mag.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13E8DE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17D799C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  <w:shd w:val="clear" w:color="auto" w:fill="auto"/>
          </w:tcPr>
          <w:p w14:paraId="453381F2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640CF728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4CEAC892" w14:textId="77777777" w:rsidTr="00D6147E">
        <w:tc>
          <w:tcPr>
            <w:tcW w:w="568" w:type="dxa"/>
            <w:shd w:val="clear" w:color="auto" w:fill="auto"/>
          </w:tcPr>
          <w:p w14:paraId="26F110A9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0918DFA4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1A484B8E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kanałowy </w:t>
            </w:r>
          </w:p>
          <w:p w14:paraId="62874A2B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VTS CLIMA </w:t>
            </w:r>
          </w:p>
          <w:p w14:paraId="7B354DAD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CV-P1-LN</w:t>
            </w:r>
          </w:p>
        </w:tc>
        <w:tc>
          <w:tcPr>
            <w:tcW w:w="709" w:type="dxa"/>
            <w:shd w:val="clear" w:color="auto" w:fill="auto"/>
          </w:tcPr>
          <w:p w14:paraId="46F1E1E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4875398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EU4 330x610x300</w:t>
            </w:r>
          </w:p>
        </w:tc>
        <w:tc>
          <w:tcPr>
            <w:tcW w:w="1238" w:type="dxa"/>
            <w:gridSpan w:val="2"/>
            <w:shd w:val="clear" w:color="auto" w:fill="auto"/>
          </w:tcPr>
          <w:p w14:paraId="542C061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korytarz piwnicy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br/>
              <w:t>pom. gosp. 014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7F2A6B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72F2150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  <w:shd w:val="clear" w:color="auto" w:fill="auto"/>
          </w:tcPr>
          <w:p w14:paraId="4C1D1B2F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13A8C719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1DF1E269" w14:textId="77777777" w:rsidTr="00D6147E">
        <w:tc>
          <w:tcPr>
            <w:tcW w:w="568" w:type="dxa"/>
            <w:shd w:val="clear" w:color="auto" w:fill="auto"/>
          </w:tcPr>
          <w:p w14:paraId="661D759C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1335C315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1089B534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kanałowy </w:t>
            </w:r>
          </w:p>
          <w:p w14:paraId="0DF944B1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Venture  Industries </w:t>
            </w:r>
          </w:p>
          <w:p w14:paraId="2ECCE1A4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TD-1300/250</w:t>
            </w:r>
          </w:p>
        </w:tc>
        <w:tc>
          <w:tcPr>
            <w:tcW w:w="709" w:type="dxa"/>
            <w:shd w:val="clear" w:color="auto" w:fill="auto"/>
          </w:tcPr>
          <w:p w14:paraId="04F911E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5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623126D5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  <w:shd w:val="clear" w:color="auto" w:fill="auto"/>
          </w:tcPr>
          <w:p w14:paraId="12AB97A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poddasze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BE5356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033DE365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  <w:shd w:val="clear" w:color="auto" w:fill="auto"/>
          </w:tcPr>
          <w:p w14:paraId="784957A7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30B4AA31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7EBF746F" w14:textId="77777777" w:rsidTr="00D6147E"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14:paraId="638789FE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1C5C9C9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7BDB0F2A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dachowy </w:t>
            </w:r>
          </w:p>
          <w:p w14:paraId="1DE1B4B9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Tyczyńska Fabryka Urządzeń Wentylacyjnych „Tywent” </w:t>
            </w:r>
          </w:p>
          <w:p w14:paraId="76DED76C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 T 250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5DFB4F9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D29D37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  <w:shd w:val="clear" w:color="auto" w:fill="auto"/>
          </w:tcPr>
          <w:p w14:paraId="18A13945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poddasze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C1ECDC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44C9309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  <w:shd w:val="clear" w:color="auto" w:fill="auto"/>
          </w:tcPr>
          <w:p w14:paraId="755A273C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1EA017D8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29D3FB65" w14:textId="77777777" w:rsidTr="00D6147E">
        <w:tc>
          <w:tcPr>
            <w:tcW w:w="568" w:type="dxa"/>
            <w:shd w:val="clear" w:color="auto" w:fill="auto"/>
          </w:tcPr>
          <w:p w14:paraId="11E2C4A8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439F1E19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4A52805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dachowy </w:t>
            </w:r>
          </w:p>
          <w:p w14:paraId="5A1292F3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„Tywent” </w:t>
            </w:r>
          </w:p>
          <w:p w14:paraId="159C4C19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typ  T 150 </w:t>
            </w:r>
          </w:p>
        </w:tc>
        <w:tc>
          <w:tcPr>
            <w:tcW w:w="709" w:type="dxa"/>
            <w:shd w:val="clear" w:color="auto" w:fill="auto"/>
          </w:tcPr>
          <w:p w14:paraId="28200A1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702EDD6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  <w:shd w:val="clear" w:color="auto" w:fill="auto"/>
          </w:tcPr>
          <w:p w14:paraId="50EFBCB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Poddasze</w:t>
            </w:r>
          </w:p>
          <w:p w14:paraId="1827704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(z sali telewizyjnej)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C0C202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383B2EE5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  <w:shd w:val="clear" w:color="auto" w:fill="auto"/>
          </w:tcPr>
          <w:p w14:paraId="5182EB25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2683D01F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16A2B9E3" w14:textId="77777777" w:rsidTr="00D6147E">
        <w:tc>
          <w:tcPr>
            <w:tcW w:w="568" w:type="dxa"/>
            <w:shd w:val="clear" w:color="auto" w:fill="auto"/>
          </w:tcPr>
          <w:p w14:paraId="44602C21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14:paraId="3889D10B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Wentylatory łazienkowe</w:t>
            </w:r>
          </w:p>
        </w:tc>
        <w:tc>
          <w:tcPr>
            <w:tcW w:w="709" w:type="dxa"/>
            <w:shd w:val="clear" w:color="auto" w:fill="auto"/>
          </w:tcPr>
          <w:p w14:paraId="1A2571C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69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298AD6E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  <w:shd w:val="clear" w:color="auto" w:fill="auto"/>
          </w:tcPr>
          <w:p w14:paraId="4E624BA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łazienki, wc kuchnie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BFE392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52E3C9C3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  <w:shd w:val="clear" w:color="auto" w:fill="auto"/>
          </w:tcPr>
          <w:p w14:paraId="07C01EF3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</w:tcPr>
          <w:p w14:paraId="70701356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1FB3E75F" w14:textId="77777777" w:rsidTr="00D6147E">
        <w:tc>
          <w:tcPr>
            <w:tcW w:w="568" w:type="dxa"/>
          </w:tcPr>
          <w:p w14:paraId="7BC205D0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5D660049" w14:textId="571A5CDC" w:rsidR="00535C12" w:rsidRPr="00C3183A" w:rsidRDefault="00535C12" w:rsidP="00D6147E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Suma kosztów rocznych netto konserwacji i przeglądów dla budynku DS Feniks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rok2026)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2D25D6F3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5397C476" w14:textId="77777777" w:rsidTr="00D6147E">
        <w:tc>
          <w:tcPr>
            <w:tcW w:w="568" w:type="dxa"/>
          </w:tcPr>
          <w:p w14:paraId="53BFD8BD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01EAB177" w14:textId="47253FFC" w:rsidR="00535C12" w:rsidRPr="00C3183A" w:rsidRDefault="00535C12" w:rsidP="00D6147E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 xml:space="preserve">Koszt brutto </w:t>
            </w: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(VAT: 8%)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 xml:space="preserve"> konserwacji i przeglądów dla budynku DS Feniks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rok2026)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23A6DDCD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196F301B" w14:textId="77777777" w:rsidTr="00D6147E">
        <w:tc>
          <w:tcPr>
            <w:tcW w:w="9924" w:type="dxa"/>
            <w:gridSpan w:val="11"/>
          </w:tcPr>
          <w:p w14:paraId="0058BC30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sz w:val="10"/>
                <w:szCs w:val="10"/>
                <w:lang w:val="pl-PL"/>
              </w:rPr>
            </w:pPr>
          </w:p>
          <w:p w14:paraId="67381E54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lang w:val="pl-PL"/>
              </w:rPr>
            </w:pPr>
            <w:r w:rsidRPr="00C3183A">
              <w:rPr>
                <w:rFonts w:ascii="Calibri" w:hAnsi="Calibri" w:cs="Arial"/>
                <w:b/>
                <w:lang w:val="pl-PL"/>
              </w:rPr>
              <w:t>D.S.  Dewizka</w:t>
            </w:r>
          </w:p>
          <w:p w14:paraId="6EF072C0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lang w:val="pl-PL"/>
              </w:rPr>
            </w:pPr>
            <w:r w:rsidRPr="00C3183A">
              <w:rPr>
                <w:rFonts w:ascii="Calibri" w:hAnsi="Calibri" w:cs="Arial"/>
                <w:lang w:val="pl-PL"/>
              </w:rPr>
              <w:t>Poznań, ul. Dożynkowa 9d</w:t>
            </w:r>
          </w:p>
        </w:tc>
      </w:tr>
      <w:tr w:rsidR="00535C12" w:rsidRPr="00C3183A" w14:paraId="6223348A" w14:textId="77777777" w:rsidTr="00D6147E">
        <w:trPr>
          <w:trHeight w:val="262"/>
        </w:trPr>
        <w:tc>
          <w:tcPr>
            <w:tcW w:w="568" w:type="dxa"/>
          </w:tcPr>
          <w:p w14:paraId="59953521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4C240B1B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1DCAD5AA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kanałowy </w:t>
            </w:r>
          </w:p>
          <w:p w14:paraId="09739FD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S&amp;P </w:t>
            </w:r>
            <w:smartTag w:uri="urn:schemas-microsoft-com:office:smarttags" w:element="metricconverter">
              <w:smartTagPr>
                <w:attr w:name="ProductID" w:val="315 L"/>
              </w:smartTagPr>
              <w:r w:rsidRPr="00C3183A">
                <w:rPr>
                  <w:rFonts w:ascii="Calibri" w:hAnsi="Calibri"/>
                  <w:sz w:val="20"/>
                  <w:szCs w:val="20"/>
                  <w:lang w:val="pl-PL"/>
                </w:rPr>
                <w:t>315 L</w:t>
              </w:r>
            </w:smartTag>
          </w:p>
        </w:tc>
        <w:tc>
          <w:tcPr>
            <w:tcW w:w="709" w:type="dxa"/>
          </w:tcPr>
          <w:p w14:paraId="33C7E71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4</w:t>
            </w:r>
          </w:p>
        </w:tc>
        <w:tc>
          <w:tcPr>
            <w:tcW w:w="1783" w:type="dxa"/>
            <w:gridSpan w:val="2"/>
          </w:tcPr>
          <w:p w14:paraId="16F8BA4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</w:tcPr>
          <w:p w14:paraId="5F0F826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poddasze</w:t>
            </w:r>
          </w:p>
        </w:tc>
        <w:tc>
          <w:tcPr>
            <w:tcW w:w="992" w:type="dxa"/>
            <w:gridSpan w:val="2"/>
          </w:tcPr>
          <w:p w14:paraId="710B4565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58721D9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2CE5107B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6AB5F920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4BACC5B5" w14:textId="77777777" w:rsidTr="00D6147E">
        <w:tc>
          <w:tcPr>
            <w:tcW w:w="568" w:type="dxa"/>
          </w:tcPr>
          <w:p w14:paraId="7BA36BE5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476F2142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Wentylatory łazienkowe</w:t>
            </w:r>
          </w:p>
        </w:tc>
        <w:tc>
          <w:tcPr>
            <w:tcW w:w="709" w:type="dxa"/>
          </w:tcPr>
          <w:p w14:paraId="0D5BBE9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127</w:t>
            </w:r>
          </w:p>
        </w:tc>
        <w:tc>
          <w:tcPr>
            <w:tcW w:w="1783" w:type="dxa"/>
            <w:gridSpan w:val="2"/>
          </w:tcPr>
          <w:p w14:paraId="13AA6F2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</w:tcPr>
          <w:p w14:paraId="0C76368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łazienki, wc kuchnie</w:t>
            </w:r>
          </w:p>
        </w:tc>
        <w:tc>
          <w:tcPr>
            <w:tcW w:w="992" w:type="dxa"/>
            <w:gridSpan w:val="2"/>
          </w:tcPr>
          <w:p w14:paraId="2E15D3D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166BFAC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478075D1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26349E61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1905DEE9" w14:textId="77777777" w:rsidTr="00D6147E">
        <w:tc>
          <w:tcPr>
            <w:tcW w:w="568" w:type="dxa"/>
          </w:tcPr>
          <w:p w14:paraId="3E297BC2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587D947F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64B6AFDD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kanałowy </w:t>
            </w:r>
          </w:p>
          <w:p w14:paraId="4F85A86C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VENTS 125</w:t>
            </w:r>
          </w:p>
        </w:tc>
        <w:tc>
          <w:tcPr>
            <w:tcW w:w="709" w:type="dxa"/>
          </w:tcPr>
          <w:p w14:paraId="559B09B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</w:tcPr>
          <w:p w14:paraId="37D1244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</w:tcPr>
          <w:p w14:paraId="6D68728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piwnica</w:t>
            </w:r>
          </w:p>
        </w:tc>
        <w:tc>
          <w:tcPr>
            <w:tcW w:w="992" w:type="dxa"/>
            <w:gridSpan w:val="2"/>
          </w:tcPr>
          <w:p w14:paraId="5AFDB519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5219723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(VII)</w:t>
            </w:r>
          </w:p>
        </w:tc>
        <w:tc>
          <w:tcPr>
            <w:tcW w:w="948" w:type="dxa"/>
          </w:tcPr>
          <w:p w14:paraId="353EDA81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475167BF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2A9B3CDA" w14:textId="77777777" w:rsidTr="00D6147E">
        <w:tc>
          <w:tcPr>
            <w:tcW w:w="568" w:type="dxa"/>
          </w:tcPr>
          <w:p w14:paraId="11453FED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28B2322D" w14:textId="5B381706" w:rsidR="00535C12" w:rsidRPr="00C3183A" w:rsidRDefault="00535C12" w:rsidP="00D6147E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Suma kosztów rocznych netto konserwacji i przeglądów dla budynku DS Dewizka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rok2026)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573BC256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3FB68141" w14:textId="77777777" w:rsidTr="00D6147E">
        <w:tc>
          <w:tcPr>
            <w:tcW w:w="568" w:type="dxa"/>
          </w:tcPr>
          <w:p w14:paraId="207A4858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0E3626F2" w14:textId="2F03AD47" w:rsidR="00535C12" w:rsidRPr="00C3183A" w:rsidRDefault="00535C12" w:rsidP="00D6147E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 xml:space="preserve">Koszt brutto </w:t>
            </w: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(VAT: 8%)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 xml:space="preserve"> konserwacji i przeglądów dla budynku DS Dewizka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rok2026)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4E80D69F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35603F11" w14:textId="77777777" w:rsidTr="00D6147E">
        <w:tc>
          <w:tcPr>
            <w:tcW w:w="568" w:type="dxa"/>
          </w:tcPr>
          <w:p w14:paraId="57897F3E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  <w:vAlign w:val="center"/>
          </w:tcPr>
          <w:p w14:paraId="50E34530" w14:textId="36DA2396" w:rsidR="00535C12" w:rsidRPr="00C3183A" w:rsidRDefault="00535C12" w:rsidP="00D6147E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Całkowity koszt netto rocznej konserwacji i przeglądów w domach studenckich UEP </w:t>
            </w: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br/>
              <w:t xml:space="preserve">(suma pozycji </w:t>
            </w: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356 i 361</w:t>
            </w: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)</w:t>
            </w:r>
            <w:r w:rsidR="008663D4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>(za rok2026)</w:t>
            </w: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39E23035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79F7CBD8" w14:textId="77777777" w:rsidTr="00D6147E">
        <w:tc>
          <w:tcPr>
            <w:tcW w:w="568" w:type="dxa"/>
          </w:tcPr>
          <w:p w14:paraId="48603289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  <w:vAlign w:val="center"/>
          </w:tcPr>
          <w:p w14:paraId="2D7F96ED" w14:textId="6CC06D5D" w:rsidR="00535C12" w:rsidRPr="00C3183A" w:rsidRDefault="00535C12" w:rsidP="00D6147E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Całkowity koszt brutto rocznej konserwacji i przeglądów w domach studenckich UEP </w:t>
            </w: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br/>
              <w:t xml:space="preserve">(suma pozycji </w:t>
            </w: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357 i 364</w:t>
            </w: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)</w:t>
            </w:r>
            <w:r w:rsidR="008663D4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>(za rok2026)</w:t>
            </w: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12CDBDD2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1E462BB2" w14:textId="77777777" w:rsidTr="00D6147E">
        <w:tc>
          <w:tcPr>
            <w:tcW w:w="9924" w:type="dxa"/>
            <w:gridSpan w:val="11"/>
          </w:tcPr>
          <w:p w14:paraId="32542444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sz w:val="10"/>
                <w:szCs w:val="10"/>
                <w:lang w:val="pl-PL"/>
              </w:rPr>
            </w:pPr>
          </w:p>
          <w:p w14:paraId="610015D9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lang w:val="pl-PL"/>
              </w:rPr>
            </w:pPr>
            <w:r w:rsidRPr="00C3183A">
              <w:rPr>
                <w:rFonts w:ascii="Calibri" w:hAnsi="Calibri" w:cs="Arial"/>
                <w:b/>
                <w:lang w:val="pl-PL"/>
              </w:rPr>
              <w:t>Archiwum Uczelni</w:t>
            </w:r>
          </w:p>
          <w:p w14:paraId="5B531B2B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lang w:val="pl-PL"/>
              </w:rPr>
            </w:pPr>
            <w:r w:rsidRPr="00C3183A">
              <w:rPr>
                <w:rFonts w:ascii="Calibri" w:hAnsi="Calibri" w:cs="Arial"/>
                <w:lang w:val="pl-PL"/>
              </w:rPr>
              <w:t>Poznań, ul. Andrzejewskiego 11/17</w:t>
            </w:r>
          </w:p>
        </w:tc>
      </w:tr>
      <w:tr w:rsidR="00535C12" w:rsidRPr="00C3183A" w14:paraId="7D719C70" w14:textId="77777777" w:rsidTr="00D6147E">
        <w:tc>
          <w:tcPr>
            <w:tcW w:w="568" w:type="dxa"/>
          </w:tcPr>
          <w:p w14:paraId="050714CC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7BB5945F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Wentylator </w:t>
            </w:r>
          </w:p>
          <w:p w14:paraId="0009FE8C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nawiewny </w:t>
            </w:r>
          </w:p>
          <w:p w14:paraId="1A76E20E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z nagrzewnicą </w:t>
            </w:r>
          </w:p>
          <w:p w14:paraId="5DCAF878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elektryczną</w:t>
            </w:r>
          </w:p>
          <w:p w14:paraId="4EAB02BB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TD 1000/250</w:t>
            </w:r>
          </w:p>
        </w:tc>
        <w:tc>
          <w:tcPr>
            <w:tcW w:w="709" w:type="dxa"/>
          </w:tcPr>
          <w:p w14:paraId="1194A03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</w:t>
            </w:r>
          </w:p>
        </w:tc>
        <w:tc>
          <w:tcPr>
            <w:tcW w:w="1783" w:type="dxa"/>
            <w:gridSpan w:val="2"/>
          </w:tcPr>
          <w:p w14:paraId="0DD3477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włóknina 240x330, 205x250x50</w:t>
            </w:r>
          </w:p>
        </w:tc>
        <w:tc>
          <w:tcPr>
            <w:tcW w:w="1238" w:type="dxa"/>
            <w:gridSpan w:val="2"/>
          </w:tcPr>
          <w:p w14:paraId="7D6A09E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 oddzielne pom. zbiorów archiw.</w:t>
            </w:r>
          </w:p>
        </w:tc>
        <w:tc>
          <w:tcPr>
            <w:tcW w:w="992" w:type="dxa"/>
            <w:gridSpan w:val="2"/>
          </w:tcPr>
          <w:p w14:paraId="680BDDE7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A4CDD3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61CFF301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01AA4DA6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5C3DE2A0" w14:textId="77777777" w:rsidTr="00D6147E">
        <w:tc>
          <w:tcPr>
            <w:tcW w:w="568" w:type="dxa"/>
          </w:tcPr>
          <w:p w14:paraId="0A8B6B4E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21A03CAB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</w:t>
            </w:r>
          </w:p>
          <w:p w14:paraId="1B4441D7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wywiewny </w:t>
            </w:r>
          </w:p>
          <w:p w14:paraId="249EA727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typ TD 1000/250</w:t>
            </w:r>
          </w:p>
        </w:tc>
        <w:tc>
          <w:tcPr>
            <w:tcW w:w="709" w:type="dxa"/>
          </w:tcPr>
          <w:p w14:paraId="757F590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</w:t>
            </w:r>
          </w:p>
        </w:tc>
        <w:tc>
          <w:tcPr>
            <w:tcW w:w="1783" w:type="dxa"/>
            <w:gridSpan w:val="2"/>
          </w:tcPr>
          <w:p w14:paraId="31878E4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</w:tcPr>
          <w:p w14:paraId="3869215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2 oddzielne pom. zbiorów archiw.</w:t>
            </w:r>
          </w:p>
        </w:tc>
        <w:tc>
          <w:tcPr>
            <w:tcW w:w="992" w:type="dxa"/>
            <w:gridSpan w:val="2"/>
          </w:tcPr>
          <w:p w14:paraId="342FE1C4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BF4DEAB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6C0EFE04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1633CCA0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4A0C3AAD" w14:textId="77777777" w:rsidTr="00D6147E">
        <w:tc>
          <w:tcPr>
            <w:tcW w:w="568" w:type="dxa"/>
          </w:tcPr>
          <w:p w14:paraId="4D2BFF6C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2BF2B045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 xml:space="preserve">Centrala </w:t>
            </w:r>
          </w:p>
          <w:p w14:paraId="18611F56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naw - wywiewna</w:t>
            </w:r>
          </w:p>
          <w:p w14:paraId="60FBD8AB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Komfowent C4</w:t>
            </w:r>
          </w:p>
          <w:p w14:paraId="38B3FB54" w14:textId="77777777" w:rsidR="00535C12" w:rsidRPr="00C3183A" w:rsidRDefault="00535C12" w:rsidP="00D6147E">
            <w:pPr>
              <w:ind w:right="376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wyd. 750 m</w:t>
            </w:r>
            <w:r w:rsidRPr="00C3183A">
              <w:rPr>
                <w:rFonts w:ascii="Calibri" w:hAnsi="Calibri"/>
                <w:sz w:val="20"/>
                <w:szCs w:val="20"/>
                <w:vertAlign w:val="superscript"/>
                <w:lang w:val="pl-PL"/>
              </w:rPr>
              <w:t>3</w:t>
            </w: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/h</w:t>
            </w:r>
          </w:p>
        </w:tc>
        <w:tc>
          <w:tcPr>
            <w:tcW w:w="709" w:type="dxa"/>
          </w:tcPr>
          <w:p w14:paraId="6BBD8BD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</w:tcPr>
          <w:p w14:paraId="61ABD95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włóknina</w:t>
            </w:r>
          </w:p>
        </w:tc>
        <w:tc>
          <w:tcPr>
            <w:tcW w:w="1238" w:type="dxa"/>
            <w:gridSpan w:val="2"/>
          </w:tcPr>
          <w:p w14:paraId="18BE4EE7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pom. zbiorów archiw.</w:t>
            </w:r>
          </w:p>
        </w:tc>
        <w:tc>
          <w:tcPr>
            <w:tcW w:w="992" w:type="dxa"/>
            <w:gridSpan w:val="2"/>
          </w:tcPr>
          <w:p w14:paraId="57E5BB6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23531CD6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4685FCFB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1D470EB7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24F7E2B7" w14:textId="77777777" w:rsidTr="00D6147E">
        <w:tc>
          <w:tcPr>
            <w:tcW w:w="568" w:type="dxa"/>
          </w:tcPr>
          <w:p w14:paraId="5233E187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2B5FDA5A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 łazienkowy</w:t>
            </w:r>
          </w:p>
        </w:tc>
        <w:tc>
          <w:tcPr>
            <w:tcW w:w="709" w:type="dxa"/>
          </w:tcPr>
          <w:p w14:paraId="17486E2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</w:tcPr>
          <w:p w14:paraId="50B6EEF7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</w:tcPr>
          <w:p w14:paraId="14FA4BEE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sanitariat</w:t>
            </w:r>
          </w:p>
        </w:tc>
        <w:tc>
          <w:tcPr>
            <w:tcW w:w="992" w:type="dxa"/>
            <w:gridSpan w:val="2"/>
          </w:tcPr>
          <w:p w14:paraId="613FA6E7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61F2C3A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3948F8C5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3F7C7742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0B2A5A7A" w14:textId="77777777" w:rsidTr="00D6147E">
        <w:tc>
          <w:tcPr>
            <w:tcW w:w="568" w:type="dxa"/>
          </w:tcPr>
          <w:p w14:paraId="54C141BF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1504303B" w14:textId="36A5CA75" w:rsidR="00535C12" w:rsidRPr="00C3183A" w:rsidRDefault="00535C12" w:rsidP="00D6147E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Suma kosztów rocznych netto konserwacji i przeglądów dla budynku Archiwum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rok2026)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5CBAF3DD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24908940" w14:textId="77777777" w:rsidTr="00D6147E">
        <w:tc>
          <w:tcPr>
            <w:tcW w:w="568" w:type="dxa"/>
          </w:tcPr>
          <w:p w14:paraId="72DDB117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3DDFB717" w14:textId="7884FD99" w:rsidR="00535C12" w:rsidRPr="00C3183A" w:rsidRDefault="00535C12" w:rsidP="00D6147E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Koszt brutto (VAT: 23%) konserwacji i przeglądów dla budynku Archiwum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rok2026)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4A7FD162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7C263122" w14:textId="77777777" w:rsidTr="00D6147E">
        <w:tc>
          <w:tcPr>
            <w:tcW w:w="9924" w:type="dxa"/>
            <w:gridSpan w:val="11"/>
          </w:tcPr>
          <w:p w14:paraId="57EE1E43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sz w:val="10"/>
                <w:szCs w:val="10"/>
                <w:lang w:val="pl-PL"/>
              </w:rPr>
            </w:pPr>
          </w:p>
          <w:p w14:paraId="650BCB27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b/>
                <w:lang w:val="pl-PL"/>
              </w:rPr>
            </w:pPr>
            <w:r w:rsidRPr="00C3183A">
              <w:rPr>
                <w:rFonts w:ascii="Calibri" w:hAnsi="Calibri" w:cs="Arial"/>
                <w:b/>
                <w:lang w:val="pl-PL"/>
              </w:rPr>
              <w:t>Pawilon Techniczny</w:t>
            </w:r>
          </w:p>
          <w:p w14:paraId="107D76B4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lang w:val="pl-PL"/>
              </w:rPr>
            </w:pPr>
            <w:r w:rsidRPr="00C3183A">
              <w:rPr>
                <w:rFonts w:ascii="Calibri" w:hAnsi="Calibri" w:cs="Arial"/>
                <w:lang w:val="pl-PL"/>
              </w:rPr>
              <w:t>Poznań, al. Niepodległości 10</w:t>
            </w:r>
          </w:p>
          <w:p w14:paraId="383FA192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lang w:val="pl-PL"/>
              </w:rPr>
            </w:pPr>
            <w:r w:rsidRPr="00C3183A">
              <w:rPr>
                <w:rFonts w:ascii="Calibri" w:hAnsi="Calibri" w:cs="Arial"/>
                <w:lang w:val="pl-PL"/>
              </w:rPr>
              <w:t>(dziedziniec przy skrzydle budynku A)</w:t>
            </w:r>
          </w:p>
        </w:tc>
      </w:tr>
      <w:tr w:rsidR="00535C12" w:rsidRPr="00C3183A" w14:paraId="4312FC53" w14:textId="77777777" w:rsidTr="00D6147E">
        <w:tc>
          <w:tcPr>
            <w:tcW w:w="568" w:type="dxa"/>
          </w:tcPr>
          <w:p w14:paraId="6037D00C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58354F60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Wentylator </w:t>
            </w:r>
          </w:p>
          <w:p w14:paraId="1032E8C0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 xml:space="preserve">łazienkowy </w:t>
            </w:r>
          </w:p>
          <w:p w14:paraId="0C17BD2F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Venture Industries</w:t>
            </w:r>
          </w:p>
          <w:p w14:paraId="05C166BB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 w:rsidRPr="00C3183A">
              <w:rPr>
                <w:rFonts w:ascii="Calibri" w:hAnsi="Calibri"/>
                <w:sz w:val="20"/>
                <w:szCs w:val="20"/>
                <w:lang w:val="en-US"/>
              </w:rPr>
              <w:t>typ SILENT 300</w:t>
            </w:r>
          </w:p>
        </w:tc>
        <w:tc>
          <w:tcPr>
            <w:tcW w:w="709" w:type="dxa"/>
          </w:tcPr>
          <w:p w14:paraId="678EBF51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6</w:t>
            </w:r>
          </w:p>
        </w:tc>
        <w:tc>
          <w:tcPr>
            <w:tcW w:w="1783" w:type="dxa"/>
            <w:gridSpan w:val="2"/>
          </w:tcPr>
          <w:p w14:paraId="6A4E66C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</w:tcPr>
          <w:p w14:paraId="5CC9F71F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Toalety</w:t>
            </w:r>
          </w:p>
        </w:tc>
        <w:tc>
          <w:tcPr>
            <w:tcW w:w="992" w:type="dxa"/>
            <w:gridSpan w:val="2"/>
          </w:tcPr>
          <w:p w14:paraId="4B1A52C0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4BE57E9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3E357351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2395C0D2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4B85B7F4" w14:textId="77777777" w:rsidTr="00D6147E">
        <w:tc>
          <w:tcPr>
            <w:tcW w:w="568" w:type="dxa"/>
          </w:tcPr>
          <w:p w14:paraId="4A66D34B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65C4C799" w14:textId="77777777" w:rsidR="00535C12" w:rsidRPr="00C3183A" w:rsidRDefault="00535C12" w:rsidP="00D6147E">
            <w:pPr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Wentylator dachowy</w:t>
            </w:r>
          </w:p>
        </w:tc>
        <w:tc>
          <w:tcPr>
            <w:tcW w:w="709" w:type="dxa"/>
          </w:tcPr>
          <w:p w14:paraId="492A333D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</w:tc>
        <w:tc>
          <w:tcPr>
            <w:tcW w:w="1783" w:type="dxa"/>
            <w:gridSpan w:val="2"/>
          </w:tcPr>
          <w:p w14:paraId="72FC9242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</w:p>
        </w:tc>
        <w:tc>
          <w:tcPr>
            <w:tcW w:w="1238" w:type="dxa"/>
            <w:gridSpan w:val="2"/>
          </w:tcPr>
          <w:p w14:paraId="5E83EBC8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dach</w:t>
            </w:r>
          </w:p>
        </w:tc>
        <w:tc>
          <w:tcPr>
            <w:tcW w:w="992" w:type="dxa"/>
            <w:gridSpan w:val="2"/>
          </w:tcPr>
          <w:p w14:paraId="05F9309A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1</w:t>
            </w:r>
          </w:p>
          <w:p w14:paraId="43CA285C" w14:textId="77777777" w:rsidR="00535C12" w:rsidRPr="00C3183A" w:rsidRDefault="00535C12" w:rsidP="00D6147E">
            <w:pPr>
              <w:jc w:val="center"/>
              <w:rPr>
                <w:rFonts w:ascii="Calibri" w:hAnsi="Calibri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/>
                <w:sz w:val="20"/>
                <w:szCs w:val="20"/>
                <w:lang w:val="pl-PL"/>
              </w:rPr>
              <w:t>(VIII)</w:t>
            </w:r>
          </w:p>
        </w:tc>
        <w:tc>
          <w:tcPr>
            <w:tcW w:w="948" w:type="dxa"/>
          </w:tcPr>
          <w:p w14:paraId="3D7B35E7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</w:tcPr>
          <w:p w14:paraId="3ACFA8A6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635247B8" w14:textId="77777777" w:rsidTr="00D6147E">
        <w:tc>
          <w:tcPr>
            <w:tcW w:w="568" w:type="dxa"/>
          </w:tcPr>
          <w:p w14:paraId="63EEE8B3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5F620BCB" w14:textId="5FA502AA" w:rsidR="00535C12" w:rsidRPr="00C3183A" w:rsidRDefault="00535C12" w:rsidP="00D6147E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Suma kosztów rocznych netto konserwacji i przeglądów dla budynku Pawilon Techniczny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rok2026)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4F6B52BF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517C0130" w14:textId="77777777" w:rsidTr="00D6147E">
        <w:tc>
          <w:tcPr>
            <w:tcW w:w="568" w:type="dxa"/>
          </w:tcPr>
          <w:p w14:paraId="669651FB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</w:tcPr>
          <w:p w14:paraId="2FD3F8DB" w14:textId="11679863" w:rsidR="00535C12" w:rsidRPr="00C3183A" w:rsidRDefault="00535C12" w:rsidP="00D6147E">
            <w:pPr>
              <w:jc w:val="right"/>
              <w:rPr>
                <w:rFonts w:ascii="Calibri" w:hAnsi="Calibri" w:cs="Arial"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Koszt brutto (VAT: 23%) konserwacji i przeglądów dla budynku Pawilon Techniczny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 xml:space="preserve"> (za rok2026)</w:t>
            </w:r>
            <w:r w:rsidRPr="00C3183A">
              <w:rPr>
                <w:rFonts w:ascii="Calibri" w:hAnsi="Calibri" w:cs="Arial"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</w:tcPr>
          <w:p w14:paraId="71FEA7E5" w14:textId="77777777" w:rsidR="00535C12" w:rsidRPr="00C3183A" w:rsidRDefault="00535C12" w:rsidP="00D6147E">
            <w:pPr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6BBC27F9" w14:textId="77777777" w:rsidTr="00D6147E">
        <w:tc>
          <w:tcPr>
            <w:tcW w:w="568" w:type="dxa"/>
          </w:tcPr>
          <w:p w14:paraId="1D46782A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  <w:vAlign w:val="center"/>
          </w:tcPr>
          <w:p w14:paraId="337CA20C" w14:textId="188FB763" w:rsidR="00535C12" w:rsidRPr="00C3183A" w:rsidRDefault="00535C12" w:rsidP="00D6147E">
            <w:pPr>
              <w:jc w:val="right"/>
              <w:rPr>
                <w:rFonts w:ascii="Calibri" w:hAnsi="Calibri" w:cs="Arial"/>
                <w:b/>
                <w:sz w:val="19"/>
                <w:szCs w:val="19"/>
                <w:lang w:val="pl-PL"/>
              </w:rPr>
            </w:pP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>Całkowity koszt netto rocznej</w:t>
            </w:r>
            <w:r w:rsidR="00026974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 (za 2026 rok) 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 konserwacji i przeglądów w budynkach administracyjnych UEP (suma pozycji</w:t>
            </w:r>
            <w:r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 369 i 373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 )</w:t>
            </w:r>
            <w:r w:rsidR="008663D4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 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>(za rok2026)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>:</w:t>
            </w:r>
          </w:p>
        </w:tc>
        <w:tc>
          <w:tcPr>
            <w:tcW w:w="1418" w:type="dxa"/>
          </w:tcPr>
          <w:p w14:paraId="4F618871" w14:textId="77777777" w:rsidR="00535C12" w:rsidRPr="00C3183A" w:rsidRDefault="00535C12" w:rsidP="00D6147E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14A641D2" w14:textId="77777777" w:rsidTr="00D6147E">
        <w:tc>
          <w:tcPr>
            <w:tcW w:w="568" w:type="dxa"/>
          </w:tcPr>
          <w:p w14:paraId="2C565BE4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  <w:vAlign w:val="center"/>
          </w:tcPr>
          <w:p w14:paraId="08100AFB" w14:textId="7A90A4BD" w:rsidR="00535C12" w:rsidRPr="00C3183A" w:rsidRDefault="00535C12" w:rsidP="00D6147E">
            <w:pPr>
              <w:jc w:val="right"/>
              <w:rPr>
                <w:rFonts w:ascii="Calibri" w:hAnsi="Calibri" w:cs="Arial"/>
                <w:b/>
                <w:sz w:val="19"/>
                <w:szCs w:val="19"/>
                <w:lang w:val="pl-PL"/>
              </w:rPr>
            </w:pP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Całkowity koszt brutto rocznej </w:t>
            </w:r>
            <w:r w:rsidR="00026974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(za 2026 rok) 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>konserwacji i przeglądów w budynkach administracyjnych UEP (suma pozycji</w:t>
            </w:r>
            <w:r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 370 i 374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 )</w:t>
            </w:r>
            <w:r w:rsidR="008663D4">
              <w:rPr>
                <w:rFonts w:ascii="Calibri" w:hAnsi="Calibri" w:cs="Arial"/>
                <w:b/>
                <w:sz w:val="19"/>
                <w:szCs w:val="19"/>
                <w:lang w:val="pl-PL"/>
              </w:rPr>
              <w:t xml:space="preserve"> 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>(za rok2026)</w:t>
            </w:r>
            <w:r w:rsidRPr="00C3183A">
              <w:rPr>
                <w:rFonts w:ascii="Calibri" w:hAnsi="Calibri" w:cs="Arial"/>
                <w:b/>
                <w:sz w:val="19"/>
                <w:szCs w:val="19"/>
                <w:lang w:val="pl-PL"/>
              </w:rPr>
              <w:t>:</w:t>
            </w:r>
          </w:p>
        </w:tc>
        <w:tc>
          <w:tcPr>
            <w:tcW w:w="1418" w:type="dxa"/>
          </w:tcPr>
          <w:p w14:paraId="6A81E7CB" w14:textId="77777777" w:rsidR="00535C12" w:rsidRPr="00C3183A" w:rsidRDefault="00535C12" w:rsidP="00D6147E">
            <w:pPr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</w:tr>
      <w:tr w:rsidR="00535C12" w:rsidRPr="00C3183A" w14:paraId="3BCFD22E" w14:textId="77777777" w:rsidTr="00D6147E">
        <w:trPr>
          <w:trHeight w:val="416"/>
        </w:trPr>
        <w:tc>
          <w:tcPr>
            <w:tcW w:w="568" w:type="dxa"/>
            <w:vAlign w:val="center"/>
          </w:tcPr>
          <w:p w14:paraId="4937DE6B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  <w:vAlign w:val="center"/>
          </w:tcPr>
          <w:p w14:paraId="7F5C937F" w14:textId="7CC7D508" w:rsidR="00535C12" w:rsidRPr="00C3183A" w:rsidRDefault="00535C12" w:rsidP="00026974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Całkowity koszt netto rocznej </w:t>
            </w:r>
            <w:r w:rsidR="00026974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(za 2026 rok) </w:t>
            </w: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konserwacji i przeglądów we wszystkich budynkach UEP  (suma pozycji </w:t>
            </w:r>
            <w:r w:rsidR="000D6F17">
              <w:rPr>
                <w:rFonts w:ascii="Calibri" w:hAnsi="Calibri" w:cs="Arial"/>
                <w:b/>
                <w:sz w:val="20"/>
                <w:szCs w:val="20"/>
                <w:lang w:val="pl-PL"/>
              </w:rPr>
              <w:t>347, 363, 375</w:t>
            </w: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)</w:t>
            </w:r>
            <w:r w:rsidR="008663D4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>(za rok2026)</w:t>
            </w: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  <w:vAlign w:val="center"/>
          </w:tcPr>
          <w:p w14:paraId="1D936D2B" w14:textId="77777777" w:rsidR="00535C12" w:rsidRPr="00C3183A" w:rsidRDefault="00535C12" w:rsidP="00D6147E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</w:p>
        </w:tc>
      </w:tr>
      <w:tr w:rsidR="00535C12" w:rsidRPr="00C3183A" w14:paraId="226C0700" w14:textId="77777777" w:rsidTr="00D6147E">
        <w:trPr>
          <w:trHeight w:val="416"/>
        </w:trPr>
        <w:tc>
          <w:tcPr>
            <w:tcW w:w="568" w:type="dxa"/>
            <w:vAlign w:val="center"/>
          </w:tcPr>
          <w:p w14:paraId="2EBEF419" w14:textId="77777777" w:rsidR="00535C12" w:rsidRPr="00C3183A" w:rsidRDefault="00535C12" w:rsidP="00D6147E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gridSpan w:val="9"/>
            <w:vAlign w:val="center"/>
          </w:tcPr>
          <w:p w14:paraId="6EA71E33" w14:textId="7483040E" w:rsidR="00535C12" w:rsidRPr="00C3183A" w:rsidRDefault="00535C12" w:rsidP="00026974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Całkowity koszt brutto rocznej </w:t>
            </w:r>
            <w:r w:rsidR="00026974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(za 2026 rok) </w:t>
            </w: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konserwacji i przeglądów we wszystkich budynkach UEP (suma pozycji </w:t>
            </w:r>
            <w:r w:rsidR="000D6F17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348, 364,376 </w:t>
            </w: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)</w:t>
            </w:r>
            <w:r w:rsidR="008663D4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</w:t>
            </w:r>
            <w:r w:rsidR="008663D4">
              <w:rPr>
                <w:rFonts w:ascii="Calibri" w:hAnsi="Calibri" w:cs="Arial"/>
                <w:sz w:val="20"/>
                <w:szCs w:val="20"/>
                <w:lang w:val="pl-PL"/>
              </w:rPr>
              <w:t>(za rok2026)</w:t>
            </w: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  <w:vAlign w:val="center"/>
          </w:tcPr>
          <w:p w14:paraId="1C3E706F" w14:textId="77777777" w:rsidR="00535C12" w:rsidRPr="00C3183A" w:rsidRDefault="00535C12" w:rsidP="00D6147E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</w:p>
        </w:tc>
      </w:tr>
    </w:tbl>
    <w:p w14:paraId="25555914" w14:textId="77777777" w:rsidR="003A204F" w:rsidRDefault="003A204F"/>
    <w:p w14:paraId="56471215" w14:textId="77777777" w:rsidR="00F11B8C" w:rsidRPr="00BB6155" w:rsidRDefault="00F11B8C" w:rsidP="00F11B8C">
      <w:pPr>
        <w:tabs>
          <w:tab w:val="left" w:pos="9000"/>
        </w:tabs>
        <w:ind w:right="-108"/>
        <w:jc w:val="center"/>
        <w:outlineLvl w:val="0"/>
        <w:rPr>
          <w:rFonts w:ascii="Calibri" w:hAnsi="Calibri" w:cs="Arial"/>
          <w:sz w:val="26"/>
          <w:szCs w:val="26"/>
          <w:lang w:val="pl-PL"/>
        </w:rPr>
      </w:pPr>
      <w:r>
        <w:rPr>
          <w:rFonts w:ascii="Calibri" w:hAnsi="Calibri" w:cs="Arial"/>
          <w:sz w:val="26"/>
          <w:szCs w:val="26"/>
          <w:lang w:val="pl-PL"/>
        </w:rPr>
        <w:t xml:space="preserve">Całkowity koszt konserwacji </w:t>
      </w:r>
      <w:r w:rsidRPr="00193C83">
        <w:rPr>
          <w:rFonts w:ascii="Calibri" w:hAnsi="Calibri" w:cs="Arial"/>
          <w:sz w:val="26"/>
          <w:szCs w:val="26"/>
          <w:lang w:val="pl-PL"/>
        </w:rPr>
        <w:t>i przeglądów we wszystkich budynkach UEP</w:t>
      </w:r>
      <w:r>
        <w:rPr>
          <w:rFonts w:ascii="Calibri" w:hAnsi="Calibri" w:cs="Arial"/>
          <w:sz w:val="26"/>
          <w:szCs w:val="26"/>
          <w:lang w:val="pl-PL"/>
        </w:rPr>
        <w:t xml:space="preserve"> za rok 2025 i 2026 łącznie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938"/>
        <w:gridCol w:w="1418"/>
      </w:tblGrid>
      <w:tr w:rsidR="00535C12" w:rsidRPr="00C3183A" w14:paraId="5DE60BAE" w14:textId="77777777" w:rsidTr="00D6147E">
        <w:trPr>
          <w:trHeight w:val="416"/>
        </w:trPr>
        <w:tc>
          <w:tcPr>
            <w:tcW w:w="568" w:type="dxa"/>
            <w:vAlign w:val="center"/>
          </w:tcPr>
          <w:p w14:paraId="7F8D83D8" w14:textId="77777777" w:rsidR="00535C12" w:rsidRPr="0094476B" w:rsidRDefault="00535C12" w:rsidP="00535C1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vAlign w:val="center"/>
          </w:tcPr>
          <w:p w14:paraId="7307FBF6" w14:textId="77777777" w:rsidR="00535C12" w:rsidRPr="00C3183A" w:rsidRDefault="00535C12" w:rsidP="00026974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Całkowity koszt netto roczn</w:t>
            </w:r>
            <w:r w:rsidR="00026974">
              <w:rPr>
                <w:rFonts w:ascii="Calibri" w:hAnsi="Calibri" w:cs="Arial"/>
                <w:b/>
                <w:sz w:val="20"/>
                <w:szCs w:val="20"/>
                <w:lang w:val="pl-PL"/>
              </w:rPr>
              <w:t>ych</w:t>
            </w: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konserwacji i przeglądów we wszystkich budynkach UEP  (suma pozycji </w:t>
            </w:r>
            <w:r w:rsidR="000D6F17">
              <w:rPr>
                <w:rFonts w:ascii="Calibri" w:hAnsi="Calibri" w:cs="Arial"/>
                <w:b/>
                <w:sz w:val="20"/>
                <w:szCs w:val="20"/>
                <w:lang w:val="pl-PL"/>
              </w:rPr>
              <w:t>188 i 377</w:t>
            </w: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)</w:t>
            </w:r>
            <w:r w:rsidR="000D6F17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za roku 2025 i </w:t>
            </w: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2026</w:t>
            </w:r>
            <w:r w:rsidR="00026974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łącznie</w:t>
            </w: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  <w:vAlign w:val="center"/>
          </w:tcPr>
          <w:p w14:paraId="145A0E5F" w14:textId="77777777" w:rsidR="00535C12" w:rsidRPr="00C3183A" w:rsidRDefault="00535C12" w:rsidP="00535C12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</w:p>
        </w:tc>
      </w:tr>
      <w:tr w:rsidR="00535C12" w:rsidRPr="00C3183A" w14:paraId="4367ED4B" w14:textId="77777777" w:rsidTr="00D6147E">
        <w:trPr>
          <w:trHeight w:val="416"/>
        </w:trPr>
        <w:tc>
          <w:tcPr>
            <w:tcW w:w="568" w:type="dxa"/>
            <w:vAlign w:val="center"/>
          </w:tcPr>
          <w:p w14:paraId="5D5B02C0" w14:textId="77777777" w:rsidR="00535C12" w:rsidRPr="0094476B" w:rsidRDefault="00535C12" w:rsidP="00535C12">
            <w:pPr>
              <w:numPr>
                <w:ilvl w:val="0"/>
                <w:numId w:val="1"/>
              </w:numPr>
              <w:tabs>
                <w:tab w:val="left" w:pos="0"/>
                <w:tab w:val="left" w:pos="150"/>
                <w:tab w:val="num" w:pos="720"/>
              </w:tabs>
              <w:ind w:left="357" w:right="74" w:hanging="357"/>
              <w:jc w:val="center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7938" w:type="dxa"/>
            <w:vAlign w:val="center"/>
          </w:tcPr>
          <w:p w14:paraId="07857936" w14:textId="77777777" w:rsidR="00535C12" w:rsidRPr="00C3183A" w:rsidRDefault="00535C12" w:rsidP="007C18C3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Całkowity koszt brutto roczn</w:t>
            </w:r>
            <w:r w:rsidR="007C18C3">
              <w:rPr>
                <w:rFonts w:ascii="Calibri" w:hAnsi="Calibri" w:cs="Arial"/>
                <w:b/>
                <w:sz w:val="20"/>
                <w:szCs w:val="20"/>
                <w:lang w:val="pl-PL"/>
              </w:rPr>
              <w:t>ych</w:t>
            </w: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konserwacji i przeglądów we wszystkich budynkach UEP (suma pozycji </w:t>
            </w:r>
            <w:r w:rsidR="000D6F17">
              <w:rPr>
                <w:rFonts w:ascii="Calibri" w:hAnsi="Calibri" w:cs="Arial"/>
                <w:b/>
                <w:sz w:val="20"/>
                <w:szCs w:val="20"/>
                <w:lang w:val="pl-PL"/>
              </w:rPr>
              <w:t>189 i 378</w:t>
            </w: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)</w:t>
            </w:r>
            <w:r w:rsidR="000D6F17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za roku 2025 i </w:t>
            </w:r>
            <w:r>
              <w:rPr>
                <w:rFonts w:ascii="Calibri" w:hAnsi="Calibri" w:cs="Arial"/>
                <w:b/>
                <w:sz w:val="20"/>
                <w:szCs w:val="20"/>
                <w:lang w:val="pl-PL"/>
              </w:rPr>
              <w:t>2026</w:t>
            </w:r>
            <w:r w:rsidR="00026974">
              <w:rPr>
                <w:rFonts w:ascii="Calibri" w:hAnsi="Calibri" w:cs="Arial"/>
                <w:b/>
                <w:sz w:val="20"/>
                <w:szCs w:val="20"/>
                <w:lang w:val="pl-PL"/>
              </w:rPr>
              <w:t xml:space="preserve"> łącznie</w:t>
            </w:r>
            <w:r w:rsidRPr="00C3183A">
              <w:rPr>
                <w:rFonts w:ascii="Calibri" w:hAnsi="Calibri" w:cs="Arial"/>
                <w:b/>
                <w:sz w:val="20"/>
                <w:szCs w:val="20"/>
                <w:lang w:val="pl-PL"/>
              </w:rPr>
              <w:t>:</w:t>
            </w:r>
          </w:p>
        </w:tc>
        <w:tc>
          <w:tcPr>
            <w:tcW w:w="1418" w:type="dxa"/>
            <w:vAlign w:val="center"/>
          </w:tcPr>
          <w:p w14:paraId="2687D0F4" w14:textId="77777777" w:rsidR="00535C12" w:rsidRPr="00C3183A" w:rsidRDefault="00535C12" w:rsidP="00535C12">
            <w:pPr>
              <w:jc w:val="right"/>
              <w:rPr>
                <w:rFonts w:ascii="Calibri" w:hAnsi="Calibri" w:cs="Arial"/>
                <w:b/>
                <w:sz w:val="20"/>
                <w:szCs w:val="20"/>
                <w:lang w:val="pl-PL"/>
              </w:rPr>
            </w:pPr>
          </w:p>
        </w:tc>
      </w:tr>
    </w:tbl>
    <w:p w14:paraId="0507291F" w14:textId="77777777" w:rsidR="00535C12" w:rsidRPr="00C3183A" w:rsidRDefault="00535C12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</w:p>
    <w:p w14:paraId="7EC139B0" w14:textId="77777777" w:rsidR="00813AA3" w:rsidRPr="00C3183A" w:rsidRDefault="00813AA3" w:rsidP="00813AA3">
      <w:pPr>
        <w:tabs>
          <w:tab w:val="left" w:pos="4860"/>
          <w:tab w:val="left" w:pos="5940"/>
          <w:tab w:val="left" w:pos="7020"/>
        </w:tabs>
        <w:ind w:right="72"/>
        <w:jc w:val="both"/>
        <w:rPr>
          <w:rFonts w:ascii="Calibri" w:hAnsi="Calibri" w:cs="Arial"/>
          <w:sz w:val="20"/>
          <w:szCs w:val="20"/>
          <w:lang w:val="pl-PL"/>
        </w:rPr>
      </w:pPr>
      <w:r w:rsidRPr="00C3183A">
        <w:rPr>
          <w:rFonts w:ascii="Calibri" w:hAnsi="Calibri" w:cs="Arial"/>
          <w:sz w:val="20"/>
          <w:szCs w:val="20"/>
          <w:lang w:val="pl-PL"/>
        </w:rPr>
        <w:t xml:space="preserve">Uwagi: </w:t>
      </w:r>
    </w:p>
    <w:p w14:paraId="55CF1451" w14:textId="77777777" w:rsidR="00813AA3" w:rsidRPr="00C3183A" w:rsidRDefault="00813AA3" w:rsidP="00813AA3">
      <w:pPr>
        <w:tabs>
          <w:tab w:val="left" w:pos="4860"/>
          <w:tab w:val="left" w:pos="5940"/>
          <w:tab w:val="left" w:pos="7020"/>
        </w:tabs>
        <w:spacing w:line="276" w:lineRule="auto"/>
        <w:ind w:right="72"/>
        <w:jc w:val="both"/>
        <w:rPr>
          <w:rFonts w:ascii="Calibri" w:hAnsi="Calibri" w:cs="Arial"/>
          <w:sz w:val="20"/>
          <w:szCs w:val="20"/>
          <w:lang w:val="pl-PL"/>
        </w:rPr>
      </w:pPr>
      <w:r w:rsidRPr="00C3183A">
        <w:rPr>
          <w:rFonts w:ascii="Calibri" w:hAnsi="Calibri" w:cs="Arial"/>
          <w:sz w:val="20"/>
          <w:szCs w:val="20"/>
          <w:lang w:val="pl-PL"/>
        </w:rPr>
        <w:t xml:space="preserve">1. Przed przystąpieniem do prac serwisowych, Wykonawca zobowiązany jest do uzgodnienia z minimum dwutygodniowym wyprzedzeniem z użytkownikiem urządzenia i/lub użytkownikiem pomieszczenia, </w:t>
      </w:r>
      <w:r w:rsidRPr="00C3183A">
        <w:rPr>
          <w:rFonts w:ascii="Calibri" w:hAnsi="Calibri" w:cs="Arial"/>
          <w:sz w:val="20"/>
          <w:szCs w:val="20"/>
          <w:lang w:val="pl-PL"/>
        </w:rPr>
        <w:br/>
        <w:t xml:space="preserve">w którym zainstalowane jest urządzenie i/lub użytkownikiem pomieszczenia, przez które prowadzi przejście </w:t>
      </w:r>
      <w:r w:rsidRPr="00C3183A">
        <w:rPr>
          <w:rFonts w:ascii="Calibri" w:hAnsi="Calibri" w:cs="Arial"/>
          <w:sz w:val="20"/>
          <w:szCs w:val="20"/>
          <w:lang w:val="pl-PL"/>
        </w:rPr>
        <w:br/>
        <w:t xml:space="preserve">do urządzenia, możliwego terminu przeprowadzenia prac serwisowych z określeniem dokładnego czasu trwania tych prac oraz sposobu ich wykonania i zabezpieczenia, potwierdzone pisemnie. </w:t>
      </w:r>
      <w:r w:rsidRPr="00C3183A">
        <w:rPr>
          <w:rFonts w:ascii="Calibri" w:hAnsi="Calibri" w:cs="Arial"/>
          <w:sz w:val="20"/>
          <w:szCs w:val="20"/>
          <w:lang w:val="pl-PL"/>
        </w:rPr>
        <w:br/>
        <w:t xml:space="preserve">Ww. pisemne uzgodnienie należy przekazać do Działu </w:t>
      </w:r>
      <w:r w:rsidR="00C3218D" w:rsidRPr="00C3183A">
        <w:rPr>
          <w:rFonts w:ascii="Calibri" w:hAnsi="Calibri" w:cs="Arial"/>
          <w:sz w:val="20"/>
          <w:szCs w:val="20"/>
          <w:lang w:val="pl-PL"/>
        </w:rPr>
        <w:t>Inwestycji i Remontów</w:t>
      </w:r>
      <w:r w:rsidRPr="00C3183A">
        <w:rPr>
          <w:rFonts w:ascii="Calibri" w:hAnsi="Calibri" w:cs="Arial"/>
          <w:sz w:val="20"/>
          <w:szCs w:val="20"/>
          <w:lang w:val="pl-PL"/>
        </w:rPr>
        <w:t xml:space="preserve"> UEP</w:t>
      </w:r>
    </w:p>
    <w:p w14:paraId="044B392D" w14:textId="77777777" w:rsidR="00813AA3" w:rsidRPr="00C3183A" w:rsidRDefault="00813AA3" w:rsidP="00813AA3">
      <w:pPr>
        <w:tabs>
          <w:tab w:val="left" w:pos="4860"/>
          <w:tab w:val="left" w:pos="5940"/>
          <w:tab w:val="left" w:pos="7020"/>
        </w:tabs>
        <w:spacing w:line="276" w:lineRule="auto"/>
        <w:ind w:right="72"/>
        <w:jc w:val="both"/>
        <w:rPr>
          <w:rFonts w:ascii="Calibri" w:hAnsi="Calibri" w:cs="Arial"/>
          <w:sz w:val="20"/>
          <w:szCs w:val="20"/>
          <w:lang w:val="pl-PL"/>
        </w:rPr>
      </w:pPr>
      <w:r w:rsidRPr="00C3183A">
        <w:rPr>
          <w:rFonts w:ascii="Calibri" w:hAnsi="Calibri" w:cs="Arial"/>
          <w:sz w:val="20"/>
          <w:szCs w:val="20"/>
          <w:lang w:val="pl-PL"/>
        </w:rPr>
        <w:t xml:space="preserve">2. Określona w powyższej tabeli lokalizacja urządzeń wskazuje w większości przypadków lokalizację głównego urządzenia systemu wentylacyjnego objętego zleconym serwisem oraz może nie być precyzyjna </w:t>
      </w:r>
      <w:r w:rsidRPr="00C3183A">
        <w:rPr>
          <w:rFonts w:ascii="Calibri" w:hAnsi="Calibri" w:cs="Arial"/>
          <w:sz w:val="20"/>
          <w:szCs w:val="20"/>
          <w:lang w:val="pl-PL"/>
        </w:rPr>
        <w:br/>
        <w:t xml:space="preserve">i wystarczająca do przeprowadzenia prac serwisowych całego systemu wentylacyjnego. Przed przystąpieniem do prac serwisowych Wykonawca zobowiązany jest do przeprowadzenia inwentaryzacji serwisowanych instalacji (instalacji wentylacyjnej, związanych z nią instalacji klimatyzacyjnych, chłodniczych, grzewczych, instalacji odprowadzenia skroplin, instalacji zasilania elektrycznego urządzeń oraz automatyki) </w:t>
      </w:r>
      <w:r w:rsidRPr="00C3183A">
        <w:rPr>
          <w:rFonts w:ascii="Calibri" w:hAnsi="Calibri" w:cs="Arial"/>
          <w:sz w:val="20"/>
          <w:szCs w:val="20"/>
          <w:lang w:val="pl-PL"/>
        </w:rPr>
        <w:br/>
        <w:t>wraz z określeniem lokalizacji głównych urządzeń (central, wentylatorów, kurtyn powietrznych, nagrzewnic/chłodnic kanałowych, jednostek klimatyzacji, rozdzielnic elektrycznych, sterowników) do celów przeprowadzenia określonych przez Zamawiającego prac serwisowych oraz przedstawienia wymaganej przez Zamawiającego dokumentacji serwisowej;</w:t>
      </w:r>
    </w:p>
    <w:p w14:paraId="54DD2D57" w14:textId="77777777" w:rsidR="00813AA3" w:rsidRDefault="000C2EBC" w:rsidP="00813AA3">
      <w:pPr>
        <w:tabs>
          <w:tab w:val="left" w:pos="4860"/>
          <w:tab w:val="left" w:pos="5940"/>
          <w:tab w:val="left" w:pos="7020"/>
        </w:tabs>
        <w:spacing w:line="276" w:lineRule="auto"/>
        <w:ind w:right="72"/>
        <w:jc w:val="both"/>
        <w:rPr>
          <w:rFonts w:ascii="Calibri" w:hAnsi="Calibri" w:cs="Arial"/>
          <w:sz w:val="20"/>
          <w:szCs w:val="20"/>
          <w:lang w:val="pl-PL"/>
        </w:rPr>
      </w:pPr>
      <w:r w:rsidRPr="00C3183A">
        <w:rPr>
          <w:rFonts w:ascii="Calibri" w:hAnsi="Calibri" w:cs="Arial"/>
          <w:sz w:val="20"/>
          <w:szCs w:val="20"/>
          <w:lang w:val="pl-PL"/>
        </w:rPr>
        <w:t xml:space="preserve">3. </w:t>
      </w:r>
      <w:r w:rsidR="00813AA3" w:rsidRPr="00C3183A">
        <w:rPr>
          <w:rFonts w:ascii="Calibri" w:hAnsi="Calibri" w:cs="Arial"/>
          <w:sz w:val="20"/>
          <w:szCs w:val="20"/>
          <w:lang w:val="pl-PL"/>
        </w:rPr>
        <w:t>Zestawione w tabeli typy urządzeń oraz wymiary filtrów należy potwierdzić na obiekcie przed zamówieniem materiałów eksploatacyjnych i przeprowadzeniem prac serwisowych.</w:t>
      </w:r>
      <w:r w:rsidR="00813AA3">
        <w:rPr>
          <w:rFonts w:ascii="Calibri" w:hAnsi="Calibri" w:cs="Arial"/>
          <w:sz w:val="20"/>
          <w:szCs w:val="20"/>
          <w:lang w:val="pl-PL"/>
        </w:rPr>
        <w:t xml:space="preserve"> </w:t>
      </w:r>
    </w:p>
    <w:p w14:paraId="44215313" w14:textId="77777777" w:rsidR="000A3E5B" w:rsidRPr="00BB6155" w:rsidRDefault="00AD1E7D" w:rsidP="00BB3D50">
      <w:pPr>
        <w:shd w:val="clear" w:color="auto" w:fill="92D050"/>
        <w:tabs>
          <w:tab w:val="left" w:pos="4860"/>
          <w:tab w:val="left" w:pos="5940"/>
          <w:tab w:val="left" w:pos="7020"/>
        </w:tabs>
        <w:spacing w:line="276" w:lineRule="auto"/>
        <w:ind w:right="72"/>
        <w:jc w:val="both"/>
        <w:rPr>
          <w:rFonts w:ascii="Calibri" w:hAnsi="Calibri" w:cs="Arial"/>
          <w:sz w:val="20"/>
          <w:szCs w:val="20"/>
          <w:lang w:val="pl-PL"/>
        </w:rPr>
      </w:pPr>
      <w:r>
        <w:rPr>
          <w:rFonts w:ascii="Calibri" w:hAnsi="Calibri" w:cs="Arial"/>
          <w:sz w:val="20"/>
          <w:szCs w:val="20"/>
          <w:lang w:val="pl-PL"/>
        </w:rPr>
        <w:t xml:space="preserve">4. Wykonawca </w:t>
      </w:r>
      <w:r w:rsidR="00C470FE">
        <w:rPr>
          <w:rFonts w:ascii="Calibri" w:hAnsi="Calibri" w:cs="Arial"/>
          <w:sz w:val="20"/>
          <w:szCs w:val="20"/>
          <w:lang w:val="pl-PL"/>
        </w:rPr>
        <w:t>p</w:t>
      </w:r>
      <w:r w:rsidR="00C470FE" w:rsidRPr="00C470FE">
        <w:rPr>
          <w:rFonts w:ascii="Calibri" w:hAnsi="Calibri" w:cs="Arial"/>
          <w:sz w:val="20"/>
          <w:szCs w:val="20"/>
          <w:lang w:val="pl-PL"/>
        </w:rPr>
        <w:t xml:space="preserve">rzed przystąpieniem do prac serwisowych </w:t>
      </w:r>
      <w:r>
        <w:rPr>
          <w:rFonts w:ascii="Calibri" w:hAnsi="Calibri" w:cs="Arial"/>
          <w:sz w:val="20"/>
          <w:szCs w:val="20"/>
          <w:lang w:val="pl-PL"/>
        </w:rPr>
        <w:t>przedstawi odpowiednie certyfikaty upoważniające do serwisowania urządzeń</w:t>
      </w:r>
      <w:r w:rsidR="00BB3D50">
        <w:rPr>
          <w:rFonts w:ascii="Calibri" w:hAnsi="Calibri" w:cs="Arial"/>
          <w:sz w:val="20"/>
          <w:szCs w:val="20"/>
          <w:lang w:val="pl-PL"/>
        </w:rPr>
        <w:t xml:space="preserve"> objętych gwarancją (urządzenia oznaczone w tabeli zielonym podświetleniem) wydane przez</w:t>
      </w:r>
      <w:r>
        <w:rPr>
          <w:rFonts w:ascii="Calibri" w:hAnsi="Calibri" w:cs="Arial"/>
          <w:sz w:val="20"/>
          <w:szCs w:val="20"/>
          <w:lang w:val="pl-PL"/>
        </w:rPr>
        <w:t xml:space="preserve"> producent</w:t>
      </w:r>
      <w:r w:rsidR="00BB3D50">
        <w:rPr>
          <w:rFonts w:ascii="Calibri" w:hAnsi="Calibri" w:cs="Arial"/>
          <w:sz w:val="20"/>
          <w:szCs w:val="20"/>
          <w:lang w:val="pl-PL"/>
        </w:rPr>
        <w:t>ów:</w:t>
      </w:r>
      <w:r>
        <w:rPr>
          <w:rFonts w:ascii="Calibri" w:hAnsi="Calibri" w:cs="Arial"/>
          <w:sz w:val="20"/>
          <w:szCs w:val="20"/>
          <w:lang w:val="pl-PL"/>
        </w:rPr>
        <w:t xml:space="preserve"> FRICO, VTS, Systemair</w:t>
      </w:r>
      <w:r w:rsidR="00BB3D50">
        <w:rPr>
          <w:rFonts w:ascii="Calibri" w:hAnsi="Calibri" w:cs="Arial"/>
          <w:sz w:val="20"/>
          <w:szCs w:val="20"/>
          <w:lang w:val="pl-PL"/>
        </w:rPr>
        <w:t>.</w:t>
      </w:r>
    </w:p>
    <w:sectPr w:rsidR="000A3E5B" w:rsidRPr="00BB6155" w:rsidSect="009D766D">
      <w:footerReference w:type="even" r:id="rId7"/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A3904A" w14:textId="77777777" w:rsidR="00D6147E" w:rsidRDefault="00D6147E">
      <w:r>
        <w:separator/>
      </w:r>
    </w:p>
  </w:endnote>
  <w:endnote w:type="continuationSeparator" w:id="0">
    <w:p w14:paraId="39CF4F89" w14:textId="77777777" w:rsidR="00D6147E" w:rsidRDefault="00D61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EDBFEA" w14:textId="77777777" w:rsidR="00D71EE2" w:rsidRDefault="00D71EE2" w:rsidP="00FC144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AE84B72" w14:textId="77777777" w:rsidR="00D71EE2" w:rsidRDefault="00D71EE2" w:rsidP="0051214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CCA4E6" w14:textId="77777777" w:rsidR="00D71EE2" w:rsidRPr="00956FAE" w:rsidRDefault="00D71EE2">
    <w:pPr>
      <w:pStyle w:val="Stopka"/>
      <w:jc w:val="center"/>
      <w:rPr>
        <w:rFonts w:ascii="Calibri" w:hAnsi="Calibri"/>
        <w:sz w:val="20"/>
        <w:szCs w:val="20"/>
      </w:rPr>
    </w:pPr>
    <w:r w:rsidRPr="00956FAE">
      <w:rPr>
        <w:rFonts w:ascii="Calibri" w:hAnsi="Calibri"/>
        <w:sz w:val="20"/>
        <w:szCs w:val="20"/>
      </w:rPr>
      <w:fldChar w:fldCharType="begin"/>
    </w:r>
    <w:r w:rsidRPr="00956FAE">
      <w:rPr>
        <w:rFonts w:ascii="Calibri" w:hAnsi="Calibri"/>
        <w:sz w:val="20"/>
        <w:szCs w:val="20"/>
      </w:rPr>
      <w:instrText xml:space="preserve"> PAGE   \* MERGEFORMAT </w:instrText>
    </w:r>
    <w:r w:rsidRPr="00956FAE">
      <w:rPr>
        <w:rFonts w:ascii="Calibri" w:hAnsi="Calibri"/>
        <w:sz w:val="20"/>
        <w:szCs w:val="20"/>
      </w:rPr>
      <w:fldChar w:fldCharType="separate"/>
    </w:r>
    <w:r w:rsidR="003444DA">
      <w:rPr>
        <w:rFonts w:ascii="Calibri" w:hAnsi="Calibri"/>
        <w:noProof/>
        <w:sz w:val="20"/>
        <w:szCs w:val="20"/>
      </w:rPr>
      <w:t>32</w:t>
    </w:r>
    <w:r w:rsidRPr="00956FAE">
      <w:rPr>
        <w:rFonts w:ascii="Calibri" w:hAnsi="Calibri"/>
        <w:sz w:val="20"/>
        <w:szCs w:val="20"/>
      </w:rPr>
      <w:fldChar w:fldCharType="end"/>
    </w:r>
    <w:r w:rsidRPr="00956FAE">
      <w:rPr>
        <w:rFonts w:ascii="Calibri" w:hAnsi="Calibri"/>
        <w:sz w:val="20"/>
        <w:szCs w:val="20"/>
      </w:rPr>
      <w:t xml:space="preserve"> z </w:t>
    </w:r>
    <w:r w:rsidRPr="00956FAE">
      <w:rPr>
        <w:rFonts w:ascii="Calibri" w:hAnsi="Calibri"/>
        <w:sz w:val="20"/>
        <w:szCs w:val="20"/>
      </w:rPr>
      <w:fldChar w:fldCharType="begin"/>
    </w:r>
    <w:r w:rsidRPr="00956FAE">
      <w:rPr>
        <w:rFonts w:ascii="Calibri" w:hAnsi="Calibri"/>
        <w:sz w:val="20"/>
        <w:szCs w:val="20"/>
      </w:rPr>
      <w:instrText xml:space="preserve"> NUMPAGES   \* MERGEFORMAT </w:instrText>
    </w:r>
    <w:r w:rsidRPr="00956FAE">
      <w:rPr>
        <w:rFonts w:ascii="Calibri" w:hAnsi="Calibri"/>
        <w:sz w:val="20"/>
        <w:szCs w:val="20"/>
      </w:rPr>
      <w:fldChar w:fldCharType="separate"/>
    </w:r>
    <w:r w:rsidR="003444DA">
      <w:rPr>
        <w:rFonts w:ascii="Calibri" w:hAnsi="Calibri"/>
        <w:noProof/>
        <w:sz w:val="20"/>
        <w:szCs w:val="20"/>
      </w:rPr>
      <w:t>32</w:t>
    </w:r>
    <w:r w:rsidRPr="00956FAE">
      <w:rPr>
        <w:rFonts w:ascii="Calibri" w:hAnsi="Calibri"/>
        <w:sz w:val="20"/>
        <w:szCs w:val="20"/>
      </w:rPr>
      <w:fldChar w:fldCharType="end"/>
    </w:r>
  </w:p>
  <w:p w14:paraId="25DF0218" w14:textId="77777777" w:rsidR="00D71EE2" w:rsidRPr="002345BF" w:rsidRDefault="00D71EE2" w:rsidP="00512149">
    <w:pPr>
      <w:pStyle w:val="Stopka"/>
      <w:ind w:right="360"/>
      <w:rPr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7CCC07" w14:textId="77777777" w:rsidR="00D6147E" w:rsidRDefault="00D6147E">
      <w:r>
        <w:separator/>
      </w:r>
    </w:p>
  </w:footnote>
  <w:footnote w:type="continuationSeparator" w:id="0">
    <w:p w14:paraId="30091710" w14:textId="77777777" w:rsidR="00D6147E" w:rsidRDefault="00D61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54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BC49AE"/>
    <w:multiLevelType w:val="hybridMultilevel"/>
    <w:tmpl w:val="CF928944"/>
    <w:lvl w:ilvl="0" w:tplc="EC7CEABC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EE7EE5"/>
    <w:multiLevelType w:val="multilevel"/>
    <w:tmpl w:val="FFEE0480"/>
    <w:lvl w:ilvl="0">
      <w:start w:val="1"/>
      <w:numFmt w:val="decimal"/>
      <w:lvlText w:val="%1."/>
      <w:lvlJc w:val="center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04724B"/>
    <w:multiLevelType w:val="hybridMultilevel"/>
    <w:tmpl w:val="102020A6"/>
    <w:lvl w:ilvl="0" w:tplc="10281D0C">
      <w:start w:val="1"/>
      <w:numFmt w:val="decimal"/>
      <w:lvlText w:val="%1."/>
      <w:lvlJc w:val="center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744357"/>
    <w:multiLevelType w:val="hybridMultilevel"/>
    <w:tmpl w:val="4482BF8A"/>
    <w:lvl w:ilvl="0" w:tplc="10281D0C">
      <w:start w:val="1"/>
      <w:numFmt w:val="decimal"/>
      <w:lvlText w:val="%1."/>
      <w:lvlJc w:val="center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3C347F"/>
    <w:multiLevelType w:val="hybridMultilevel"/>
    <w:tmpl w:val="565A56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537BDF"/>
    <w:multiLevelType w:val="multilevel"/>
    <w:tmpl w:val="05469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E87117F"/>
    <w:multiLevelType w:val="hybridMultilevel"/>
    <w:tmpl w:val="EF205BB0"/>
    <w:lvl w:ilvl="0" w:tplc="10281D0C">
      <w:start w:val="1"/>
      <w:numFmt w:val="decimal"/>
      <w:lvlText w:val="%1."/>
      <w:lvlJc w:val="center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F01AE4"/>
    <w:multiLevelType w:val="multilevel"/>
    <w:tmpl w:val="9BC41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F20813"/>
    <w:multiLevelType w:val="multilevel"/>
    <w:tmpl w:val="648CD01C"/>
    <w:lvl w:ilvl="0">
      <w:start w:val="1"/>
      <w:numFmt w:val="decimal"/>
      <w:lvlText w:val="%1."/>
      <w:lvlJc w:val="center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DD7EAF"/>
    <w:multiLevelType w:val="hybridMultilevel"/>
    <w:tmpl w:val="874A8D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BBB7749"/>
    <w:multiLevelType w:val="multilevel"/>
    <w:tmpl w:val="CF92894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20A6AD8"/>
    <w:multiLevelType w:val="hybridMultilevel"/>
    <w:tmpl w:val="458455D0"/>
    <w:lvl w:ilvl="0" w:tplc="10281D0C">
      <w:start w:val="1"/>
      <w:numFmt w:val="decimal"/>
      <w:lvlText w:val="%1."/>
      <w:lvlJc w:val="center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0875F6"/>
    <w:multiLevelType w:val="multilevel"/>
    <w:tmpl w:val="458455D0"/>
    <w:lvl w:ilvl="0">
      <w:start w:val="1"/>
      <w:numFmt w:val="decimal"/>
      <w:lvlText w:val="%1."/>
      <w:lvlJc w:val="center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61B5701"/>
    <w:multiLevelType w:val="multilevel"/>
    <w:tmpl w:val="874A8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7254428"/>
    <w:multiLevelType w:val="hybridMultilevel"/>
    <w:tmpl w:val="DBA83F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F4150E2"/>
    <w:multiLevelType w:val="hybridMultilevel"/>
    <w:tmpl w:val="648CD01C"/>
    <w:lvl w:ilvl="0" w:tplc="10281D0C">
      <w:start w:val="1"/>
      <w:numFmt w:val="decimal"/>
      <w:lvlText w:val="%1."/>
      <w:lvlJc w:val="center"/>
      <w:pPr>
        <w:tabs>
          <w:tab w:val="num" w:pos="900"/>
        </w:tabs>
        <w:ind w:left="18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A5D052A"/>
    <w:multiLevelType w:val="hybridMultilevel"/>
    <w:tmpl w:val="E9AADCF2"/>
    <w:lvl w:ilvl="0" w:tplc="BB2617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D113FF6"/>
    <w:multiLevelType w:val="hybridMultilevel"/>
    <w:tmpl w:val="FFEE0480"/>
    <w:lvl w:ilvl="0" w:tplc="10281D0C">
      <w:start w:val="1"/>
      <w:numFmt w:val="decimal"/>
      <w:lvlText w:val="%1."/>
      <w:lvlJc w:val="center"/>
      <w:pPr>
        <w:tabs>
          <w:tab w:val="num" w:pos="900"/>
        </w:tabs>
        <w:ind w:left="18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D8F17B4"/>
    <w:multiLevelType w:val="multilevel"/>
    <w:tmpl w:val="F7FC35D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8"/>
  </w:num>
  <w:num w:numId="3">
    <w:abstractNumId w:val="10"/>
  </w:num>
  <w:num w:numId="4">
    <w:abstractNumId w:val="14"/>
  </w:num>
  <w:num w:numId="5">
    <w:abstractNumId w:val="1"/>
  </w:num>
  <w:num w:numId="6">
    <w:abstractNumId w:val="11"/>
  </w:num>
  <w:num w:numId="7">
    <w:abstractNumId w:val="16"/>
  </w:num>
  <w:num w:numId="8">
    <w:abstractNumId w:val="9"/>
  </w:num>
  <w:num w:numId="9">
    <w:abstractNumId w:val="18"/>
  </w:num>
  <w:num w:numId="10">
    <w:abstractNumId w:val="4"/>
  </w:num>
  <w:num w:numId="11">
    <w:abstractNumId w:val="2"/>
  </w:num>
  <w:num w:numId="12">
    <w:abstractNumId w:val="12"/>
  </w:num>
  <w:num w:numId="13">
    <w:abstractNumId w:val="13"/>
  </w:num>
  <w:num w:numId="14">
    <w:abstractNumId w:val="7"/>
  </w:num>
  <w:num w:numId="15">
    <w:abstractNumId w:val="5"/>
  </w:num>
  <w:num w:numId="16">
    <w:abstractNumId w:val="3"/>
  </w:num>
  <w:num w:numId="17">
    <w:abstractNumId w:val="15"/>
  </w:num>
  <w:num w:numId="18">
    <w:abstractNumId w:val="6"/>
  </w:num>
  <w:num w:numId="19">
    <w:abstractNumId w:val="0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FLIR_DOCUMENT_ID" w:val="00bfe62d-cdad-4a9c-a4f1-3a8619df844a"/>
  </w:docVars>
  <w:rsids>
    <w:rsidRoot w:val="00C10434"/>
    <w:rsid w:val="00005D3E"/>
    <w:rsid w:val="00016628"/>
    <w:rsid w:val="00024A21"/>
    <w:rsid w:val="00026974"/>
    <w:rsid w:val="0003014C"/>
    <w:rsid w:val="00036101"/>
    <w:rsid w:val="000379B7"/>
    <w:rsid w:val="0004614F"/>
    <w:rsid w:val="0005558B"/>
    <w:rsid w:val="00061AAA"/>
    <w:rsid w:val="0006471F"/>
    <w:rsid w:val="00066484"/>
    <w:rsid w:val="0007363C"/>
    <w:rsid w:val="00073780"/>
    <w:rsid w:val="00073D43"/>
    <w:rsid w:val="00074A83"/>
    <w:rsid w:val="000849D9"/>
    <w:rsid w:val="00093746"/>
    <w:rsid w:val="000A10BE"/>
    <w:rsid w:val="000A1FFE"/>
    <w:rsid w:val="000A248C"/>
    <w:rsid w:val="000A3E5B"/>
    <w:rsid w:val="000A4558"/>
    <w:rsid w:val="000A7089"/>
    <w:rsid w:val="000B2A61"/>
    <w:rsid w:val="000B5DE7"/>
    <w:rsid w:val="000B6621"/>
    <w:rsid w:val="000B66A9"/>
    <w:rsid w:val="000C0BCF"/>
    <w:rsid w:val="000C2EBC"/>
    <w:rsid w:val="000D571B"/>
    <w:rsid w:val="000D6F17"/>
    <w:rsid w:val="000E7837"/>
    <w:rsid w:val="0010287D"/>
    <w:rsid w:val="0011087B"/>
    <w:rsid w:val="00111388"/>
    <w:rsid w:val="00126CD8"/>
    <w:rsid w:val="001310A5"/>
    <w:rsid w:val="00131B81"/>
    <w:rsid w:val="00153ADF"/>
    <w:rsid w:val="00154D7A"/>
    <w:rsid w:val="0015550F"/>
    <w:rsid w:val="00163278"/>
    <w:rsid w:val="00167BCC"/>
    <w:rsid w:val="00167FC6"/>
    <w:rsid w:val="00192096"/>
    <w:rsid w:val="0019268E"/>
    <w:rsid w:val="001A1130"/>
    <w:rsid w:val="001B0CA9"/>
    <w:rsid w:val="001D2386"/>
    <w:rsid w:val="001D77A0"/>
    <w:rsid w:val="001E2398"/>
    <w:rsid w:val="001E3C65"/>
    <w:rsid w:val="001E4967"/>
    <w:rsid w:val="001F1DDC"/>
    <w:rsid w:val="001F50BD"/>
    <w:rsid w:val="0020377F"/>
    <w:rsid w:val="002068B2"/>
    <w:rsid w:val="0020699A"/>
    <w:rsid w:val="00211AD8"/>
    <w:rsid w:val="0021253A"/>
    <w:rsid w:val="002345BF"/>
    <w:rsid w:val="002347B7"/>
    <w:rsid w:val="00234DEF"/>
    <w:rsid w:val="00237176"/>
    <w:rsid w:val="0024115E"/>
    <w:rsid w:val="0024165F"/>
    <w:rsid w:val="0024470B"/>
    <w:rsid w:val="00245673"/>
    <w:rsid w:val="002518BC"/>
    <w:rsid w:val="00252DC2"/>
    <w:rsid w:val="00262968"/>
    <w:rsid w:val="00277332"/>
    <w:rsid w:val="002813C9"/>
    <w:rsid w:val="0029417E"/>
    <w:rsid w:val="002A4D60"/>
    <w:rsid w:val="002A7A3E"/>
    <w:rsid w:val="002B1276"/>
    <w:rsid w:val="002B232F"/>
    <w:rsid w:val="002B42F8"/>
    <w:rsid w:val="002B4F07"/>
    <w:rsid w:val="002B5F90"/>
    <w:rsid w:val="002D1C3E"/>
    <w:rsid w:val="002E4F4F"/>
    <w:rsid w:val="002E5C13"/>
    <w:rsid w:val="002E7EB4"/>
    <w:rsid w:val="002F55BE"/>
    <w:rsid w:val="002F7276"/>
    <w:rsid w:val="00313364"/>
    <w:rsid w:val="00320843"/>
    <w:rsid w:val="00320D39"/>
    <w:rsid w:val="00326336"/>
    <w:rsid w:val="003302E2"/>
    <w:rsid w:val="00331760"/>
    <w:rsid w:val="0034419C"/>
    <w:rsid w:val="003444DA"/>
    <w:rsid w:val="00351BCA"/>
    <w:rsid w:val="00356A50"/>
    <w:rsid w:val="00381EB9"/>
    <w:rsid w:val="003843EC"/>
    <w:rsid w:val="003870EF"/>
    <w:rsid w:val="003966D5"/>
    <w:rsid w:val="003A204F"/>
    <w:rsid w:val="003A6BD2"/>
    <w:rsid w:val="003B49F8"/>
    <w:rsid w:val="003B4F4B"/>
    <w:rsid w:val="003B5DBE"/>
    <w:rsid w:val="003B6289"/>
    <w:rsid w:val="003B7D7F"/>
    <w:rsid w:val="003C05F1"/>
    <w:rsid w:val="003C550B"/>
    <w:rsid w:val="003D03A6"/>
    <w:rsid w:val="003E1A50"/>
    <w:rsid w:val="003E2B58"/>
    <w:rsid w:val="003E61EA"/>
    <w:rsid w:val="003E6431"/>
    <w:rsid w:val="003E6CF0"/>
    <w:rsid w:val="003F44EA"/>
    <w:rsid w:val="003F5ED0"/>
    <w:rsid w:val="0040282F"/>
    <w:rsid w:val="0041462C"/>
    <w:rsid w:val="0042043E"/>
    <w:rsid w:val="00422E52"/>
    <w:rsid w:val="004330E5"/>
    <w:rsid w:val="004365F3"/>
    <w:rsid w:val="00436B44"/>
    <w:rsid w:val="00437D26"/>
    <w:rsid w:val="00440030"/>
    <w:rsid w:val="00477007"/>
    <w:rsid w:val="0047782F"/>
    <w:rsid w:val="004858A8"/>
    <w:rsid w:val="00490DBD"/>
    <w:rsid w:val="00494562"/>
    <w:rsid w:val="004C146D"/>
    <w:rsid w:val="004F3581"/>
    <w:rsid w:val="00502948"/>
    <w:rsid w:val="00512149"/>
    <w:rsid w:val="00515964"/>
    <w:rsid w:val="00535C12"/>
    <w:rsid w:val="00536EE6"/>
    <w:rsid w:val="00543ADF"/>
    <w:rsid w:val="00544640"/>
    <w:rsid w:val="00547162"/>
    <w:rsid w:val="00550160"/>
    <w:rsid w:val="00557617"/>
    <w:rsid w:val="005626F3"/>
    <w:rsid w:val="00564093"/>
    <w:rsid w:val="005669DB"/>
    <w:rsid w:val="005708D5"/>
    <w:rsid w:val="00571417"/>
    <w:rsid w:val="0057281E"/>
    <w:rsid w:val="00580962"/>
    <w:rsid w:val="0058299F"/>
    <w:rsid w:val="005835F2"/>
    <w:rsid w:val="0058653E"/>
    <w:rsid w:val="005907FD"/>
    <w:rsid w:val="005A1429"/>
    <w:rsid w:val="005A2EAE"/>
    <w:rsid w:val="005A50B5"/>
    <w:rsid w:val="005A7DE1"/>
    <w:rsid w:val="005B24F0"/>
    <w:rsid w:val="005C475B"/>
    <w:rsid w:val="005C60F4"/>
    <w:rsid w:val="005D786C"/>
    <w:rsid w:val="005E588A"/>
    <w:rsid w:val="005F6913"/>
    <w:rsid w:val="005F78AD"/>
    <w:rsid w:val="00602CB6"/>
    <w:rsid w:val="00604BAA"/>
    <w:rsid w:val="00607544"/>
    <w:rsid w:val="006120AA"/>
    <w:rsid w:val="006124CF"/>
    <w:rsid w:val="00617D6C"/>
    <w:rsid w:val="0062306F"/>
    <w:rsid w:val="00633D14"/>
    <w:rsid w:val="00636771"/>
    <w:rsid w:val="00642FDB"/>
    <w:rsid w:val="006536DA"/>
    <w:rsid w:val="00654583"/>
    <w:rsid w:val="006778D4"/>
    <w:rsid w:val="00682DA7"/>
    <w:rsid w:val="00684DF1"/>
    <w:rsid w:val="0069143C"/>
    <w:rsid w:val="006943D7"/>
    <w:rsid w:val="006948A9"/>
    <w:rsid w:val="00694E52"/>
    <w:rsid w:val="006954F8"/>
    <w:rsid w:val="006959D1"/>
    <w:rsid w:val="006969E4"/>
    <w:rsid w:val="006B536A"/>
    <w:rsid w:val="006B570B"/>
    <w:rsid w:val="006B7D7F"/>
    <w:rsid w:val="006D0E0B"/>
    <w:rsid w:val="006D1665"/>
    <w:rsid w:val="006D6DD3"/>
    <w:rsid w:val="006D7990"/>
    <w:rsid w:val="006F528A"/>
    <w:rsid w:val="006F73B9"/>
    <w:rsid w:val="007003CE"/>
    <w:rsid w:val="007163A3"/>
    <w:rsid w:val="00717BBE"/>
    <w:rsid w:val="00722479"/>
    <w:rsid w:val="0073286D"/>
    <w:rsid w:val="00754122"/>
    <w:rsid w:val="00764B62"/>
    <w:rsid w:val="00767B3F"/>
    <w:rsid w:val="007759B9"/>
    <w:rsid w:val="00782C43"/>
    <w:rsid w:val="007837F3"/>
    <w:rsid w:val="00793271"/>
    <w:rsid w:val="007A5D21"/>
    <w:rsid w:val="007B277F"/>
    <w:rsid w:val="007B379C"/>
    <w:rsid w:val="007B3F64"/>
    <w:rsid w:val="007B7AC2"/>
    <w:rsid w:val="007C18C3"/>
    <w:rsid w:val="007D0F22"/>
    <w:rsid w:val="007D40F0"/>
    <w:rsid w:val="007D4211"/>
    <w:rsid w:val="007E11B1"/>
    <w:rsid w:val="007E2F58"/>
    <w:rsid w:val="007E5B14"/>
    <w:rsid w:val="007F3FC8"/>
    <w:rsid w:val="007F6054"/>
    <w:rsid w:val="007F7546"/>
    <w:rsid w:val="0080211E"/>
    <w:rsid w:val="008128F1"/>
    <w:rsid w:val="00812E92"/>
    <w:rsid w:val="00813AA3"/>
    <w:rsid w:val="00824BA8"/>
    <w:rsid w:val="00832E31"/>
    <w:rsid w:val="00841990"/>
    <w:rsid w:val="00845706"/>
    <w:rsid w:val="00852542"/>
    <w:rsid w:val="00861C61"/>
    <w:rsid w:val="00861F47"/>
    <w:rsid w:val="008623C5"/>
    <w:rsid w:val="008663D4"/>
    <w:rsid w:val="00872216"/>
    <w:rsid w:val="00876C74"/>
    <w:rsid w:val="0087784A"/>
    <w:rsid w:val="0088735D"/>
    <w:rsid w:val="008978C0"/>
    <w:rsid w:val="008A5B64"/>
    <w:rsid w:val="008A6EB6"/>
    <w:rsid w:val="008A7BCE"/>
    <w:rsid w:val="008E5A62"/>
    <w:rsid w:val="009242EF"/>
    <w:rsid w:val="009271B7"/>
    <w:rsid w:val="0094476B"/>
    <w:rsid w:val="00944E4A"/>
    <w:rsid w:val="00950524"/>
    <w:rsid w:val="009543AB"/>
    <w:rsid w:val="00956FAE"/>
    <w:rsid w:val="009572F2"/>
    <w:rsid w:val="00962746"/>
    <w:rsid w:val="00970602"/>
    <w:rsid w:val="00970CB1"/>
    <w:rsid w:val="00973E60"/>
    <w:rsid w:val="00980CE7"/>
    <w:rsid w:val="00996296"/>
    <w:rsid w:val="009B0318"/>
    <w:rsid w:val="009B7084"/>
    <w:rsid w:val="009C73D5"/>
    <w:rsid w:val="009D4C98"/>
    <w:rsid w:val="009D7069"/>
    <w:rsid w:val="009D766D"/>
    <w:rsid w:val="009E3F81"/>
    <w:rsid w:val="009E5125"/>
    <w:rsid w:val="009F427C"/>
    <w:rsid w:val="00A032A7"/>
    <w:rsid w:val="00A14947"/>
    <w:rsid w:val="00A15BF7"/>
    <w:rsid w:val="00A16017"/>
    <w:rsid w:val="00A253C4"/>
    <w:rsid w:val="00A306F8"/>
    <w:rsid w:val="00A314B3"/>
    <w:rsid w:val="00A339EC"/>
    <w:rsid w:val="00A33EAB"/>
    <w:rsid w:val="00A405F9"/>
    <w:rsid w:val="00A55331"/>
    <w:rsid w:val="00A676CA"/>
    <w:rsid w:val="00A73245"/>
    <w:rsid w:val="00A81A52"/>
    <w:rsid w:val="00A84923"/>
    <w:rsid w:val="00AA3103"/>
    <w:rsid w:val="00AA3C7E"/>
    <w:rsid w:val="00AB33FA"/>
    <w:rsid w:val="00AD1E7D"/>
    <w:rsid w:val="00AE16A8"/>
    <w:rsid w:val="00AE29F5"/>
    <w:rsid w:val="00AF0765"/>
    <w:rsid w:val="00AF142F"/>
    <w:rsid w:val="00AF768B"/>
    <w:rsid w:val="00B017A9"/>
    <w:rsid w:val="00B02168"/>
    <w:rsid w:val="00B16971"/>
    <w:rsid w:val="00B3046C"/>
    <w:rsid w:val="00B46075"/>
    <w:rsid w:val="00B51AAC"/>
    <w:rsid w:val="00B51B21"/>
    <w:rsid w:val="00B76538"/>
    <w:rsid w:val="00B83A43"/>
    <w:rsid w:val="00B84145"/>
    <w:rsid w:val="00BA3A3A"/>
    <w:rsid w:val="00BA4819"/>
    <w:rsid w:val="00BB3D50"/>
    <w:rsid w:val="00BB6155"/>
    <w:rsid w:val="00BC01B3"/>
    <w:rsid w:val="00BC04D0"/>
    <w:rsid w:val="00BC1818"/>
    <w:rsid w:val="00BC3229"/>
    <w:rsid w:val="00BD3CC5"/>
    <w:rsid w:val="00BD76E9"/>
    <w:rsid w:val="00BF4E61"/>
    <w:rsid w:val="00C0729B"/>
    <w:rsid w:val="00C10434"/>
    <w:rsid w:val="00C3183A"/>
    <w:rsid w:val="00C3218D"/>
    <w:rsid w:val="00C32C68"/>
    <w:rsid w:val="00C40E18"/>
    <w:rsid w:val="00C470FE"/>
    <w:rsid w:val="00C5659A"/>
    <w:rsid w:val="00C56D4F"/>
    <w:rsid w:val="00C57793"/>
    <w:rsid w:val="00C62C11"/>
    <w:rsid w:val="00C72C2A"/>
    <w:rsid w:val="00CA2B44"/>
    <w:rsid w:val="00CA2C40"/>
    <w:rsid w:val="00CA4F6A"/>
    <w:rsid w:val="00CB04FB"/>
    <w:rsid w:val="00CC0383"/>
    <w:rsid w:val="00CD2E82"/>
    <w:rsid w:val="00CD4F3B"/>
    <w:rsid w:val="00CD5752"/>
    <w:rsid w:val="00CD6074"/>
    <w:rsid w:val="00CE2395"/>
    <w:rsid w:val="00CE24C4"/>
    <w:rsid w:val="00CF109F"/>
    <w:rsid w:val="00D00A8D"/>
    <w:rsid w:val="00D021B1"/>
    <w:rsid w:val="00D04512"/>
    <w:rsid w:val="00D20883"/>
    <w:rsid w:val="00D240C6"/>
    <w:rsid w:val="00D3698D"/>
    <w:rsid w:val="00D50FD4"/>
    <w:rsid w:val="00D52483"/>
    <w:rsid w:val="00D6147E"/>
    <w:rsid w:val="00D65F7E"/>
    <w:rsid w:val="00D71EE2"/>
    <w:rsid w:val="00D77583"/>
    <w:rsid w:val="00D87E4E"/>
    <w:rsid w:val="00D92BAE"/>
    <w:rsid w:val="00D950FF"/>
    <w:rsid w:val="00DA1D02"/>
    <w:rsid w:val="00DA69BC"/>
    <w:rsid w:val="00DB1DDF"/>
    <w:rsid w:val="00DB5A0C"/>
    <w:rsid w:val="00DE7FB8"/>
    <w:rsid w:val="00DF6610"/>
    <w:rsid w:val="00E018EB"/>
    <w:rsid w:val="00E14FD2"/>
    <w:rsid w:val="00E228D9"/>
    <w:rsid w:val="00E236B5"/>
    <w:rsid w:val="00E42FB0"/>
    <w:rsid w:val="00E50F7A"/>
    <w:rsid w:val="00E545D9"/>
    <w:rsid w:val="00E564FB"/>
    <w:rsid w:val="00E5738E"/>
    <w:rsid w:val="00E57D3A"/>
    <w:rsid w:val="00E674B6"/>
    <w:rsid w:val="00E73C08"/>
    <w:rsid w:val="00E772EC"/>
    <w:rsid w:val="00E856B7"/>
    <w:rsid w:val="00E85FED"/>
    <w:rsid w:val="00E97A98"/>
    <w:rsid w:val="00E97B0C"/>
    <w:rsid w:val="00EA4A47"/>
    <w:rsid w:val="00EB41E6"/>
    <w:rsid w:val="00EB74AA"/>
    <w:rsid w:val="00EB7693"/>
    <w:rsid w:val="00EC2A14"/>
    <w:rsid w:val="00EE0B60"/>
    <w:rsid w:val="00EE77F4"/>
    <w:rsid w:val="00EF1F1E"/>
    <w:rsid w:val="00EF405F"/>
    <w:rsid w:val="00EF51CF"/>
    <w:rsid w:val="00EF6223"/>
    <w:rsid w:val="00F10E55"/>
    <w:rsid w:val="00F11B8C"/>
    <w:rsid w:val="00F24BB5"/>
    <w:rsid w:val="00F31F2E"/>
    <w:rsid w:val="00F34B23"/>
    <w:rsid w:val="00F520D9"/>
    <w:rsid w:val="00F6241D"/>
    <w:rsid w:val="00F62AAF"/>
    <w:rsid w:val="00F83EAD"/>
    <w:rsid w:val="00F91C5F"/>
    <w:rsid w:val="00F9511A"/>
    <w:rsid w:val="00F953DB"/>
    <w:rsid w:val="00F97877"/>
    <w:rsid w:val="00FA7A46"/>
    <w:rsid w:val="00FB4913"/>
    <w:rsid w:val="00FC1444"/>
    <w:rsid w:val="00FD2577"/>
    <w:rsid w:val="00FE4F57"/>
    <w:rsid w:val="00FE61AF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B5B6F7A"/>
  <w15:chartTrackingRefBased/>
  <w15:docId w15:val="{60C75D77-FC61-454F-AD2E-7760022CC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0434"/>
    <w:rPr>
      <w:sz w:val="24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104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51214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12149"/>
  </w:style>
  <w:style w:type="paragraph" w:styleId="Nagwek">
    <w:name w:val="header"/>
    <w:basedOn w:val="Normalny"/>
    <w:rsid w:val="00A84923"/>
    <w:pPr>
      <w:tabs>
        <w:tab w:val="center" w:pos="4536"/>
        <w:tab w:val="right" w:pos="9072"/>
      </w:tabs>
    </w:pPr>
  </w:style>
  <w:style w:type="character" w:customStyle="1" w:styleId="Absatz-Standardschriftart">
    <w:name w:val="Absatz-Standardschriftart"/>
    <w:rsid w:val="00CC0383"/>
  </w:style>
  <w:style w:type="paragraph" w:styleId="Tekstdymka">
    <w:name w:val="Balloon Text"/>
    <w:basedOn w:val="Normalny"/>
    <w:link w:val="TekstdymkaZnak"/>
    <w:rsid w:val="002345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345BF"/>
    <w:rPr>
      <w:rFonts w:ascii="Tahoma" w:hAnsi="Tahoma" w:cs="Tahoma"/>
      <w:sz w:val="16"/>
      <w:szCs w:val="16"/>
      <w:lang w:val="en-GB"/>
    </w:rPr>
  </w:style>
  <w:style w:type="character" w:customStyle="1" w:styleId="StopkaZnak">
    <w:name w:val="Stopka Znak"/>
    <w:link w:val="Stopka"/>
    <w:uiPriority w:val="99"/>
    <w:rsid w:val="002345BF"/>
    <w:rPr>
      <w:sz w:val="24"/>
      <w:szCs w:val="24"/>
      <w:lang w:val="en-GB"/>
    </w:rPr>
  </w:style>
  <w:style w:type="character" w:styleId="Odwoaniedokomentarza">
    <w:name w:val="annotation reference"/>
    <w:rsid w:val="00D0451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04512"/>
    <w:rPr>
      <w:sz w:val="20"/>
      <w:szCs w:val="20"/>
    </w:rPr>
  </w:style>
  <w:style w:type="character" w:customStyle="1" w:styleId="TekstkomentarzaZnak">
    <w:name w:val="Tekst komentarza Znak"/>
    <w:link w:val="Tekstkomentarza"/>
    <w:rsid w:val="00D04512"/>
    <w:rPr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rsid w:val="00D04512"/>
    <w:rPr>
      <w:b/>
      <w:bCs/>
    </w:rPr>
  </w:style>
  <w:style w:type="character" w:customStyle="1" w:styleId="TematkomentarzaZnak">
    <w:name w:val="Temat komentarza Znak"/>
    <w:link w:val="Tematkomentarza"/>
    <w:rsid w:val="00D04512"/>
    <w:rPr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9E8DE1D4</Template>
  <TotalTime>6</TotalTime>
  <Pages>32</Pages>
  <Words>6892</Words>
  <Characters>41355</Characters>
  <Application>Microsoft Office Word</Application>
  <DocSecurity>0</DocSecurity>
  <Lines>344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1</vt:lpstr>
    </vt:vector>
  </TitlesOfParts>
  <Company>Akademia Ekonomiczna w Poznaniu</Company>
  <LinksUpToDate>false</LinksUpToDate>
  <CharactersWithSpaces>48151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1</dc:title>
  <dc:subject/>
  <dc:creator>27807</dc:creator>
  <cp:keywords/>
  <cp:lastModifiedBy>Paweł Lembicz</cp:lastModifiedBy>
  <cp:revision>3</cp:revision>
  <cp:lastPrinted>2018-02-16T17:21:00Z</cp:lastPrinted>
  <dcterms:created xsi:type="dcterms:W3CDTF">2025-06-05T10:32:00Z</dcterms:created>
  <dcterms:modified xsi:type="dcterms:W3CDTF">2025-06-05T12:20:00Z</dcterms:modified>
</cp:coreProperties>
</file>