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425" w:rsidRDefault="00423AF1" w:rsidP="00B200C6">
      <w:pPr>
        <w:pStyle w:val="Podtytu"/>
        <w:spacing w:line="360" w:lineRule="auto"/>
        <w:rPr>
          <w:b w:val="0"/>
          <w:sz w:val="20"/>
          <w:szCs w:val="20"/>
        </w:rPr>
      </w:pPr>
      <w:r w:rsidRPr="005A31BA">
        <w:rPr>
          <w:b w:val="0"/>
          <w:sz w:val="20"/>
          <w:szCs w:val="20"/>
        </w:rPr>
        <w:tab/>
      </w:r>
    </w:p>
    <w:p w:rsidR="00B77425" w:rsidRPr="00F7041E" w:rsidRDefault="00423AF1" w:rsidP="00F7041E">
      <w:pPr>
        <w:pStyle w:val="Podtytu"/>
        <w:spacing w:line="360" w:lineRule="auto"/>
        <w:jc w:val="right"/>
        <w:rPr>
          <w:b w:val="0"/>
          <w:i/>
          <w:sz w:val="20"/>
          <w:szCs w:val="20"/>
          <w:lang w:val="pl-PL"/>
        </w:rPr>
      </w:pPr>
      <w:r w:rsidRPr="005A31BA">
        <w:rPr>
          <w:b w:val="0"/>
          <w:sz w:val="20"/>
          <w:szCs w:val="20"/>
        </w:rPr>
        <w:t xml:space="preserve">                    </w:t>
      </w:r>
      <w:r w:rsidR="00361B31" w:rsidRPr="005A31BA">
        <w:rPr>
          <w:b w:val="0"/>
          <w:bCs w:val="0"/>
          <w:sz w:val="32"/>
          <w:szCs w:val="32"/>
        </w:rPr>
        <w:t xml:space="preserve">  </w:t>
      </w:r>
    </w:p>
    <w:p w:rsidR="00361B31" w:rsidRPr="005A31BA" w:rsidRDefault="00361B31" w:rsidP="008300B4">
      <w:pPr>
        <w:spacing w:line="276" w:lineRule="auto"/>
        <w:jc w:val="center"/>
        <w:rPr>
          <w:b/>
          <w:bCs/>
          <w:sz w:val="36"/>
          <w:szCs w:val="36"/>
        </w:rPr>
      </w:pPr>
      <w:r w:rsidRPr="005A31BA">
        <w:rPr>
          <w:b/>
          <w:bCs/>
          <w:sz w:val="32"/>
          <w:szCs w:val="32"/>
        </w:rPr>
        <w:t xml:space="preserve"> </w:t>
      </w:r>
      <w:r w:rsidRPr="005A31BA">
        <w:rPr>
          <w:b/>
          <w:bCs/>
          <w:sz w:val="36"/>
          <w:szCs w:val="36"/>
        </w:rPr>
        <w:t>FORMULARZ OFERTOWY</w:t>
      </w:r>
    </w:p>
    <w:p w:rsidR="00103D4D" w:rsidRPr="00A60C63" w:rsidRDefault="00361B31" w:rsidP="00103D4D">
      <w:pPr>
        <w:spacing w:line="276" w:lineRule="auto"/>
        <w:jc w:val="center"/>
        <w:rPr>
          <w:bCs/>
        </w:rPr>
      </w:pPr>
      <w:r w:rsidRPr="00A60C63">
        <w:rPr>
          <w:bCs/>
        </w:rPr>
        <w:t>w sprawie</w:t>
      </w:r>
      <w:r w:rsidR="005A31BA" w:rsidRPr="00A60C63">
        <w:rPr>
          <w:bCs/>
        </w:rPr>
        <w:t xml:space="preserve"> </w:t>
      </w:r>
      <w:r w:rsidR="00103D4D" w:rsidRPr="00A60C63">
        <w:rPr>
          <w:bCs/>
        </w:rPr>
        <w:t>udzielenia zamówienia publicznego prowadzonego</w:t>
      </w:r>
      <w:r w:rsidR="00A60C63" w:rsidRPr="00A60C63">
        <w:rPr>
          <w:bCs/>
        </w:rPr>
        <w:t>,</w:t>
      </w:r>
    </w:p>
    <w:p w:rsidR="00672284" w:rsidRDefault="00103D4D" w:rsidP="00103D4D">
      <w:pPr>
        <w:spacing w:line="276" w:lineRule="auto"/>
        <w:jc w:val="center"/>
        <w:rPr>
          <w:bCs/>
        </w:rPr>
      </w:pPr>
      <w:r w:rsidRPr="00A60C63">
        <w:rPr>
          <w:bCs/>
        </w:rPr>
        <w:t xml:space="preserve">w </w:t>
      </w:r>
      <w:r w:rsidRPr="00A60C63">
        <w:rPr>
          <w:rFonts w:eastAsia="Trebuchet MS"/>
          <w:color w:val="000000"/>
        </w:rPr>
        <w:t>trybie podstawowym bez negocjacji (</w:t>
      </w:r>
      <w:r w:rsidRPr="00A60C63">
        <w:t>275 pkt. 1 ustawy Pzp)</w:t>
      </w:r>
      <w:r w:rsidRPr="00A60C63">
        <w:rPr>
          <w:bCs/>
        </w:rPr>
        <w:t xml:space="preserve"> </w:t>
      </w:r>
      <w:r w:rsidR="005A31BA" w:rsidRPr="00A60C63">
        <w:rPr>
          <w:bCs/>
        </w:rPr>
        <w:t>pn</w:t>
      </w:r>
      <w:r w:rsidR="009970B1">
        <w:rPr>
          <w:bCs/>
        </w:rPr>
        <w:t>.</w:t>
      </w:r>
    </w:p>
    <w:p w:rsidR="009970B1" w:rsidRPr="00A60C63" w:rsidRDefault="009970B1" w:rsidP="00103D4D">
      <w:pPr>
        <w:spacing w:line="276" w:lineRule="auto"/>
        <w:jc w:val="center"/>
        <w:rPr>
          <w:bCs/>
        </w:rPr>
      </w:pPr>
    </w:p>
    <w:p w:rsidR="00E73807" w:rsidRPr="00E73807" w:rsidRDefault="00E50FAE" w:rsidP="003869C5">
      <w:pPr>
        <w:pStyle w:val="Akapitzlist"/>
        <w:jc w:val="center"/>
        <w:rPr>
          <w:rFonts w:eastAsia="Calibri"/>
          <w:b/>
          <w:color w:val="000000"/>
          <w:sz w:val="24"/>
          <w:szCs w:val="24"/>
          <w:lang w:eastAsia="ar-SA"/>
        </w:rPr>
      </w:pPr>
      <w:r w:rsidRPr="00E73807">
        <w:rPr>
          <w:b/>
          <w:sz w:val="24"/>
          <w:szCs w:val="24"/>
        </w:rPr>
        <w:t>„</w:t>
      </w:r>
      <w:r w:rsidR="003869C5" w:rsidRPr="003869C5">
        <w:rPr>
          <w:b/>
          <w:sz w:val="24"/>
          <w:szCs w:val="24"/>
        </w:rPr>
        <w:t>Usługa agrotechniczna: koszenie nawierzchni darniowej, suszenie, zgrabienie, zebranie w bele lub pakiety oraz wywiezienie cało</w:t>
      </w:r>
      <w:r w:rsidR="00E55043">
        <w:rPr>
          <w:b/>
          <w:sz w:val="24"/>
          <w:szCs w:val="24"/>
        </w:rPr>
        <w:t>ści masy roślinnej dla 22.BLT w </w:t>
      </w:r>
      <w:r w:rsidR="003869C5" w:rsidRPr="003869C5">
        <w:rPr>
          <w:b/>
          <w:sz w:val="24"/>
          <w:szCs w:val="24"/>
        </w:rPr>
        <w:t>Malborku i 49.BLT w Pruszczu Gdańskim</w:t>
      </w:r>
      <w:r w:rsidR="00E73807">
        <w:rPr>
          <w:rFonts w:eastAsia="Calibri"/>
          <w:b/>
          <w:sz w:val="24"/>
          <w:szCs w:val="24"/>
          <w:lang w:eastAsia="ar-SA"/>
        </w:rPr>
        <w:t>”</w:t>
      </w:r>
    </w:p>
    <w:p w:rsidR="00E73807" w:rsidRPr="00E73807" w:rsidRDefault="00E73807" w:rsidP="00E73807">
      <w:pPr>
        <w:tabs>
          <w:tab w:val="left" w:pos="142"/>
        </w:tabs>
        <w:suppressAutoHyphens/>
        <w:jc w:val="both"/>
        <w:rPr>
          <w:rFonts w:ascii="Calibri" w:eastAsia="Calibri" w:hAnsi="Calibri"/>
          <w:b/>
          <w:sz w:val="22"/>
          <w:szCs w:val="22"/>
          <w:lang w:eastAsia="ar-SA"/>
        </w:rPr>
      </w:pPr>
    </w:p>
    <w:p w:rsidR="00B77425" w:rsidRDefault="00B77425" w:rsidP="007B1570">
      <w:pPr>
        <w:autoSpaceDE w:val="0"/>
        <w:autoSpaceDN w:val="0"/>
        <w:adjustRightInd w:val="0"/>
        <w:jc w:val="center"/>
        <w:rPr>
          <w:rFonts w:eastAsia="Arial Unicode MS"/>
          <w:b/>
          <w:sz w:val="24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5776"/>
      </w:tblGrid>
      <w:tr w:rsidR="003B2040" w:rsidRPr="00CF6D31" w:rsidTr="00787B65">
        <w:trPr>
          <w:trHeight w:val="1212"/>
        </w:trPr>
        <w:tc>
          <w:tcPr>
            <w:tcW w:w="3510" w:type="dxa"/>
            <w:shd w:val="clear" w:color="auto" w:fill="auto"/>
          </w:tcPr>
          <w:p w:rsidR="00AC713A" w:rsidRPr="007C6269" w:rsidRDefault="003B2040" w:rsidP="00672284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Nazwa Wykonawcy</w:t>
            </w:r>
          </w:p>
        </w:tc>
        <w:tc>
          <w:tcPr>
            <w:tcW w:w="5776" w:type="dxa"/>
            <w:shd w:val="clear" w:color="auto" w:fill="auto"/>
          </w:tcPr>
          <w:p w:rsidR="00AC713A" w:rsidRDefault="00AC713A" w:rsidP="00AC71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C713A" w:rsidRDefault="00AC713A" w:rsidP="00AC71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B2040" w:rsidRPr="00CF6D31" w:rsidRDefault="003B2040" w:rsidP="00AC713A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672284" w:rsidRPr="007C6269" w:rsidRDefault="00672284" w:rsidP="00672284">
            <w:pPr>
              <w:jc w:val="both"/>
              <w:rPr>
                <w:b/>
              </w:rPr>
            </w:pPr>
            <w:r w:rsidRPr="007C6269">
              <w:rPr>
                <w:b/>
              </w:rPr>
              <w:t>Siedziba Wykonawcy:</w:t>
            </w:r>
          </w:p>
          <w:p w:rsidR="00E37EE1" w:rsidRPr="007C6269" w:rsidRDefault="001138B1" w:rsidP="00672284">
            <w:pPr>
              <w:spacing w:line="480" w:lineRule="auto"/>
              <w:jc w:val="both"/>
              <w:rPr>
                <w:b/>
              </w:rPr>
            </w:pPr>
            <w:r w:rsidRPr="007C6269">
              <w:rPr>
                <w:b/>
              </w:rPr>
              <w:t>ulica, nr domu, nr lokalu</w:t>
            </w:r>
          </w:p>
          <w:p w:rsidR="00672284" w:rsidRPr="007C6269" w:rsidRDefault="00672284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138B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kod, miejscowość</w:t>
            </w: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E37EE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województwo, powiat</w:t>
            </w:r>
          </w:p>
          <w:p w:rsidR="00672284" w:rsidRPr="007C6269" w:rsidRDefault="00672284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138B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7C44BE" w:rsidRPr="00CF6D31" w:rsidTr="00787B65">
        <w:tc>
          <w:tcPr>
            <w:tcW w:w="3510" w:type="dxa"/>
            <w:shd w:val="clear" w:color="auto" w:fill="auto"/>
          </w:tcPr>
          <w:p w:rsid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do korespondencji</w:t>
            </w:r>
          </w:p>
          <w:p w:rsidR="007C44BE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(jeżeli jest inny niż powyżej wskazany)</w:t>
            </w:r>
          </w:p>
          <w:p w:rsidR="007C6269" w:rsidRDefault="007C6269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C713A" w:rsidRP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776" w:type="dxa"/>
            <w:shd w:val="clear" w:color="auto" w:fill="auto"/>
          </w:tcPr>
          <w:p w:rsidR="007C44BE" w:rsidRPr="00CF6D31" w:rsidRDefault="007C44BE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 xml:space="preserve">Numer </w:t>
            </w:r>
            <w:r w:rsidR="003B2040" w:rsidRPr="007C6269">
              <w:rPr>
                <w:b/>
              </w:rPr>
              <w:t>REGON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 xml:space="preserve">Numer </w:t>
            </w:r>
            <w:r w:rsidR="003B2040" w:rsidRPr="007C6269">
              <w:rPr>
                <w:b/>
              </w:rPr>
              <w:t>NIP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C6269">
              <w:rPr>
                <w:b/>
                <w:color w:val="000000"/>
              </w:rPr>
              <w:t xml:space="preserve">Numer </w:t>
            </w:r>
            <w:r w:rsidR="003B2040" w:rsidRPr="007C6269">
              <w:rPr>
                <w:b/>
                <w:color w:val="000000"/>
              </w:rPr>
              <w:t>KRS</w:t>
            </w:r>
            <w:r w:rsidRPr="007C6269">
              <w:rPr>
                <w:b/>
                <w:color w:val="000000"/>
              </w:rPr>
              <w:t xml:space="preserve"> (jeżeli dotyczy)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7C6269">
              <w:rPr>
                <w:b/>
                <w:lang w:val="en-US"/>
              </w:rPr>
              <w:t xml:space="preserve">Numer </w:t>
            </w:r>
            <w:r w:rsidR="003B2040" w:rsidRPr="007C6269">
              <w:rPr>
                <w:b/>
                <w:lang w:val="en-US"/>
              </w:rPr>
              <w:t>tel</w:t>
            </w:r>
            <w:r w:rsidRPr="007C6269">
              <w:rPr>
                <w:b/>
                <w:lang w:val="en-US"/>
              </w:rPr>
              <w:t>efonu</w:t>
            </w: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7C6269">
              <w:rPr>
                <w:b/>
                <w:lang w:val="en-US"/>
              </w:rPr>
              <w:t>Adres e</w:t>
            </w:r>
            <w:r w:rsidR="003B2040" w:rsidRPr="007C6269">
              <w:rPr>
                <w:b/>
                <w:lang w:val="en-US"/>
              </w:rPr>
              <w:t>-mail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713A">
              <w:rPr>
                <w:sz w:val="16"/>
                <w:szCs w:val="16"/>
              </w:rPr>
              <w:t>Numer rachunku bankowego Wykonawcy, zgodny z rejestrem prowadzonym przez Krajową Administrację Skarbową  (KAS</w:t>
            </w:r>
            <w:r w:rsidR="00E37EE1" w:rsidRPr="00AC713A">
              <w:rPr>
                <w:sz w:val="16"/>
                <w:szCs w:val="16"/>
              </w:rPr>
              <w:t>)</w:t>
            </w:r>
          </w:p>
          <w:p w:rsidR="00672284" w:rsidRPr="00AC713A" w:rsidRDefault="00672284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E37EE1" w:rsidRPr="00AC713A" w:rsidRDefault="00E37EE1" w:rsidP="00CF6D31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AC713A" w:rsidRDefault="003B2040" w:rsidP="00CF6D31">
            <w:pPr>
              <w:pStyle w:val="Tekstpodstawowy"/>
              <w:spacing w:line="240" w:lineRule="auto"/>
              <w:rPr>
                <w:sz w:val="16"/>
                <w:szCs w:val="16"/>
              </w:rPr>
            </w:pPr>
            <w:r w:rsidRPr="00AC713A">
              <w:rPr>
                <w:sz w:val="16"/>
                <w:szCs w:val="16"/>
              </w:rPr>
              <w:t>Dane właściwego terytorialnie Urzędu Skarbowego, pod który podlega Wykonawca</w:t>
            </w:r>
          </w:p>
          <w:p w:rsidR="003B2040" w:rsidRPr="00AC713A" w:rsidRDefault="003B2040" w:rsidP="00CF6D31">
            <w:pPr>
              <w:pStyle w:val="Tekstpodstawowy"/>
              <w:ind w:left="426"/>
              <w:rPr>
                <w:sz w:val="16"/>
                <w:szCs w:val="16"/>
              </w:rPr>
            </w:pPr>
          </w:p>
          <w:p w:rsidR="003B2040" w:rsidRPr="00AC713A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776" w:type="dxa"/>
            <w:shd w:val="clear" w:color="auto" w:fill="auto"/>
          </w:tcPr>
          <w:p w:rsidR="00E37EE1" w:rsidRPr="00CF6D31" w:rsidRDefault="00E37EE1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F6D31">
              <w:rPr>
                <w:sz w:val="16"/>
                <w:szCs w:val="16"/>
              </w:rPr>
              <w:t>………………………………………………………………</w:t>
            </w:r>
            <w:r w:rsidR="002965C2">
              <w:rPr>
                <w:sz w:val="16"/>
                <w:szCs w:val="16"/>
              </w:rPr>
              <w:t>………………..</w:t>
            </w:r>
            <w:r w:rsidRPr="00CF6D31">
              <w:rPr>
                <w:sz w:val="16"/>
                <w:szCs w:val="16"/>
              </w:rPr>
              <w:t>…………</w:t>
            </w:r>
          </w:p>
          <w:p w:rsidR="003B2040" w:rsidRPr="00AC713A" w:rsidRDefault="003B2040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AC713A">
              <w:rPr>
                <w:sz w:val="12"/>
                <w:szCs w:val="12"/>
              </w:rPr>
              <w:t>(pełna nazwa)</w:t>
            </w:r>
          </w:p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F6D31">
              <w:rPr>
                <w:sz w:val="16"/>
                <w:szCs w:val="16"/>
              </w:rPr>
              <w:t>………………………………………………………………………</w:t>
            </w:r>
            <w:r w:rsidR="002965C2">
              <w:rPr>
                <w:sz w:val="16"/>
                <w:szCs w:val="16"/>
              </w:rPr>
              <w:t>………………...</w:t>
            </w:r>
            <w:r w:rsidRPr="00CF6D31">
              <w:rPr>
                <w:sz w:val="16"/>
                <w:szCs w:val="16"/>
              </w:rPr>
              <w:t>…</w:t>
            </w:r>
          </w:p>
          <w:p w:rsidR="003B2040" w:rsidRPr="00AC713A" w:rsidRDefault="003B2040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AC713A">
              <w:rPr>
                <w:sz w:val="12"/>
                <w:szCs w:val="12"/>
              </w:rPr>
              <w:t>(adres siedziby: miejscowość, ulica, województwo)</w:t>
            </w:r>
          </w:p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AC713A" w:rsidRPr="00AC713A" w:rsidRDefault="007C44BE" w:rsidP="00FE492A">
            <w:pPr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CF6D31">
              <w:rPr>
                <w:rFonts w:eastAsia="Calibri"/>
                <w:sz w:val="16"/>
                <w:szCs w:val="16"/>
                <w:lang w:eastAsia="en-GB"/>
              </w:rPr>
              <w:t>Czy wykonawca jes</w:t>
            </w:r>
            <w:r w:rsidR="00672284">
              <w:rPr>
                <w:rFonts w:eastAsia="Calibri"/>
                <w:sz w:val="16"/>
                <w:szCs w:val="16"/>
                <w:lang w:eastAsia="en-GB"/>
              </w:rPr>
              <w:t xml:space="preserve">t mikroprzedsiębiorstwem, </w:t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małym przedsiębiorstwem</w:t>
            </w:r>
            <w:r w:rsidR="00672284">
              <w:rPr>
                <w:rFonts w:eastAsia="Calibri"/>
                <w:sz w:val="16"/>
                <w:szCs w:val="16"/>
                <w:lang w:eastAsia="en-GB"/>
              </w:rPr>
              <w:t xml:space="preserve"> czy </w:t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średnim przedsiębiorstwem</w:t>
            </w:r>
            <w:r w:rsidR="00AC713A" w:rsidRPr="003B6373">
              <w:rPr>
                <w:rFonts w:ascii="Arial" w:hAnsi="Arial" w:cs="Arial"/>
                <w:sz w:val="16"/>
                <w:szCs w:val="16"/>
              </w:rPr>
              <w:tab/>
            </w:r>
            <w:r w:rsidR="00AC713A" w:rsidRPr="00AC713A">
              <w:rPr>
                <w:sz w:val="12"/>
                <w:szCs w:val="12"/>
              </w:rPr>
              <w:t xml:space="preserve">Por. </w:t>
            </w:r>
            <w:r w:rsidR="00AC713A"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zalecenie Komisji z dnia 6 maja 2003 r. dotyczące definicji mikroprzedsiębiorstw oraz małych i średnich przedsiębiorstw (Dz.U. L 124 z 20.5.2003, s. 36). Te informacje są wymagane wyłącznie do celów statystycznych. </w:t>
            </w:r>
          </w:p>
          <w:p w:rsidR="00AC713A" w:rsidRPr="00AC713A" w:rsidRDefault="00AC713A" w:rsidP="00AC713A">
            <w:pPr>
              <w:pStyle w:val="Tekstprzypisudolnego"/>
              <w:ind w:hanging="12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lastRenderedPageBreak/>
              <w:t>Mikroprzedsiębiorstwo: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przedsiębiorstwo, które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zatrudnia mniej niż 10 osób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</w:t>
            </w:r>
            <w:r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i którego roczny obrót lub roczna suma bilansowa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nie przekracza 2 milionów EUR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>.</w:t>
            </w:r>
          </w:p>
          <w:p w:rsidR="00AC713A" w:rsidRPr="00AC713A" w:rsidRDefault="00AC713A" w:rsidP="00AC713A">
            <w:pPr>
              <w:pStyle w:val="Tekstprzypisudolnego"/>
              <w:ind w:hanging="12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Małe przedsiębiorstwo: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przedsiębiorstwo, które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zatrudnia mniej niż 50 osób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i którego roczny obrót lub roczna suma bilansowa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nie przekracza 10 milionów EUR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>.</w:t>
            </w:r>
          </w:p>
          <w:p w:rsidR="00AC713A" w:rsidRDefault="00AC713A" w:rsidP="00AC713A">
            <w:pPr>
              <w:pStyle w:val="Tekstprzypisudolnego"/>
              <w:ind w:hanging="12"/>
              <w:jc w:val="both"/>
              <w:rPr>
                <w:sz w:val="16"/>
                <w:szCs w:val="16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Średnie przedsiębiorstwa: przedsiębiorstwa, które nie są mikroprzedsiębiorstwami ani małymi przedsiębiorstwami</w:t>
            </w:r>
            <w:r w:rsidRPr="00AC713A">
              <w:rPr>
                <w:sz w:val="12"/>
                <w:szCs w:val="12"/>
              </w:rPr>
              <w:t xml:space="preserve"> i które </w:t>
            </w:r>
            <w:r w:rsidRPr="00AC713A">
              <w:rPr>
                <w:b/>
                <w:sz w:val="12"/>
                <w:szCs w:val="12"/>
              </w:rPr>
              <w:t>zatrudniają mniej niż 250 osób</w:t>
            </w:r>
            <w:r w:rsidRPr="00AC713A">
              <w:rPr>
                <w:sz w:val="12"/>
                <w:szCs w:val="12"/>
              </w:rPr>
              <w:t xml:space="preserve"> i których </w:t>
            </w:r>
            <w:r w:rsidRPr="00AC713A">
              <w:rPr>
                <w:b/>
                <w:sz w:val="12"/>
                <w:szCs w:val="12"/>
              </w:rPr>
              <w:t>roczny obrót nie przekracza 50 milionów EUR</w:t>
            </w:r>
            <w:r w:rsidRPr="00AC713A">
              <w:rPr>
                <w:sz w:val="12"/>
                <w:szCs w:val="12"/>
              </w:rPr>
              <w:t xml:space="preserve"> </w:t>
            </w:r>
            <w:r w:rsidRPr="00AC713A">
              <w:rPr>
                <w:b/>
                <w:i/>
                <w:sz w:val="12"/>
                <w:szCs w:val="12"/>
              </w:rPr>
              <w:t>lub</w:t>
            </w:r>
            <w:r w:rsidRPr="00AC713A">
              <w:rPr>
                <w:sz w:val="12"/>
                <w:szCs w:val="12"/>
              </w:rPr>
              <w:t xml:space="preserve"> </w:t>
            </w:r>
            <w:r w:rsidRPr="00AC713A">
              <w:rPr>
                <w:b/>
                <w:sz w:val="12"/>
                <w:szCs w:val="12"/>
              </w:rPr>
              <w:t>roczna suma bilansowa nie przekracza 43 milionów EUR</w:t>
            </w:r>
            <w:r w:rsidRPr="00C418D1">
              <w:rPr>
                <w:sz w:val="16"/>
                <w:szCs w:val="16"/>
              </w:rPr>
              <w:t>.</w:t>
            </w:r>
          </w:p>
          <w:p w:rsidR="007C6269" w:rsidRPr="00CF6D31" w:rsidRDefault="007C6269" w:rsidP="00AC713A">
            <w:pPr>
              <w:pStyle w:val="Tekstprzypisudolnego"/>
              <w:ind w:hanging="12"/>
              <w:jc w:val="both"/>
              <w:rPr>
                <w:szCs w:val="24"/>
              </w:rPr>
            </w:pPr>
          </w:p>
        </w:tc>
        <w:tc>
          <w:tcPr>
            <w:tcW w:w="5776" w:type="dxa"/>
            <w:shd w:val="clear" w:color="auto" w:fill="auto"/>
          </w:tcPr>
          <w:p w:rsidR="007C44BE" w:rsidRPr="002965C2" w:rsidRDefault="007C44BE" w:rsidP="00CF6D31">
            <w:pPr>
              <w:spacing w:before="120" w:after="120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lastRenderedPageBreak/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 xml:space="preserve"> Wykonawca jest mikroprzedsiębiorstwem</w:t>
            </w:r>
          </w:p>
          <w:p w:rsidR="007C44BE" w:rsidRPr="002965C2" w:rsidRDefault="007C44BE" w:rsidP="00CF6D31">
            <w:pPr>
              <w:spacing w:before="120" w:after="120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>Wykonawca jest małym przedsiębiorstwem</w:t>
            </w:r>
          </w:p>
          <w:p w:rsidR="007C44BE" w:rsidRPr="002965C2" w:rsidRDefault="007C44BE" w:rsidP="00CF6D3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3B2040" w:rsidRDefault="007C44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>Wykonawca jest średnim przedsiębiorstwem</w:t>
            </w:r>
          </w:p>
          <w:p w:rsidR="003170BE" w:rsidRDefault="003170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Wykonawca </w:t>
            </w:r>
            <w:r>
              <w:rPr>
                <w:rFonts w:eastAsia="Calibri"/>
                <w:sz w:val="18"/>
                <w:szCs w:val="18"/>
                <w:lang w:eastAsia="en-GB"/>
              </w:rPr>
              <w:t>prowadzi jednoosobową działalność gospodarczą</w:t>
            </w:r>
          </w:p>
          <w:p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Wykonawca jest </w:t>
            </w:r>
            <w:r>
              <w:rPr>
                <w:rFonts w:eastAsia="Calibri"/>
                <w:sz w:val="18"/>
                <w:szCs w:val="18"/>
                <w:lang w:eastAsia="en-GB"/>
              </w:rPr>
              <w:t>osobą fizyczną nieprowadzącą działalności gospodarczej</w:t>
            </w:r>
          </w:p>
          <w:p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3170BE" w:rsidRPr="002965C2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>[]</w:t>
            </w:r>
            <w:r>
              <w:rPr>
                <w:rFonts w:eastAsia="Calibri"/>
                <w:sz w:val="18"/>
                <w:szCs w:val="18"/>
                <w:lang w:eastAsia="en-GB"/>
              </w:rPr>
              <w:t xml:space="preserve"> Inny rodzaj</w:t>
            </w:r>
          </w:p>
          <w:p w:rsidR="00672284" w:rsidRDefault="00672284" w:rsidP="00672284">
            <w:pPr>
              <w:autoSpaceDE w:val="0"/>
              <w:autoSpaceDN w:val="0"/>
              <w:adjustRightInd w:val="0"/>
              <w:rPr>
                <w:rFonts w:eastAsia="Calibri"/>
                <w:sz w:val="12"/>
                <w:szCs w:val="12"/>
                <w:lang w:eastAsia="en-GB"/>
              </w:rPr>
            </w:pPr>
          </w:p>
          <w:p w:rsidR="003170BE" w:rsidRPr="002965C2" w:rsidRDefault="003170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672284" w:rsidRPr="00672284" w:rsidRDefault="00672284" w:rsidP="00672284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672284">
              <w:rPr>
                <w:rFonts w:eastAsia="Calibri"/>
                <w:sz w:val="12"/>
                <w:szCs w:val="12"/>
                <w:lang w:eastAsia="en-GB"/>
              </w:rPr>
              <w:t>(właściwą odpowiedź zaznaczyć)</w:t>
            </w:r>
          </w:p>
        </w:tc>
      </w:tr>
      <w:tr w:rsidR="007C6269" w:rsidRPr="00CF6D31" w:rsidTr="00787B65">
        <w:tc>
          <w:tcPr>
            <w:tcW w:w="3510" w:type="dxa"/>
            <w:shd w:val="clear" w:color="auto" w:fill="auto"/>
          </w:tcPr>
          <w:p w:rsidR="00787B65" w:rsidRDefault="00787B65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</w:p>
          <w:p w:rsidR="002965C2" w:rsidRPr="002965C2" w:rsidRDefault="002965C2" w:rsidP="002965C2">
            <w:pPr>
              <w:jc w:val="both"/>
              <w:rPr>
                <w:rFonts w:eastAsia="Calibri"/>
                <w:bCs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t xml:space="preserve">Ofertę składam (-y) samodzielnie / w imieniu Wykonawców wspólnie ubiegających się </w:t>
            </w: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br/>
              <w:t xml:space="preserve">o udzielenie zamówienia </w:t>
            </w:r>
            <w:r w:rsidRPr="002965C2">
              <w:rPr>
                <w:rFonts w:eastAsia="Calibri"/>
                <w:bCs/>
                <w:sz w:val="16"/>
                <w:szCs w:val="16"/>
                <w:lang w:eastAsia="en-GB"/>
              </w:rPr>
              <w:t>(</w:t>
            </w:r>
            <w:r w:rsidRPr="002965C2">
              <w:rPr>
                <w:rFonts w:eastAsia="Calibri"/>
                <w:bCs/>
                <w:i/>
                <w:sz w:val="16"/>
                <w:szCs w:val="16"/>
                <w:lang w:eastAsia="en-GB"/>
              </w:rPr>
              <w:t>niepotrzebne skreślić</w:t>
            </w:r>
            <w:r w:rsidRPr="002965C2">
              <w:rPr>
                <w:rFonts w:eastAsia="Calibri"/>
                <w:bCs/>
                <w:sz w:val="16"/>
                <w:szCs w:val="16"/>
                <w:lang w:eastAsia="en-GB"/>
              </w:rPr>
              <w:t>).</w:t>
            </w:r>
          </w:p>
          <w:p w:rsidR="007C6269" w:rsidRPr="00CF6D31" w:rsidRDefault="007C6269" w:rsidP="00672284">
            <w:pPr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</w:tc>
        <w:tc>
          <w:tcPr>
            <w:tcW w:w="5776" w:type="dxa"/>
            <w:shd w:val="clear" w:color="auto" w:fill="auto"/>
          </w:tcPr>
          <w:p w:rsidR="00787B65" w:rsidRDefault="00787B65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Nazwy i siedziby wszystkich Wykonawców wspólnie ubiegających się o udzielenie zamówienia, (jeżeli dotyczy).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Lider: 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..................... 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Partnerzy: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 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 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...............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 </w:t>
            </w:r>
          </w:p>
          <w:p w:rsidR="007C6269" w:rsidRPr="00CF6D31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</w:t>
            </w:r>
          </w:p>
        </w:tc>
      </w:tr>
      <w:tr w:rsidR="002965C2" w:rsidRPr="00CF6D31" w:rsidTr="00787B65">
        <w:tc>
          <w:tcPr>
            <w:tcW w:w="3510" w:type="dxa"/>
            <w:shd w:val="clear" w:color="auto" w:fill="auto"/>
          </w:tcPr>
          <w:p w:rsidR="00787B65" w:rsidRDefault="00787B65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</w:p>
          <w:p w:rsidR="002965C2" w:rsidRPr="002965C2" w:rsidRDefault="002965C2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t>Ustanowionym pełnomocnikiem do reprezentowania w postępowaniu o udzielenie zamówienia i/lub zawarcia umowy w sprawie zamówienia publicznego, w przypadku składania oferty wspólnej przez dwa lub więcej podmioty gospodarcze (konsorcjum/ spółka cywilna*) jest</w:t>
            </w:r>
          </w:p>
        </w:tc>
        <w:tc>
          <w:tcPr>
            <w:tcW w:w="5776" w:type="dxa"/>
            <w:shd w:val="clear" w:color="auto" w:fill="auto"/>
          </w:tcPr>
          <w:p w:rsidR="00787B65" w:rsidRDefault="00787B65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stanowisko: 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........................................................ 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bCs/>
                <w:sz w:val="16"/>
                <w:szCs w:val="16"/>
                <w:u w:val="single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imię i nazwisko: 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.........................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tel. 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......................................................................................................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e-mail: 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...........................................................</w:t>
            </w:r>
          </w:p>
          <w:p w:rsidR="002965C2" w:rsidRDefault="003170BE" w:rsidP="00CF6D31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>
              <w:rPr>
                <w:rFonts w:eastAsia="Calibri"/>
                <w:sz w:val="16"/>
                <w:szCs w:val="16"/>
                <w:lang w:eastAsia="en-GB"/>
              </w:rPr>
              <w:t>w załączeniu przedstawiamy pełnomocnictwo – o ile dotyczy</w:t>
            </w:r>
          </w:p>
          <w:p w:rsidR="00F70187" w:rsidRPr="00CF6D31" w:rsidRDefault="00F70187" w:rsidP="00CF6D31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</w:tc>
      </w:tr>
    </w:tbl>
    <w:p w:rsidR="002965C2" w:rsidRDefault="002965C2" w:rsidP="00AC713A">
      <w:pPr>
        <w:autoSpaceDE w:val="0"/>
        <w:autoSpaceDN w:val="0"/>
        <w:adjustRightInd w:val="0"/>
        <w:rPr>
          <w:sz w:val="22"/>
        </w:rPr>
      </w:pPr>
    </w:p>
    <w:p w:rsidR="00712204" w:rsidRDefault="00B71DDF" w:rsidP="00F70187">
      <w:pPr>
        <w:ind w:left="360"/>
        <w:jc w:val="center"/>
        <w:rPr>
          <w:sz w:val="22"/>
        </w:rPr>
      </w:pPr>
      <w:r>
        <w:rPr>
          <w:sz w:val="22"/>
        </w:rPr>
        <w:br w:type="page"/>
      </w:r>
      <w:r w:rsidR="00712204" w:rsidRPr="00712204">
        <w:rPr>
          <w:sz w:val="22"/>
        </w:rPr>
        <w:t>Przystępując do postępowania o udzielenie zamówienia publicznego prowadzonego przez                          22</w:t>
      </w:r>
      <w:r w:rsidR="009970B1">
        <w:rPr>
          <w:sz w:val="22"/>
        </w:rPr>
        <w:t>.</w:t>
      </w:r>
      <w:r w:rsidR="00712204" w:rsidRPr="00712204">
        <w:rPr>
          <w:sz w:val="22"/>
        </w:rPr>
        <w:t xml:space="preserve"> Bazę Lotnictwa Taktycznego w Malborku, w trybie </w:t>
      </w:r>
      <w:r w:rsidR="00712204">
        <w:rPr>
          <w:sz w:val="22"/>
        </w:rPr>
        <w:t xml:space="preserve">podstawowym </w:t>
      </w:r>
      <w:r w:rsidR="00712204" w:rsidRPr="00712204">
        <w:rPr>
          <w:sz w:val="22"/>
        </w:rPr>
        <w:t>pn.:</w:t>
      </w:r>
    </w:p>
    <w:p w:rsidR="009970B1" w:rsidRPr="00712204" w:rsidRDefault="009970B1" w:rsidP="00712204">
      <w:pPr>
        <w:ind w:left="360"/>
        <w:jc w:val="both"/>
        <w:rPr>
          <w:sz w:val="22"/>
        </w:rPr>
      </w:pPr>
    </w:p>
    <w:p w:rsidR="00E73807" w:rsidRPr="00E73807" w:rsidRDefault="00E73807" w:rsidP="003869C5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4"/>
          <w:szCs w:val="24"/>
          <w:lang w:eastAsia="ar-SA"/>
        </w:rPr>
      </w:pPr>
      <w:r w:rsidRPr="00E73807">
        <w:rPr>
          <w:b/>
          <w:sz w:val="24"/>
          <w:szCs w:val="24"/>
        </w:rPr>
        <w:t>„</w:t>
      </w:r>
      <w:r w:rsidR="003869C5" w:rsidRPr="003869C5">
        <w:rPr>
          <w:b/>
          <w:sz w:val="24"/>
        </w:rPr>
        <w:t>Usługa agrotechniczna: koszenie nawierzchni darniowej, suszenie, zgrabienie, zebranie w bele lub pakiety oraz wywiezienie całości masy ro</w:t>
      </w:r>
      <w:r w:rsidR="00E55043">
        <w:rPr>
          <w:b/>
          <w:sz w:val="24"/>
        </w:rPr>
        <w:t>ślinnej dla 22.BLT w Malborku i </w:t>
      </w:r>
      <w:r w:rsidR="003869C5" w:rsidRPr="003869C5">
        <w:rPr>
          <w:b/>
          <w:sz w:val="24"/>
        </w:rPr>
        <w:t>49.BLT w Pruszczu Gdańskim</w:t>
      </w:r>
      <w:r>
        <w:rPr>
          <w:rFonts w:eastAsia="Calibri"/>
          <w:b/>
          <w:sz w:val="24"/>
          <w:szCs w:val="24"/>
          <w:lang w:eastAsia="ar-SA"/>
        </w:rPr>
        <w:t>”</w:t>
      </w:r>
    </w:p>
    <w:p w:rsidR="00E73807" w:rsidRPr="00E73807" w:rsidRDefault="00E73807" w:rsidP="00E73807">
      <w:pPr>
        <w:tabs>
          <w:tab w:val="left" w:pos="142"/>
        </w:tabs>
        <w:suppressAutoHyphens/>
        <w:jc w:val="both"/>
        <w:rPr>
          <w:rFonts w:ascii="Calibri" w:eastAsia="Calibri" w:hAnsi="Calibri"/>
          <w:b/>
          <w:sz w:val="22"/>
          <w:szCs w:val="22"/>
          <w:lang w:eastAsia="ar-SA"/>
        </w:rPr>
      </w:pPr>
    </w:p>
    <w:p w:rsidR="00773E17" w:rsidRDefault="00773E17" w:rsidP="00420E48">
      <w:pPr>
        <w:ind w:left="360"/>
        <w:jc w:val="both"/>
        <w:rPr>
          <w:sz w:val="22"/>
        </w:rPr>
      </w:pPr>
    </w:p>
    <w:p w:rsidR="00712204" w:rsidRPr="00CF7D00" w:rsidRDefault="00712204" w:rsidP="00CF7D00">
      <w:pPr>
        <w:jc w:val="both"/>
        <w:rPr>
          <w:b/>
          <w:color w:val="FF0000"/>
          <w:sz w:val="22"/>
        </w:rPr>
      </w:pPr>
      <w:r w:rsidRPr="00712204">
        <w:rPr>
          <w:sz w:val="22"/>
        </w:rPr>
        <w:t xml:space="preserve">oferujemy wykonanie przedmiotu zamówienia zgodnie z wymogami Specyfikacji Warunków Zamówienia za cenę: </w:t>
      </w:r>
      <w:r w:rsidRPr="00CF7D00">
        <w:rPr>
          <w:b/>
          <w:i/>
          <w:color w:val="FF0000"/>
          <w:sz w:val="16"/>
          <w:szCs w:val="16"/>
        </w:rPr>
        <w:t>z dokładnością do dwóch miejsc po przecinku</w:t>
      </w:r>
      <w:r w:rsidRPr="00CF7D00">
        <w:rPr>
          <w:b/>
          <w:color w:val="FF0000"/>
          <w:sz w:val="22"/>
        </w:rPr>
        <w:t>*</w:t>
      </w:r>
    </w:p>
    <w:p w:rsidR="000120AF" w:rsidRDefault="000120AF" w:rsidP="00CF7D00">
      <w:pPr>
        <w:jc w:val="both"/>
      </w:pPr>
    </w:p>
    <w:p w:rsidR="000120AF" w:rsidRPr="00F864D8" w:rsidRDefault="000120AF" w:rsidP="00CF7D00">
      <w:pPr>
        <w:jc w:val="both"/>
        <w:rPr>
          <w:b/>
          <w:color w:val="000000"/>
        </w:rPr>
      </w:pPr>
      <w:r w:rsidRPr="00F864D8">
        <w:rPr>
          <w:b/>
          <w:color w:val="000000"/>
        </w:rPr>
        <w:t xml:space="preserve">CZĘŚĆ NR 1 </w:t>
      </w:r>
      <w:r w:rsidR="00317F01" w:rsidRPr="00F864D8">
        <w:rPr>
          <w:b/>
          <w:color w:val="000000"/>
        </w:rPr>
        <w:t>–</w:t>
      </w:r>
      <w:r w:rsidRPr="00F864D8">
        <w:rPr>
          <w:b/>
          <w:color w:val="000000"/>
        </w:rPr>
        <w:t xml:space="preserve"> Usługa agrotechniczna: jednokrotne koszenie nawierzchni darniowej, zgrabienie, zebranie w bele lub pakiety oraz wywiezienie całości  masy roślinnej z terenu lotniska 22.</w:t>
      </w:r>
      <w:r w:rsidR="000940DF">
        <w:rPr>
          <w:b/>
          <w:color w:val="000000"/>
        </w:rPr>
        <w:t>BLT Malbork w </w:t>
      </w:r>
      <w:r w:rsidRPr="00F864D8">
        <w:rPr>
          <w:b/>
          <w:color w:val="000000"/>
        </w:rPr>
        <w:t>Krasnołęce</w:t>
      </w:r>
    </w:p>
    <w:p w:rsidR="000120AF" w:rsidRPr="00F864D8" w:rsidRDefault="000120AF" w:rsidP="00CF7D00">
      <w:pPr>
        <w:jc w:val="both"/>
        <w:rPr>
          <w:b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2260"/>
        <w:gridCol w:w="766"/>
        <w:gridCol w:w="1479"/>
        <w:gridCol w:w="571"/>
        <w:gridCol w:w="1133"/>
        <w:gridCol w:w="1134"/>
        <w:gridCol w:w="1268"/>
      </w:tblGrid>
      <w:tr w:rsidR="00F0567A" w:rsidRPr="00317F01" w:rsidTr="006779B9">
        <w:trPr>
          <w:trHeight w:val="1330"/>
          <w:jc w:val="center"/>
        </w:trPr>
        <w:tc>
          <w:tcPr>
            <w:tcW w:w="248" w:type="pct"/>
            <w:shd w:val="clear" w:color="auto" w:fill="auto"/>
            <w:vAlign w:val="center"/>
          </w:tcPr>
          <w:p w:rsidR="00F0567A" w:rsidRPr="00F0567A" w:rsidRDefault="00F0567A" w:rsidP="00F0567A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>Lp.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F0567A" w:rsidRPr="00F0567A" w:rsidRDefault="00F0567A" w:rsidP="00F0567A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>Opis wykonywanych prac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0567A" w:rsidRPr="00F0567A" w:rsidRDefault="00F0567A" w:rsidP="00F0567A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>Areał</w:t>
            </w:r>
          </w:p>
          <w:p w:rsidR="00F0567A" w:rsidRPr="00F0567A" w:rsidRDefault="00F0567A" w:rsidP="00F0567A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>(ha)/ szt.</w:t>
            </w:r>
          </w:p>
        </w:tc>
        <w:tc>
          <w:tcPr>
            <w:tcW w:w="816" w:type="pct"/>
            <w:shd w:val="clear" w:color="auto" w:fill="auto"/>
            <w:vAlign w:val="center"/>
          </w:tcPr>
          <w:p w:rsidR="00F0567A" w:rsidRPr="00F0567A" w:rsidRDefault="00F0567A" w:rsidP="00F0567A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>Wartość jednostkowa brutto w zł za  1 areał (hektar)</w:t>
            </w:r>
          </w:p>
          <w:p w:rsidR="00F0567A" w:rsidRPr="00F0567A" w:rsidRDefault="00F0567A" w:rsidP="00F0567A">
            <w:pPr>
              <w:jc w:val="center"/>
              <w:rPr>
                <w:b/>
                <w:color w:val="000000"/>
                <w:sz w:val="16"/>
                <w:szCs w:val="24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:rsidR="00F0567A" w:rsidRPr="00F0567A" w:rsidRDefault="00F0567A" w:rsidP="00F0567A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>VAT</w:t>
            </w:r>
          </w:p>
          <w:p w:rsidR="00F0567A" w:rsidRPr="00F0567A" w:rsidRDefault="00F0567A" w:rsidP="00F0567A">
            <w:pPr>
              <w:spacing w:line="360" w:lineRule="auto"/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>(%)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F0567A" w:rsidRPr="00F0567A" w:rsidRDefault="00F0567A" w:rsidP="00F0567A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 xml:space="preserve">Wartość brutto za zamówienie podstawowe w zł </w:t>
            </w:r>
          </w:p>
          <w:p w:rsidR="00F0567A" w:rsidRPr="00F0567A" w:rsidRDefault="00F0567A" w:rsidP="00F0567A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6779B9">
              <w:rPr>
                <w:b/>
                <w:color w:val="000000"/>
                <w:sz w:val="14"/>
                <w:szCs w:val="24"/>
              </w:rPr>
              <w:t xml:space="preserve">(kol. 3 x </w:t>
            </w:r>
            <w:r w:rsidRPr="006779B9">
              <w:rPr>
                <w:b/>
                <w:color w:val="000000"/>
                <w:sz w:val="12"/>
                <w:szCs w:val="24"/>
              </w:rPr>
              <w:t>k</w:t>
            </w:r>
            <w:r w:rsidRPr="006779B9">
              <w:rPr>
                <w:b/>
                <w:color w:val="000000"/>
                <w:sz w:val="14"/>
                <w:szCs w:val="24"/>
              </w:rPr>
              <w:t>ol. 4)</w:t>
            </w:r>
          </w:p>
        </w:tc>
        <w:tc>
          <w:tcPr>
            <w:tcW w:w="626" w:type="pct"/>
          </w:tcPr>
          <w:p w:rsidR="00F0567A" w:rsidRPr="00F0567A" w:rsidRDefault="00F0567A" w:rsidP="00F0567A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 xml:space="preserve">Wartość brutto za zmówienie </w:t>
            </w:r>
            <w:r w:rsidRPr="00F0567A">
              <w:rPr>
                <w:b/>
                <w:color w:val="FF0000"/>
                <w:sz w:val="16"/>
                <w:szCs w:val="24"/>
              </w:rPr>
              <w:t>PRAWO OPCJI</w:t>
            </w:r>
          </w:p>
          <w:p w:rsidR="00F0567A" w:rsidRPr="00F0567A" w:rsidRDefault="00F0567A" w:rsidP="00F0567A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 xml:space="preserve">w zł </w:t>
            </w:r>
          </w:p>
          <w:p w:rsidR="00F0567A" w:rsidRPr="00F0567A" w:rsidRDefault="00F0567A" w:rsidP="00F0567A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6779B9">
              <w:rPr>
                <w:b/>
                <w:color w:val="000000"/>
                <w:sz w:val="14"/>
                <w:szCs w:val="24"/>
              </w:rPr>
              <w:t>(kol. 3 x kol. 4)</w:t>
            </w:r>
          </w:p>
        </w:tc>
        <w:tc>
          <w:tcPr>
            <w:tcW w:w="700" w:type="pct"/>
          </w:tcPr>
          <w:p w:rsidR="00F0567A" w:rsidRPr="00F0567A" w:rsidRDefault="00F0567A" w:rsidP="00F0567A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>RAZEM</w:t>
            </w:r>
          </w:p>
          <w:p w:rsidR="00F0567A" w:rsidRPr="00F0567A" w:rsidRDefault="00F0567A" w:rsidP="00F0567A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>Zamówienie podstawowe</w:t>
            </w:r>
          </w:p>
          <w:p w:rsidR="00F0567A" w:rsidRPr="00F0567A" w:rsidRDefault="00F0567A" w:rsidP="00F0567A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 xml:space="preserve">+ </w:t>
            </w:r>
          </w:p>
          <w:p w:rsidR="00F0567A" w:rsidRPr="00F0567A" w:rsidRDefault="00F0567A" w:rsidP="00F0567A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>Zamówienie prawo opcji</w:t>
            </w:r>
          </w:p>
          <w:p w:rsidR="00F0567A" w:rsidRPr="00F0567A" w:rsidRDefault="00F0567A" w:rsidP="00F0567A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>(kol. 6 +kol.7)</w:t>
            </w:r>
          </w:p>
        </w:tc>
      </w:tr>
      <w:tr w:rsidR="00F0567A" w:rsidRPr="00317F01" w:rsidTr="006779B9">
        <w:trPr>
          <w:trHeight w:val="221"/>
          <w:jc w:val="center"/>
        </w:trPr>
        <w:tc>
          <w:tcPr>
            <w:tcW w:w="248" w:type="pct"/>
            <w:shd w:val="clear" w:color="auto" w:fill="auto"/>
            <w:vAlign w:val="center"/>
          </w:tcPr>
          <w:p w:rsidR="00F0567A" w:rsidRPr="00F864D8" w:rsidRDefault="00F0567A" w:rsidP="00F864D8">
            <w:pPr>
              <w:jc w:val="center"/>
              <w:rPr>
                <w:b/>
                <w:color w:val="000000"/>
                <w:szCs w:val="24"/>
              </w:rPr>
            </w:pPr>
            <w:r w:rsidRPr="00F864D8">
              <w:rPr>
                <w:b/>
                <w:color w:val="000000"/>
                <w:szCs w:val="24"/>
              </w:rPr>
              <w:t>1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F0567A" w:rsidRPr="00F864D8" w:rsidRDefault="00F0567A" w:rsidP="00F864D8">
            <w:pPr>
              <w:jc w:val="center"/>
              <w:rPr>
                <w:b/>
                <w:color w:val="000000"/>
                <w:szCs w:val="24"/>
              </w:rPr>
            </w:pPr>
            <w:r w:rsidRPr="00F864D8">
              <w:rPr>
                <w:b/>
                <w:color w:val="000000"/>
                <w:szCs w:val="24"/>
              </w:rPr>
              <w:t>2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0567A" w:rsidRPr="00F864D8" w:rsidRDefault="00F0567A" w:rsidP="00F864D8">
            <w:pPr>
              <w:jc w:val="center"/>
              <w:rPr>
                <w:b/>
                <w:color w:val="000000"/>
                <w:szCs w:val="24"/>
              </w:rPr>
            </w:pPr>
            <w:r w:rsidRPr="00F864D8">
              <w:rPr>
                <w:b/>
                <w:color w:val="000000"/>
                <w:szCs w:val="24"/>
              </w:rPr>
              <w:t>3</w:t>
            </w:r>
          </w:p>
        </w:tc>
        <w:tc>
          <w:tcPr>
            <w:tcW w:w="816" w:type="pct"/>
            <w:shd w:val="clear" w:color="auto" w:fill="auto"/>
            <w:vAlign w:val="center"/>
          </w:tcPr>
          <w:p w:rsidR="00F0567A" w:rsidRPr="00F864D8" w:rsidRDefault="00F0567A" w:rsidP="00F864D8">
            <w:pPr>
              <w:jc w:val="center"/>
              <w:rPr>
                <w:b/>
                <w:color w:val="000000"/>
                <w:szCs w:val="24"/>
              </w:rPr>
            </w:pPr>
            <w:r w:rsidRPr="00F864D8">
              <w:rPr>
                <w:b/>
                <w:color w:val="000000"/>
                <w:szCs w:val="24"/>
              </w:rPr>
              <w:t>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F0567A" w:rsidRPr="00F864D8" w:rsidRDefault="00F0567A" w:rsidP="00F864D8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5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F0567A" w:rsidRPr="00F864D8" w:rsidRDefault="00F0567A" w:rsidP="00F864D8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6</w:t>
            </w:r>
          </w:p>
        </w:tc>
        <w:tc>
          <w:tcPr>
            <w:tcW w:w="626" w:type="pct"/>
          </w:tcPr>
          <w:p w:rsidR="00F0567A" w:rsidRDefault="00F0567A" w:rsidP="00F864D8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7</w:t>
            </w:r>
          </w:p>
        </w:tc>
        <w:tc>
          <w:tcPr>
            <w:tcW w:w="700" w:type="pct"/>
          </w:tcPr>
          <w:p w:rsidR="00F0567A" w:rsidRDefault="00F0567A" w:rsidP="00F864D8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8</w:t>
            </w:r>
          </w:p>
        </w:tc>
      </w:tr>
      <w:tr w:rsidR="00F0567A" w:rsidRPr="00317F01" w:rsidTr="006779B9">
        <w:trPr>
          <w:trHeight w:val="1116"/>
          <w:jc w:val="center"/>
        </w:trPr>
        <w:tc>
          <w:tcPr>
            <w:tcW w:w="248" w:type="pct"/>
            <w:shd w:val="clear" w:color="auto" w:fill="auto"/>
            <w:vAlign w:val="center"/>
          </w:tcPr>
          <w:p w:rsidR="00F0567A" w:rsidRPr="00F864D8" w:rsidRDefault="00F0567A" w:rsidP="00F864D8">
            <w:pPr>
              <w:jc w:val="center"/>
              <w:rPr>
                <w:color w:val="000000"/>
                <w:szCs w:val="24"/>
              </w:rPr>
            </w:pPr>
            <w:r w:rsidRPr="00F864D8">
              <w:rPr>
                <w:color w:val="000000"/>
                <w:szCs w:val="24"/>
              </w:rPr>
              <w:t>1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F0567A" w:rsidRPr="00F0567A" w:rsidRDefault="00F0567A" w:rsidP="00F0567A">
            <w:pPr>
              <w:rPr>
                <w:color w:val="000000"/>
                <w:sz w:val="18"/>
                <w:szCs w:val="24"/>
              </w:rPr>
            </w:pPr>
            <w:r w:rsidRPr="00F0567A">
              <w:rPr>
                <w:color w:val="000000"/>
                <w:sz w:val="18"/>
                <w:szCs w:val="24"/>
              </w:rPr>
              <w:t xml:space="preserve">wykaszanie nawierzchni darniowej na wysokość 5 – 10 cm w terenie niezadrzewionym, zgrabienie i zebranie w bele lub pakiety masy roślinnej po każdym pokosie 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0567A" w:rsidRPr="00F864D8" w:rsidRDefault="00F0567A" w:rsidP="00F864D8">
            <w:pPr>
              <w:jc w:val="center"/>
              <w:rPr>
                <w:color w:val="000000"/>
                <w:szCs w:val="24"/>
              </w:rPr>
            </w:pPr>
            <w:r w:rsidRPr="00F864D8">
              <w:rPr>
                <w:color w:val="000000"/>
                <w:szCs w:val="24"/>
              </w:rPr>
              <w:t>258,00</w:t>
            </w:r>
          </w:p>
        </w:tc>
        <w:tc>
          <w:tcPr>
            <w:tcW w:w="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567A" w:rsidRPr="00F864D8" w:rsidRDefault="00F0567A" w:rsidP="00F864D8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:rsidR="00F0567A" w:rsidRPr="00F864D8" w:rsidRDefault="00F0567A" w:rsidP="00F864D8">
            <w:pPr>
              <w:jc w:val="center"/>
              <w:rPr>
                <w:color w:val="000000"/>
                <w:szCs w:val="24"/>
              </w:rPr>
            </w:pPr>
            <w:r w:rsidRPr="00F864D8">
              <w:rPr>
                <w:color w:val="000000"/>
                <w:szCs w:val="24"/>
              </w:rPr>
              <w:t>8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F0567A" w:rsidRPr="00F864D8" w:rsidRDefault="00F0567A" w:rsidP="00F864D8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626" w:type="pct"/>
          </w:tcPr>
          <w:p w:rsidR="00F0567A" w:rsidRPr="00F864D8" w:rsidRDefault="00F0567A" w:rsidP="00F864D8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700" w:type="pct"/>
          </w:tcPr>
          <w:p w:rsidR="00F0567A" w:rsidRPr="00F864D8" w:rsidRDefault="00F0567A" w:rsidP="00F864D8">
            <w:pPr>
              <w:jc w:val="center"/>
              <w:rPr>
                <w:color w:val="000000"/>
                <w:szCs w:val="24"/>
              </w:rPr>
            </w:pPr>
          </w:p>
        </w:tc>
      </w:tr>
      <w:tr w:rsidR="00F0567A" w:rsidRPr="00317F01" w:rsidTr="006779B9">
        <w:trPr>
          <w:trHeight w:val="442"/>
          <w:jc w:val="center"/>
        </w:trPr>
        <w:tc>
          <w:tcPr>
            <w:tcW w:w="248" w:type="pct"/>
            <w:shd w:val="clear" w:color="auto" w:fill="auto"/>
            <w:vAlign w:val="center"/>
          </w:tcPr>
          <w:p w:rsidR="00F0567A" w:rsidRPr="00F864D8" w:rsidRDefault="00F0567A" w:rsidP="00F864D8">
            <w:pPr>
              <w:jc w:val="center"/>
              <w:rPr>
                <w:color w:val="000000"/>
                <w:szCs w:val="24"/>
              </w:rPr>
            </w:pPr>
            <w:r w:rsidRPr="00F864D8">
              <w:rPr>
                <w:color w:val="000000"/>
                <w:szCs w:val="24"/>
              </w:rPr>
              <w:t>2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F0567A" w:rsidRPr="00F0567A" w:rsidRDefault="00F0567A" w:rsidP="00F0567A">
            <w:pPr>
              <w:rPr>
                <w:color w:val="000000"/>
                <w:sz w:val="18"/>
                <w:szCs w:val="24"/>
              </w:rPr>
            </w:pPr>
            <w:r w:rsidRPr="00F0567A">
              <w:rPr>
                <w:color w:val="000000"/>
                <w:sz w:val="18"/>
                <w:szCs w:val="24"/>
              </w:rPr>
              <w:t>Wywóz całości zebranej masy roślinnej z terenu lotniska.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0567A" w:rsidRPr="00F864D8" w:rsidRDefault="00F0567A" w:rsidP="00F864D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 usługa</w:t>
            </w:r>
          </w:p>
        </w:tc>
        <w:tc>
          <w:tcPr>
            <w:tcW w:w="816" w:type="pct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F0567A" w:rsidRPr="00F864D8" w:rsidRDefault="00F0567A" w:rsidP="00F864D8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:rsidR="00F0567A" w:rsidRPr="00F864D8" w:rsidRDefault="00F0567A" w:rsidP="00F864D8">
            <w:pPr>
              <w:jc w:val="center"/>
              <w:rPr>
                <w:color w:val="000000"/>
                <w:szCs w:val="24"/>
              </w:rPr>
            </w:pPr>
            <w:r w:rsidRPr="00F864D8">
              <w:rPr>
                <w:color w:val="000000"/>
                <w:szCs w:val="24"/>
              </w:rPr>
              <w:t>23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F0567A" w:rsidRPr="00F864D8" w:rsidRDefault="00F0567A" w:rsidP="00F864D8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626" w:type="pct"/>
          </w:tcPr>
          <w:p w:rsidR="00F0567A" w:rsidRPr="00F864D8" w:rsidRDefault="00F0567A" w:rsidP="00F864D8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700" w:type="pct"/>
          </w:tcPr>
          <w:p w:rsidR="00F0567A" w:rsidRPr="00F864D8" w:rsidRDefault="00F0567A" w:rsidP="00F864D8">
            <w:pPr>
              <w:jc w:val="center"/>
              <w:rPr>
                <w:color w:val="000000"/>
                <w:szCs w:val="24"/>
              </w:rPr>
            </w:pPr>
          </w:p>
        </w:tc>
      </w:tr>
      <w:tr w:rsidR="00F0567A" w:rsidRPr="00317F01" w:rsidTr="00175B43">
        <w:trPr>
          <w:trHeight w:val="263"/>
          <w:jc w:val="center"/>
        </w:trPr>
        <w:tc>
          <w:tcPr>
            <w:tcW w:w="3049" w:type="pct"/>
            <w:gridSpan w:val="5"/>
            <w:shd w:val="clear" w:color="auto" w:fill="auto"/>
            <w:vAlign w:val="center"/>
          </w:tcPr>
          <w:p w:rsidR="00175B43" w:rsidRDefault="00F0567A" w:rsidP="00F864D8">
            <w:pPr>
              <w:jc w:val="center"/>
              <w:rPr>
                <w:b/>
                <w:color w:val="000000"/>
                <w:sz w:val="22"/>
                <w:szCs w:val="24"/>
              </w:rPr>
            </w:pPr>
            <w:r>
              <w:rPr>
                <w:b/>
                <w:color w:val="000000"/>
                <w:sz w:val="22"/>
                <w:szCs w:val="24"/>
              </w:rPr>
              <w:t xml:space="preserve">Całkowita wartość brutto w zł </w:t>
            </w:r>
          </w:p>
          <w:p w:rsidR="00F0567A" w:rsidRPr="00F864D8" w:rsidRDefault="00F0567A" w:rsidP="00F864D8">
            <w:pPr>
              <w:jc w:val="center"/>
              <w:rPr>
                <w:color w:val="000000"/>
                <w:szCs w:val="24"/>
              </w:rPr>
            </w:pPr>
            <w:r>
              <w:rPr>
                <w:b/>
                <w:color w:val="000000"/>
                <w:sz w:val="22"/>
                <w:szCs w:val="24"/>
              </w:rPr>
              <w:t>(suma pozycji od 1 do 2)</w:t>
            </w:r>
          </w:p>
        </w:tc>
        <w:tc>
          <w:tcPr>
            <w:tcW w:w="625" w:type="pct"/>
            <w:shd w:val="clear" w:color="auto" w:fill="DEEAF6" w:themeFill="accent1" w:themeFillTint="33"/>
            <w:vAlign w:val="center"/>
          </w:tcPr>
          <w:p w:rsidR="00F0567A" w:rsidRPr="00F32D67" w:rsidRDefault="00F0567A" w:rsidP="00F864D8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26" w:type="pct"/>
            <w:shd w:val="clear" w:color="auto" w:fill="DEEAF6" w:themeFill="accent1" w:themeFillTint="33"/>
          </w:tcPr>
          <w:p w:rsidR="00F0567A" w:rsidRPr="00F32D67" w:rsidRDefault="00F0567A" w:rsidP="00F864D8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shd w:val="clear" w:color="auto" w:fill="DEEAF6" w:themeFill="accent1" w:themeFillTint="33"/>
          </w:tcPr>
          <w:p w:rsidR="00F0567A" w:rsidRPr="00F32D67" w:rsidRDefault="00F0567A" w:rsidP="00F864D8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014EFF" w:rsidRPr="00014EFF" w:rsidRDefault="00014EFF" w:rsidP="00014EFF">
      <w:pPr>
        <w:jc w:val="both"/>
        <w:rPr>
          <w:b/>
          <w:color w:val="FF0000"/>
        </w:rPr>
      </w:pPr>
      <w:r w:rsidRPr="00014EFF">
        <w:rPr>
          <w:b/>
          <w:color w:val="FF0000"/>
        </w:rPr>
        <w:t>UWAGA:</w:t>
      </w:r>
    </w:p>
    <w:p w:rsidR="00014EFF" w:rsidRPr="00014EFF" w:rsidRDefault="00014EFF" w:rsidP="00014EFF">
      <w:pPr>
        <w:jc w:val="both"/>
        <w:rPr>
          <w:b/>
          <w:color w:val="FF0000"/>
        </w:rPr>
      </w:pPr>
      <w:r w:rsidRPr="00014EFF">
        <w:rPr>
          <w:b/>
          <w:color w:val="FF0000"/>
        </w:rPr>
        <w:t>Zamawiający zastrzega aby żadna pozycja wskazana w tabeli nie została określona wartością 0,00 zł.</w:t>
      </w:r>
    </w:p>
    <w:p w:rsidR="00CF2AB2" w:rsidRPr="00014EFF" w:rsidRDefault="00014EFF" w:rsidP="00014EFF">
      <w:pPr>
        <w:jc w:val="both"/>
        <w:rPr>
          <w:b/>
          <w:color w:val="FF0000"/>
        </w:rPr>
      </w:pPr>
      <w:r w:rsidRPr="00014EFF">
        <w:rPr>
          <w:b/>
          <w:color w:val="FF0000"/>
        </w:rPr>
        <w:t xml:space="preserve">Brak wyceny lub wartość 0,00 zł skutkować będzie odrzuceniem oferty.  </w:t>
      </w:r>
    </w:p>
    <w:p w:rsidR="00F0567A" w:rsidRPr="00014EFF" w:rsidRDefault="00F0567A" w:rsidP="00F0567A">
      <w:pPr>
        <w:jc w:val="both"/>
        <w:rPr>
          <w:b/>
          <w:color w:val="FF0000"/>
        </w:rPr>
      </w:pPr>
      <w:r w:rsidRPr="006F77EE">
        <w:rPr>
          <w:b/>
          <w:color w:val="FF0000"/>
        </w:rPr>
        <w:t>W przypadku skorzystania przez Zamawiającego z prawa opcji, Wykonawcy będzie się należeć dodatkowe wynagrodzenie jak dla zamówienia podstawowego</w:t>
      </w:r>
      <w:r>
        <w:rPr>
          <w:b/>
          <w:color w:val="FF0000"/>
        </w:rPr>
        <w:t>.</w:t>
      </w:r>
    </w:p>
    <w:p w:rsidR="00F32D67" w:rsidRDefault="00F32D67" w:rsidP="00CF7D00">
      <w:pPr>
        <w:jc w:val="both"/>
        <w:rPr>
          <w:b/>
          <w:color w:val="FF0000"/>
          <w:sz w:val="22"/>
        </w:rPr>
      </w:pPr>
    </w:p>
    <w:p w:rsidR="000120AF" w:rsidRPr="00F864D8" w:rsidRDefault="00317F01" w:rsidP="00CF7D00">
      <w:pPr>
        <w:jc w:val="both"/>
        <w:rPr>
          <w:b/>
          <w:color w:val="000000"/>
          <w:sz w:val="22"/>
        </w:rPr>
      </w:pPr>
      <w:r w:rsidRPr="00F864D8">
        <w:rPr>
          <w:b/>
          <w:color w:val="000000"/>
          <w:sz w:val="22"/>
        </w:rPr>
        <w:t>CZĘŚĆ NR 2 – Usługa agrotechniczna: jednokrotne koszenie nawierzchni darniowej, zgrabienie, zebranie w bele lub pakiety oraz wywiezienie całości  masy roślinnej z terenu lotniska 49.BLot. w Pruszczu Gdańskim</w:t>
      </w:r>
    </w:p>
    <w:p w:rsidR="00F32D67" w:rsidRDefault="00F32D67" w:rsidP="00CF7D00">
      <w:pPr>
        <w:jc w:val="both"/>
        <w:rPr>
          <w:b/>
          <w:color w:val="FF0000"/>
          <w:sz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"/>
        <w:gridCol w:w="2318"/>
        <w:gridCol w:w="687"/>
        <w:gridCol w:w="1151"/>
        <w:gridCol w:w="554"/>
        <w:gridCol w:w="1354"/>
        <w:gridCol w:w="1325"/>
        <w:gridCol w:w="1219"/>
      </w:tblGrid>
      <w:tr w:rsidR="00F0567A" w:rsidRPr="00317F01" w:rsidTr="00F0567A">
        <w:trPr>
          <w:jc w:val="center"/>
        </w:trPr>
        <w:tc>
          <w:tcPr>
            <w:tcW w:w="249" w:type="pct"/>
            <w:shd w:val="clear" w:color="auto" w:fill="auto"/>
            <w:vAlign w:val="center"/>
          </w:tcPr>
          <w:p w:rsidR="00F0567A" w:rsidRPr="00F0567A" w:rsidRDefault="00F0567A" w:rsidP="00F32D67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>Lp.</w:t>
            </w:r>
          </w:p>
        </w:tc>
        <w:tc>
          <w:tcPr>
            <w:tcW w:w="1280" w:type="pct"/>
            <w:shd w:val="clear" w:color="auto" w:fill="auto"/>
            <w:vAlign w:val="center"/>
          </w:tcPr>
          <w:p w:rsidR="00F0567A" w:rsidRPr="00F0567A" w:rsidRDefault="00F0567A" w:rsidP="00F32D67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>Opis wykonywanych prac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F0567A" w:rsidRPr="00F0567A" w:rsidRDefault="00F0567A" w:rsidP="00F32D67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>Areał</w:t>
            </w:r>
          </w:p>
          <w:p w:rsidR="00F0567A" w:rsidRPr="00F0567A" w:rsidRDefault="00F0567A" w:rsidP="00F32D67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>(ha)/ szt.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F0567A" w:rsidRPr="00F0567A" w:rsidRDefault="00F0567A" w:rsidP="00F32D67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>Wartość jednostkowa brutto w zł za  1 areał (hektar)</w:t>
            </w:r>
          </w:p>
          <w:p w:rsidR="00F0567A" w:rsidRPr="00F0567A" w:rsidRDefault="00F0567A" w:rsidP="00F32D67">
            <w:pPr>
              <w:jc w:val="center"/>
              <w:rPr>
                <w:b/>
                <w:color w:val="000000"/>
                <w:sz w:val="16"/>
                <w:szCs w:val="24"/>
              </w:rPr>
            </w:pPr>
          </w:p>
        </w:tc>
        <w:tc>
          <w:tcPr>
            <w:tcW w:w="306" w:type="pct"/>
            <w:shd w:val="clear" w:color="auto" w:fill="auto"/>
            <w:vAlign w:val="center"/>
          </w:tcPr>
          <w:p w:rsidR="00F0567A" w:rsidRPr="00F0567A" w:rsidRDefault="00F0567A" w:rsidP="00F32D67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>VAT</w:t>
            </w:r>
          </w:p>
          <w:p w:rsidR="00F0567A" w:rsidRPr="00F0567A" w:rsidRDefault="00F0567A" w:rsidP="00F32D67">
            <w:pPr>
              <w:spacing w:line="360" w:lineRule="auto"/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>(%)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175B43" w:rsidRDefault="00F0567A" w:rsidP="00F32D67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 xml:space="preserve">Wartość brutto za zamówienie podstawowe </w:t>
            </w:r>
          </w:p>
          <w:p w:rsidR="00F0567A" w:rsidRPr="00F0567A" w:rsidRDefault="00F0567A" w:rsidP="00F32D67">
            <w:pPr>
              <w:jc w:val="center"/>
              <w:rPr>
                <w:b/>
                <w:color w:val="000000"/>
                <w:sz w:val="16"/>
                <w:szCs w:val="24"/>
              </w:rPr>
            </w:pPr>
            <w:bookmarkStart w:id="0" w:name="_GoBack"/>
            <w:bookmarkEnd w:id="0"/>
            <w:r w:rsidRPr="00F0567A">
              <w:rPr>
                <w:b/>
                <w:color w:val="000000"/>
                <w:sz w:val="16"/>
                <w:szCs w:val="24"/>
              </w:rPr>
              <w:t xml:space="preserve">w zł </w:t>
            </w:r>
          </w:p>
          <w:p w:rsidR="00F0567A" w:rsidRPr="00F0567A" w:rsidRDefault="00F0567A" w:rsidP="00F32D67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>(kol. 3 x kol. 4)</w:t>
            </w:r>
          </w:p>
        </w:tc>
        <w:tc>
          <w:tcPr>
            <w:tcW w:w="731" w:type="pct"/>
          </w:tcPr>
          <w:p w:rsidR="00F0567A" w:rsidRPr="00F0567A" w:rsidRDefault="00F0567A" w:rsidP="006F77EE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 xml:space="preserve">Wartość brutto za zmówienie </w:t>
            </w:r>
            <w:r w:rsidRPr="00F0567A">
              <w:rPr>
                <w:b/>
                <w:color w:val="FF0000"/>
                <w:sz w:val="16"/>
                <w:szCs w:val="24"/>
              </w:rPr>
              <w:t>PRAWO OPCJI</w:t>
            </w:r>
          </w:p>
          <w:p w:rsidR="00F0567A" w:rsidRPr="00F0567A" w:rsidRDefault="00F0567A" w:rsidP="006F77EE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 xml:space="preserve">w zł </w:t>
            </w:r>
          </w:p>
          <w:p w:rsidR="00F0567A" w:rsidRPr="00F0567A" w:rsidRDefault="00F0567A" w:rsidP="006F77EE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>(kol. 3 x kol. 4)</w:t>
            </w:r>
          </w:p>
        </w:tc>
        <w:tc>
          <w:tcPr>
            <w:tcW w:w="673" w:type="pct"/>
          </w:tcPr>
          <w:p w:rsidR="00F0567A" w:rsidRPr="00F0567A" w:rsidRDefault="00F0567A" w:rsidP="006F77EE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>RAZEM</w:t>
            </w:r>
          </w:p>
          <w:p w:rsidR="00F0567A" w:rsidRPr="00F0567A" w:rsidRDefault="00F0567A" w:rsidP="006F77EE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>Zamówienie podstawowe</w:t>
            </w:r>
          </w:p>
          <w:p w:rsidR="00F0567A" w:rsidRPr="00F0567A" w:rsidRDefault="00F0567A" w:rsidP="006F77EE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 xml:space="preserve">+ </w:t>
            </w:r>
          </w:p>
          <w:p w:rsidR="00F0567A" w:rsidRPr="00F0567A" w:rsidRDefault="00F0567A" w:rsidP="006F77EE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>Zamówienie prawo opcji</w:t>
            </w:r>
          </w:p>
          <w:p w:rsidR="00F0567A" w:rsidRPr="00F0567A" w:rsidRDefault="00F0567A" w:rsidP="006F77EE">
            <w:pPr>
              <w:jc w:val="center"/>
              <w:rPr>
                <w:b/>
                <w:color w:val="000000"/>
                <w:sz w:val="16"/>
                <w:szCs w:val="24"/>
              </w:rPr>
            </w:pPr>
            <w:r w:rsidRPr="00F0567A">
              <w:rPr>
                <w:b/>
                <w:color w:val="000000"/>
                <w:sz w:val="16"/>
                <w:szCs w:val="24"/>
              </w:rPr>
              <w:t>(kol. 6 +kol.7)</w:t>
            </w:r>
          </w:p>
        </w:tc>
      </w:tr>
      <w:tr w:rsidR="00F0567A" w:rsidRPr="00317F01" w:rsidTr="00F0567A">
        <w:trPr>
          <w:jc w:val="center"/>
        </w:trPr>
        <w:tc>
          <w:tcPr>
            <w:tcW w:w="249" w:type="pct"/>
            <w:shd w:val="clear" w:color="auto" w:fill="auto"/>
            <w:vAlign w:val="center"/>
          </w:tcPr>
          <w:p w:rsidR="00F0567A" w:rsidRPr="00F0567A" w:rsidRDefault="00F0567A" w:rsidP="00F864D8">
            <w:pPr>
              <w:jc w:val="center"/>
              <w:rPr>
                <w:b/>
                <w:color w:val="000000"/>
                <w:sz w:val="18"/>
                <w:szCs w:val="24"/>
              </w:rPr>
            </w:pPr>
            <w:r w:rsidRPr="00F0567A">
              <w:rPr>
                <w:b/>
                <w:color w:val="000000"/>
                <w:sz w:val="18"/>
                <w:szCs w:val="24"/>
              </w:rPr>
              <w:t>1</w:t>
            </w:r>
          </w:p>
        </w:tc>
        <w:tc>
          <w:tcPr>
            <w:tcW w:w="1280" w:type="pct"/>
            <w:shd w:val="clear" w:color="auto" w:fill="auto"/>
            <w:vAlign w:val="center"/>
          </w:tcPr>
          <w:p w:rsidR="00F0567A" w:rsidRPr="00F0567A" w:rsidRDefault="00F0567A" w:rsidP="00F864D8">
            <w:pPr>
              <w:jc w:val="center"/>
              <w:rPr>
                <w:b/>
                <w:color w:val="000000"/>
                <w:sz w:val="18"/>
                <w:szCs w:val="24"/>
              </w:rPr>
            </w:pPr>
            <w:r w:rsidRPr="00F0567A">
              <w:rPr>
                <w:b/>
                <w:color w:val="000000"/>
                <w:sz w:val="18"/>
                <w:szCs w:val="24"/>
              </w:rPr>
              <w:t>2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F0567A" w:rsidRPr="00F0567A" w:rsidRDefault="00F0567A" w:rsidP="00F864D8">
            <w:pPr>
              <w:jc w:val="center"/>
              <w:rPr>
                <w:b/>
                <w:color w:val="000000"/>
                <w:sz w:val="18"/>
                <w:szCs w:val="24"/>
              </w:rPr>
            </w:pPr>
            <w:r w:rsidRPr="00F0567A">
              <w:rPr>
                <w:b/>
                <w:color w:val="000000"/>
                <w:sz w:val="18"/>
                <w:szCs w:val="24"/>
              </w:rPr>
              <w:t>3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F0567A" w:rsidRPr="00F0567A" w:rsidRDefault="00F0567A" w:rsidP="00F864D8">
            <w:pPr>
              <w:jc w:val="center"/>
              <w:rPr>
                <w:b/>
                <w:color w:val="000000"/>
                <w:sz w:val="18"/>
                <w:szCs w:val="24"/>
              </w:rPr>
            </w:pPr>
            <w:r w:rsidRPr="00F0567A">
              <w:rPr>
                <w:b/>
                <w:color w:val="000000"/>
                <w:sz w:val="18"/>
                <w:szCs w:val="24"/>
              </w:rPr>
              <w:t>4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F0567A" w:rsidRPr="00F0567A" w:rsidRDefault="00F0567A" w:rsidP="00F864D8">
            <w:pPr>
              <w:jc w:val="center"/>
              <w:rPr>
                <w:b/>
                <w:color w:val="000000"/>
                <w:sz w:val="18"/>
                <w:szCs w:val="24"/>
              </w:rPr>
            </w:pPr>
            <w:r w:rsidRPr="00F0567A">
              <w:rPr>
                <w:b/>
                <w:color w:val="000000"/>
                <w:sz w:val="18"/>
                <w:szCs w:val="24"/>
              </w:rPr>
              <w:t>5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F0567A" w:rsidRPr="00F0567A" w:rsidRDefault="00F0567A" w:rsidP="00F864D8">
            <w:pPr>
              <w:jc w:val="center"/>
              <w:rPr>
                <w:b/>
                <w:color w:val="000000"/>
                <w:sz w:val="18"/>
                <w:szCs w:val="24"/>
              </w:rPr>
            </w:pPr>
            <w:r w:rsidRPr="00F0567A">
              <w:rPr>
                <w:b/>
                <w:color w:val="000000"/>
                <w:sz w:val="18"/>
                <w:szCs w:val="24"/>
              </w:rPr>
              <w:t>6</w:t>
            </w:r>
          </w:p>
        </w:tc>
        <w:tc>
          <w:tcPr>
            <w:tcW w:w="731" w:type="pct"/>
          </w:tcPr>
          <w:p w:rsidR="00F0567A" w:rsidRPr="00F0567A" w:rsidRDefault="00F0567A" w:rsidP="00F864D8">
            <w:pPr>
              <w:jc w:val="center"/>
              <w:rPr>
                <w:b/>
                <w:color w:val="000000"/>
                <w:sz w:val="18"/>
                <w:szCs w:val="24"/>
              </w:rPr>
            </w:pPr>
            <w:r w:rsidRPr="00F0567A">
              <w:rPr>
                <w:b/>
                <w:color w:val="000000"/>
                <w:sz w:val="18"/>
                <w:szCs w:val="24"/>
              </w:rPr>
              <w:t>7</w:t>
            </w:r>
          </w:p>
        </w:tc>
        <w:tc>
          <w:tcPr>
            <w:tcW w:w="673" w:type="pct"/>
          </w:tcPr>
          <w:p w:rsidR="00F0567A" w:rsidRPr="00F0567A" w:rsidRDefault="00F0567A" w:rsidP="00F864D8">
            <w:pPr>
              <w:jc w:val="center"/>
              <w:rPr>
                <w:b/>
                <w:color w:val="000000"/>
                <w:sz w:val="18"/>
                <w:szCs w:val="24"/>
              </w:rPr>
            </w:pPr>
            <w:r>
              <w:rPr>
                <w:b/>
                <w:color w:val="000000"/>
                <w:sz w:val="18"/>
                <w:szCs w:val="24"/>
              </w:rPr>
              <w:t>8</w:t>
            </w:r>
          </w:p>
        </w:tc>
      </w:tr>
      <w:tr w:rsidR="00F0567A" w:rsidRPr="00317F01" w:rsidTr="00F0567A">
        <w:trPr>
          <w:jc w:val="center"/>
        </w:trPr>
        <w:tc>
          <w:tcPr>
            <w:tcW w:w="249" w:type="pct"/>
            <w:shd w:val="clear" w:color="auto" w:fill="auto"/>
            <w:vAlign w:val="center"/>
          </w:tcPr>
          <w:p w:rsidR="00F0567A" w:rsidRPr="00F0567A" w:rsidRDefault="00F0567A" w:rsidP="00F864D8">
            <w:pPr>
              <w:jc w:val="center"/>
              <w:rPr>
                <w:color w:val="000000"/>
                <w:sz w:val="18"/>
                <w:szCs w:val="24"/>
              </w:rPr>
            </w:pPr>
            <w:r w:rsidRPr="00F0567A">
              <w:rPr>
                <w:color w:val="000000"/>
                <w:sz w:val="18"/>
                <w:szCs w:val="24"/>
              </w:rPr>
              <w:t>1</w:t>
            </w:r>
          </w:p>
        </w:tc>
        <w:tc>
          <w:tcPr>
            <w:tcW w:w="1280" w:type="pct"/>
            <w:shd w:val="clear" w:color="auto" w:fill="auto"/>
            <w:vAlign w:val="center"/>
          </w:tcPr>
          <w:p w:rsidR="00F0567A" w:rsidRPr="00F0567A" w:rsidRDefault="00F0567A" w:rsidP="00F0567A">
            <w:pPr>
              <w:rPr>
                <w:color w:val="000000"/>
                <w:sz w:val="18"/>
                <w:szCs w:val="24"/>
              </w:rPr>
            </w:pPr>
            <w:r w:rsidRPr="00F0567A">
              <w:rPr>
                <w:color w:val="000000"/>
                <w:sz w:val="18"/>
                <w:szCs w:val="24"/>
              </w:rPr>
              <w:t xml:space="preserve">wykaszanie nawierzchni darniowej na wysokość 5 – 10 cm w terenie </w:t>
            </w:r>
            <w:r>
              <w:rPr>
                <w:color w:val="000000"/>
                <w:sz w:val="18"/>
                <w:szCs w:val="24"/>
              </w:rPr>
              <w:t>n</w:t>
            </w:r>
            <w:r w:rsidRPr="00F0567A">
              <w:rPr>
                <w:color w:val="000000"/>
                <w:sz w:val="18"/>
                <w:szCs w:val="24"/>
              </w:rPr>
              <w:t xml:space="preserve">iezadrzewionym, zgrabienie i zebranie w bele lub pakiety masy roślinnej po każdym pokosie 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F0567A" w:rsidRPr="00F0567A" w:rsidRDefault="00F0567A" w:rsidP="00F864D8">
            <w:pPr>
              <w:jc w:val="center"/>
              <w:rPr>
                <w:color w:val="000000"/>
                <w:sz w:val="18"/>
                <w:szCs w:val="24"/>
              </w:rPr>
            </w:pPr>
            <w:r w:rsidRPr="00F0567A">
              <w:rPr>
                <w:color w:val="000000"/>
                <w:sz w:val="18"/>
                <w:szCs w:val="24"/>
              </w:rPr>
              <w:t>103,0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567A" w:rsidRPr="00F0567A" w:rsidRDefault="00F0567A" w:rsidP="00F864D8">
            <w:pPr>
              <w:jc w:val="center"/>
              <w:rPr>
                <w:color w:val="000000"/>
                <w:sz w:val="18"/>
                <w:szCs w:val="24"/>
              </w:rPr>
            </w:pPr>
          </w:p>
        </w:tc>
        <w:tc>
          <w:tcPr>
            <w:tcW w:w="306" w:type="pct"/>
            <w:shd w:val="clear" w:color="auto" w:fill="auto"/>
            <w:vAlign w:val="center"/>
          </w:tcPr>
          <w:p w:rsidR="00F0567A" w:rsidRPr="00F0567A" w:rsidRDefault="00F0567A" w:rsidP="00F864D8">
            <w:pPr>
              <w:jc w:val="center"/>
              <w:rPr>
                <w:color w:val="000000"/>
                <w:sz w:val="18"/>
                <w:szCs w:val="24"/>
              </w:rPr>
            </w:pPr>
            <w:r w:rsidRPr="00F0567A">
              <w:rPr>
                <w:color w:val="000000"/>
                <w:sz w:val="18"/>
                <w:szCs w:val="24"/>
              </w:rPr>
              <w:t>8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F0567A" w:rsidRPr="00F0567A" w:rsidRDefault="00F0567A" w:rsidP="00F864D8">
            <w:pPr>
              <w:jc w:val="center"/>
              <w:rPr>
                <w:color w:val="000000"/>
                <w:sz w:val="18"/>
                <w:szCs w:val="24"/>
              </w:rPr>
            </w:pPr>
          </w:p>
        </w:tc>
        <w:tc>
          <w:tcPr>
            <w:tcW w:w="731" w:type="pct"/>
          </w:tcPr>
          <w:p w:rsidR="00F0567A" w:rsidRPr="00F0567A" w:rsidRDefault="00F0567A" w:rsidP="00F864D8">
            <w:pPr>
              <w:jc w:val="center"/>
              <w:rPr>
                <w:color w:val="000000"/>
                <w:sz w:val="18"/>
                <w:szCs w:val="24"/>
              </w:rPr>
            </w:pPr>
          </w:p>
        </w:tc>
        <w:tc>
          <w:tcPr>
            <w:tcW w:w="673" w:type="pct"/>
          </w:tcPr>
          <w:p w:rsidR="00F0567A" w:rsidRPr="00F0567A" w:rsidRDefault="00F0567A" w:rsidP="00F864D8">
            <w:pPr>
              <w:jc w:val="center"/>
              <w:rPr>
                <w:color w:val="000000"/>
                <w:sz w:val="18"/>
                <w:szCs w:val="24"/>
              </w:rPr>
            </w:pPr>
          </w:p>
        </w:tc>
      </w:tr>
      <w:tr w:rsidR="00F0567A" w:rsidRPr="00317F01" w:rsidTr="00F0567A">
        <w:trPr>
          <w:jc w:val="center"/>
        </w:trPr>
        <w:tc>
          <w:tcPr>
            <w:tcW w:w="249" w:type="pct"/>
            <w:shd w:val="clear" w:color="auto" w:fill="auto"/>
            <w:vAlign w:val="center"/>
          </w:tcPr>
          <w:p w:rsidR="00F0567A" w:rsidRPr="00F0567A" w:rsidRDefault="00F0567A" w:rsidP="00F864D8">
            <w:pPr>
              <w:jc w:val="center"/>
              <w:rPr>
                <w:color w:val="000000"/>
                <w:sz w:val="18"/>
                <w:szCs w:val="24"/>
              </w:rPr>
            </w:pPr>
            <w:r w:rsidRPr="00F0567A">
              <w:rPr>
                <w:color w:val="000000"/>
                <w:sz w:val="18"/>
                <w:szCs w:val="24"/>
              </w:rPr>
              <w:t>2</w:t>
            </w:r>
          </w:p>
        </w:tc>
        <w:tc>
          <w:tcPr>
            <w:tcW w:w="1280" w:type="pct"/>
            <w:shd w:val="clear" w:color="auto" w:fill="auto"/>
            <w:vAlign w:val="center"/>
          </w:tcPr>
          <w:p w:rsidR="00F0567A" w:rsidRPr="00F0567A" w:rsidRDefault="00F0567A" w:rsidP="00F0567A">
            <w:pPr>
              <w:rPr>
                <w:color w:val="000000"/>
                <w:sz w:val="18"/>
                <w:szCs w:val="24"/>
              </w:rPr>
            </w:pPr>
            <w:r w:rsidRPr="00F0567A">
              <w:rPr>
                <w:color w:val="000000"/>
                <w:sz w:val="18"/>
                <w:szCs w:val="24"/>
              </w:rPr>
              <w:t>Wywóz całości zebranej masy roślinnej z terenu lotniska.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F0567A" w:rsidRPr="00F0567A" w:rsidRDefault="00F0567A" w:rsidP="00F864D8">
            <w:pPr>
              <w:jc w:val="center"/>
              <w:rPr>
                <w:color w:val="000000"/>
                <w:sz w:val="18"/>
                <w:szCs w:val="24"/>
              </w:rPr>
            </w:pPr>
            <w:r w:rsidRPr="00F0567A">
              <w:rPr>
                <w:color w:val="000000"/>
                <w:sz w:val="18"/>
                <w:szCs w:val="24"/>
              </w:rPr>
              <w:t>1 usługa</w:t>
            </w:r>
          </w:p>
        </w:tc>
        <w:tc>
          <w:tcPr>
            <w:tcW w:w="635" w:type="pct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F0567A" w:rsidRPr="00F0567A" w:rsidRDefault="00F0567A" w:rsidP="00F864D8">
            <w:pPr>
              <w:jc w:val="center"/>
              <w:rPr>
                <w:color w:val="000000"/>
                <w:sz w:val="18"/>
                <w:szCs w:val="24"/>
              </w:rPr>
            </w:pPr>
          </w:p>
        </w:tc>
        <w:tc>
          <w:tcPr>
            <w:tcW w:w="306" w:type="pct"/>
            <w:shd w:val="clear" w:color="auto" w:fill="auto"/>
            <w:vAlign w:val="center"/>
          </w:tcPr>
          <w:p w:rsidR="00F0567A" w:rsidRPr="00F0567A" w:rsidRDefault="00F0567A" w:rsidP="00F864D8">
            <w:pPr>
              <w:jc w:val="center"/>
              <w:rPr>
                <w:color w:val="000000"/>
                <w:sz w:val="18"/>
                <w:szCs w:val="24"/>
              </w:rPr>
            </w:pPr>
            <w:r w:rsidRPr="00F0567A">
              <w:rPr>
                <w:color w:val="000000"/>
                <w:sz w:val="18"/>
                <w:szCs w:val="24"/>
              </w:rPr>
              <w:t>23</w:t>
            </w:r>
          </w:p>
        </w:tc>
        <w:tc>
          <w:tcPr>
            <w:tcW w:w="747" w:type="pct"/>
            <w:shd w:val="clear" w:color="auto" w:fill="auto"/>
            <w:vAlign w:val="center"/>
          </w:tcPr>
          <w:p w:rsidR="00F0567A" w:rsidRPr="00F0567A" w:rsidRDefault="00F0567A" w:rsidP="00F864D8">
            <w:pPr>
              <w:jc w:val="center"/>
              <w:rPr>
                <w:color w:val="000000"/>
                <w:sz w:val="18"/>
                <w:szCs w:val="24"/>
              </w:rPr>
            </w:pPr>
          </w:p>
        </w:tc>
        <w:tc>
          <w:tcPr>
            <w:tcW w:w="731" w:type="pct"/>
          </w:tcPr>
          <w:p w:rsidR="00F0567A" w:rsidRPr="00F0567A" w:rsidRDefault="00F0567A" w:rsidP="00F864D8">
            <w:pPr>
              <w:jc w:val="center"/>
              <w:rPr>
                <w:color w:val="000000"/>
                <w:sz w:val="18"/>
                <w:szCs w:val="24"/>
              </w:rPr>
            </w:pPr>
          </w:p>
        </w:tc>
        <w:tc>
          <w:tcPr>
            <w:tcW w:w="673" w:type="pct"/>
          </w:tcPr>
          <w:p w:rsidR="00F0567A" w:rsidRPr="00F0567A" w:rsidRDefault="00F0567A" w:rsidP="00F864D8">
            <w:pPr>
              <w:jc w:val="center"/>
              <w:rPr>
                <w:color w:val="000000"/>
                <w:sz w:val="18"/>
                <w:szCs w:val="24"/>
              </w:rPr>
            </w:pPr>
          </w:p>
        </w:tc>
      </w:tr>
      <w:tr w:rsidR="00F0567A" w:rsidRPr="00317F01" w:rsidTr="00175B43">
        <w:trPr>
          <w:jc w:val="center"/>
        </w:trPr>
        <w:tc>
          <w:tcPr>
            <w:tcW w:w="2849" w:type="pct"/>
            <w:gridSpan w:val="5"/>
            <w:shd w:val="clear" w:color="auto" w:fill="auto"/>
            <w:vAlign w:val="center"/>
          </w:tcPr>
          <w:p w:rsidR="00F0567A" w:rsidRDefault="00F0567A" w:rsidP="00F32D67">
            <w:pPr>
              <w:jc w:val="center"/>
              <w:rPr>
                <w:b/>
                <w:color w:val="000000"/>
                <w:sz w:val="22"/>
                <w:szCs w:val="24"/>
              </w:rPr>
            </w:pPr>
            <w:r>
              <w:rPr>
                <w:b/>
                <w:color w:val="000000"/>
                <w:sz w:val="22"/>
                <w:szCs w:val="24"/>
              </w:rPr>
              <w:t xml:space="preserve">Całkowita wartość brutto w zł </w:t>
            </w:r>
          </w:p>
          <w:p w:rsidR="00F0567A" w:rsidRPr="00F864D8" w:rsidRDefault="00F0567A" w:rsidP="00F32D67">
            <w:pPr>
              <w:jc w:val="center"/>
              <w:rPr>
                <w:color w:val="000000"/>
                <w:szCs w:val="24"/>
              </w:rPr>
            </w:pPr>
            <w:r>
              <w:rPr>
                <w:b/>
                <w:color w:val="000000"/>
                <w:sz w:val="22"/>
                <w:szCs w:val="24"/>
              </w:rPr>
              <w:t>(suma pozycji od 1 do 2)</w:t>
            </w:r>
          </w:p>
        </w:tc>
        <w:tc>
          <w:tcPr>
            <w:tcW w:w="747" w:type="pct"/>
            <w:shd w:val="clear" w:color="auto" w:fill="DEEAF6" w:themeFill="accent1" w:themeFillTint="33"/>
            <w:vAlign w:val="center"/>
          </w:tcPr>
          <w:p w:rsidR="00F0567A" w:rsidRPr="00F32D67" w:rsidRDefault="00F0567A" w:rsidP="00F32D6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31" w:type="pct"/>
            <w:shd w:val="clear" w:color="auto" w:fill="DEEAF6" w:themeFill="accent1" w:themeFillTint="33"/>
          </w:tcPr>
          <w:p w:rsidR="00F0567A" w:rsidRPr="00F32D67" w:rsidRDefault="00F0567A" w:rsidP="00F32D6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73" w:type="pct"/>
            <w:shd w:val="clear" w:color="auto" w:fill="DEEAF6" w:themeFill="accent1" w:themeFillTint="33"/>
          </w:tcPr>
          <w:p w:rsidR="00F0567A" w:rsidRPr="00F32D67" w:rsidRDefault="00F0567A" w:rsidP="00F32D6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014EFF" w:rsidRPr="00014EFF" w:rsidRDefault="00FD541E" w:rsidP="00014EFF">
      <w:pPr>
        <w:jc w:val="both"/>
        <w:rPr>
          <w:b/>
          <w:color w:val="FF0000"/>
        </w:rPr>
      </w:pPr>
      <w:r>
        <w:rPr>
          <w:b/>
          <w:color w:val="FF0000"/>
        </w:rPr>
        <w:t xml:space="preserve"> </w:t>
      </w:r>
      <w:r w:rsidR="00014EFF" w:rsidRPr="00014EFF">
        <w:rPr>
          <w:b/>
          <w:color w:val="FF0000"/>
        </w:rPr>
        <w:t>UWAGA:</w:t>
      </w:r>
    </w:p>
    <w:p w:rsidR="00014EFF" w:rsidRPr="00014EFF" w:rsidRDefault="00014EFF" w:rsidP="00014EFF">
      <w:pPr>
        <w:jc w:val="both"/>
        <w:rPr>
          <w:b/>
          <w:color w:val="FF0000"/>
        </w:rPr>
      </w:pPr>
      <w:r w:rsidRPr="00014EFF">
        <w:rPr>
          <w:b/>
          <w:color w:val="FF0000"/>
        </w:rPr>
        <w:t>Zamawiający zastrzega aby żadna pozycja wskazana w tabeli nie została określona wartością 0,00 zł.</w:t>
      </w:r>
    </w:p>
    <w:p w:rsidR="00014EFF" w:rsidRDefault="00014EFF" w:rsidP="00014EFF">
      <w:pPr>
        <w:jc w:val="both"/>
        <w:rPr>
          <w:b/>
          <w:color w:val="FF0000"/>
        </w:rPr>
      </w:pPr>
      <w:r w:rsidRPr="00014EFF">
        <w:rPr>
          <w:b/>
          <w:color w:val="FF0000"/>
        </w:rPr>
        <w:t xml:space="preserve">Brak wyceny lub wartość 0,00 zł skutkować będzie odrzuceniem oferty.  </w:t>
      </w:r>
    </w:p>
    <w:p w:rsidR="00A76E34" w:rsidRPr="00014EFF" w:rsidRDefault="00A76E34" w:rsidP="00A76E34">
      <w:pPr>
        <w:jc w:val="both"/>
        <w:rPr>
          <w:b/>
          <w:color w:val="FF0000"/>
        </w:rPr>
      </w:pPr>
      <w:r w:rsidRPr="006F77EE">
        <w:rPr>
          <w:b/>
          <w:color w:val="FF0000"/>
        </w:rPr>
        <w:t>W przypadku skorzystania przez Zamawiającego z prawa opcji, Wykonawcy będzie się należeć dodatkowe wynagrodzenie jak dla zamówienia podstawowego</w:t>
      </w:r>
      <w:r>
        <w:rPr>
          <w:b/>
          <w:color w:val="FF0000"/>
        </w:rPr>
        <w:t>.</w:t>
      </w:r>
    </w:p>
    <w:p w:rsidR="0037372F" w:rsidRPr="00CF7D00" w:rsidRDefault="0037372F" w:rsidP="00CF7D00">
      <w:pPr>
        <w:jc w:val="both"/>
        <w:rPr>
          <w:b/>
          <w:color w:val="FF0000"/>
          <w:sz w:val="22"/>
        </w:rPr>
      </w:pPr>
    </w:p>
    <w:p w:rsidR="00290821" w:rsidRPr="0037372F" w:rsidRDefault="00290821" w:rsidP="0037372F">
      <w:pPr>
        <w:pStyle w:val="Akapitzlist"/>
        <w:numPr>
          <w:ilvl w:val="0"/>
          <w:numId w:val="18"/>
        </w:numPr>
        <w:ind w:left="426" w:hanging="426"/>
        <w:rPr>
          <w:b/>
          <w:sz w:val="24"/>
          <w:szCs w:val="24"/>
        </w:rPr>
      </w:pPr>
      <w:r w:rsidRPr="00C60F18">
        <w:rPr>
          <w:b/>
          <w:sz w:val="24"/>
          <w:szCs w:val="24"/>
        </w:rPr>
        <w:t xml:space="preserve">Oferuję/oferujemy </w:t>
      </w:r>
      <w:r w:rsidRPr="00C60F18">
        <w:rPr>
          <w:sz w:val="24"/>
          <w:szCs w:val="24"/>
        </w:rPr>
        <w:t>wykonanie p</w:t>
      </w:r>
      <w:r w:rsidR="0037372F">
        <w:rPr>
          <w:sz w:val="24"/>
          <w:szCs w:val="24"/>
        </w:rPr>
        <w:t>rzedmiotu zamówienia w terminie –</w:t>
      </w:r>
      <w:r w:rsidRPr="00C60F18">
        <w:rPr>
          <w:sz w:val="24"/>
          <w:szCs w:val="24"/>
        </w:rPr>
        <w:t xml:space="preserve"> </w:t>
      </w:r>
      <w:r w:rsidR="0037372F" w:rsidRPr="0037372F">
        <w:rPr>
          <w:b/>
          <w:sz w:val="24"/>
          <w:szCs w:val="24"/>
        </w:rPr>
        <w:t>dotyczy każdej części</w:t>
      </w:r>
      <w:r w:rsidR="0037372F">
        <w:rPr>
          <w:b/>
          <w:sz w:val="24"/>
          <w:szCs w:val="24"/>
        </w:rPr>
        <w:t>:</w:t>
      </w:r>
    </w:p>
    <w:p w:rsidR="00895B21" w:rsidRPr="00895B21" w:rsidRDefault="00895B21" w:rsidP="0037372F">
      <w:pPr>
        <w:numPr>
          <w:ilvl w:val="0"/>
          <w:numId w:val="23"/>
        </w:numPr>
        <w:autoSpaceDE w:val="0"/>
        <w:autoSpaceDN w:val="0"/>
        <w:adjustRightInd w:val="0"/>
        <w:rPr>
          <w:color w:val="000000"/>
          <w:sz w:val="22"/>
        </w:rPr>
      </w:pPr>
      <w:r w:rsidRPr="00895B21">
        <w:rPr>
          <w:b/>
          <w:bCs/>
          <w:color w:val="000000"/>
          <w:sz w:val="22"/>
        </w:rPr>
        <w:t xml:space="preserve">zamówienie podstawowe – od dnia 19.05.2025 r . do dnia 18.06.2025 r. </w:t>
      </w:r>
    </w:p>
    <w:p w:rsidR="00895B21" w:rsidRPr="005E4416" w:rsidRDefault="00895B21" w:rsidP="0037372F">
      <w:pPr>
        <w:numPr>
          <w:ilvl w:val="0"/>
          <w:numId w:val="23"/>
        </w:numPr>
        <w:autoSpaceDE w:val="0"/>
        <w:autoSpaceDN w:val="0"/>
        <w:adjustRightInd w:val="0"/>
        <w:rPr>
          <w:rFonts w:eastAsia="Calibri"/>
          <w:color w:val="000000"/>
        </w:rPr>
      </w:pPr>
      <w:r w:rsidRPr="00895B21">
        <w:rPr>
          <w:b/>
          <w:bCs/>
          <w:color w:val="000000"/>
          <w:sz w:val="22"/>
        </w:rPr>
        <w:t xml:space="preserve">zamówienie realizowane w ramach prawa opcji – od dnia 22.09.2025 r. do dnia 24.10.2025 </w:t>
      </w:r>
      <w:r w:rsidRPr="005E4416">
        <w:rPr>
          <w:b/>
          <w:bCs/>
          <w:color w:val="000000"/>
        </w:rPr>
        <w:t>r.</w:t>
      </w:r>
    </w:p>
    <w:p w:rsidR="00290821" w:rsidRPr="0037372F" w:rsidRDefault="00290821" w:rsidP="00290821">
      <w:pPr>
        <w:pStyle w:val="Akapitzlist"/>
        <w:spacing w:after="32"/>
        <w:ind w:right="16"/>
        <w:contextualSpacing/>
        <w:jc w:val="both"/>
        <w:rPr>
          <w:b/>
          <w:bCs/>
          <w:sz w:val="16"/>
          <w:szCs w:val="22"/>
        </w:rPr>
      </w:pPr>
    </w:p>
    <w:p w:rsidR="00EA2B3D" w:rsidRDefault="007E4BD1" w:rsidP="00290821">
      <w:pPr>
        <w:numPr>
          <w:ilvl w:val="0"/>
          <w:numId w:val="19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Wadium w kwocie:</w:t>
      </w:r>
    </w:p>
    <w:p w:rsidR="00EA2B3D" w:rsidRPr="00EA2B3D" w:rsidRDefault="00EA2B3D" w:rsidP="00EA2B3D">
      <w:pPr>
        <w:numPr>
          <w:ilvl w:val="0"/>
          <w:numId w:val="24"/>
        </w:numPr>
        <w:rPr>
          <w:color w:val="000000"/>
          <w:sz w:val="22"/>
          <w:szCs w:val="22"/>
        </w:rPr>
      </w:pPr>
      <w:r w:rsidRPr="00EA2B3D">
        <w:rPr>
          <w:b/>
          <w:color w:val="000000"/>
          <w:sz w:val="22"/>
          <w:szCs w:val="22"/>
        </w:rPr>
        <w:t xml:space="preserve">dla części nr 1 </w:t>
      </w:r>
      <w:r w:rsidRPr="00EA2B3D">
        <w:rPr>
          <w:color w:val="000000"/>
          <w:sz w:val="22"/>
          <w:szCs w:val="22"/>
        </w:rPr>
        <w:t xml:space="preserve">w wysokości: </w:t>
      </w:r>
      <w:r w:rsidRPr="00EA2B3D">
        <w:rPr>
          <w:b/>
          <w:color w:val="000000"/>
          <w:sz w:val="22"/>
          <w:szCs w:val="22"/>
        </w:rPr>
        <w:t>1 200,00 zł</w:t>
      </w:r>
      <w:r w:rsidRPr="00EA2B3D">
        <w:rPr>
          <w:color w:val="000000"/>
          <w:sz w:val="22"/>
          <w:szCs w:val="22"/>
        </w:rPr>
        <w:t xml:space="preserve"> (słownie: </w:t>
      </w:r>
      <w:r>
        <w:rPr>
          <w:color w:val="000000"/>
          <w:sz w:val="22"/>
          <w:szCs w:val="22"/>
        </w:rPr>
        <w:t>jeden tysiąc dwieście</w:t>
      </w:r>
      <w:r w:rsidRPr="00EA2B3D">
        <w:rPr>
          <w:color w:val="000000"/>
          <w:sz w:val="22"/>
          <w:szCs w:val="22"/>
        </w:rPr>
        <w:t xml:space="preserve"> złotych 00/100) </w:t>
      </w:r>
    </w:p>
    <w:p w:rsidR="00EA2B3D" w:rsidRDefault="00EA2B3D" w:rsidP="00EA2B3D">
      <w:pPr>
        <w:ind w:left="350"/>
        <w:rPr>
          <w:color w:val="000000"/>
          <w:sz w:val="22"/>
          <w:szCs w:val="22"/>
        </w:rPr>
      </w:pPr>
      <w:r w:rsidRPr="00EA2B3D">
        <w:rPr>
          <w:color w:val="000000"/>
          <w:sz w:val="22"/>
          <w:szCs w:val="22"/>
        </w:rPr>
        <w:t xml:space="preserve">zostało wniesione w dniu ............................................................................................................ </w:t>
      </w:r>
    </w:p>
    <w:p w:rsidR="00EA2B3D" w:rsidRPr="00EA2B3D" w:rsidRDefault="00EA2B3D" w:rsidP="00EA2B3D">
      <w:pPr>
        <w:ind w:left="350"/>
        <w:rPr>
          <w:color w:val="000000"/>
          <w:sz w:val="22"/>
          <w:szCs w:val="22"/>
        </w:rPr>
      </w:pPr>
    </w:p>
    <w:p w:rsidR="00EA2B3D" w:rsidRDefault="00EA2B3D" w:rsidP="00EA2B3D">
      <w:pPr>
        <w:ind w:left="350"/>
        <w:rPr>
          <w:color w:val="000000"/>
          <w:sz w:val="22"/>
          <w:szCs w:val="22"/>
        </w:rPr>
      </w:pPr>
      <w:r w:rsidRPr="00EA2B3D">
        <w:rPr>
          <w:color w:val="000000"/>
          <w:sz w:val="22"/>
          <w:szCs w:val="22"/>
        </w:rPr>
        <w:t xml:space="preserve">w formie: </w:t>
      </w:r>
      <w:r>
        <w:rPr>
          <w:color w:val="000000"/>
          <w:sz w:val="22"/>
          <w:szCs w:val="22"/>
        </w:rPr>
        <w:t xml:space="preserve"> </w:t>
      </w:r>
      <w:r w:rsidRPr="00EA2B3D">
        <w:rPr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 </w:t>
      </w:r>
    </w:p>
    <w:p w:rsidR="00EA2B3D" w:rsidRPr="00EA2B3D" w:rsidRDefault="00EA2B3D" w:rsidP="00EA2B3D">
      <w:pPr>
        <w:ind w:left="350"/>
        <w:rPr>
          <w:color w:val="000000"/>
          <w:sz w:val="22"/>
          <w:szCs w:val="22"/>
        </w:rPr>
      </w:pPr>
    </w:p>
    <w:p w:rsidR="00EA2B3D" w:rsidRDefault="00EA2B3D" w:rsidP="00EA2B3D">
      <w:pPr>
        <w:numPr>
          <w:ilvl w:val="0"/>
          <w:numId w:val="24"/>
        </w:numPr>
        <w:ind w:left="993"/>
        <w:rPr>
          <w:color w:val="000000"/>
          <w:sz w:val="22"/>
          <w:szCs w:val="22"/>
        </w:rPr>
      </w:pPr>
      <w:r w:rsidRPr="00EA2B3D">
        <w:rPr>
          <w:b/>
          <w:color w:val="000000"/>
          <w:sz w:val="22"/>
          <w:szCs w:val="22"/>
        </w:rPr>
        <w:t>dla części nr 2</w:t>
      </w:r>
      <w:r w:rsidRPr="00EA2B3D">
        <w:rPr>
          <w:color w:val="000000"/>
          <w:sz w:val="22"/>
          <w:szCs w:val="22"/>
        </w:rPr>
        <w:t xml:space="preserve"> w wysokości: </w:t>
      </w:r>
      <w:r w:rsidRPr="00EA2B3D">
        <w:rPr>
          <w:b/>
          <w:color w:val="000000"/>
          <w:sz w:val="22"/>
          <w:szCs w:val="22"/>
        </w:rPr>
        <w:t>600,00 zł</w:t>
      </w:r>
      <w:r w:rsidRPr="00EA2B3D">
        <w:rPr>
          <w:color w:val="000000"/>
          <w:sz w:val="22"/>
          <w:szCs w:val="22"/>
        </w:rPr>
        <w:t xml:space="preserve"> (słownie: </w:t>
      </w:r>
      <w:r>
        <w:rPr>
          <w:color w:val="000000"/>
          <w:sz w:val="22"/>
          <w:szCs w:val="22"/>
        </w:rPr>
        <w:t>sześćset</w:t>
      </w:r>
      <w:r w:rsidRPr="00EA2B3D">
        <w:rPr>
          <w:color w:val="000000"/>
          <w:sz w:val="22"/>
          <w:szCs w:val="22"/>
        </w:rPr>
        <w:t xml:space="preserve"> złotych 00/100) </w:t>
      </w:r>
    </w:p>
    <w:p w:rsidR="00EA2B3D" w:rsidRDefault="00EA2B3D" w:rsidP="00EA2B3D">
      <w:pPr>
        <w:ind w:left="350"/>
        <w:rPr>
          <w:color w:val="000000"/>
          <w:sz w:val="22"/>
          <w:szCs w:val="22"/>
        </w:rPr>
      </w:pPr>
      <w:r w:rsidRPr="00EA2B3D">
        <w:rPr>
          <w:color w:val="000000"/>
          <w:sz w:val="22"/>
          <w:szCs w:val="22"/>
        </w:rPr>
        <w:t xml:space="preserve">zostało wniesione w dniu ............................................................................................................ </w:t>
      </w:r>
    </w:p>
    <w:p w:rsidR="00EA2B3D" w:rsidRPr="00EA2B3D" w:rsidRDefault="00EA2B3D" w:rsidP="00EA2B3D">
      <w:pPr>
        <w:ind w:left="350"/>
        <w:rPr>
          <w:color w:val="000000"/>
          <w:sz w:val="22"/>
          <w:szCs w:val="22"/>
        </w:rPr>
      </w:pPr>
    </w:p>
    <w:p w:rsidR="007E4BD1" w:rsidRDefault="00EA2B3D" w:rsidP="00EA2B3D">
      <w:pPr>
        <w:ind w:left="35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formie:</w:t>
      </w:r>
      <w:r w:rsidRPr="00EA2B3D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</w:t>
      </w:r>
    </w:p>
    <w:p w:rsidR="00EA2B3D" w:rsidRDefault="00EA2B3D" w:rsidP="00EA2B3D">
      <w:pPr>
        <w:ind w:left="350"/>
        <w:rPr>
          <w:color w:val="000000"/>
          <w:sz w:val="22"/>
          <w:szCs w:val="22"/>
        </w:rPr>
      </w:pPr>
    </w:p>
    <w:p w:rsidR="007E4BD1" w:rsidRPr="00FD0E50" w:rsidRDefault="007E4BD1" w:rsidP="00290821">
      <w:pPr>
        <w:numPr>
          <w:ilvl w:val="0"/>
          <w:numId w:val="19"/>
        </w:numPr>
        <w:rPr>
          <w:color w:val="000000"/>
          <w:sz w:val="22"/>
          <w:szCs w:val="22"/>
        </w:rPr>
      </w:pPr>
      <w:r w:rsidRPr="00FD0E50">
        <w:rPr>
          <w:color w:val="000000"/>
          <w:sz w:val="22"/>
          <w:szCs w:val="22"/>
        </w:rPr>
        <w:t>Zwrot wadium:*</w:t>
      </w:r>
    </w:p>
    <w:p w:rsidR="007E4BD1" w:rsidRPr="00FD0E50" w:rsidRDefault="007E4BD1" w:rsidP="007E4BD1">
      <w:pPr>
        <w:ind w:left="360"/>
        <w:rPr>
          <w:color w:val="000000"/>
          <w:sz w:val="22"/>
          <w:szCs w:val="22"/>
        </w:rPr>
      </w:pPr>
      <w:r w:rsidRPr="00FD0E50">
        <w:rPr>
          <w:color w:val="000000"/>
          <w:sz w:val="22"/>
          <w:szCs w:val="22"/>
        </w:rPr>
        <w:t xml:space="preserve">wniesionego </w:t>
      </w:r>
      <w:r w:rsidRPr="0037372F">
        <w:rPr>
          <w:b/>
          <w:color w:val="000000"/>
          <w:sz w:val="22"/>
          <w:szCs w:val="22"/>
        </w:rPr>
        <w:t>w formie pieniężnej</w:t>
      </w:r>
      <w:r w:rsidRPr="00FD0E50">
        <w:rPr>
          <w:color w:val="000000"/>
          <w:sz w:val="22"/>
          <w:szCs w:val="22"/>
        </w:rPr>
        <w:t xml:space="preserve"> prosimy dokonać na rachunek:</w:t>
      </w:r>
    </w:p>
    <w:p w:rsidR="007E4BD1" w:rsidRPr="00FD0E50" w:rsidRDefault="007E4BD1" w:rsidP="007E4BD1">
      <w:pPr>
        <w:spacing w:before="120"/>
        <w:ind w:left="357"/>
        <w:rPr>
          <w:color w:val="000000"/>
          <w:sz w:val="22"/>
          <w:szCs w:val="22"/>
        </w:rPr>
      </w:pPr>
      <w:r w:rsidRPr="00FD0E50">
        <w:rPr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:rsidR="007E4BD1" w:rsidRPr="00FD0E50" w:rsidRDefault="007E4BD1" w:rsidP="007E4BD1">
      <w:pPr>
        <w:ind w:left="360"/>
        <w:rPr>
          <w:color w:val="000000"/>
          <w:sz w:val="22"/>
          <w:szCs w:val="22"/>
        </w:rPr>
      </w:pPr>
      <w:r w:rsidRPr="00FD0E50">
        <w:rPr>
          <w:color w:val="000000"/>
          <w:sz w:val="22"/>
          <w:szCs w:val="22"/>
        </w:rPr>
        <w:t xml:space="preserve">wadium wniesione </w:t>
      </w:r>
      <w:r w:rsidRPr="0037372F">
        <w:rPr>
          <w:b/>
          <w:color w:val="000000"/>
          <w:sz w:val="22"/>
          <w:szCs w:val="22"/>
        </w:rPr>
        <w:t>w innej formie niż pieniężna</w:t>
      </w:r>
      <w:r w:rsidRPr="00FD0E50">
        <w:rPr>
          <w:color w:val="000000"/>
          <w:sz w:val="22"/>
          <w:szCs w:val="22"/>
        </w:rPr>
        <w:t xml:space="preserve"> przesłać na adres mailowy GWARANTA podany niżej:</w:t>
      </w:r>
    </w:p>
    <w:p w:rsidR="00773E17" w:rsidRDefault="007E4BD1" w:rsidP="007E4BD1">
      <w:pPr>
        <w:spacing w:before="120"/>
        <w:ind w:left="357"/>
        <w:rPr>
          <w:b/>
          <w:color w:val="000000"/>
          <w:sz w:val="22"/>
          <w:szCs w:val="22"/>
        </w:rPr>
      </w:pPr>
      <w:r w:rsidRPr="00FD0E50">
        <w:rPr>
          <w:color w:val="000000"/>
          <w:sz w:val="22"/>
          <w:szCs w:val="22"/>
        </w:rPr>
        <w:t>………………………………………………………………………………………………………</w:t>
      </w:r>
      <w:r w:rsidRPr="00FD0E50">
        <w:rPr>
          <w:b/>
          <w:color w:val="000000"/>
          <w:sz w:val="22"/>
          <w:szCs w:val="22"/>
        </w:rPr>
        <w:t xml:space="preserve">    </w:t>
      </w:r>
    </w:p>
    <w:p w:rsidR="000635C7" w:rsidRPr="00773E17" w:rsidRDefault="000635C7" w:rsidP="007E4BD1">
      <w:pPr>
        <w:spacing w:before="120"/>
        <w:ind w:left="357"/>
        <w:rPr>
          <w:sz w:val="22"/>
          <w:szCs w:val="22"/>
        </w:rPr>
      </w:pPr>
    </w:p>
    <w:p w:rsidR="004633CF" w:rsidRPr="00B16405" w:rsidRDefault="00361B31" w:rsidP="00290821">
      <w:pPr>
        <w:numPr>
          <w:ilvl w:val="0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i/>
          <w:sz w:val="12"/>
          <w:szCs w:val="12"/>
        </w:rPr>
      </w:pPr>
      <w:r w:rsidRPr="00AA1068">
        <w:rPr>
          <w:b/>
          <w:color w:val="000000"/>
          <w:sz w:val="22"/>
          <w:szCs w:val="22"/>
        </w:rPr>
        <w:t>Oświadczamy,</w:t>
      </w:r>
      <w:r w:rsidRPr="00AA1068">
        <w:rPr>
          <w:color w:val="000000"/>
          <w:sz w:val="22"/>
          <w:szCs w:val="22"/>
        </w:rPr>
        <w:t xml:space="preserve"> </w:t>
      </w:r>
      <w:r w:rsidRPr="00AA1068">
        <w:rPr>
          <w:b/>
          <w:color w:val="000000"/>
          <w:sz w:val="22"/>
          <w:szCs w:val="22"/>
        </w:rPr>
        <w:t>że</w:t>
      </w:r>
      <w:r w:rsidRPr="00AA1068">
        <w:rPr>
          <w:color w:val="000000"/>
          <w:sz w:val="22"/>
          <w:szCs w:val="22"/>
        </w:rPr>
        <w:t xml:space="preserve"> przedmiot zamówienia </w:t>
      </w:r>
      <w:r w:rsidRPr="00AA1068">
        <w:rPr>
          <w:b/>
          <w:color w:val="000000"/>
          <w:sz w:val="22"/>
          <w:szCs w:val="22"/>
        </w:rPr>
        <w:t>zrealizujemy sami</w:t>
      </w:r>
      <w:r w:rsidRPr="00AA1068">
        <w:rPr>
          <w:color w:val="000000"/>
          <w:sz w:val="22"/>
          <w:szCs w:val="22"/>
        </w:rPr>
        <w:t xml:space="preserve"> </w:t>
      </w:r>
      <w:r w:rsidR="00BB4835" w:rsidRPr="00AA1068">
        <w:rPr>
          <w:color w:val="000000"/>
          <w:sz w:val="22"/>
          <w:szCs w:val="22"/>
        </w:rPr>
        <w:t>/</w:t>
      </w:r>
      <w:r w:rsidRPr="00AA1068">
        <w:rPr>
          <w:color w:val="000000"/>
          <w:sz w:val="22"/>
          <w:szCs w:val="22"/>
        </w:rPr>
        <w:t xml:space="preserve"> </w:t>
      </w:r>
      <w:r w:rsidRPr="00AA1068">
        <w:rPr>
          <w:b/>
          <w:color w:val="000000"/>
          <w:sz w:val="22"/>
          <w:szCs w:val="22"/>
        </w:rPr>
        <w:t>z udziałem podwykonawców</w:t>
      </w:r>
      <w:r w:rsidR="005E1D76" w:rsidRPr="00AA1068">
        <w:rPr>
          <w:color w:val="000000"/>
          <w:sz w:val="22"/>
          <w:szCs w:val="22"/>
        </w:rPr>
        <w:t xml:space="preserve"> 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2780"/>
        <w:gridCol w:w="2899"/>
        <w:gridCol w:w="2373"/>
      </w:tblGrid>
      <w:tr w:rsidR="00B05329" w:rsidRPr="000559B7" w:rsidTr="006D6CA8">
        <w:tc>
          <w:tcPr>
            <w:tcW w:w="588" w:type="dxa"/>
            <w:shd w:val="clear" w:color="auto" w:fill="auto"/>
          </w:tcPr>
          <w:p w:rsidR="00B05329" w:rsidRPr="000559B7" w:rsidRDefault="00B05329" w:rsidP="00B053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559B7">
              <w:rPr>
                <w:i/>
                <w:color w:val="000000"/>
              </w:rPr>
              <w:t>Lp.</w:t>
            </w:r>
          </w:p>
        </w:tc>
        <w:tc>
          <w:tcPr>
            <w:tcW w:w="2853" w:type="dxa"/>
            <w:shd w:val="clear" w:color="auto" w:fill="auto"/>
          </w:tcPr>
          <w:p w:rsidR="00B05329" w:rsidRPr="000559B7" w:rsidRDefault="00B05329" w:rsidP="006D6C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0559B7">
              <w:rPr>
                <w:i/>
                <w:color w:val="000000"/>
              </w:rPr>
              <w:t>Nazwa (Firma) Podwykonawcy</w:t>
            </w:r>
          </w:p>
        </w:tc>
        <w:tc>
          <w:tcPr>
            <w:tcW w:w="2980" w:type="dxa"/>
            <w:shd w:val="clear" w:color="auto" w:fill="auto"/>
          </w:tcPr>
          <w:p w:rsidR="00B05329" w:rsidRPr="000559B7" w:rsidRDefault="00B05329" w:rsidP="006D6C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0559B7">
              <w:rPr>
                <w:i/>
                <w:color w:val="000000"/>
              </w:rPr>
              <w:t>Zakres zamówienia powierzony podwykonawcy</w:t>
            </w:r>
          </w:p>
        </w:tc>
        <w:tc>
          <w:tcPr>
            <w:tcW w:w="2439" w:type="dxa"/>
          </w:tcPr>
          <w:p w:rsidR="00B05329" w:rsidRPr="000559B7" w:rsidRDefault="00B05329" w:rsidP="006D6C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736D4B">
              <w:rPr>
                <w:i/>
                <w:color w:val="000000"/>
              </w:rPr>
              <w:t>% udział w wartości zamówienia</w:t>
            </w:r>
          </w:p>
        </w:tc>
      </w:tr>
      <w:tr w:rsidR="00B05329" w:rsidRPr="000559B7" w:rsidTr="006D6CA8">
        <w:tc>
          <w:tcPr>
            <w:tcW w:w="588" w:type="dxa"/>
            <w:shd w:val="clear" w:color="auto" w:fill="auto"/>
          </w:tcPr>
          <w:p w:rsidR="00B05329" w:rsidRPr="000559B7" w:rsidRDefault="00B05329" w:rsidP="006D6C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853" w:type="dxa"/>
            <w:shd w:val="clear" w:color="auto" w:fill="auto"/>
          </w:tcPr>
          <w:p w:rsidR="00B05329" w:rsidRPr="000559B7" w:rsidRDefault="00B05329" w:rsidP="006D6C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  <w:p w:rsidR="00B05329" w:rsidRPr="000559B7" w:rsidRDefault="00B05329" w:rsidP="006D6C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980" w:type="dxa"/>
            <w:shd w:val="clear" w:color="auto" w:fill="auto"/>
          </w:tcPr>
          <w:p w:rsidR="00B05329" w:rsidRPr="000559B7" w:rsidRDefault="00B05329" w:rsidP="006D6C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39" w:type="dxa"/>
          </w:tcPr>
          <w:p w:rsidR="00B05329" w:rsidRPr="000559B7" w:rsidRDefault="00B05329" w:rsidP="006D6C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F70187" w:rsidRPr="00420E48" w:rsidRDefault="00B16405" w:rsidP="00420E48">
      <w:pPr>
        <w:autoSpaceDE w:val="0"/>
        <w:autoSpaceDN w:val="0"/>
        <w:adjustRightInd w:val="0"/>
        <w:spacing w:after="120"/>
        <w:ind w:left="360"/>
        <w:jc w:val="both"/>
        <w:rPr>
          <w:i/>
          <w:sz w:val="16"/>
          <w:szCs w:val="16"/>
        </w:rPr>
      </w:pPr>
      <w:r w:rsidRPr="009A37C8">
        <w:rPr>
          <w:i/>
          <w:sz w:val="16"/>
          <w:szCs w:val="16"/>
        </w:rPr>
        <w:t>(w przypadku braku informacji, o której mowa w pkt. j.w powyższy zapis będzie rozumiany przez Zamawiającego jako realizacja przedmiotu zamówienia przez Wykonawcę  we własnym zakresie)</w:t>
      </w:r>
    </w:p>
    <w:p w:rsidR="00525C57" w:rsidRPr="00525C57" w:rsidRDefault="00361B31" w:rsidP="00290821">
      <w:pPr>
        <w:numPr>
          <w:ilvl w:val="0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551091">
        <w:rPr>
          <w:b/>
          <w:color w:val="000000"/>
          <w:sz w:val="22"/>
          <w:szCs w:val="22"/>
        </w:rPr>
        <w:t>Oświadczam/my, że</w:t>
      </w:r>
      <w:r w:rsidRPr="00551091">
        <w:rPr>
          <w:color w:val="000000"/>
          <w:sz w:val="22"/>
          <w:szCs w:val="22"/>
        </w:rPr>
        <w:t xml:space="preserve"> z</w:t>
      </w:r>
      <w:r w:rsidR="00E32533">
        <w:rPr>
          <w:color w:val="000000"/>
          <w:sz w:val="22"/>
          <w:szCs w:val="22"/>
        </w:rPr>
        <w:t xml:space="preserve">apoznaliśmy się ze Specyfikacją </w:t>
      </w:r>
      <w:r w:rsidRPr="00551091">
        <w:rPr>
          <w:color w:val="000000"/>
          <w:sz w:val="22"/>
          <w:szCs w:val="22"/>
        </w:rPr>
        <w:t>Warunków Zamówienia</w:t>
      </w:r>
      <w:r w:rsidR="00DD23D9" w:rsidRPr="00551091">
        <w:rPr>
          <w:color w:val="000000"/>
          <w:sz w:val="22"/>
          <w:szCs w:val="22"/>
        </w:rPr>
        <w:t xml:space="preserve">, w tym </w:t>
      </w:r>
      <w:r w:rsidR="00E32533">
        <w:rPr>
          <w:color w:val="000000"/>
          <w:sz w:val="22"/>
          <w:szCs w:val="22"/>
        </w:rPr>
        <w:t xml:space="preserve">                                  </w:t>
      </w:r>
      <w:r w:rsidR="00DD23D9" w:rsidRPr="00551091">
        <w:rPr>
          <w:color w:val="000000"/>
          <w:sz w:val="22"/>
          <w:szCs w:val="22"/>
        </w:rPr>
        <w:t>z projektem umowy</w:t>
      </w:r>
      <w:r w:rsidRPr="00551091">
        <w:rPr>
          <w:color w:val="000000"/>
          <w:sz w:val="22"/>
          <w:szCs w:val="22"/>
        </w:rPr>
        <w:t xml:space="preserve"> i nie wnosimy do niej zastrzeżeń </w:t>
      </w:r>
      <w:r w:rsidR="00DD23D9" w:rsidRPr="00551091">
        <w:rPr>
          <w:color w:val="000000"/>
          <w:sz w:val="22"/>
          <w:szCs w:val="22"/>
        </w:rPr>
        <w:t xml:space="preserve">oraz przyjmujemy warunki w niej zawarte. </w:t>
      </w:r>
    </w:p>
    <w:p w:rsidR="00361B31" w:rsidRPr="00551091" w:rsidRDefault="00361B31" w:rsidP="00290821">
      <w:pPr>
        <w:numPr>
          <w:ilvl w:val="0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3D2E7D">
        <w:rPr>
          <w:b/>
          <w:color w:val="000000"/>
          <w:sz w:val="22"/>
          <w:szCs w:val="22"/>
        </w:rPr>
        <w:t>Oświadczam/my, że</w:t>
      </w:r>
      <w:r w:rsidRPr="003D2E7D">
        <w:rPr>
          <w:color w:val="000000"/>
          <w:sz w:val="22"/>
          <w:szCs w:val="22"/>
        </w:rPr>
        <w:t xml:space="preserve"> termin płatności wynosi: </w:t>
      </w:r>
      <w:r w:rsidR="003D2E7D" w:rsidRPr="003D2E7D">
        <w:rPr>
          <w:b/>
          <w:color w:val="000000"/>
          <w:sz w:val="22"/>
          <w:szCs w:val="22"/>
        </w:rPr>
        <w:t>30</w:t>
      </w:r>
      <w:r w:rsidRPr="003D2E7D">
        <w:rPr>
          <w:b/>
          <w:color w:val="000000"/>
          <w:sz w:val="22"/>
          <w:szCs w:val="22"/>
        </w:rPr>
        <w:t xml:space="preserve"> dni</w:t>
      </w:r>
      <w:r w:rsidRPr="003D2E7D">
        <w:rPr>
          <w:color w:val="000000"/>
          <w:sz w:val="22"/>
          <w:szCs w:val="22"/>
        </w:rPr>
        <w:t xml:space="preserve"> od d</w:t>
      </w:r>
      <w:r w:rsidR="00EE640E" w:rsidRPr="003D2E7D">
        <w:rPr>
          <w:color w:val="000000"/>
          <w:sz w:val="22"/>
          <w:szCs w:val="22"/>
        </w:rPr>
        <w:t>aty dostarczenia</w:t>
      </w:r>
      <w:r w:rsidRPr="003D2E7D">
        <w:rPr>
          <w:color w:val="000000"/>
          <w:sz w:val="22"/>
          <w:szCs w:val="22"/>
        </w:rPr>
        <w:t xml:space="preserve"> faktury </w:t>
      </w:r>
      <w:r w:rsidR="00EE640E" w:rsidRPr="003D2E7D">
        <w:rPr>
          <w:color w:val="000000"/>
          <w:sz w:val="22"/>
          <w:szCs w:val="22"/>
        </w:rPr>
        <w:t>do kancelarii</w:t>
      </w:r>
      <w:r w:rsidR="00EE640E" w:rsidRPr="00551091">
        <w:rPr>
          <w:color w:val="000000"/>
          <w:sz w:val="22"/>
          <w:szCs w:val="22"/>
        </w:rPr>
        <w:t xml:space="preserve"> jawnej </w:t>
      </w:r>
      <w:r w:rsidR="00DD23D9" w:rsidRPr="00551091">
        <w:rPr>
          <w:color w:val="000000"/>
          <w:sz w:val="22"/>
          <w:szCs w:val="22"/>
        </w:rPr>
        <w:t>Zamawiającemu</w:t>
      </w:r>
      <w:r w:rsidR="001C0AE4" w:rsidRPr="00551091">
        <w:rPr>
          <w:color w:val="000000"/>
          <w:sz w:val="22"/>
          <w:szCs w:val="22"/>
        </w:rPr>
        <w:t xml:space="preserve"> </w:t>
      </w:r>
      <w:r w:rsidR="00590547">
        <w:rPr>
          <w:color w:val="000000"/>
          <w:sz w:val="22"/>
          <w:szCs w:val="22"/>
        </w:rPr>
        <w:t>–</w:t>
      </w:r>
      <w:r w:rsidR="00DD23D9" w:rsidRPr="00551091">
        <w:rPr>
          <w:color w:val="000000"/>
          <w:sz w:val="22"/>
          <w:szCs w:val="22"/>
        </w:rPr>
        <w:t xml:space="preserve"> </w:t>
      </w:r>
      <w:r w:rsidR="00590547">
        <w:rPr>
          <w:color w:val="000000"/>
          <w:sz w:val="22"/>
          <w:szCs w:val="22"/>
        </w:rPr>
        <w:t>22 Bazy Lotnictwa Taktycznego</w:t>
      </w:r>
      <w:r w:rsidR="00EE640E" w:rsidRPr="00551091">
        <w:rPr>
          <w:color w:val="000000"/>
          <w:sz w:val="22"/>
          <w:szCs w:val="22"/>
        </w:rPr>
        <w:t>,</w:t>
      </w:r>
      <w:r w:rsidR="00DD23D9" w:rsidRPr="00551091">
        <w:rPr>
          <w:color w:val="000000"/>
          <w:sz w:val="22"/>
          <w:szCs w:val="22"/>
        </w:rPr>
        <w:t xml:space="preserve"> </w:t>
      </w:r>
      <w:r w:rsidR="00EE640E" w:rsidRPr="00551091">
        <w:rPr>
          <w:color w:val="000000"/>
          <w:sz w:val="22"/>
          <w:szCs w:val="22"/>
        </w:rPr>
        <w:t xml:space="preserve">ul. </w:t>
      </w:r>
      <w:r w:rsidR="0084502C" w:rsidRPr="00551091">
        <w:rPr>
          <w:color w:val="000000"/>
          <w:sz w:val="22"/>
          <w:szCs w:val="22"/>
        </w:rPr>
        <w:t>17 Marca 20</w:t>
      </w:r>
      <w:r w:rsidR="00EE640E" w:rsidRPr="00551091">
        <w:rPr>
          <w:color w:val="000000"/>
          <w:sz w:val="22"/>
          <w:szCs w:val="22"/>
        </w:rPr>
        <w:t xml:space="preserve">, </w:t>
      </w:r>
      <w:r w:rsidR="0084502C" w:rsidRPr="00551091">
        <w:rPr>
          <w:color w:val="000000"/>
          <w:sz w:val="22"/>
          <w:szCs w:val="22"/>
        </w:rPr>
        <w:t xml:space="preserve">82 – 200 </w:t>
      </w:r>
      <w:r w:rsidR="00551091">
        <w:rPr>
          <w:color w:val="000000"/>
          <w:sz w:val="22"/>
          <w:szCs w:val="22"/>
        </w:rPr>
        <w:t>M</w:t>
      </w:r>
      <w:r w:rsidR="0084502C" w:rsidRPr="00551091">
        <w:rPr>
          <w:color w:val="000000"/>
          <w:sz w:val="22"/>
          <w:szCs w:val="22"/>
        </w:rPr>
        <w:t>albork</w:t>
      </w:r>
      <w:r w:rsidR="00EE640E" w:rsidRPr="00551091">
        <w:rPr>
          <w:color w:val="000000"/>
          <w:sz w:val="22"/>
          <w:szCs w:val="22"/>
        </w:rPr>
        <w:t xml:space="preserve">. </w:t>
      </w:r>
    </w:p>
    <w:p w:rsidR="00861164" w:rsidRPr="00861164" w:rsidRDefault="00C31A7D" w:rsidP="00290821">
      <w:pPr>
        <w:numPr>
          <w:ilvl w:val="0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861164">
        <w:rPr>
          <w:b/>
          <w:color w:val="000000"/>
          <w:sz w:val="22"/>
          <w:szCs w:val="22"/>
        </w:rPr>
        <w:t>Oświadczam/my, że</w:t>
      </w:r>
      <w:r w:rsidRPr="00861164">
        <w:rPr>
          <w:color w:val="000000"/>
          <w:sz w:val="22"/>
          <w:szCs w:val="22"/>
        </w:rPr>
        <w:t xml:space="preserve"> uważamy się za związanych niniejszą </w:t>
      </w:r>
      <w:r w:rsidRPr="00861164">
        <w:rPr>
          <w:sz w:val="22"/>
          <w:szCs w:val="22"/>
        </w:rPr>
        <w:t xml:space="preserve">ofertą </w:t>
      </w:r>
      <w:r w:rsidR="00861164">
        <w:rPr>
          <w:sz w:val="24"/>
          <w:szCs w:val="24"/>
        </w:rPr>
        <w:t>zgodnie z terminem wskazanym w SWZ.</w:t>
      </w:r>
    </w:p>
    <w:p w:rsidR="00525C57" w:rsidRPr="00861164" w:rsidRDefault="00C31A7D" w:rsidP="00290821">
      <w:pPr>
        <w:numPr>
          <w:ilvl w:val="0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861164">
        <w:rPr>
          <w:b/>
          <w:color w:val="000000"/>
          <w:sz w:val="22"/>
          <w:szCs w:val="22"/>
        </w:rPr>
        <w:t>Oświadczam/my, że</w:t>
      </w:r>
      <w:r w:rsidRPr="00861164">
        <w:rPr>
          <w:color w:val="000000"/>
          <w:sz w:val="22"/>
          <w:szCs w:val="22"/>
        </w:rPr>
        <w:t xml:space="preserve"> w przypadku wyboru naszej oferty, zobowiązujemy się do zawarcia umowy o treści zgodnej z Projektem u</w:t>
      </w:r>
      <w:r w:rsidR="00817DF6" w:rsidRPr="00861164">
        <w:rPr>
          <w:color w:val="000000"/>
          <w:sz w:val="22"/>
          <w:szCs w:val="22"/>
        </w:rPr>
        <w:t>mowy stanowiącym załącznik do S</w:t>
      </w:r>
      <w:r w:rsidRPr="00861164">
        <w:rPr>
          <w:color w:val="000000"/>
          <w:sz w:val="22"/>
          <w:szCs w:val="22"/>
        </w:rPr>
        <w:t xml:space="preserve">WZ, w miejscu, terminie </w:t>
      </w:r>
      <w:r w:rsidR="00FC56C6" w:rsidRPr="00861164">
        <w:rPr>
          <w:color w:val="000000"/>
          <w:sz w:val="22"/>
          <w:szCs w:val="22"/>
        </w:rPr>
        <w:br/>
      </w:r>
      <w:r w:rsidRPr="00861164">
        <w:rPr>
          <w:color w:val="000000"/>
          <w:sz w:val="22"/>
          <w:szCs w:val="22"/>
        </w:rPr>
        <w:t xml:space="preserve">i na zasadach wskazanych przez Zamawiającego. </w:t>
      </w:r>
    </w:p>
    <w:p w:rsidR="00F64A47" w:rsidRPr="00F64A47" w:rsidRDefault="00F64A47" w:rsidP="00B12629">
      <w:pPr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</w:rPr>
      </w:pPr>
      <w:r w:rsidRPr="00F64A47">
        <w:rPr>
          <w:sz w:val="22"/>
          <w:szCs w:val="22"/>
        </w:rPr>
        <w:t>Powstanie obowiązku podatkowego u zamawiającego.</w:t>
      </w:r>
    </w:p>
    <w:p w:rsidR="00F64A47" w:rsidRPr="00F64A47" w:rsidRDefault="00F64A47" w:rsidP="00B12629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F64A47">
        <w:rPr>
          <w:b/>
          <w:sz w:val="22"/>
          <w:szCs w:val="22"/>
        </w:rPr>
        <w:t>Oświadczam, że</w:t>
      </w:r>
      <w:r w:rsidRPr="00F64A47">
        <w:rPr>
          <w:sz w:val="22"/>
          <w:szCs w:val="22"/>
        </w:rPr>
        <w:t xml:space="preserve"> (wstawić </w:t>
      </w:r>
      <w:r w:rsidRPr="00F64A47">
        <w:rPr>
          <w:b/>
          <w:bCs/>
        </w:rPr>
        <w:t>X</w:t>
      </w:r>
      <w:r w:rsidRPr="00F64A47">
        <w:rPr>
          <w:b/>
          <w:bCs/>
          <w:sz w:val="22"/>
          <w:szCs w:val="22"/>
        </w:rPr>
        <w:t xml:space="preserve"> </w:t>
      </w:r>
      <w:r w:rsidRPr="00F64A47">
        <w:rPr>
          <w:sz w:val="22"/>
          <w:szCs w:val="22"/>
        </w:rPr>
        <w:t>we właściwe pole):</w:t>
      </w:r>
    </w:p>
    <w:p w:rsidR="00F64A47" w:rsidRPr="00F64A47" w:rsidRDefault="00F64A47" w:rsidP="00E97667">
      <w:pPr>
        <w:autoSpaceDE w:val="0"/>
        <w:autoSpaceDN w:val="0"/>
        <w:ind w:left="426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□ wybór oferty nie będzie prowadzić do powstania u zamawiającego obowiązku</w:t>
      </w:r>
    </w:p>
    <w:p w:rsidR="00F64A47" w:rsidRPr="00F64A47" w:rsidRDefault="00F64A47" w:rsidP="00E97667">
      <w:pPr>
        <w:autoSpaceDE w:val="0"/>
        <w:autoSpaceDN w:val="0"/>
        <w:ind w:left="426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podatkowego;</w:t>
      </w:r>
    </w:p>
    <w:p w:rsidR="00F64A47" w:rsidRPr="00F64A47" w:rsidRDefault="00F64A47" w:rsidP="00E97667">
      <w:pPr>
        <w:autoSpaceDE w:val="0"/>
        <w:autoSpaceDN w:val="0"/>
        <w:ind w:left="426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□ wybór oferty będzie prowadzić do powstania u zamawiającego obowiązku</w:t>
      </w:r>
    </w:p>
    <w:p w:rsidR="00F64A47" w:rsidRPr="00F64A47" w:rsidRDefault="00F64A47" w:rsidP="00E97667">
      <w:pPr>
        <w:autoSpaceDE w:val="0"/>
        <w:autoSpaceDN w:val="0"/>
        <w:ind w:left="426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podatkowego w odniesieniu do następujących towarów/usług:</w:t>
      </w:r>
    </w:p>
    <w:p w:rsidR="00F64A47" w:rsidRPr="00F64A47" w:rsidRDefault="00F64A47" w:rsidP="00E97667">
      <w:pPr>
        <w:autoSpaceDE w:val="0"/>
        <w:autoSpaceDN w:val="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</w:t>
      </w:r>
    </w:p>
    <w:p w:rsidR="00F64A47" w:rsidRPr="00F64A47" w:rsidRDefault="00F64A47" w:rsidP="00E97667">
      <w:pPr>
        <w:autoSpaceDE w:val="0"/>
        <w:autoSpaceDN w:val="0"/>
        <w:ind w:left="426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Wartość towarów/usług powodująca obowiązek podatkowy u zamawiającego to</w:t>
      </w:r>
      <w:r>
        <w:rPr>
          <w:sz w:val="22"/>
          <w:szCs w:val="22"/>
        </w:rPr>
        <w:t>…………….</w:t>
      </w:r>
      <w:r w:rsidRPr="00F64A47">
        <w:rPr>
          <w:sz w:val="22"/>
          <w:szCs w:val="22"/>
        </w:rPr>
        <w:t>zł netto**.</w:t>
      </w:r>
    </w:p>
    <w:p w:rsidR="00F64A47" w:rsidRPr="00F64A47" w:rsidRDefault="00F64A47" w:rsidP="00E97667">
      <w:pPr>
        <w:autoSpaceDE w:val="0"/>
        <w:autoSpaceDN w:val="0"/>
        <w:ind w:left="426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Stawka podatku od towarów i usług, która zgodnie z wiedzą wykonawcy, będzie miała</w:t>
      </w:r>
    </w:p>
    <w:p w:rsidR="00F64A47" w:rsidRPr="00F64A47" w:rsidRDefault="00F64A47" w:rsidP="00E97667">
      <w:pPr>
        <w:autoSpaceDE w:val="0"/>
        <w:autoSpaceDN w:val="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zastosowanie to………………………………………………..</w:t>
      </w:r>
      <w:r w:rsidRPr="00F64A47">
        <w:rPr>
          <w:sz w:val="22"/>
          <w:szCs w:val="22"/>
        </w:rPr>
        <w:t>**</w:t>
      </w:r>
    </w:p>
    <w:p w:rsidR="00F64A47" w:rsidRPr="00F64A47" w:rsidRDefault="00F64A47" w:rsidP="00E97667">
      <w:pPr>
        <w:autoSpaceDE w:val="0"/>
        <w:autoSpaceDN w:val="0"/>
        <w:ind w:left="426"/>
        <w:jc w:val="both"/>
        <w:rPr>
          <w:i/>
          <w:iCs/>
          <w:sz w:val="18"/>
          <w:szCs w:val="18"/>
        </w:rPr>
      </w:pPr>
      <w:r w:rsidRPr="00F64A47">
        <w:rPr>
          <w:i/>
          <w:iCs/>
          <w:sz w:val="18"/>
          <w:szCs w:val="18"/>
        </w:rPr>
        <w:t>** dotyczy wykonawców, których oferty będą generować obowiązek doliczania wartości podatku VAT</w:t>
      </w:r>
      <w:r>
        <w:rPr>
          <w:i/>
          <w:iCs/>
          <w:sz w:val="18"/>
          <w:szCs w:val="18"/>
        </w:rPr>
        <w:t xml:space="preserve"> </w:t>
      </w:r>
      <w:r w:rsidRPr="00F64A47">
        <w:rPr>
          <w:i/>
          <w:iCs/>
          <w:sz w:val="18"/>
          <w:szCs w:val="18"/>
        </w:rPr>
        <w:t>do wartości netto oferty, tj. w przypadku:</w:t>
      </w:r>
    </w:p>
    <w:p w:rsidR="00F64A47" w:rsidRPr="00F64A47" w:rsidRDefault="00F64A47" w:rsidP="00E97667">
      <w:pPr>
        <w:autoSpaceDE w:val="0"/>
        <w:autoSpaceDN w:val="0"/>
        <w:ind w:left="426"/>
        <w:jc w:val="both"/>
        <w:rPr>
          <w:i/>
          <w:iCs/>
          <w:sz w:val="18"/>
          <w:szCs w:val="18"/>
        </w:rPr>
      </w:pPr>
      <w:r w:rsidRPr="00F64A47">
        <w:rPr>
          <w:sz w:val="18"/>
          <w:szCs w:val="18"/>
        </w:rPr>
        <w:t xml:space="preserve">– </w:t>
      </w:r>
      <w:r w:rsidRPr="00F64A47">
        <w:rPr>
          <w:i/>
          <w:iCs/>
          <w:sz w:val="18"/>
          <w:szCs w:val="18"/>
        </w:rPr>
        <w:t>wewnątrzwspólnotowego nabycia towarów,</w:t>
      </w:r>
    </w:p>
    <w:p w:rsidR="00F64A47" w:rsidRDefault="00F64A47" w:rsidP="00E97667">
      <w:pPr>
        <w:autoSpaceDE w:val="0"/>
        <w:autoSpaceDN w:val="0"/>
        <w:ind w:left="426"/>
        <w:jc w:val="both"/>
        <w:rPr>
          <w:i/>
          <w:iCs/>
          <w:sz w:val="18"/>
          <w:szCs w:val="18"/>
        </w:rPr>
      </w:pPr>
      <w:r w:rsidRPr="00F64A47">
        <w:rPr>
          <w:sz w:val="18"/>
          <w:szCs w:val="18"/>
        </w:rPr>
        <w:t xml:space="preserve">– </w:t>
      </w:r>
      <w:r w:rsidRPr="00F64A47">
        <w:rPr>
          <w:i/>
          <w:iCs/>
          <w:sz w:val="18"/>
          <w:szCs w:val="18"/>
        </w:rPr>
        <w:t>importu usług lub importu towarów, z którymi wiąże się obowiązek doliczenia przez zamawiającego</w:t>
      </w:r>
      <w:r>
        <w:rPr>
          <w:i/>
          <w:iCs/>
          <w:sz w:val="18"/>
          <w:szCs w:val="18"/>
        </w:rPr>
        <w:t xml:space="preserve"> </w:t>
      </w:r>
      <w:r w:rsidRPr="00F64A47">
        <w:rPr>
          <w:i/>
          <w:iCs/>
          <w:sz w:val="18"/>
          <w:szCs w:val="18"/>
        </w:rPr>
        <w:t>przy porównywaniu cen ofertowych podatku VAT.</w:t>
      </w:r>
    </w:p>
    <w:p w:rsidR="00F64A47" w:rsidRP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</w:p>
    <w:p w:rsidR="00F64A47" w:rsidRDefault="00F64A47" w:rsidP="00290821">
      <w:pPr>
        <w:numPr>
          <w:ilvl w:val="0"/>
          <w:numId w:val="19"/>
        </w:numPr>
        <w:jc w:val="both"/>
        <w:rPr>
          <w:color w:val="000000"/>
          <w:sz w:val="22"/>
          <w:szCs w:val="22"/>
        </w:rPr>
      </w:pPr>
      <w:r w:rsidRPr="00F64A47">
        <w:rPr>
          <w:b/>
          <w:color w:val="000000"/>
          <w:sz w:val="22"/>
          <w:szCs w:val="22"/>
        </w:rPr>
        <w:t>Oświadczam,</w:t>
      </w:r>
      <w:r w:rsidRPr="00F64A47">
        <w:rPr>
          <w:color w:val="000000"/>
          <w:sz w:val="22"/>
          <w:szCs w:val="22"/>
        </w:rPr>
        <w:t xml:space="preserve"> że niewype</w:t>
      </w:r>
      <w:r>
        <w:rPr>
          <w:color w:val="000000"/>
          <w:sz w:val="22"/>
          <w:szCs w:val="22"/>
        </w:rPr>
        <w:t>łnienie oferty w zakresie pkt</w:t>
      </w:r>
      <w:r w:rsidR="009970B1">
        <w:rPr>
          <w:color w:val="000000"/>
          <w:sz w:val="22"/>
          <w:szCs w:val="22"/>
        </w:rPr>
        <w:t>.</w:t>
      </w:r>
      <w:r w:rsidR="001D431E">
        <w:rPr>
          <w:color w:val="000000"/>
          <w:sz w:val="22"/>
          <w:szCs w:val="22"/>
        </w:rPr>
        <w:t xml:space="preserve"> </w:t>
      </w:r>
      <w:r w:rsidR="00D01EC2">
        <w:rPr>
          <w:color w:val="000000"/>
          <w:sz w:val="22"/>
          <w:szCs w:val="22"/>
        </w:rPr>
        <w:t>9</w:t>
      </w:r>
      <w:r w:rsidRPr="00F64A47">
        <w:rPr>
          <w:color w:val="000000"/>
          <w:sz w:val="22"/>
          <w:szCs w:val="22"/>
        </w:rPr>
        <w:t xml:space="preserve"> oznacza, że jej złożenie</w:t>
      </w:r>
      <w:r>
        <w:rPr>
          <w:color w:val="000000"/>
          <w:sz w:val="22"/>
          <w:szCs w:val="22"/>
        </w:rPr>
        <w:t xml:space="preserve"> </w:t>
      </w:r>
      <w:r w:rsidRPr="00F64A47">
        <w:rPr>
          <w:color w:val="000000"/>
          <w:sz w:val="22"/>
          <w:szCs w:val="22"/>
        </w:rPr>
        <w:t xml:space="preserve">nie prowadzi </w:t>
      </w:r>
      <w:r>
        <w:rPr>
          <w:color w:val="000000"/>
          <w:sz w:val="22"/>
          <w:szCs w:val="22"/>
        </w:rPr>
        <w:br/>
      </w:r>
      <w:r w:rsidRPr="00F64A47">
        <w:rPr>
          <w:color w:val="000000"/>
          <w:sz w:val="22"/>
          <w:szCs w:val="22"/>
        </w:rPr>
        <w:t>do powstania obowiązku podatkowego po stronie zamawiającego.</w:t>
      </w:r>
    </w:p>
    <w:p w:rsidR="00861164" w:rsidRPr="00F64A47" w:rsidRDefault="00861164" w:rsidP="00861164">
      <w:pPr>
        <w:ind w:left="360"/>
        <w:jc w:val="both"/>
        <w:rPr>
          <w:color w:val="000000"/>
          <w:sz w:val="22"/>
          <w:szCs w:val="22"/>
        </w:rPr>
      </w:pPr>
    </w:p>
    <w:p w:rsidR="00420E48" w:rsidRPr="00420E48" w:rsidRDefault="00420E48" w:rsidP="00290821">
      <w:pPr>
        <w:numPr>
          <w:ilvl w:val="0"/>
          <w:numId w:val="19"/>
        </w:numPr>
        <w:ind w:left="426" w:hanging="426"/>
        <w:jc w:val="both"/>
        <w:rPr>
          <w:color w:val="000000"/>
          <w:sz w:val="22"/>
          <w:szCs w:val="22"/>
        </w:rPr>
      </w:pPr>
      <w:r w:rsidRPr="00420E48">
        <w:rPr>
          <w:b/>
          <w:color w:val="000000"/>
          <w:sz w:val="22"/>
          <w:szCs w:val="22"/>
        </w:rPr>
        <w:t>Oświadczam/-my</w:t>
      </w:r>
      <w:r w:rsidRPr="00420E48">
        <w:rPr>
          <w:color w:val="000000"/>
          <w:sz w:val="22"/>
          <w:szCs w:val="22"/>
        </w:rPr>
        <w:t xml:space="preserve"> że niniejsza oferta :</w:t>
      </w:r>
    </w:p>
    <w:p w:rsidR="00420E48" w:rsidRPr="00420E48" w:rsidRDefault="00420E48" w:rsidP="00420E4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420E48">
        <w:rPr>
          <w:rFonts w:eastAsia="Times New Roman"/>
          <w:bCs/>
          <w:color w:val="000000"/>
          <w:sz w:val="22"/>
          <w:szCs w:val="22"/>
          <w:lang w:val="pl-PL" w:eastAsia="pl-PL"/>
        </w:rPr>
        <w:t>- nie zawiera informacji stanowiących tajemnicę przedsiębiorstwa, w rozumieniu art. 11 ust. 4 ustawy z dnia 16 kwietnia 1993 r. o zwalczaniu nieuczciwej konkurencji.</w:t>
      </w:r>
    </w:p>
    <w:p w:rsidR="00420E48" w:rsidRPr="00420E48" w:rsidRDefault="00420E48" w:rsidP="00420E4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420E48">
        <w:rPr>
          <w:rFonts w:eastAsia="Times New Roman"/>
          <w:bCs/>
          <w:color w:val="000000"/>
          <w:sz w:val="22"/>
          <w:szCs w:val="22"/>
          <w:lang w:val="pl-PL" w:eastAsia="pl-PL"/>
        </w:rPr>
        <w:t>- zawiera informacje stanowiące tajemnicę przedsiębiorstwa w rozumieniu art. 11 ust. 4 ustawy                    z dnia 16 kwietnia 1993 r. o zwalczaniu nieuczciwej więc zastrzegam, że nie mogą być one udostępniane oraz przedstawiam lub załączam w oddzielnym pliku stosowne uzasadnienie zastrzeżenia informacji stanowiących tajemnicę przedsiębiorstwa, obejmujące co najmniej n/w obszary</w:t>
      </w:r>
    </w:p>
    <w:p w:rsidR="00420E48" w:rsidRPr="00420E48" w:rsidRDefault="00420E48" w:rsidP="00420E4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420E48">
        <w:rPr>
          <w:rFonts w:eastAsia="Times New Roman"/>
          <w:bCs/>
          <w:color w:val="000000"/>
          <w:sz w:val="22"/>
          <w:szCs w:val="22"/>
          <w:lang w:val="pl-PL" w:eastAsia="pl-PL"/>
        </w:rPr>
        <w:t>* informacje techniczne przedsiębiorstwa i w stosunku do nich podjęto następujące niezbędne działania w celu zachowania ich poufności: …………………………………………………………………………………………..</w:t>
      </w:r>
    </w:p>
    <w:p w:rsidR="00420E48" w:rsidRPr="00420E48" w:rsidRDefault="00420E48" w:rsidP="00420E4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420E48">
        <w:rPr>
          <w:rFonts w:eastAsia="Times New Roman"/>
          <w:bCs/>
          <w:color w:val="000000"/>
          <w:sz w:val="22"/>
          <w:szCs w:val="22"/>
          <w:lang w:val="pl-PL" w:eastAsia="pl-PL"/>
        </w:rPr>
        <w:t>* informacje technologiczne przedsiębiorstwa i w stosunku do nich podjęto następujące niezbędne działania w celu zachowania ich poufności: …………………………………………………………………………………………..</w:t>
      </w:r>
    </w:p>
    <w:p w:rsidR="00420E48" w:rsidRPr="00420E48" w:rsidRDefault="00420E48" w:rsidP="00420E4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420E48">
        <w:rPr>
          <w:rFonts w:eastAsia="Times New Roman"/>
          <w:bCs/>
          <w:color w:val="000000"/>
          <w:sz w:val="22"/>
          <w:szCs w:val="22"/>
          <w:lang w:val="pl-PL" w:eastAsia="pl-PL"/>
        </w:rPr>
        <w:t xml:space="preserve">* informacje organizacyjne przedsiębiorstwa i w stosunku do nich podjęto następujące niezbędne działania w celu zachowania ich poufności: ………………………………………………………………………………………….    </w:t>
      </w:r>
    </w:p>
    <w:p w:rsidR="00420E48" w:rsidRPr="00420E48" w:rsidRDefault="00420E48" w:rsidP="00420E4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420E48">
        <w:rPr>
          <w:rFonts w:eastAsia="Times New Roman"/>
          <w:bCs/>
          <w:color w:val="000000"/>
          <w:sz w:val="22"/>
          <w:szCs w:val="22"/>
          <w:lang w:val="pl-PL" w:eastAsia="pl-PL"/>
        </w:rPr>
        <w:t>* inne informacje posiadające wartość gospodarczą i w stosunku do nich podjęto następujące niezbędne działania w celu zachowania ich poufności: …………………………………………………………………………………………..</w:t>
      </w:r>
    </w:p>
    <w:p w:rsidR="00420E48" w:rsidRPr="00420E48" w:rsidRDefault="00420E48" w:rsidP="00420E4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420E48">
        <w:rPr>
          <w:rFonts w:eastAsia="Times New Roman"/>
          <w:bCs/>
          <w:color w:val="000000"/>
          <w:sz w:val="22"/>
          <w:szCs w:val="22"/>
          <w:lang w:val="pl-PL" w:eastAsia="pl-PL"/>
        </w:rPr>
        <w:t>Jednocześnie o oświadczam, iż w/w informacje nie zostały ujawnione do wiadomości publicznej.</w:t>
      </w:r>
    </w:p>
    <w:p w:rsidR="00420E48" w:rsidRPr="004633CF" w:rsidRDefault="00420E48" w:rsidP="00420E48">
      <w:pPr>
        <w:pStyle w:val="body1"/>
        <w:spacing w:before="0" w:after="0"/>
        <w:ind w:left="360"/>
        <w:rPr>
          <w:i/>
          <w:sz w:val="12"/>
          <w:szCs w:val="12"/>
          <w:lang w:val="pl-PL"/>
        </w:rPr>
      </w:pPr>
      <w:r w:rsidRPr="00420E48">
        <w:rPr>
          <w:rFonts w:eastAsia="Times New Roman"/>
          <w:bCs/>
          <w:color w:val="000000"/>
          <w:sz w:val="22"/>
          <w:szCs w:val="22"/>
          <w:lang w:val="pl-PL" w:eastAsia="pl-PL"/>
        </w:rPr>
        <w:t>(</w:t>
      </w:r>
      <w:r w:rsidRPr="00420E48">
        <w:rPr>
          <w:rFonts w:eastAsia="Times New Roman"/>
          <w:bCs/>
          <w:i/>
          <w:color w:val="000000"/>
          <w:sz w:val="22"/>
          <w:szCs w:val="22"/>
          <w:lang w:val="pl-PL" w:eastAsia="pl-PL"/>
        </w:rPr>
        <w:t>Dokumenty stanowiące tajemnicę przedsiębiorstwa w rozumieniu ustawy z dnia 16 kwietnia 1993 r.  o zwalczaniu nieuczciwej konkurencji powinny być umieszczone w oddzielnym pliku                 nazwanym „Tajemnica przedsiębiorstwa</w:t>
      </w:r>
      <w:r w:rsidRPr="00420E48">
        <w:rPr>
          <w:rFonts w:eastAsia="Times New Roman"/>
          <w:bCs/>
          <w:color w:val="000000"/>
          <w:sz w:val="22"/>
          <w:szCs w:val="22"/>
          <w:lang w:val="pl-PL" w:eastAsia="pl-PL"/>
        </w:rPr>
        <w:t>)</w:t>
      </w:r>
      <w:r>
        <w:rPr>
          <w:rFonts w:eastAsia="Times New Roman"/>
          <w:bCs/>
          <w:color w:val="000000"/>
          <w:sz w:val="22"/>
          <w:szCs w:val="22"/>
          <w:lang w:val="pl-PL" w:eastAsia="pl-PL"/>
        </w:rPr>
        <w:t>.</w:t>
      </w:r>
    </w:p>
    <w:p w:rsidR="00F70187" w:rsidRPr="00EF64F0" w:rsidRDefault="00F70187" w:rsidP="00F70187">
      <w:pPr>
        <w:spacing w:after="120"/>
        <w:ind w:left="360"/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Do oferty </w:t>
      </w:r>
      <w:r>
        <w:rPr>
          <w:color w:val="000000"/>
          <w:sz w:val="22"/>
          <w:szCs w:val="22"/>
        </w:rPr>
        <w:t xml:space="preserve">załączam </w:t>
      </w:r>
      <w:r w:rsidRPr="005F62DD">
        <w:rPr>
          <w:bCs/>
          <w:iCs/>
          <w:color w:val="000000"/>
          <w:sz w:val="22"/>
          <w:szCs w:val="22"/>
        </w:rPr>
        <w:t>stosowne uzasadnienie zastrzeżenia informacji stanowiących tajemnicę przedsiębiorstwa</w:t>
      </w:r>
      <w:r>
        <w:rPr>
          <w:bCs/>
          <w:iCs/>
          <w:color w:val="000000"/>
          <w:sz w:val="22"/>
          <w:szCs w:val="22"/>
        </w:rPr>
        <w:t>.</w:t>
      </w:r>
    </w:p>
    <w:p w:rsidR="00E32533" w:rsidRDefault="00E32533" w:rsidP="00E32533">
      <w:pPr>
        <w:pStyle w:val="body1"/>
        <w:spacing w:before="0" w:after="0" w:line="276" w:lineRule="auto"/>
        <w:ind w:left="360"/>
        <w:rPr>
          <w:i/>
          <w:sz w:val="12"/>
          <w:szCs w:val="12"/>
          <w:lang w:val="pl-PL"/>
        </w:rPr>
      </w:pPr>
    </w:p>
    <w:p w:rsidR="00420E48" w:rsidRDefault="003E4F9A" w:rsidP="00290821">
      <w:pPr>
        <w:numPr>
          <w:ilvl w:val="0"/>
          <w:numId w:val="19"/>
        </w:numPr>
        <w:ind w:left="426" w:hanging="426"/>
        <w:jc w:val="both"/>
        <w:rPr>
          <w:sz w:val="22"/>
          <w:szCs w:val="22"/>
        </w:rPr>
      </w:pPr>
      <w:r w:rsidRPr="003E4F9A">
        <w:rPr>
          <w:sz w:val="22"/>
          <w:szCs w:val="22"/>
        </w:rPr>
        <w:t>Oświadczam/my, że wypełniłem obowiązki informacyjne przewidziane w art. 13 lub art. 14 RODO1) wobec osób fizycznych, od których dane osobowe bezpośrednio lub pośrednio pozyskałem w celu ubiegania się o udzielenie zamówienia publicznego w niniejszym postępowaniu.***</w:t>
      </w:r>
    </w:p>
    <w:p w:rsidR="001D431E" w:rsidRPr="00B919AE" w:rsidRDefault="001D431E" w:rsidP="001D431E">
      <w:pPr>
        <w:pStyle w:val="NormalnyWeb"/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</w:t>
      </w:r>
      <w:r w:rsidRPr="00B919AE">
        <w:rPr>
          <w:rFonts w:ascii="Arial" w:hAnsi="Arial" w:cs="Arial"/>
          <w:color w:val="000000"/>
          <w:sz w:val="22"/>
          <w:szCs w:val="22"/>
        </w:rPr>
        <w:t>___________________</w:t>
      </w:r>
    </w:p>
    <w:p w:rsidR="001D431E" w:rsidRPr="00BE17E8" w:rsidRDefault="001D431E" w:rsidP="001D431E">
      <w:pPr>
        <w:pStyle w:val="Tekstprzypisudolnego"/>
        <w:ind w:left="360"/>
        <w:jc w:val="both"/>
        <w:rPr>
          <w:i/>
          <w:sz w:val="18"/>
          <w:szCs w:val="18"/>
        </w:rPr>
      </w:pPr>
      <w:r w:rsidRPr="00BE17E8">
        <w:rPr>
          <w:i/>
          <w:color w:val="000000"/>
          <w:sz w:val="18"/>
          <w:szCs w:val="18"/>
          <w:vertAlign w:val="superscript"/>
        </w:rPr>
        <w:t xml:space="preserve">1) </w:t>
      </w:r>
      <w:r>
        <w:rPr>
          <w:i/>
          <w:sz w:val="18"/>
          <w:szCs w:val="18"/>
        </w:rPr>
        <w:t>R</w:t>
      </w:r>
      <w:r w:rsidRPr="00BE17E8">
        <w:rPr>
          <w:i/>
          <w:sz w:val="18"/>
          <w:szCs w:val="18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D431E" w:rsidRPr="00BE17E8" w:rsidRDefault="001D431E" w:rsidP="001D431E">
      <w:pPr>
        <w:spacing w:after="120"/>
        <w:ind w:left="360"/>
        <w:jc w:val="both"/>
        <w:rPr>
          <w:i/>
          <w:sz w:val="18"/>
          <w:szCs w:val="18"/>
        </w:rPr>
      </w:pPr>
    </w:p>
    <w:p w:rsidR="001D431E" w:rsidRDefault="001D431E" w:rsidP="001D431E">
      <w:pPr>
        <w:pStyle w:val="NormalnyWeb"/>
        <w:spacing w:line="276" w:lineRule="auto"/>
        <w:ind w:left="360"/>
        <w:jc w:val="both"/>
        <w:rPr>
          <w:i/>
          <w:sz w:val="18"/>
          <w:szCs w:val="18"/>
        </w:rPr>
      </w:pPr>
      <w:r w:rsidRPr="00C418D1">
        <w:rPr>
          <w:i/>
          <w:color w:val="000000"/>
          <w:sz w:val="18"/>
          <w:szCs w:val="18"/>
          <w:vertAlign w:val="superscript"/>
        </w:rPr>
        <w:t xml:space="preserve">*** </w:t>
      </w:r>
      <w:r w:rsidRPr="00BE17E8">
        <w:rPr>
          <w:i/>
          <w:color w:val="000000"/>
          <w:sz w:val="18"/>
          <w:szCs w:val="18"/>
        </w:rPr>
        <w:t xml:space="preserve">W przypadku gdy wykonawca </w:t>
      </w:r>
      <w:r w:rsidRPr="00BE17E8">
        <w:rPr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F56C2" w:rsidRPr="00420E48" w:rsidRDefault="004F56C2" w:rsidP="00B12629">
      <w:pPr>
        <w:jc w:val="both"/>
        <w:rPr>
          <w:sz w:val="22"/>
          <w:szCs w:val="22"/>
        </w:rPr>
      </w:pPr>
    </w:p>
    <w:p w:rsidR="00361B31" w:rsidRPr="005133D6" w:rsidRDefault="00C31A7D" w:rsidP="00290821">
      <w:pPr>
        <w:numPr>
          <w:ilvl w:val="0"/>
          <w:numId w:val="19"/>
        </w:numPr>
        <w:spacing w:line="360" w:lineRule="auto"/>
        <w:ind w:left="426" w:hanging="426"/>
        <w:jc w:val="both"/>
        <w:rPr>
          <w:sz w:val="22"/>
        </w:rPr>
      </w:pPr>
      <w:r w:rsidRPr="005133D6">
        <w:rPr>
          <w:b/>
          <w:sz w:val="22"/>
        </w:rPr>
        <w:t>Wykaz oświadczeń i dokumentów dołączonych do oferty</w:t>
      </w:r>
      <w:r w:rsidR="00361B31" w:rsidRPr="005133D6">
        <w:rPr>
          <w:sz w:val="22"/>
        </w:rPr>
        <w:t>:</w:t>
      </w:r>
    </w:p>
    <w:p w:rsidR="005133D6" w:rsidRPr="005133D6" w:rsidRDefault="005133D6" w:rsidP="00E22326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 w:rsidRPr="005133D6">
        <w:rPr>
          <w:color w:val="000000"/>
          <w:sz w:val="16"/>
        </w:rPr>
        <w:t>...............................................................................................................</w:t>
      </w:r>
      <w:r>
        <w:rPr>
          <w:color w:val="000000"/>
          <w:sz w:val="16"/>
        </w:rPr>
        <w:t>.............</w:t>
      </w:r>
      <w:r w:rsidRPr="005133D6">
        <w:rPr>
          <w:color w:val="000000"/>
          <w:sz w:val="16"/>
        </w:rPr>
        <w:t>..................................................</w:t>
      </w:r>
      <w:r w:rsidR="001D3118">
        <w:rPr>
          <w:color w:val="000000"/>
          <w:sz w:val="16"/>
        </w:rPr>
        <w:t>...................</w:t>
      </w:r>
    </w:p>
    <w:p w:rsidR="005133D6" w:rsidRPr="005133D6" w:rsidRDefault="005133D6" w:rsidP="00E22326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 w:rsidRPr="005133D6">
        <w:rPr>
          <w:color w:val="000000"/>
          <w:sz w:val="16"/>
        </w:rPr>
        <w:t>...............................................................................................................</w:t>
      </w:r>
      <w:r>
        <w:rPr>
          <w:color w:val="000000"/>
          <w:sz w:val="16"/>
        </w:rPr>
        <w:t>.............</w:t>
      </w:r>
      <w:r w:rsidRPr="005133D6">
        <w:rPr>
          <w:color w:val="000000"/>
          <w:sz w:val="16"/>
        </w:rPr>
        <w:t>..................................................</w:t>
      </w:r>
      <w:r w:rsidR="001D3118">
        <w:rPr>
          <w:color w:val="000000"/>
          <w:sz w:val="16"/>
        </w:rPr>
        <w:t>....................</w:t>
      </w:r>
    </w:p>
    <w:p w:rsidR="00844D5F" w:rsidRPr="00844D5F" w:rsidRDefault="005133D6" w:rsidP="00E22326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 w:rsidRPr="005133D6">
        <w:rPr>
          <w:color w:val="000000"/>
          <w:sz w:val="16"/>
        </w:rPr>
        <w:t>...............................................................................................................</w:t>
      </w:r>
      <w:r>
        <w:rPr>
          <w:color w:val="000000"/>
          <w:sz w:val="16"/>
        </w:rPr>
        <w:t>.............</w:t>
      </w:r>
      <w:r w:rsidRPr="005133D6">
        <w:rPr>
          <w:color w:val="000000"/>
          <w:sz w:val="16"/>
        </w:rPr>
        <w:t>......................................................................</w:t>
      </w:r>
    </w:p>
    <w:p w:rsidR="00243B15" w:rsidRPr="006779B9" w:rsidRDefault="001D3118" w:rsidP="00243B15">
      <w:pPr>
        <w:numPr>
          <w:ilvl w:val="0"/>
          <w:numId w:val="1"/>
        </w:numPr>
        <w:spacing w:line="480" w:lineRule="auto"/>
        <w:ind w:hanging="141"/>
        <w:jc w:val="both"/>
        <w:rPr>
          <w:sz w:val="22"/>
        </w:rPr>
      </w:pPr>
      <w:r>
        <w:rPr>
          <w:color w:val="000000"/>
          <w:sz w:val="16"/>
        </w:rPr>
        <w:t xml:space="preserve">              </w:t>
      </w:r>
      <w:r w:rsidR="00243B15" w:rsidRPr="005133D6">
        <w:rPr>
          <w:color w:val="000000"/>
          <w:sz w:val="16"/>
        </w:rPr>
        <w:t>...............................................................................................................</w:t>
      </w:r>
      <w:r w:rsidR="00243B15">
        <w:rPr>
          <w:color w:val="000000"/>
          <w:sz w:val="16"/>
        </w:rPr>
        <w:t>.............</w:t>
      </w:r>
      <w:r w:rsidR="00243B15" w:rsidRPr="005133D6">
        <w:rPr>
          <w:color w:val="000000"/>
          <w:sz w:val="16"/>
        </w:rPr>
        <w:t>.................................</w:t>
      </w:r>
      <w:r>
        <w:rPr>
          <w:color w:val="000000"/>
          <w:sz w:val="16"/>
        </w:rPr>
        <w:t>....................................</w:t>
      </w:r>
    </w:p>
    <w:p w:rsidR="006779B9" w:rsidRPr="00B12629" w:rsidRDefault="006779B9" w:rsidP="006779B9">
      <w:pPr>
        <w:spacing w:line="480" w:lineRule="auto"/>
        <w:jc w:val="both"/>
        <w:rPr>
          <w:sz w:val="22"/>
        </w:rPr>
      </w:pPr>
    </w:p>
    <w:p w:rsidR="00B05329" w:rsidRPr="00EA2B3D" w:rsidRDefault="00E63B6B" w:rsidP="0037372F">
      <w:pPr>
        <w:numPr>
          <w:ilvl w:val="0"/>
          <w:numId w:val="25"/>
        </w:numPr>
        <w:rPr>
          <w:rFonts w:eastAsia="Calibri"/>
          <w:sz w:val="22"/>
          <w:szCs w:val="22"/>
          <w:lang w:eastAsia="en-US"/>
        </w:rPr>
      </w:pPr>
      <w:r w:rsidRPr="00E63B6B">
        <w:rPr>
          <w:rFonts w:eastAsia="Calibri"/>
          <w:b/>
          <w:sz w:val="22"/>
          <w:szCs w:val="22"/>
          <w:lang w:eastAsia="en-US"/>
        </w:rPr>
        <w:t>Oświadczam/my,</w:t>
      </w:r>
      <w:r w:rsidRPr="00E63B6B">
        <w:rPr>
          <w:rFonts w:eastAsia="Calibri"/>
          <w:sz w:val="22"/>
          <w:szCs w:val="22"/>
          <w:lang w:eastAsia="en-US"/>
        </w:rPr>
        <w:t xml:space="preserve"> że w przypadku gdy moja/nasza oferta zostanie wybrana jako najkorzystniejsza to w ramach formalności przed podpisaniem umowy przedłożę Zamawiającemu:</w:t>
      </w:r>
    </w:p>
    <w:p w:rsidR="00B05329" w:rsidRDefault="00B05329" w:rsidP="00B05329">
      <w:pPr>
        <w:numPr>
          <w:ilvl w:val="0"/>
          <w:numId w:val="12"/>
        </w:numPr>
        <w:spacing w:after="15" w:line="276" w:lineRule="auto"/>
        <w:ind w:right="-2"/>
        <w:jc w:val="both"/>
        <w:rPr>
          <w:rFonts w:eastAsia="Calibri"/>
          <w:sz w:val="22"/>
          <w:szCs w:val="22"/>
          <w:lang w:eastAsia="en-US"/>
        </w:rPr>
      </w:pPr>
      <w:r w:rsidRPr="007514AA">
        <w:rPr>
          <w:b/>
          <w:sz w:val="22"/>
          <w:szCs w:val="22"/>
          <w:lang w:eastAsia="en-US"/>
        </w:rPr>
        <w:t>wykaz osób zatrudnionych na podstawie umowy o pracę zgodnie z art. 95 ust. 1 Pzp</w:t>
      </w:r>
      <w:r w:rsidRPr="007514AA">
        <w:rPr>
          <w:rFonts w:eastAsia="Calibri"/>
          <w:sz w:val="22"/>
          <w:szCs w:val="22"/>
          <w:lang w:eastAsia="en-US"/>
        </w:rPr>
        <w:t xml:space="preserve"> osób wykonujących czynności na rzecz Zamawiającego </w:t>
      </w:r>
    </w:p>
    <w:p w:rsidR="00B05329" w:rsidRPr="007514AA" w:rsidRDefault="00B05329" w:rsidP="00EA2B3D">
      <w:pPr>
        <w:numPr>
          <w:ilvl w:val="0"/>
          <w:numId w:val="20"/>
        </w:numPr>
        <w:autoSpaceDE w:val="0"/>
        <w:autoSpaceDN w:val="0"/>
        <w:adjustRightInd w:val="0"/>
        <w:spacing w:after="200" w:line="276" w:lineRule="auto"/>
        <w:jc w:val="both"/>
        <w:rPr>
          <w:rFonts w:eastAsia="Calibri"/>
          <w:color w:val="000000"/>
          <w:sz w:val="22"/>
          <w:szCs w:val="22"/>
        </w:rPr>
      </w:pPr>
      <w:r w:rsidRPr="007514AA">
        <w:rPr>
          <w:rFonts w:eastAsia="Calibri"/>
          <w:b/>
          <w:bCs/>
          <w:color w:val="000000"/>
          <w:sz w:val="22"/>
          <w:szCs w:val="22"/>
        </w:rPr>
        <w:t>opłaconą polisę</w:t>
      </w:r>
      <w:r w:rsidRPr="007514AA">
        <w:rPr>
          <w:rFonts w:eastAsia="Calibri"/>
          <w:color w:val="000000"/>
          <w:sz w:val="22"/>
          <w:szCs w:val="22"/>
        </w:rPr>
        <w:t xml:space="preserve">, a w przypadku jej braku inny dokument potwierdzający, że wykonawca jest ubezpieczony od odpowiedzialności cywilnej w zakresie prowadzonej działalności gospodarczej przez cały okres realizacji umowy. </w:t>
      </w:r>
    </w:p>
    <w:p w:rsidR="00B05329" w:rsidRPr="007514AA" w:rsidRDefault="00B05329" w:rsidP="00B05329">
      <w:pPr>
        <w:numPr>
          <w:ilvl w:val="0"/>
          <w:numId w:val="20"/>
        </w:numPr>
        <w:autoSpaceDE w:val="0"/>
        <w:autoSpaceDN w:val="0"/>
        <w:adjustRightInd w:val="0"/>
        <w:spacing w:after="200" w:line="276" w:lineRule="auto"/>
        <w:jc w:val="both"/>
        <w:rPr>
          <w:rFonts w:eastAsia="Calibri"/>
          <w:color w:val="000000"/>
          <w:sz w:val="22"/>
          <w:szCs w:val="22"/>
        </w:rPr>
      </w:pPr>
      <w:r w:rsidRPr="007514AA">
        <w:rPr>
          <w:rFonts w:eastAsia="Calibri"/>
          <w:b/>
          <w:bCs/>
          <w:color w:val="000000"/>
          <w:sz w:val="22"/>
          <w:szCs w:val="22"/>
        </w:rPr>
        <w:t xml:space="preserve">umowę regulującą współpracę </w:t>
      </w:r>
      <w:r w:rsidRPr="007514AA">
        <w:rPr>
          <w:rFonts w:eastAsia="Calibri"/>
          <w:color w:val="000000"/>
          <w:sz w:val="22"/>
          <w:szCs w:val="22"/>
        </w:rPr>
        <w:t xml:space="preserve">Wykonawców wspólnie ubiegających się o udzielenie zamówienia (w przypadku wyboru ich oferty jako najkorzystniejszej)– </w:t>
      </w:r>
      <w:r w:rsidRPr="007514AA">
        <w:rPr>
          <w:rFonts w:eastAsia="Calibri"/>
          <w:i/>
          <w:iCs/>
          <w:color w:val="000000"/>
          <w:sz w:val="22"/>
          <w:szCs w:val="22"/>
        </w:rPr>
        <w:t xml:space="preserve">dotyczy tylko konsorcjum </w:t>
      </w:r>
      <w:r w:rsidRPr="007514AA">
        <w:rPr>
          <w:rFonts w:eastAsia="Calibri"/>
          <w:iCs/>
          <w:color w:val="000000"/>
          <w:sz w:val="22"/>
          <w:szCs w:val="22"/>
        </w:rPr>
        <w:t>zawierającą co najmniej:</w:t>
      </w:r>
    </w:p>
    <w:p w:rsidR="00B05329" w:rsidRPr="007514AA" w:rsidRDefault="00B05329" w:rsidP="00B05329">
      <w:pPr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jc w:val="both"/>
        <w:rPr>
          <w:rFonts w:eastAsia="Calibri"/>
          <w:color w:val="000000"/>
          <w:sz w:val="22"/>
          <w:szCs w:val="22"/>
        </w:rPr>
      </w:pPr>
      <w:r w:rsidRPr="007514AA">
        <w:rPr>
          <w:rFonts w:eastAsia="Calibri"/>
          <w:color w:val="000000"/>
          <w:sz w:val="22"/>
          <w:szCs w:val="22"/>
        </w:rPr>
        <w:t>zobowiązanie do realizacji wspólnego przedsięwzięcia gospodarczego obejmującego swoim zakresem realizacje przedmiotu zamówienia,</w:t>
      </w:r>
    </w:p>
    <w:p w:rsidR="00B05329" w:rsidRPr="007514AA" w:rsidRDefault="00B05329" w:rsidP="00B05329">
      <w:pPr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jc w:val="both"/>
        <w:rPr>
          <w:rFonts w:eastAsia="Calibri"/>
          <w:color w:val="000000"/>
          <w:sz w:val="22"/>
          <w:szCs w:val="22"/>
        </w:rPr>
      </w:pPr>
      <w:r w:rsidRPr="007514AA">
        <w:rPr>
          <w:rFonts w:eastAsia="Calibri"/>
          <w:color w:val="000000"/>
          <w:sz w:val="22"/>
          <w:szCs w:val="22"/>
        </w:rPr>
        <w:t>określenie zakresu działania poszczególnych stron umowy, czas obowiązywania umowy, który nie może być krótszy, niż okres obejmujący realizację oraz czas trwania gwarancji jakości i rękojmi.</w:t>
      </w:r>
    </w:p>
    <w:p w:rsidR="001D431E" w:rsidRPr="00E63B6B" w:rsidRDefault="001D431E" w:rsidP="0037372F">
      <w:pPr>
        <w:numPr>
          <w:ilvl w:val="0"/>
          <w:numId w:val="26"/>
        </w:numPr>
        <w:jc w:val="both"/>
        <w:rPr>
          <w:sz w:val="22"/>
          <w:szCs w:val="22"/>
        </w:rPr>
      </w:pPr>
      <w:r w:rsidRPr="00243B15">
        <w:rPr>
          <w:color w:val="000000"/>
          <w:sz w:val="22"/>
          <w:szCs w:val="22"/>
        </w:rPr>
        <w:t>Pouczony o odpowiedzialności karnej</w:t>
      </w:r>
      <w:r w:rsidRPr="00243B15">
        <w:rPr>
          <w:b/>
          <w:bCs/>
          <w:color w:val="000000"/>
          <w:sz w:val="22"/>
          <w:szCs w:val="22"/>
        </w:rPr>
        <w:t> </w:t>
      </w:r>
      <w:r w:rsidRPr="00243B15">
        <w:rPr>
          <w:color w:val="000000"/>
          <w:sz w:val="22"/>
          <w:szCs w:val="22"/>
        </w:rPr>
        <w:t>(m.in. z art. 297 ustawy z dnia 6 czerwca 1997r. – Kodeks karny t. j. Dz. U z 202</w:t>
      </w:r>
      <w:r w:rsidR="00A57792">
        <w:rPr>
          <w:color w:val="000000"/>
          <w:sz w:val="22"/>
          <w:szCs w:val="22"/>
        </w:rPr>
        <w:t>4</w:t>
      </w:r>
      <w:r w:rsidRPr="00243B15">
        <w:rPr>
          <w:color w:val="000000"/>
          <w:sz w:val="22"/>
          <w:szCs w:val="22"/>
        </w:rPr>
        <w:t xml:space="preserve"> poz. </w:t>
      </w:r>
      <w:r w:rsidR="00A57792">
        <w:rPr>
          <w:color w:val="000000"/>
          <w:sz w:val="22"/>
          <w:szCs w:val="22"/>
        </w:rPr>
        <w:t>17</w:t>
      </w:r>
      <w:r w:rsidRPr="00243B15">
        <w:rPr>
          <w:color w:val="000000"/>
          <w:sz w:val="22"/>
          <w:szCs w:val="22"/>
        </w:rPr>
        <w:t>) </w:t>
      </w:r>
      <w:r w:rsidRPr="00243B15">
        <w:rPr>
          <w:b/>
          <w:bCs/>
          <w:color w:val="000000"/>
          <w:sz w:val="22"/>
          <w:szCs w:val="22"/>
        </w:rPr>
        <w:t>oświadczam/my, że</w:t>
      </w:r>
      <w:r w:rsidRPr="00243B15">
        <w:rPr>
          <w:color w:val="000000"/>
          <w:sz w:val="22"/>
          <w:szCs w:val="22"/>
        </w:rPr>
        <w:t> wszystkie informacje podane w ofercie  oraz w złożonych dokumentach i oświadczeniach, są aktualne i zgodne z prawdą oraz zostały przedstawione z pełną świadomością konsekwencji wprowadzenia zamawiającego w błąd przy przedstawieniu informacji.</w:t>
      </w:r>
    </w:p>
    <w:p w:rsidR="00C86A94" w:rsidRDefault="00C86A94" w:rsidP="00F70187">
      <w:pPr>
        <w:jc w:val="both"/>
        <w:rPr>
          <w:i/>
          <w:color w:val="FF0000"/>
          <w:sz w:val="16"/>
          <w:szCs w:val="22"/>
        </w:rPr>
      </w:pPr>
    </w:p>
    <w:p w:rsidR="00B12629" w:rsidRDefault="00B12629" w:rsidP="00F70187">
      <w:pPr>
        <w:jc w:val="both"/>
        <w:rPr>
          <w:i/>
          <w:color w:val="FF0000"/>
          <w:sz w:val="16"/>
          <w:szCs w:val="22"/>
        </w:rPr>
      </w:pPr>
    </w:p>
    <w:p w:rsidR="00EA2B3D" w:rsidRPr="00EA2B3D" w:rsidRDefault="00EA2B3D" w:rsidP="00EA2B3D">
      <w:pPr>
        <w:jc w:val="both"/>
        <w:rPr>
          <w:i/>
          <w:color w:val="FF0000"/>
          <w:sz w:val="18"/>
          <w:szCs w:val="22"/>
        </w:rPr>
      </w:pPr>
      <w:r w:rsidRPr="00EA2B3D">
        <w:rPr>
          <w:i/>
          <w:color w:val="FF0000"/>
          <w:sz w:val="18"/>
          <w:szCs w:val="22"/>
        </w:rPr>
        <w:t>Uwaga! Dokument należy opatrzyć:</w:t>
      </w:r>
    </w:p>
    <w:p w:rsidR="00EA2B3D" w:rsidRPr="00EA2B3D" w:rsidRDefault="00EA2B3D" w:rsidP="00EA2B3D">
      <w:pPr>
        <w:jc w:val="both"/>
        <w:rPr>
          <w:i/>
          <w:color w:val="FF0000"/>
          <w:sz w:val="18"/>
          <w:szCs w:val="22"/>
        </w:rPr>
      </w:pPr>
      <w:r w:rsidRPr="00EA2B3D">
        <w:rPr>
          <w:i/>
          <w:color w:val="FF0000"/>
          <w:sz w:val="18"/>
          <w:szCs w:val="22"/>
        </w:rPr>
        <w:t>a) kwalifikowanym podpisem elektronicznym w rozumieniu przepisów ustawy z dnia 5 września 2016 r. o usługach zaufania oraz identyfikacji elektronicznej (Dz.U z 2024 r. poz. 422) albo</w:t>
      </w:r>
    </w:p>
    <w:p w:rsidR="00EA2B3D" w:rsidRPr="00EA2B3D" w:rsidRDefault="00EA2B3D" w:rsidP="00EA2B3D">
      <w:pPr>
        <w:jc w:val="both"/>
        <w:rPr>
          <w:i/>
          <w:color w:val="FF0000"/>
          <w:sz w:val="18"/>
          <w:szCs w:val="22"/>
        </w:rPr>
      </w:pPr>
      <w:r w:rsidRPr="00EA2B3D">
        <w:rPr>
          <w:i/>
          <w:color w:val="FF0000"/>
          <w:sz w:val="18"/>
          <w:szCs w:val="22"/>
        </w:rPr>
        <w:t>b) podpisem zaufanym w rozumieniu przepisów ustawy z dnia 17 lutego 2005 r. o informatyzacji działalności podmiotów realizujących zadania publiczne (Dz. U. z 2024 r.  poz. 307) albo</w:t>
      </w:r>
    </w:p>
    <w:p w:rsidR="00EA2B3D" w:rsidRPr="00EA2B3D" w:rsidRDefault="00EA2B3D" w:rsidP="00EA2B3D">
      <w:pPr>
        <w:jc w:val="both"/>
        <w:rPr>
          <w:i/>
          <w:color w:val="FF0000"/>
          <w:sz w:val="18"/>
          <w:szCs w:val="22"/>
        </w:rPr>
      </w:pPr>
      <w:r w:rsidRPr="00EA2B3D">
        <w:rPr>
          <w:i/>
          <w:color w:val="FF0000"/>
          <w:sz w:val="18"/>
          <w:szCs w:val="22"/>
        </w:rPr>
        <w:t>c) podpisem osobistym w rozumieniu przepisów ustawy z dnia 6 sierpnia 2010 r. o dowodach osobistych (Dz. U. z 2022 r. poz. 671)</w:t>
      </w:r>
    </w:p>
    <w:p w:rsidR="00D46B4F" w:rsidRPr="00EA2B3D" w:rsidRDefault="00D46B4F" w:rsidP="00EA2B3D">
      <w:pPr>
        <w:jc w:val="both"/>
        <w:rPr>
          <w:sz w:val="22"/>
        </w:rPr>
      </w:pPr>
    </w:p>
    <w:sectPr w:rsidR="00D46B4F" w:rsidRPr="00EA2B3D" w:rsidSect="008300B4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1A3" w:rsidRDefault="007D41A3">
      <w:r>
        <w:separator/>
      </w:r>
    </w:p>
  </w:endnote>
  <w:endnote w:type="continuationSeparator" w:id="0">
    <w:p w:rsidR="007D41A3" w:rsidRDefault="007D4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CB8" w:rsidRDefault="00F57CB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F57CB8" w:rsidRDefault="00F57CB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3EE" w:rsidRPr="00E24EC1" w:rsidRDefault="00E24EC1" w:rsidP="00672284">
    <w:pPr>
      <w:pStyle w:val="Stopka"/>
      <w:jc w:val="right"/>
      <w:rPr>
        <w:sz w:val="16"/>
        <w:szCs w:val="16"/>
      </w:rPr>
    </w:pPr>
    <w:r w:rsidRPr="00E24EC1">
      <w:rPr>
        <w:rStyle w:val="Numerstrony"/>
        <w:i/>
        <w:sz w:val="16"/>
        <w:szCs w:val="16"/>
      </w:rPr>
      <w:fldChar w:fldCharType="begin"/>
    </w:r>
    <w:r w:rsidRPr="00E24EC1">
      <w:rPr>
        <w:rStyle w:val="Numerstrony"/>
        <w:i/>
        <w:sz w:val="16"/>
        <w:szCs w:val="16"/>
      </w:rPr>
      <w:instrText xml:space="preserve">PAGE  </w:instrText>
    </w:r>
    <w:r w:rsidRPr="00E24EC1">
      <w:rPr>
        <w:rStyle w:val="Numerstrony"/>
        <w:i/>
        <w:sz w:val="16"/>
        <w:szCs w:val="16"/>
      </w:rPr>
      <w:fldChar w:fldCharType="separate"/>
    </w:r>
    <w:r w:rsidR="007D41A3">
      <w:rPr>
        <w:rStyle w:val="Numerstrony"/>
        <w:i/>
        <w:noProof/>
        <w:sz w:val="16"/>
        <w:szCs w:val="16"/>
      </w:rPr>
      <w:t>1</w:t>
    </w:r>
    <w:r w:rsidRPr="00E24EC1">
      <w:rPr>
        <w:rStyle w:val="Numerstrony"/>
        <w:i/>
        <w:sz w:val="16"/>
        <w:szCs w:val="16"/>
      </w:rPr>
      <w:fldChar w:fldCharType="end"/>
    </w:r>
    <w:r w:rsidRPr="00E24EC1">
      <w:rPr>
        <w:rStyle w:val="Numerstrony"/>
        <w:i/>
        <w:sz w:val="16"/>
        <w:szCs w:val="16"/>
      </w:rPr>
      <w:t xml:space="preserve"> / </w:t>
    </w:r>
    <w:r w:rsidRPr="00E24EC1">
      <w:rPr>
        <w:rStyle w:val="Numerstrony"/>
        <w:i/>
        <w:sz w:val="16"/>
        <w:szCs w:val="16"/>
      </w:rPr>
      <w:fldChar w:fldCharType="begin"/>
    </w:r>
    <w:r w:rsidRPr="00E24EC1">
      <w:rPr>
        <w:rStyle w:val="Numerstrony"/>
        <w:i/>
        <w:sz w:val="16"/>
        <w:szCs w:val="16"/>
      </w:rPr>
      <w:instrText xml:space="preserve"> NUMPAGES </w:instrText>
    </w:r>
    <w:r w:rsidRPr="00E24EC1">
      <w:rPr>
        <w:rStyle w:val="Numerstrony"/>
        <w:i/>
        <w:sz w:val="16"/>
        <w:szCs w:val="16"/>
      </w:rPr>
      <w:fldChar w:fldCharType="separate"/>
    </w:r>
    <w:r w:rsidR="007D41A3">
      <w:rPr>
        <w:rStyle w:val="Numerstrony"/>
        <w:i/>
        <w:noProof/>
        <w:sz w:val="16"/>
        <w:szCs w:val="16"/>
      </w:rPr>
      <w:t>1</w:t>
    </w:r>
    <w:r w:rsidRPr="00E24EC1">
      <w:rPr>
        <w:rStyle w:val="Numerstrony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CB8" w:rsidRDefault="00F57CB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F57CB8" w:rsidRDefault="00F57CB8">
    <w:pPr>
      <w:pStyle w:val="Stopka"/>
      <w:tabs>
        <w:tab w:val="clear" w:pos="4536"/>
      </w:tabs>
      <w:jc w:val="center"/>
    </w:pPr>
  </w:p>
  <w:p w:rsidR="00F57CB8" w:rsidRDefault="00F57CB8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615F61">
      <w:rPr>
        <w:rStyle w:val="Numerstrony"/>
        <w:noProof/>
      </w:rPr>
      <w:t>6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1A3" w:rsidRDefault="007D41A3">
      <w:r>
        <w:separator/>
      </w:r>
    </w:p>
  </w:footnote>
  <w:footnote w:type="continuationSeparator" w:id="0">
    <w:p w:rsidR="007D41A3" w:rsidRDefault="007D4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CB8" w:rsidRPr="00FE492A" w:rsidRDefault="00691622">
    <w:pPr>
      <w:pStyle w:val="Nagwek"/>
      <w:rPr>
        <w:i/>
        <w:sz w:val="22"/>
        <w:szCs w:val="22"/>
      </w:rPr>
    </w:pPr>
    <w:r w:rsidRPr="00FE492A">
      <w:rPr>
        <w:i/>
        <w:sz w:val="22"/>
        <w:szCs w:val="22"/>
      </w:rPr>
      <w:t>Sygnatura sprawy: 22.BLT.</w:t>
    </w:r>
    <w:r w:rsidR="003E4F9A" w:rsidRPr="00FE492A">
      <w:rPr>
        <w:i/>
        <w:sz w:val="22"/>
        <w:szCs w:val="22"/>
      </w:rPr>
      <w:t>SZP.</w:t>
    </w:r>
    <w:r w:rsidRPr="00FE492A">
      <w:rPr>
        <w:i/>
        <w:sz w:val="22"/>
        <w:szCs w:val="22"/>
      </w:rPr>
      <w:t>2612.</w:t>
    </w:r>
    <w:r w:rsidR="003869C5">
      <w:rPr>
        <w:i/>
        <w:sz w:val="22"/>
        <w:szCs w:val="22"/>
      </w:rPr>
      <w:t>18.2025</w:t>
    </w:r>
    <w:r w:rsidR="003869C5">
      <w:rPr>
        <w:i/>
        <w:sz w:val="22"/>
        <w:szCs w:val="22"/>
      </w:rPr>
      <w:tab/>
    </w:r>
    <w:r w:rsidR="003869C5">
      <w:rPr>
        <w:i/>
        <w:sz w:val="22"/>
        <w:szCs w:val="22"/>
      </w:rPr>
      <w:tab/>
    </w:r>
    <w:r w:rsidR="00103D4D" w:rsidRPr="00FE492A">
      <w:rPr>
        <w:i/>
        <w:sz w:val="22"/>
        <w:szCs w:val="22"/>
      </w:rPr>
      <w:t>Załącznik nr 1 do S</w:t>
    </w:r>
    <w:r w:rsidR="008300B4" w:rsidRPr="00FE492A">
      <w:rPr>
        <w:i/>
        <w:sz w:val="22"/>
        <w:szCs w:val="22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9"/>
    <w:multiLevelType w:val="singleLevel"/>
    <w:tmpl w:val="00000019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3521D48"/>
    <w:multiLevelType w:val="hybridMultilevel"/>
    <w:tmpl w:val="05B09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2747D"/>
    <w:multiLevelType w:val="hybridMultilevel"/>
    <w:tmpl w:val="2ABE175C"/>
    <w:lvl w:ilvl="0" w:tplc="273EFED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F443F"/>
    <w:multiLevelType w:val="hybridMultilevel"/>
    <w:tmpl w:val="F36AB3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6607D"/>
    <w:multiLevelType w:val="hybridMultilevel"/>
    <w:tmpl w:val="F36C00FC"/>
    <w:lvl w:ilvl="0" w:tplc="1360A3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1C3E38A6"/>
    <w:multiLevelType w:val="hybridMultilevel"/>
    <w:tmpl w:val="E3E8C626"/>
    <w:lvl w:ilvl="0" w:tplc="7C1844C2">
      <w:start w:val="1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C38D9"/>
    <w:multiLevelType w:val="hybridMultilevel"/>
    <w:tmpl w:val="E920149A"/>
    <w:lvl w:ilvl="0" w:tplc="A93CE3C6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ED05728"/>
    <w:multiLevelType w:val="hybridMultilevel"/>
    <w:tmpl w:val="C8E2F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6267946">
      <w:start w:val="1"/>
      <w:numFmt w:val="lowerLetter"/>
      <w:lvlText w:val="%2)"/>
      <w:lvlJc w:val="left"/>
      <w:pPr>
        <w:ind w:left="1515" w:hanging="43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61E93"/>
    <w:multiLevelType w:val="hybridMultilevel"/>
    <w:tmpl w:val="51A8F110"/>
    <w:lvl w:ilvl="0" w:tplc="36FA6872">
      <w:start w:val="1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D5CAF"/>
    <w:multiLevelType w:val="hybridMultilevel"/>
    <w:tmpl w:val="A72CDB9E"/>
    <w:lvl w:ilvl="0" w:tplc="EBB665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53C3E68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66022"/>
    <w:multiLevelType w:val="hybridMultilevel"/>
    <w:tmpl w:val="847C10E2"/>
    <w:lvl w:ilvl="0" w:tplc="9C4A32CE">
      <w:start w:val="1"/>
      <w:numFmt w:val="bullet"/>
      <w:lvlText w:val=""/>
      <w:lvlJc w:val="left"/>
      <w:pPr>
        <w:ind w:left="31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1" w15:restartNumberingAfterBreak="0">
    <w:nsid w:val="335921CB"/>
    <w:multiLevelType w:val="multilevel"/>
    <w:tmpl w:val="DF66F91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12" w15:restartNumberingAfterBreak="0">
    <w:nsid w:val="3ED70B52"/>
    <w:multiLevelType w:val="hybridMultilevel"/>
    <w:tmpl w:val="DDCA2EA0"/>
    <w:lvl w:ilvl="0" w:tplc="567AD686">
      <w:start w:val="1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21F63"/>
    <w:multiLevelType w:val="hybridMultilevel"/>
    <w:tmpl w:val="1984511E"/>
    <w:lvl w:ilvl="0" w:tplc="4BEE74E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FC0F4D"/>
    <w:multiLevelType w:val="hybridMultilevel"/>
    <w:tmpl w:val="7316971C"/>
    <w:lvl w:ilvl="0" w:tplc="9C4A32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8104388"/>
    <w:multiLevelType w:val="multilevel"/>
    <w:tmpl w:val="AA1A1EE6"/>
    <w:lvl w:ilvl="0">
      <w:start w:val="2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16" w15:restartNumberingAfterBreak="0">
    <w:nsid w:val="51851207"/>
    <w:multiLevelType w:val="hybridMultilevel"/>
    <w:tmpl w:val="02863F3C"/>
    <w:lvl w:ilvl="0" w:tplc="6748CDA6">
      <w:start w:val="1"/>
      <w:numFmt w:val="lowerLetter"/>
      <w:lvlText w:val="%1)"/>
      <w:lvlJc w:val="left"/>
      <w:pPr>
        <w:ind w:left="35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7" w15:restartNumberingAfterBreak="0">
    <w:nsid w:val="56B11A4A"/>
    <w:multiLevelType w:val="hybridMultilevel"/>
    <w:tmpl w:val="732E40D2"/>
    <w:lvl w:ilvl="0" w:tplc="1360A3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8" w15:restartNumberingAfterBreak="0">
    <w:nsid w:val="61A24E19"/>
    <w:multiLevelType w:val="hybridMultilevel"/>
    <w:tmpl w:val="8F7E4A2A"/>
    <w:lvl w:ilvl="0" w:tplc="ED520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AC2DD2"/>
    <w:multiLevelType w:val="hybridMultilevel"/>
    <w:tmpl w:val="96722098"/>
    <w:lvl w:ilvl="0" w:tplc="B0D45CAA">
      <w:start w:val="1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7C4382"/>
    <w:multiLevelType w:val="hybridMultilevel"/>
    <w:tmpl w:val="35740E70"/>
    <w:lvl w:ilvl="0" w:tplc="9E966C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5E77AD"/>
    <w:multiLevelType w:val="hybridMultilevel"/>
    <w:tmpl w:val="FC9E0208"/>
    <w:lvl w:ilvl="0" w:tplc="0B02C3DE">
      <w:start w:val="2"/>
      <w:numFmt w:val="decimal"/>
      <w:lvlText w:val="%1."/>
      <w:lvlJc w:val="left"/>
      <w:pPr>
        <w:ind w:left="350" w:hanging="360"/>
      </w:pPr>
      <w:rPr>
        <w:rFonts w:ascii="Times New Roman" w:hAnsi="Times New Roman" w:cs="Times New Roman" w:hint="default"/>
        <w:b/>
        <w:i w:val="0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1B40DD"/>
    <w:multiLevelType w:val="hybridMultilevel"/>
    <w:tmpl w:val="9E0A5E2E"/>
    <w:lvl w:ilvl="0" w:tplc="6A686E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4E2AC2"/>
    <w:multiLevelType w:val="hybridMultilevel"/>
    <w:tmpl w:val="36F48A6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7A8F1706"/>
    <w:multiLevelType w:val="hybridMultilevel"/>
    <w:tmpl w:val="042204CC"/>
    <w:lvl w:ilvl="0" w:tplc="669E515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C423794"/>
    <w:multiLevelType w:val="hybridMultilevel"/>
    <w:tmpl w:val="1A7EC258"/>
    <w:lvl w:ilvl="0" w:tplc="6936B562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EA422AE"/>
    <w:multiLevelType w:val="hybridMultilevel"/>
    <w:tmpl w:val="C088A91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22"/>
  </w:num>
  <w:num w:numId="3">
    <w:abstractNumId w:val="18"/>
  </w:num>
  <w:num w:numId="4">
    <w:abstractNumId w:val="2"/>
  </w:num>
  <w:num w:numId="5">
    <w:abstractNumId w:val="24"/>
  </w:num>
  <w:num w:numId="6">
    <w:abstractNumId w:val="6"/>
  </w:num>
  <w:num w:numId="7">
    <w:abstractNumId w:val="2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4"/>
  </w:num>
  <w:num w:numId="11">
    <w:abstractNumId w:val="9"/>
  </w:num>
  <w:num w:numId="12">
    <w:abstractNumId w:val="11"/>
  </w:num>
  <w:num w:numId="13">
    <w:abstractNumId w:val="1"/>
  </w:num>
  <w:num w:numId="14">
    <w:abstractNumId w:val="19"/>
  </w:num>
  <w:num w:numId="15">
    <w:abstractNumId w:val="3"/>
  </w:num>
  <w:num w:numId="16">
    <w:abstractNumId w:val="5"/>
  </w:num>
  <w:num w:numId="17">
    <w:abstractNumId w:val="16"/>
  </w:num>
  <w:num w:numId="18">
    <w:abstractNumId w:val="13"/>
  </w:num>
  <w:num w:numId="19">
    <w:abstractNumId w:val="21"/>
  </w:num>
  <w:num w:numId="20">
    <w:abstractNumId w:val="15"/>
  </w:num>
  <w:num w:numId="21">
    <w:abstractNumId w:val="14"/>
  </w:num>
  <w:num w:numId="22">
    <w:abstractNumId w:val="10"/>
  </w:num>
  <w:num w:numId="23">
    <w:abstractNumId w:val="23"/>
  </w:num>
  <w:num w:numId="24">
    <w:abstractNumId w:val="26"/>
  </w:num>
  <w:num w:numId="25">
    <w:abstractNumId w:val="12"/>
  </w:num>
  <w:num w:numId="2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5A6"/>
    <w:rsid w:val="000072B4"/>
    <w:rsid w:val="000079D3"/>
    <w:rsid w:val="000120AF"/>
    <w:rsid w:val="0001245D"/>
    <w:rsid w:val="00012BAA"/>
    <w:rsid w:val="00013FCE"/>
    <w:rsid w:val="00014EFF"/>
    <w:rsid w:val="00016915"/>
    <w:rsid w:val="00021DC2"/>
    <w:rsid w:val="000224E0"/>
    <w:rsid w:val="000238BB"/>
    <w:rsid w:val="00024939"/>
    <w:rsid w:val="00025CA4"/>
    <w:rsid w:val="00027B68"/>
    <w:rsid w:val="0003135B"/>
    <w:rsid w:val="0003711D"/>
    <w:rsid w:val="00040132"/>
    <w:rsid w:val="000414F6"/>
    <w:rsid w:val="00050059"/>
    <w:rsid w:val="00050EB6"/>
    <w:rsid w:val="00053D7F"/>
    <w:rsid w:val="000551B3"/>
    <w:rsid w:val="0005520D"/>
    <w:rsid w:val="00056AD1"/>
    <w:rsid w:val="00057780"/>
    <w:rsid w:val="000626BB"/>
    <w:rsid w:val="000635C7"/>
    <w:rsid w:val="00065AA1"/>
    <w:rsid w:val="00066D08"/>
    <w:rsid w:val="00070D0E"/>
    <w:rsid w:val="00070F05"/>
    <w:rsid w:val="00072867"/>
    <w:rsid w:val="00072A60"/>
    <w:rsid w:val="00077580"/>
    <w:rsid w:val="000802FD"/>
    <w:rsid w:val="00080AD3"/>
    <w:rsid w:val="00080D61"/>
    <w:rsid w:val="00084B65"/>
    <w:rsid w:val="000850D6"/>
    <w:rsid w:val="00086403"/>
    <w:rsid w:val="0008735C"/>
    <w:rsid w:val="00087784"/>
    <w:rsid w:val="00091B3E"/>
    <w:rsid w:val="00093500"/>
    <w:rsid w:val="00094074"/>
    <w:rsid w:val="000940DF"/>
    <w:rsid w:val="00094803"/>
    <w:rsid w:val="00097AE0"/>
    <w:rsid w:val="000A0C79"/>
    <w:rsid w:val="000A4259"/>
    <w:rsid w:val="000A4761"/>
    <w:rsid w:val="000A5D13"/>
    <w:rsid w:val="000A673C"/>
    <w:rsid w:val="000B12CF"/>
    <w:rsid w:val="000B3EBA"/>
    <w:rsid w:val="000B42A2"/>
    <w:rsid w:val="000B5214"/>
    <w:rsid w:val="000B560E"/>
    <w:rsid w:val="000C348A"/>
    <w:rsid w:val="000C3EF4"/>
    <w:rsid w:val="000C756E"/>
    <w:rsid w:val="000C76E7"/>
    <w:rsid w:val="000D0AAB"/>
    <w:rsid w:val="000D1704"/>
    <w:rsid w:val="000D2C03"/>
    <w:rsid w:val="000E0F8A"/>
    <w:rsid w:val="000E15CF"/>
    <w:rsid w:val="000E2BCB"/>
    <w:rsid w:val="000E3106"/>
    <w:rsid w:val="000E6F0D"/>
    <w:rsid w:val="000F1CB6"/>
    <w:rsid w:val="000F1EC5"/>
    <w:rsid w:val="000F3A23"/>
    <w:rsid w:val="000F40F0"/>
    <w:rsid w:val="000F495B"/>
    <w:rsid w:val="000F6B86"/>
    <w:rsid w:val="00102C90"/>
    <w:rsid w:val="00103D4D"/>
    <w:rsid w:val="00107F96"/>
    <w:rsid w:val="00113528"/>
    <w:rsid w:val="00113767"/>
    <w:rsid w:val="001138B1"/>
    <w:rsid w:val="00114826"/>
    <w:rsid w:val="0011793C"/>
    <w:rsid w:val="00120634"/>
    <w:rsid w:val="00122CB1"/>
    <w:rsid w:val="00123DF9"/>
    <w:rsid w:val="001303AC"/>
    <w:rsid w:val="00134164"/>
    <w:rsid w:val="00135683"/>
    <w:rsid w:val="00135707"/>
    <w:rsid w:val="00140E7C"/>
    <w:rsid w:val="0014105D"/>
    <w:rsid w:val="00142EFD"/>
    <w:rsid w:val="00144FD6"/>
    <w:rsid w:val="00152177"/>
    <w:rsid w:val="00155A6F"/>
    <w:rsid w:val="0016497E"/>
    <w:rsid w:val="00171272"/>
    <w:rsid w:val="00171609"/>
    <w:rsid w:val="001759FA"/>
    <w:rsid w:val="00175B43"/>
    <w:rsid w:val="001765D5"/>
    <w:rsid w:val="00180E38"/>
    <w:rsid w:val="00181272"/>
    <w:rsid w:val="00181959"/>
    <w:rsid w:val="00182D9E"/>
    <w:rsid w:val="001834F3"/>
    <w:rsid w:val="00183BD2"/>
    <w:rsid w:val="00185231"/>
    <w:rsid w:val="001865F1"/>
    <w:rsid w:val="001909B4"/>
    <w:rsid w:val="00191E9D"/>
    <w:rsid w:val="00195AFF"/>
    <w:rsid w:val="00196F8A"/>
    <w:rsid w:val="00197CC7"/>
    <w:rsid w:val="001A140E"/>
    <w:rsid w:val="001A3E53"/>
    <w:rsid w:val="001A70C8"/>
    <w:rsid w:val="001B2A54"/>
    <w:rsid w:val="001B482C"/>
    <w:rsid w:val="001B525B"/>
    <w:rsid w:val="001B6C32"/>
    <w:rsid w:val="001B6F47"/>
    <w:rsid w:val="001B7924"/>
    <w:rsid w:val="001B7B86"/>
    <w:rsid w:val="001C0AE4"/>
    <w:rsid w:val="001C4F89"/>
    <w:rsid w:val="001C6321"/>
    <w:rsid w:val="001D148B"/>
    <w:rsid w:val="001D3118"/>
    <w:rsid w:val="001D431E"/>
    <w:rsid w:val="001E084A"/>
    <w:rsid w:val="001E085B"/>
    <w:rsid w:val="001E0E80"/>
    <w:rsid w:val="001E17AF"/>
    <w:rsid w:val="001E234C"/>
    <w:rsid w:val="001E3525"/>
    <w:rsid w:val="001E3731"/>
    <w:rsid w:val="001E45A9"/>
    <w:rsid w:val="001E4E83"/>
    <w:rsid w:val="001E58ED"/>
    <w:rsid w:val="001F2BC5"/>
    <w:rsid w:val="001F3991"/>
    <w:rsid w:val="001F6110"/>
    <w:rsid w:val="001F6DD8"/>
    <w:rsid w:val="001F75BB"/>
    <w:rsid w:val="001F768F"/>
    <w:rsid w:val="00200791"/>
    <w:rsid w:val="00203568"/>
    <w:rsid w:val="00204441"/>
    <w:rsid w:val="002059C6"/>
    <w:rsid w:val="002066EA"/>
    <w:rsid w:val="00210A35"/>
    <w:rsid w:val="0021168B"/>
    <w:rsid w:val="00211749"/>
    <w:rsid w:val="0021679C"/>
    <w:rsid w:val="002207A3"/>
    <w:rsid w:val="00225EF8"/>
    <w:rsid w:val="00227E07"/>
    <w:rsid w:val="00227EBD"/>
    <w:rsid w:val="00231524"/>
    <w:rsid w:val="00231F0A"/>
    <w:rsid w:val="002413E5"/>
    <w:rsid w:val="0024290C"/>
    <w:rsid w:val="00243B15"/>
    <w:rsid w:val="0024658A"/>
    <w:rsid w:val="0025022E"/>
    <w:rsid w:val="00250616"/>
    <w:rsid w:val="00252B0F"/>
    <w:rsid w:val="0026103B"/>
    <w:rsid w:val="00263E50"/>
    <w:rsid w:val="0027142D"/>
    <w:rsid w:val="002722B4"/>
    <w:rsid w:val="0027444E"/>
    <w:rsid w:val="002772D7"/>
    <w:rsid w:val="002813A4"/>
    <w:rsid w:val="0028485B"/>
    <w:rsid w:val="0028565D"/>
    <w:rsid w:val="002868E6"/>
    <w:rsid w:val="00287C69"/>
    <w:rsid w:val="00290821"/>
    <w:rsid w:val="00295AFF"/>
    <w:rsid w:val="002965C2"/>
    <w:rsid w:val="002A3209"/>
    <w:rsid w:val="002B0C3A"/>
    <w:rsid w:val="002B0E58"/>
    <w:rsid w:val="002B1A3E"/>
    <w:rsid w:val="002B3B9F"/>
    <w:rsid w:val="002B40E1"/>
    <w:rsid w:val="002C0E10"/>
    <w:rsid w:val="002C531B"/>
    <w:rsid w:val="002C65BE"/>
    <w:rsid w:val="002C6AEB"/>
    <w:rsid w:val="002C72A9"/>
    <w:rsid w:val="002C7B19"/>
    <w:rsid w:val="002C7C22"/>
    <w:rsid w:val="002D5C4F"/>
    <w:rsid w:val="002D6481"/>
    <w:rsid w:val="002D700C"/>
    <w:rsid w:val="002D7DCC"/>
    <w:rsid w:val="002D7FC6"/>
    <w:rsid w:val="002E13A9"/>
    <w:rsid w:val="002E2EAB"/>
    <w:rsid w:val="002E463F"/>
    <w:rsid w:val="002F2422"/>
    <w:rsid w:val="002F3D25"/>
    <w:rsid w:val="002F437E"/>
    <w:rsid w:val="002F5671"/>
    <w:rsid w:val="002F7C41"/>
    <w:rsid w:val="00300400"/>
    <w:rsid w:val="0030258F"/>
    <w:rsid w:val="003033BB"/>
    <w:rsid w:val="00307E09"/>
    <w:rsid w:val="0031038D"/>
    <w:rsid w:val="003117EB"/>
    <w:rsid w:val="00313039"/>
    <w:rsid w:val="00314541"/>
    <w:rsid w:val="00314CED"/>
    <w:rsid w:val="003170BE"/>
    <w:rsid w:val="003173EE"/>
    <w:rsid w:val="00317F01"/>
    <w:rsid w:val="0032114D"/>
    <w:rsid w:val="00322159"/>
    <w:rsid w:val="00324A59"/>
    <w:rsid w:val="003275DF"/>
    <w:rsid w:val="0033301B"/>
    <w:rsid w:val="00337F9B"/>
    <w:rsid w:val="003423B0"/>
    <w:rsid w:val="003469AB"/>
    <w:rsid w:val="003473FE"/>
    <w:rsid w:val="00347EE5"/>
    <w:rsid w:val="003517B9"/>
    <w:rsid w:val="00351D11"/>
    <w:rsid w:val="00353F0D"/>
    <w:rsid w:val="00354927"/>
    <w:rsid w:val="00355D9B"/>
    <w:rsid w:val="0035677E"/>
    <w:rsid w:val="00357FC1"/>
    <w:rsid w:val="00360C2C"/>
    <w:rsid w:val="00361B31"/>
    <w:rsid w:val="00363237"/>
    <w:rsid w:val="003730FE"/>
    <w:rsid w:val="0037372F"/>
    <w:rsid w:val="00376462"/>
    <w:rsid w:val="00376F4F"/>
    <w:rsid w:val="0038171D"/>
    <w:rsid w:val="00382024"/>
    <w:rsid w:val="003837E8"/>
    <w:rsid w:val="00383966"/>
    <w:rsid w:val="0038546C"/>
    <w:rsid w:val="00385D32"/>
    <w:rsid w:val="003869C5"/>
    <w:rsid w:val="003870B9"/>
    <w:rsid w:val="00391D58"/>
    <w:rsid w:val="00393EEE"/>
    <w:rsid w:val="0039483C"/>
    <w:rsid w:val="00395BD9"/>
    <w:rsid w:val="00396982"/>
    <w:rsid w:val="0039766B"/>
    <w:rsid w:val="003A048A"/>
    <w:rsid w:val="003A179D"/>
    <w:rsid w:val="003A367A"/>
    <w:rsid w:val="003A4998"/>
    <w:rsid w:val="003A66FE"/>
    <w:rsid w:val="003A7B7B"/>
    <w:rsid w:val="003B2040"/>
    <w:rsid w:val="003B20A1"/>
    <w:rsid w:val="003B2A9B"/>
    <w:rsid w:val="003B2C5B"/>
    <w:rsid w:val="003B789A"/>
    <w:rsid w:val="003C1B85"/>
    <w:rsid w:val="003C3B6D"/>
    <w:rsid w:val="003C64E0"/>
    <w:rsid w:val="003D0248"/>
    <w:rsid w:val="003D0778"/>
    <w:rsid w:val="003D09C8"/>
    <w:rsid w:val="003D2E7D"/>
    <w:rsid w:val="003D4F5E"/>
    <w:rsid w:val="003D7B2B"/>
    <w:rsid w:val="003E3464"/>
    <w:rsid w:val="003E44EA"/>
    <w:rsid w:val="003E4F9A"/>
    <w:rsid w:val="003E6A4A"/>
    <w:rsid w:val="003E7DD0"/>
    <w:rsid w:val="003F0B57"/>
    <w:rsid w:val="003F1D54"/>
    <w:rsid w:val="003F2845"/>
    <w:rsid w:val="003F567D"/>
    <w:rsid w:val="00404436"/>
    <w:rsid w:val="0040574A"/>
    <w:rsid w:val="00405F10"/>
    <w:rsid w:val="004101E9"/>
    <w:rsid w:val="0041072F"/>
    <w:rsid w:val="00410EE3"/>
    <w:rsid w:val="00411BF4"/>
    <w:rsid w:val="00412432"/>
    <w:rsid w:val="00416391"/>
    <w:rsid w:val="004177A0"/>
    <w:rsid w:val="00420E48"/>
    <w:rsid w:val="0042153A"/>
    <w:rsid w:val="00423AF1"/>
    <w:rsid w:val="00423D41"/>
    <w:rsid w:val="00424CB2"/>
    <w:rsid w:val="00426511"/>
    <w:rsid w:val="00426D81"/>
    <w:rsid w:val="004311E3"/>
    <w:rsid w:val="00436BAD"/>
    <w:rsid w:val="00440CD4"/>
    <w:rsid w:val="0044204F"/>
    <w:rsid w:val="004431F0"/>
    <w:rsid w:val="00444280"/>
    <w:rsid w:val="00446310"/>
    <w:rsid w:val="00451099"/>
    <w:rsid w:val="004538EB"/>
    <w:rsid w:val="00457225"/>
    <w:rsid w:val="00457DB8"/>
    <w:rsid w:val="004616AC"/>
    <w:rsid w:val="00461E2C"/>
    <w:rsid w:val="004633CF"/>
    <w:rsid w:val="00463882"/>
    <w:rsid w:val="00465592"/>
    <w:rsid w:val="00467A2C"/>
    <w:rsid w:val="00472B1D"/>
    <w:rsid w:val="0047362D"/>
    <w:rsid w:val="00474BCF"/>
    <w:rsid w:val="0047580E"/>
    <w:rsid w:val="0047645B"/>
    <w:rsid w:val="00477F2C"/>
    <w:rsid w:val="00480800"/>
    <w:rsid w:val="00484022"/>
    <w:rsid w:val="0048793C"/>
    <w:rsid w:val="004902F3"/>
    <w:rsid w:val="00490BA6"/>
    <w:rsid w:val="004921DD"/>
    <w:rsid w:val="0049252D"/>
    <w:rsid w:val="004925A4"/>
    <w:rsid w:val="00495DA7"/>
    <w:rsid w:val="00496172"/>
    <w:rsid w:val="00496B38"/>
    <w:rsid w:val="004A0772"/>
    <w:rsid w:val="004A4BA6"/>
    <w:rsid w:val="004A654B"/>
    <w:rsid w:val="004A78BC"/>
    <w:rsid w:val="004B10F6"/>
    <w:rsid w:val="004B143A"/>
    <w:rsid w:val="004B705D"/>
    <w:rsid w:val="004B753F"/>
    <w:rsid w:val="004C1838"/>
    <w:rsid w:val="004D04C3"/>
    <w:rsid w:val="004D4207"/>
    <w:rsid w:val="004D42EA"/>
    <w:rsid w:val="004D4309"/>
    <w:rsid w:val="004D590D"/>
    <w:rsid w:val="004D5B1A"/>
    <w:rsid w:val="004D5D40"/>
    <w:rsid w:val="004D7BE5"/>
    <w:rsid w:val="004F289A"/>
    <w:rsid w:val="004F2A32"/>
    <w:rsid w:val="004F2FEF"/>
    <w:rsid w:val="004F5357"/>
    <w:rsid w:val="004F56C2"/>
    <w:rsid w:val="004F6557"/>
    <w:rsid w:val="00500C8D"/>
    <w:rsid w:val="00502086"/>
    <w:rsid w:val="00504B56"/>
    <w:rsid w:val="00511E7C"/>
    <w:rsid w:val="00512CB9"/>
    <w:rsid w:val="00512E19"/>
    <w:rsid w:val="005133D6"/>
    <w:rsid w:val="00513BF8"/>
    <w:rsid w:val="00513EF2"/>
    <w:rsid w:val="00517459"/>
    <w:rsid w:val="00521131"/>
    <w:rsid w:val="00522FE4"/>
    <w:rsid w:val="00525940"/>
    <w:rsid w:val="00525AB6"/>
    <w:rsid w:val="00525C26"/>
    <w:rsid w:val="00525C57"/>
    <w:rsid w:val="005269EC"/>
    <w:rsid w:val="00530D43"/>
    <w:rsid w:val="0053674F"/>
    <w:rsid w:val="005368C1"/>
    <w:rsid w:val="00540212"/>
    <w:rsid w:val="00542808"/>
    <w:rsid w:val="00542A60"/>
    <w:rsid w:val="00547EA4"/>
    <w:rsid w:val="00551091"/>
    <w:rsid w:val="00555BE6"/>
    <w:rsid w:val="005608E4"/>
    <w:rsid w:val="005647E6"/>
    <w:rsid w:val="00565DE0"/>
    <w:rsid w:val="00566278"/>
    <w:rsid w:val="0057065B"/>
    <w:rsid w:val="005706DF"/>
    <w:rsid w:val="0057075B"/>
    <w:rsid w:val="005710CA"/>
    <w:rsid w:val="005710E8"/>
    <w:rsid w:val="00573C2A"/>
    <w:rsid w:val="005742D7"/>
    <w:rsid w:val="00577B42"/>
    <w:rsid w:val="00577D34"/>
    <w:rsid w:val="0058087E"/>
    <w:rsid w:val="005816AF"/>
    <w:rsid w:val="005865B3"/>
    <w:rsid w:val="00587C59"/>
    <w:rsid w:val="00590547"/>
    <w:rsid w:val="00590D10"/>
    <w:rsid w:val="005920CF"/>
    <w:rsid w:val="005930E7"/>
    <w:rsid w:val="0059385E"/>
    <w:rsid w:val="00593B65"/>
    <w:rsid w:val="0059590A"/>
    <w:rsid w:val="00596C77"/>
    <w:rsid w:val="005A1843"/>
    <w:rsid w:val="005A1FC4"/>
    <w:rsid w:val="005A2B8B"/>
    <w:rsid w:val="005A31BA"/>
    <w:rsid w:val="005A4065"/>
    <w:rsid w:val="005A4DEE"/>
    <w:rsid w:val="005A59F3"/>
    <w:rsid w:val="005A63FC"/>
    <w:rsid w:val="005A727F"/>
    <w:rsid w:val="005A7B1F"/>
    <w:rsid w:val="005B2150"/>
    <w:rsid w:val="005B43E7"/>
    <w:rsid w:val="005B4B4B"/>
    <w:rsid w:val="005C130D"/>
    <w:rsid w:val="005C18CB"/>
    <w:rsid w:val="005C1AF0"/>
    <w:rsid w:val="005C2368"/>
    <w:rsid w:val="005C2BB8"/>
    <w:rsid w:val="005C3B9A"/>
    <w:rsid w:val="005C624F"/>
    <w:rsid w:val="005C6515"/>
    <w:rsid w:val="005C6975"/>
    <w:rsid w:val="005D0A36"/>
    <w:rsid w:val="005D159A"/>
    <w:rsid w:val="005D2838"/>
    <w:rsid w:val="005D2986"/>
    <w:rsid w:val="005D3896"/>
    <w:rsid w:val="005D4579"/>
    <w:rsid w:val="005E0189"/>
    <w:rsid w:val="005E14FD"/>
    <w:rsid w:val="005E1A3D"/>
    <w:rsid w:val="005E1D76"/>
    <w:rsid w:val="005E46E9"/>
    <w:rsid w:val="005F05F1"/>
    <w:rsid w:val="005F0C32"/>
    <w:rsid w:val="005F24F2"/>
    <w:rsid w:val="005F3A3A"/>
    <w:rsid w:val="005F4BE0"/>
    <w:rsid w:val="005F7505"/>
    <w:rsid w:val="00601478"/>
    <w:rsid w:val="00606D79"/>
    <w:rsid w:val="0060783F"/>
    <w:rsid w:val="006103AF"/>
    <w:rsid w:val="00612328"/>
    <w:rsid w:val="006133EF"/>
    <w:rsid w:val="00615F61"/>
    <w:rsid w:val="00621828"/>
    <w:rsid w:val="00624EAD"/>
    <w:rsid w:val="006252F5"/>
    <w:rsid w:val="0062679C"/>
    <w:rsid w:val="00630456"/>
    <w:rsid w:val="00630A61"/>
    <w:rsid w:val="00630C93"/>
    <w:rsid w:val="00631D74"/>
    <w:rsid w:val="00631E08"/>
    <w:rsid w:val="006323F1"/>
    <w:rsid w:val="00632619"/>
    <w:rsid w:val="00634846"/>
    <w:rsid w:val="006358EE"/>
    <w:rsid w:val="00640152"/>
    <w:rsid w:val="00644819"/>
    <w:rsid w:val="00645447"/>
    <w:rsid w:val="00650177"/>
    <w:rsid w:val="006530B7"/>
    <w:rsid w:val="006560C1"/>
    <w:rsid w:val="00663245"/>
    <w:rsid w:val="0066566D"/>
    <w:rsid w:val="0066615D"/>
    <w:rsid w:val="00666F66"/>
    <w:rsid w:val="00666FA0"/>
    <w:rsid w:val="00670622"/>
    <w:rsid w:val="00672284"/>
    <w:rsid w:val="00672451"/>
    <w:rsid w:val="006736E7"/>
    <w:rsid w:val="00673F60"/>
    <w:rsid w:val="00673FF3"/>
    <w:rsid w:val="006750FD"/>
    <w:rsid w:val="00675D1D"/>
    <w:rsid w:val="0067653C"/>
    <w:rsid w:val="006779B9"/>
    <w:rsid w:val="006779EA"/>
    <w:rsid w:val="00677B4B"/>
    <w:rsid w:val="00682B7B"/>
    <w:rsid w:val="00691142"/>
    <w:rsid w:val="00691622"/>
    <w:rsid w:val="006A1471"/>
    <w:rsid w:val="006A3E2E"/>
    <w:rsid w:val="006A54A6"/>
    <w:rsid w:val="006A64BA"/>
    <w:rsid w:val="006B274A"/>
    <w:rsid w:val="006B7BD8"/>
    <w:rsid w:val="006C06F1"/>
    <w:rsid w:val="006C115A"/>
    <w:rsid w:val="006C1E18"/>
    <w:rsid w:val="006C41A6"/>
    <w:rsid w:val="006C7D89"/>
    <w:rsid w:val="006D032B"/>
    <w:rsid w:val="006D243F"/>
    <w:rsid w:val="006D3B8F"/>
    <w:rsid w:val="006D57F4"/>
    <w:rsid w:val="006D6746"/>
    <w:rsid w:val="006D6CA8"/>
    <w:rsid w:val="006E0CB9"/>
    <w:rsid w:val="006E0E11"/>
    <w:rsid w:val="006E131D"/>
    <w:rsid w:val="006E1E2B"/>
    <w:rsid w:val="006E3A03"/>
    <w:rsid w:val="006E4413"/>
    <w:rsid w:val="006E4BDE"/>
    <w:rsid w:val="006E71E5"/>
    <w:rsid w:val="006E73DF"/>
    <w:rsid w:val="006F0DB4"/>
    <w:rsid w:val="006F3675"/>
    <w:rsid w:val="006F77EE"/>
    <w:rsid w:val="00704A71"/>
    <w:rsid w:val="00706205"/>
    <w:rsid w:val="007106A3"/>
    <w:rsid w:val="00711E15"/>
    <w:rsid w:val="00712204"/>
    <w:rsid w:val="007128B7"/>
    <w:rsid w:val="00712F8A"/>
    <w:rsid w:val="00713405"/>
    <w:rsid w:val="0071467A"/>
    <w:rsid w:val="007167C6"/>
    <w:rsid w:val="00716936"/>
    <w:rsid w:val="00716B96"/>
    <w:rsid w:val="00716DA6"/>
    <w:rsid w:val="00721834"/>
    <w:rsid w:val="007245CB"/>
    <w:rsid w:val="00726CB6"/>
    <w:rsid w:val="007273EB"/>
    <w:rsid w:val="00734142"/>
    <w:rsid w:val="0073708E"/>
    <w:rsid w:val="00741400"/>
    <w:rsid w:val="007453C0"/>
    <w:rsid w:val="00746322"/>
    <w:rsid w:val="00746E6C"/>
    <w:rsid w:val="00747A44"/>
    <w:rsid w:val="007504BD"/>
    <w:rsid w:val="00751C8A"/>
    <w:rsid w:val="0075283F"/>
    <w:rsid w:val="007548DB"/>
    <w:rsid w:val="007618C8"/>
    <w:rsid w:val="007629C4"/>
    <w:rsid w:val="00765365"/>
    <w:rsid w:val="007671BA"/>
    <w:rsid w:val="00767578"/>
    <w:rsid w:val="00773E17"/>
    <w:rsid w:val="00775B17"/>
    <w:rsid w:val="00777DC0"/>
    <w:rsid w:val="007866B6"/>
    <w:rsid w:val="0078745A"/>
    <w:rsid w:val="007875B5"/>
    <w:rsid w:val="00787B65"/>
    <w:rsid w:val="007936C0"/>
    <w:rsid w:val="007A0873"/>
    <w:rsid w:val="007A39FE"/>
    <w:rsid w:val="007A4AAF"/>
    <w:rsid w:val="007A50F3"/>
    <w:rsid w:val="007B1570"/>
    <w:rsid w:val="007B4B6E"/>
    <w:rsid w:val="007C0772"/>
    <w:rsid w:val="007C091A"/>
    <w:rsid w:val="007C26DB"/>
    <w:rsid w:val="007C44BE"/>
    <w:rsid w:val="007C6269"/>
    <w:rsid w:val="007C72C0"/>
    <w:rsid w:val="007D16D0"/>
    <w:rsid w:val="007D3CCA"/>
    <w:rsid w:val="007D41A3"/>
    <w:rsid w:val="007D4A82"/>
    <w:rsid w:val="007D4E67"/>
    <w:rsid w:val="007D62F5"/>
    <w:rsid w:val="007E2568"/>
    <w:rsid w:val="007E40C2"/>
    <w:rsid w:val="007E4BD1"/>
    <w:rsid w:val="007E5F3A"/>
    <w:rsid w:val="007E6502"/>
    <w:rsid w:val="007F11DB"/>
    <w:rsid w:val="007F4BE8"/>
    <w:rsid w:val="007F585C"/>
    <w:rsid w:val="007F7556"/>
    <w:rsid w:val="007F7A15"/>
    <w:rsid w:val="00802DD8"/>
    <w:rsid w:val="00810CE5"/>
    <w:rsid w:val="008132F4"/>
    <w:rsid w:val="0081373B"/>
    <w:rsid w:val="00814DBF"/>
    <w:rsid w:val="00815563"/>
    <w:rsid w:val="00815B37"/>
    <w:rsid w:val="00815F17"/>
    <w:rsid w:val="00817DF6"/>
    <w:rsid w:val="00820B82"/>
    <w:rsid w:val="00823240"/>
    <w:rsid w:val="008271AD"/>
    <w:rsid w:val="008300B4"/>
    <w:rsid w:val="008301A9"/>
    <w:rsid w:val="00831264"/>
    <w:rsid w:val="00832C44"/>
    <w:rsid w:val="00833FCD"/>
    <w:rsid w:val="008404FF"/>
    <w:rsid w:val="00843B79"/>
    <w:rsid w:val="00844A14"/>
    <w:rsid w:val="00844D5F"/>
    <w:rsid w:val="0084502C"/>
    <w:rsid w:val="008472B1"/>
    <w:rsid w:val="00851617"/>
    <w:rsid w:val="008530A6"/>
    <w:rsid w:val="008544A7"/>
    <w:rsid w:val="008576F9"/>
    <w:rsid w:val="008577AF"/>
    <w:rsid w:val="00857894"/>
    <w:rsid w:val="00857CE1"/>
    <w:rsid w:val="00861164"/>
    <w:rsid w:val="0086618A"/>
    <w:rsid w:val="00866CC1"/>
    <w:rsid w:val="0086713D"/>
    <w:rsid w:val="00870302"/>
    <w:rsid w:val="008726AC"/>
    <w:rsid w:val="00875806"/>
    <w:rsid w:val="0087583A"/>
    <w:rsid w:val="00876BDD"/>
    <w:rsid w:val="008914F7"/>
    <w:rsid w:val="008945D0"/>
    <w:rsid w:val="00894D6D"/>
    <w:rsid w:val="008958ED"/>
    <w:rsid w:val="00895B21"/>
    <w:rsid w:val="00895CF8"/>
    <w:rsid w:val="00896936"/>
    <w:rsid w:val="008A29FC"/>
    <w:rsid w:val="008A4A24"/>
    <w:rsid w:val="008A562B"/>
    <w:rsid w:val="008A5CB7"/>
    <w:rsid w:val="008B0B8D"/>
    <w:rsid w:val="008B1B38"/>
    <w:rsid w:val="008B3699"/>
    <w:rsid w:val="008B401C"/>
    <w:rsid w:val="008C09A5"/>
    <w:rsid w:val="008C20F4"/>
    <w:rsid w:val="008C35F0"/>
    <w:rsid w:val="008C397F"/>
    <w:rsid w:val="008D28B6"/>
    <w:rsid w:val="008D2C16"/>
    <w:rsid w:val="008D373E"/>
    <w:rsid w:val="008D671F"/>
    <w:rsid w:val="008E0B85"/>
    <w:rsid w:val="008E0CB3"/>
    <w:rsid w:val="008E12CD"/>
    <w:rsid w:val="008E338E"/>
    <w:rsid w:val="008E3DCA"/>
    <w:rsid w:val="008E4752"/>
    <w:rsid w:val="008E4DA4"/>
    <w:rsid w:val="008E6D55"/>
    <w:rsid w:val="008E6DBB"/>
    <w:rsid w:val="008F17B3"/>
    <w:rsid w:val="008F21DB"/>
    <w:rsid w:val="008F4472"/>
    <w:rsid w:val="008F5FE5"/>
    <w:rsid w:val="009047BA"/>
    <w:rsid w:val="009128E3"/>
    <w:rsid w:val="009140E3"/>
    <w:rsid w:val="009143A8"/>
    <w:rsid w:val="00920E4A"/>
    <w:rsid w:val="00921713"/>
    <w:rsid w:val="009244F1"/>
    <w:rsid w:val="00934842"/>
    <w:rsid w:val="0093690A"/>
    <w:rsid w:val="009405BC"/>
    <w:rsid w:val="00940E0D"/>
    <w:rsid w:val="0094524E"/>
    <w:rsid w:val="00952F33"/>
    <w:rsid w:val="00961204"/>
    <w:rsid w:val="00961317"/>
    <w:rsid w:val="009616DB"/>
    <w:rsid w:val="00964F77"/>
    <w:rsid w:val="00965E38"/>
    <w:rsid w:val="009670CE"/>
    <w:rsid w:val="00967F43"/>
    <w:rsid w:val="00971C9F"/>
    <w:rsid w:val="00973899"/>
    <w:rsid w:val="00976AF4"/>
    <w:rsid w:val="00977EBB"/>
    <w:rsid w:val="009812DA"/>
    <w:rsid w:val="009868A5"/>
    <w:rsid w:val="00991387"/>
    <w:rsid w:val="00992E6D"/>
    <w:rsid w:val="009970B1"/>
    <w:rsid w:val="0099749D"/>
    <w:rsid w:val="009A0850"/>
    <w:rsid w:val="009A156F"/>
    <w:rsid w:val="009A214A"/>
    <w:rsid w:val="009A36B6"/>
    <w:rsid w:val="009A37C8"/>
    <w:rsid w:val="009A3C35"/>
    <w:rsid w:val="009B066D"/>
    <w:rsid w:val="009B160C"/>
    <w:rsid w:val="009B7092"/>
    <w:rsid w:val="009C22F7"/>
    <w:rsid w:val="009C3FB9"/>
    <w:rsid w:val="009C6B50"/>
    <w:rsid w:val="009D3A1D"/>
    <w:rsid w:val="009D4EBC"/>
    <w:rsid w:val="009D6FA9"/>
    <w:rsid w:val="009E1ECF"/>
    <w:rsid w:val="009E1F81"/>
    <w:rsid w:val="009E3607"/>
    <w:rsid w:val="009E538B"/>
    <w:rsid w:val="009E6357"/>
    <w:rsid w:val="009F1FFA"/>
    <w:rsid w:val="009F5726"/>
    <w:rsid w:val="009F658B"/>
    <w:rsid w:val="009F7517"/>
    <w:rsid w:val="009F7C6C"/>
    <w:rsid w:val="00A00804"/>
    <w:rsid w:val="00A01AFC"/>
    <w:rsid w:val="00A02660"/>
    <w:rsid w:val="00A03482"/>
    <w:rsid w:val="00A03C4C"/>
    <w:rsid w:val="00A1119D"/>
    <w:rsid w:val="00A16FD8"/>
    <w:rsid w:val="00A26A35"/>
    <w:rsid w:val="00A30ABE"/>
    <w:rsid w:val="00A3378A"/>
    <w:rsid w:val="00A33E0F"/>
    <w:rsid w:val="00A35E2C"/>
    <w:rsid w:val="00A43927"/>
    <w:rsid w:val="00A442A3"/>
    <w:rsid w:val="00A4436B"/>
    <w:rsid w:val="00A47F2B"/>
    <w:rsid w:val="00A515D5"/>
    <w:rsid w:val="00A51DA0"/>
    <w:rsid w:val="00A52435"/>
    <w:rsid w:val="00A55ACD"/>
    <w:rsid w:val="00A57792"/>
    <w:rsid w:val="00A60A5D"/>
    <w:rsid w:val="00A60C63"/>
    <w:rsid w:val="00A6403E"/>
    <w:rsid w:val="00A64E3C"/>
    <w:rsid w:val="00A67958"/>
    <w:rsid w:val="00A74666"/>
    <w:rsid w:val="00A7632F"/>
    <w:rsid w:val="00A76E34"/>
    <w:rsid w:val="00A836F6"/>
    <w:rsid w:val="00A844E3"/>
    <w:rsid w:val="00A86507"/>
    <w:rsid w:val="00A86D6D"/>
    <w:rsid w:val="00A87362"/>
    <w:rsid w:val="00A92BD4"/>
    <w:rsid w:val="00A92C42"/>
    <w:rsid w:val="00A95A0A"/>
    <w:rsid w:val="00A96C4A"/>
    <w:rsid w:val="00A96D92"/>
    <w:rsid w:val="00AA1068"/>
    <w:rsid w:val="00AA1774"/>
    <w:rsid w:val="00AA1D9B"/>
    <w:rsid w:val="00AA34DA"/>
    <w:rsid w:val="00AA498F"/>
    <w:rsid w:val="00AA4FA6"/>
    <w:rsid w:val="00AA6011"/>
    <w:rsid w:val="00AA7A69"/>
    <w:rsid w:val="00AB71DD"/>
    <w:rsid w:val="00AC3B18"/>
    <w:rsid w:val="00AC713A"/>
    <w:rsid w:val="00AD3918"/>
    <w:rsid w:val="00AD4556"/>
    <w:rsid w:val="00AD67A1"/>
    <w:rsid w:val="00AE7A83"/>
    <w:rsid w:val="00AF10BF"/>
    <w:rsid w:val="00AF20A1"/>
    <w:rsid w:val="00AF3830"/>
    <w:rsid w:val="00AF3895"/>
    <w:rsid w:val="00AF43F8"/>
    <w:rsid w:val="00B03811"/>
    <w:rsid w:val="00B04BF2"/>
    <w:rsid w:val="00B05329"/>
    <w:rsid w:val="00B12629"/>
    <w:rsid w:val="00B14326"/>
    <w:rsid w:val="00B143F6"/>
    <w:rsid w:val="00B1542B"/>
    <w:rsid w:val="00B16405"/>
    <w:rsid w:val="00B17E1F"/>
    <w:rsid w:val="00B200C6"/>
    <w:rsid w:val="00B247FA"/>
    <w:rsid w:val="00B248F7"/>
    <w:rsid w:val="00B2704E"/>
    <w:rsid w:val="00B27283"/>
    <w:rsid w:val="00B27E2F"/>
    <w:rsid w:val="00B3145C"/>
    <w:rsid w:val="00B356FD"/>
    <w:rsid w:val="00B370F6"/>
    <w:rsid w:val="00B412AE"/>
    <w:rsid w:val="00B41389"/>
    <w:rsid w:val="00B42832"/>
    <w:rsid w:val="00B5665E"/>
    <w:rsid w:val="00B576A8"/>
    <w:rsid w:val="00B60010"/>
    <w:rsid w:val="00B60724"/>
    <w:rsid w:val="00B62024"/>
    <w:rsid w:val="00B6307E"/>
    <w:rsid w:val="00B64154"/>
    <w:rsid w:val="00B71790"/>
    <w:rsid w:val="00B71DDF"/>
    <w:rsid w:val="00B72515"/>
    <w:rsid w:val="00B77425"/>
    <w:rsid w:val="00B77462"/>
    <w:rsid w:val="00B853F6"/>
    <w:rsid w:val="00B855E9"/>
    <w:rsid w:val="00B86A8E"/>
    <w:rsid w:val="00B9047C"/>
    <w:rsid w:val="00B95702"/>
    <w:rsid w:val="00B95EC7"/>
    <w:rsid w:val="00B9716E"/>
    <w:rsid w:val="00BA0BD7"/>
    <w:rsid w:val="00BB1A3C"/>
    <w:rsid w:val="00BB3F33"/>
    <w:rsid w:val="00BB4835"/>
    <w:rsid w:val="00BB5199"/>
    <w:rsid w:val="00BB7072"/>
    <w:rsid w:val="00BC3910"/>
    <w:rsid w:val="00BC3B51"/>
    <w:rsid w:val="00BD00F2"/>
    <w:rsid w:val="00BD1EC7"/>
    <w:rsid w:val="00BD59A1"/>
    <w:rsid w:val="00BD7668"/>
    <w:rsid w:val="00BE18CF"/>
    <w:rsid w:val="00BE3003"/>
    <w:rsid w:val="00BE3BAE"/>
    <w:rsid w:val="00BE7876"/>
    <w:rsid w:val="00BF36C9"/>
    <w:rsid w:val="00BF71EA"/>
    <w:rsid w:val="00C061CB"/>
    <w:rsid w:val="00C06B33"/>
    <w:rsid w:val="00C1206A"/>
    <w:rsid w:val="00C12CAE"/>
    <w:rsid w:val="00C15820"/>
    <w:rsid w:val="00C17425"/>
    <w:rsid w:val="00C21BFC"/>
    <w:rsid w:val="00C238ED"/>
    <w:rsid w:val="00C2495A"/>
    <w:rsid w:val="00C2553E"/>
    <w:rsid w:val="00C30AC6"/>
    <w:rsid w:val="00C31A7D"/>
    <w:rsid w:val="00C31D3F"/>
    <w:rsid w:val="00C34BA5"/>
    <w:rsid w:val="00C37148"/>
    <w:rsid w:val="00C44A9B"/>
    <w:rsid w:val="00C456F2"/>
    <w:rsid w:val="00C503EA"/>
    <w:rsid w:val="00C5106C"/>
    <w:rsid w:val="00C55551"/>
    <w:rsid w:val="00C56B8A"/>
    <w:rsid w:val="00C56FA0"/>
    <w:rsid w:val="00C6409C"/>
    <w:rsid w:val="00C65791"/>
    <w:rsid w:val="00C66058"/>
    <w:rsid w:val="00C6704F"/>
    <w:rsid w:val="00C7048E"/>
    <w:rsid w:val="00C7135D"/>
    <w:rsid w:val="00C72D33"/>
    <w:rsid w:val="00C82741"/>
    <w:rsid w:val="00C85FD9"/>
    <w:rsid w:val="00C86A94"/>
    <w:rsid w:val="00C87E87"/>
    <w:rsid w:val="00C90AC9"/>
    <w:rsid w:val="00C934E7"/>
    <w:rsid w:val="00C9373D"/>
    <w:rsid w:val="00C958AE"/>
    <w:rsid w:val="00C96AD1"/>
    <w:rsid w:val="00C97CE0"/>
    <w:rsid w:val="00CA048C"/>
    <w:rsid w:val="00CA117D"/>
    <w:rsid w:val="00CA283B"/>
    <w:rsid w:val="00CB58E8"/>
    <w:rsid w:val="00CB7EAC"/>
    <w:rsid w:val="00CC097C"/>
    <w:rsid w:val="00CC16A2"/>
    <w:rsid w:val="00CC2483"/>
    <w:rsid w:val="00CC3BEF"/>
    <w:rsid w:val="00CD16FC"/>
    <w:rsid w:val="00CD2EB7"/>
    <w:rsid w:val="00CD305C"/>
    <w:rsid w:val="00CE024E"/>
    <w:rsid w:val="00CE5BB4"/>
    <w:rsid w:val="00CE5F89"/>
    <w:rsid w:val="00CE7B46"/>
    <w:rsid w:val="00CF0CAD"/>
    <w:rsid w:val="00CF20E9"/>
    <w:rsid w:val="00CF2173"/>
    <w:rsid w:val="00CF22DA"/>
    <w:rsid w:val="00CF2AB2"/>
    <w:rsid w:val="00CF30EC"/>
    <w:rsid w:val="00CF6252"/>
    <w:rsid w:val="00CF6D31"/>
    <w:rsid w:val="00CF732E"/>
    <w:rsid w:val="00CF7D00"/>
    <w:rsid w:val="00D010A5"/>
    <w:rsid w:val="00D0161E"/>
    <w:rsid w:val="00D01EC2"/>
    <w:rsid w:val="00D0382D"/>
    <w:rsid w:val="00D11DF8"/>
    <w:rsid w:val="00D12214"/>
    <w:rsid w:val="00D1360E"/>
    <w:rsid w:val="00D14CE8"/>
    <w:rsid w:val="00D14D74"/>
    <w:rsid w:val="00D249BE"/>
    <w:rsid w:val="00D24FF0"/>
    <w:rsid w:val="00D25D02"/>
    <w:rsid w:val="00D3129F"/>
    <w:rsid w:val="00D3565F"/>
    <w:rsid w:val="00D40E14"/>
    <w:rsid w:val="00D42CB8"/>
    <w:rsid w:val="00D46B4F"/>
    <w:rsid w:val="00D46C8C"/>
    <w:rsid w:val="00D51854"/>
    <w:rsid w:val="00D53137"/>
    <w:rsid w:val="00D535DF"/>
    <w:rsid w:val="00D55196"/>
    <w:rsid w:val="00D633F1"/>
    <w:rsid w:val="00D63C57"/>
    <w:rsid w:val="00D65841"/>
    <w:rsid w:val="00D70B2D"/>
    <w:rsid w:val="00D7395E"/>
    <w:rsid w:val="00D74549"/>
    <w:rsid w:val="00D74F07"/>
    <w:rsid w:val="00D75A88"/>
    <w:rsid w:val="00D775EC"/>
    <w:rsid w:val="00D829EF"/>
    <w:rsid w:val="00D82FF7"/>
    <w:rsid w:val="00D8453A"/>
    <w:rsid w:val="00D855A6"/>
    <w:rsid w:val="00D856A9"/>
    <w:rsid w:val="00D917B7"/>
    <w:rsid w:val="00D95D36"/>
    <w:rsid w:val="00D97958"/>
    <w:rsid w:val="00DA35E4"/>
    <w:rsid w:val="00DA43D9"/>
    <w:rsid w:val="00DA4BA8"/>
    <w:rsid w:val="00DB1557"/>
    <w:rsid w:val="00DB1FD9"/>
    <w:rsid w:val="00DB2EE1"/>
    <w:rsid w:val="00DB3B0F"/>
    <w:rsid w:val="00DB4FA0"/>
    <w:rsid w:val="00DC32DC"/>
    <w:rsid w:val="00DC39B1"/>
    <w:rsid w:val="00DD23D9"/>
    <w:rsid w:val="00DD2F79"/>
    <w:rsid w:val="00DD34EA"/>
    <w:rsid w:val="00DD3841"/>
    <w:rsid w:val="00DD43BB"/>
    <w:rsid w:val="00DD4C2C"/>
    <w:rsid w:val="00DD562A"/>
    <w:rsid w:val="00DD779A"/>
    <w:rsid w:val="00DE5192"/>
    <w:rsid w:val="00DE5543"/>
    <w:rsid w:val="00DE58E2"/>
    <w:rsid w:val="00DE6899"/>
    <w:rsid w:val="00DE6BED"/>
    <w:rsid w:val="00DE7858"/>
    <w:rsid w:val="00DF1721"/>
    <w:rsid w:val="00DF5E0F"/>
    <w:rsid w:val="00E00908"/>
    <w:rsid w:val="00E079FB"/>
    <w:rsid w:val="00E108A6"/>
    <w:rsid w:val="00E11987"/>
    <w:rsid w:val="00E12AF4"/>
    <w:rsid w:val="00E132CD"/>
    <w:rsid w:val="00E1440B"/>
    <w:rsid w:val="00E1642B"/>
    <w:rsid w:val="00E165A2"/>
    <w:rsid w:val="00E1678D"/>
    <w:rsid w:val="00E17932"/>
    <w:rsid w:val="00E20589"/>
    <w:rsid w:val="00E20B77"/>
    <w:rsid w:val="00E20ED3"/>
    <w:rsid w:val="00E22326"/>
    <w:rsid w:val="00E228B2"/>
    <w:rsid w:val="00E24EC1"/>
    <w:rsid w:val="00E27085"/>
    <w:rsid w:val="00E32533"/>
    <w:rsid w:val="00E332B0"/>
    <w:rsid w:val="00E34A6D"/>
    <w:rsid w:val="00E36930"/>
    <w:rsid w:val="00E36A10"/>
    <w:rsid w:val="00E36AF4"/>
    <w:rsid w:val="00E3737A"/>
    <w:rsid w:val="00E37A54"/>
    <w:rsid w:val="00E37EE1"/>
    <w:rsid w:val="00E45F56"/>
    <w:rsid w:val="00E5071B"/>
    <w:rsid w:val="00E50F61"/>
    <w:rsid w:val="00E50FAE"/>
    <w:rsid w:val="00E52391"/>
    <w:rsid w:val="00E5278E"/>
    <w:rsid w:val="00E53FA6"/>
    <w:rsid w:val="00E55043"/>
    <w:rsid w:val="00E57A8A"/>
    <w:rsid w:val="00E60BC2"/>
    <w:rsid w:val="00E6256F"/>
    <w:rsid w:val="00E62ED5"/>
    <w:rsid w:val="00E63B6B"/>
    <w:rsid w:val="00E67D79"/>
    <w:rsid w:val="00E67E8D"/>
    <w:rsid w:val="00E70F70"/>
    <w:rsid w:val="00E713E1"/>
    <w:rsid w:val="00E7233C"/>
    <w:rsid w:val="00E73807"/>
    <w:rsid w:val="00E73EED"/>
    <w:rsid w:val="00E82A36"/>
    <w:rsid w:val="00E83F62"/>
    <w:rsid w:val="00E846A6"/>
    <w:rsid w:val="00E85612"/>
    <w:rsid w:val="00E97667"/>
    <w:rsid w:val="00EA0317"/>
    <w:rsid w:val="00EA2411"/>
    <w:rsid w:val="00EA2B3D"/>
    <w:rsid w:val="00EA31BD"/>
    <w:rsid w:val="00EA59F2"/>
    <w:rsid w:val="00EA6C3C"/>
    <w:rsid w:val="00EB1DE3"/>
    <w:rsid w:val="00EB6366"/>
    <w:rsid w:val="00EC07A6"/>
    <w:rsid w:val="00EC21CC"/>
    <w:rsid w:val="00EC2248"/>
    <w:rsid w:val="00EC47E0"/>
    <w:rsid w:val="00EC65A2"/>
    <w:rsid w:val="00ED70E8"/>
    <w:rsid w:val="00EE031D"/>
    <w:rsid w:val="00EE2EC1"/>
    <w:rsid w:val="00EE3F02"/>
    <w:rsid w:val="00EE640E"/>
    <w:rsid w:val="00EE739F"/>
    <w:rsid w:val="00EE79E4"/>
    <w:rsid w:val="00EF1F7A"/>
    <w:rsid w:val="00EF2C5F"/>
    <w:rsid w:val="00F01088"/>
    <w:rsid w:val="00F0116D"/>
    <w:rsid w:val="00F02554"/>
    <w:rsid w:val="00F0567A"/>
    <w:rsid w:val="00F06BA7"/>
    <w:rsid w:val="00F06BE3"/>
    <w:rsid w:val="00F0751B"/>
    <w:rsid w:val="00F13DC2"/>
    <w:rsid w:val="00F15508"/>
    <w:rsid w:val="00F15685"/>
    <w:rsid w:val="00F15A70"/>
    <w:rsid w:val="00F21CBA"/>
    <w:rsid w:val="00F22915"/>
    <w:rsid w:val="00F258C4"/>
    <w:rsid w:val="00F25938"/>
    <w:rsid w:val="00F271C3"/>
    <w:rsid w:val="00F27632"/>
    <w:rsid w:val="00F3089C"/>
    <w:rsid w:val="00F32D67"/>
    <w:rsid w:val="00F35E1E"/>
    <w:rsid w:val="00F363E7"/>
    <w:rsid w:val="00F40FBD"/>
    <w:rsid w:val="00F44F43"/>
    <w:rsid w:val="00F45805"/>
    <w:rsid w:val="00F45D6A"/>
    <w:rsid w:val="00F46AD0"/>
    <w:rsid w:val="00F50599"/>
    <w:rsid w:val="00F50D58"/>
    <w:rsid w:val="00F50ECB"/>
    <w:rsid w:val="00F50F19"/>
    <w:rsid w:val="00F5103B"/>
    <w:rsid w:val="00F525DE"/>
    <w:rsid w:val="00F531D7"/>
    <w:rsid w:val="00F55244"/>
    <w:rsid w:val="00F56F60"/>
    <w:rsid w:val="00F57CB8"/>
    <w:rsid w:val="00F613E2"/>
    <w:rsid w:val="00F633C8"/>
    <w:rsid w:val="00F64A47"/>
    <w:rsid w:val="00F65220"/>
    <w:rsid w:val="00F67BEA"/>
    <w:rsid w:val="00F70187"/>
    <w:rsid w:val="00F7041E"/>
    <w:rsid w:val="00F71644"/>
    <w:rsid w:val="00F7191A"/>
    <w:rsid w:val="00F76F6A"/>
    <w:rsid w:val="00F83530"/>
    <w:rsid w:val="00F85CFF"/>
    <w:rsid w:val="00F864D8"/>
    <w:rsid w:val="00F90A0C"/>
    <w:rsid w:val="00F91A88"/>
    <w:rsid w:val="00FA54CB"/>
    <w:rsid w:val="00FA6946"/>
    <w:rsid w:val="00FB07B5"/>
    <w:rsid w:val="00FB0968"/>
    <w:rsid w:val="00FB1030"/>
    <w:rsid w:val="00FB1452"/>
    <w:rsid w:val="00FB190E"/>
    <w:rsid w:val="00FB2F90"/>
    <w:rsid w:val="00FB3B40"/>
    <w:rsid w:val="00FB5301"/>
    <w:rsid w:val="00FB6C94"/>
    <w:rsid w:val="00FC1D3B"/>
    <w:rsid w:val="00FC4288"/>
    <w:rsid w:val="00FC529F"/>
    <w:rsid w:val="00FC5578"/>
    <w:rsid w:val="00FC56C6"/>
    <w:rsid w:val="00FC634B"/>
    <w:rsid w:val="00FD0E50"/>
    <w:rsid w:val="00FD541E"/>
    <w:rsid w:val="00FD7331"/>
    <w:rsid w:val="00FE1264"/>
    <w:rsid w:val="00FE492A"/>
    <w:rsid w:val="00FE7707"/>
    <w:rsid w:val="00FF1B8A"/>
    <w:rsid w:val="00FF2134"/>
    <w:rsid w:val="00FF3213"/>
    <w:rsid w:val="00FF499A"/>
    <w:rsid w:val="00FF5B9E"/>
    <w:rsid w:val="00FF72BC"/>
    <w:rsid w:val="00FF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4DD8AC"/>
  <w15:chartTrackingRefBased/>
  <w15:docId w15:val="{4528821A-BF77-4EE1-AF87-1397DF654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3807"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line="360" w:lineRule="auto"/>
      <w:ind w:left="567"/>
      <w:jc w:val="center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link w:val="TekstpodstawowywcityZnak"/>
    <w:pPr>
      <w:ind w:firstLine="426"/>
      <w:jc w:val="both"/>
    </w:pPr>
    <w:rPr>
      <w:sz w:val="24"/>
      <w:lang w:val="x-none" w:eastAsia="x-none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  <w:sz w:val="24"/>
      <w:lang w:val="x-none" w:eastAsia="x-none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dane1">
    <w:name w:val="dane1"/>
    <w:rsid w:val="007A0873"/>
    <w:rPr>
      <w:color w:val="0000CD"/>
    </w:rPr>
  </w:style>
  <w:style w:type="paragraph" w:styleId="Tekstpodstawowy2">
    <w:name w:val="Body Text 2"/>
    <w:basedOn w:val="Normalny"/>
    <w:rsid w:val="00530D43"/>
    <w:pPr>
      <w:spacing w:after="120" w:line="480" w:lineRule="auto"/>
    </w:pPr>
  </w:style>
  <w:style w:type="paragraph" w:styleId="Tekstblokowy">
    <w:name w:val="Block Text"/>
    <w:basedOn w:val="Normalny"/>
    <w:rsid w:val="004902F3"/>
    <w:pPr>
      <w:widowControl w:val="0"/>
      <w:snapToGrid w:val="0"/>
      <w:spacing w:before="20" w:line="259" w:lineRule="auto"/>
      <w:ind w:left="4320" w:right="1600"/>
      <w:jc w:val="center"/>
    </w:pPr>
    <w:rPr>
      <w:sz w:val="16"/>
    </w:rPr>
  </w:style>
  <w:style w:type="paragraph" w:styleId="Podtytu">
    <w:name w:val="Subtitle"/>
    <w:basedOn w:val="Normalny"/>
    <w:link w:val="PodtytuZnak"/>
    <w:qFormat/>
    <w:rsid w:val="00E82A36"/>
    <w:rPr>
      <w:b/>
      <w:bCs/>
      <w:sz w:val="24"/>
      <w:szCs w:val="24"/>
      <w:lang w:val="x-none" w:eastAsia="x-none"/>
    </w:rPr>
  </w:style>
  <w:style w:type="paragraph" w:customStyle="1" w:styleId="Default">
    <w:name w:val="Default"/>
    <w:rsid w:val="004311E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3Znak">
    <w:name w:val="Nagłówek 3 Znak"/>
    <w:link w:val="Nagwek3"/>
    <w:rsid w:val="007E40C2"/>
    <w:rPr>
      <w:b/>
      <w:sz w:val="24"/>
    </w:rPr>
  </w:style>
  <w:style w:type="character" w:customStyle="1" w:styleId="NagwekZnak">
    <w:name w:val="Nagłówek Znak"/>
    <w:link w:val="Nagwek"/>
    <w:rsid w:val="007E40C2"/>
  </w:style>
  <w:style w:type="character" w:customStyle="1" w:styleId="TytuZnak">
    <w:name w:val="Tytuł Znak"/>
    <w:link w:val="Tytu"/>
    <w:rsid w:val="007E40C2"/>
    <w:rPr>
      <w:b/>
      <w:sz w:val="24"/>
    </w:rPr>
  </w:style>
  <w:style w:type="character" w:customStyle="1" w:styleId="PodtytuZnak">
    <w:name w:val="Podtytuł Znak"/>
    <w:link w:val="Podtytu"/>
    <w:rsid w:val="007E40C2"/>
    <w:rPr>
      <w:b/>
      <w:bCs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66058"/>
  </w:style>
  <w:style w:type="character" w:customStyle="1" w:styleId="TekstprzypisukocowegoZnak">
    <w:name w:val="Tekst przypisu końcowego Znak"/>
    <w:basedOn w:val="Domylnaczcionkaakapitu"/>
    <w:link w:val="Tekstprzypisukocowego"/>
    <w:rsid w:val="00C66058"/>
  </w:style>
  <w:style w:type="character" w:styleId="Odwoanieprzypisukocowego">
    <w:name w:val="endnote reference"/>
    <w:rsid w:val="00C66058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B4835"/>
    <w:pPr>
      <w:ind w:left="708"/>
    </w:pPr>
  </w:style>
  <w:style w:type="character" w:customStyle="1" w:styleId="TekstpodstawowywcityZnak">
    <w:name w:val="Tekst podstawowy wcięty Znak"/>
    <w:link w:val="Tekstpodstawowywcity"/>
    <w:rsid w:val="003469AB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2C7C22"/>
    <w:pPr>
      <w:spacing w:after="120"/>
    </w:pPr>
    <w:rPr>
      <w:rFonts w:eastAsia="Calibri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2C7C22"/>
    <w:rPr>
      <w:rFonts w:eastAsia="Calibri"/>
      <w:sz w:val="16"/>
      <w:szCs w:val="16"/>
      <w:lang w:val="x-none"/>
    </w:rPr>
  </w:style>
  <w:style w:type="table" w:styleId="Tabela-Siatka">
    <w:name w:val="Table Grid"/>
    <w:basedOn w:val="Standardowy"/>
    <w:uiPriority w:val="59"/>
    <w:rsid w:val="005A3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E24EC1"/>
  </w:style>
  <w:style w:type="paragraph" w:customStyle="1" w:styleId="body1">
    <w:name w:val="body 1"/>
    <w:basedOn w:val="Normalny"/>
    <w:link w:val="body1Char"/>
    <w:rsid w:val="003D0248"/>
    <w:pPr>
      <w:widowControl w:val="0"/>
      <w:spacing w:before="60" w:after="60"/>
      <w:jc w:val="both"/>
    </w:pPr>
    <w:rPr>
      <w:rFonts w:eastAsia="Calibri"/>
      <w:sz w:val="24"/>
      <w:lang w:val="x-none" w:eastAsia="en-US"/>
    </w:rPr>
  </w:style>
  <w:style w:type="character" w:customStyle="1" w:styleId="body1Char">
    <w:name w:val="body 1 Char"/>
    <w:link w:val="body1"/>
    <w:locked/>
    <w:rsid w:val="003D0248"/>
    <w:rPr>
      <w:rFonts w:eastAsia="Calibri"/>
      <w:sz w:val="24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3C3B6D"/>
  </w:style>
  <w:style w:type="paragraph" w:styleId="Bezodstpw">
    <w:name w:val="No Spacing"/>
    <w:uiPriority w:val="1"/>
    <w:qFormat/>
    <w:rsid w:val="004D4309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 Style15"/>
    <w:uiPriority w:val="99"/>
    <w:rsid w:val="004D4309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uiPriority w:val="99"/>
    <w:rsid w:val="00AA1068"/>
    <w:rPr>
      <w:rFonts w:ascii="Arial Unicode MS" w:eastAsia="Arial Unicode MS" w:hAnsi="Arial Unicode MS" w:cs="Arial Unicode MS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3E4F9A"/>
  </w:style>
  <w:style w:type="character" w:customStyle="1" w:styleId="DeltaViewInsertion">
    <w:name w:val="DeltaView Insertion"/>
    <w:rsid w:val="003E4F9A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3E4F9A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DC46B-3498-426F-B9A4-0237B0F151B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9D8632A-CB0C-499C-85EB-A5F7E41DB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26</TotalTime>
  <Pages>1</Pages>
  <Words>2299</Words>
  <Characters>13794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Datacomp</Company>
  <LinksUpToDate>false</LinksUpToDate>
  <CharactersWithSpaces>16061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Wysocka Kamila</cp:lastModifiedBy>
  <cp:revision>12</cp:revision>
  <cp:lastPrinted>2025-03-12T10:55:00Z</cp:lastPrinted>
  <dcterms:created xsi:type="dcterms:W3CDTF">2025-03-12T10:07:00Z</dcterms:created>
  <dcterms:modified xsi:type="dcterms:W3CDTF">2025-03-12T10:55:00Z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4f9af3f2-b93d-444e-a0e5-481c36c6fb69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organization">
    <vt:lpwstr>MILNET-Z</vt:lpwstr>
  </property>
  <property fmtid="{D5CDD505-2E9C-101B-9397-08002B2CF9AE}" pid="8" name="s5636:Creator type=author">
    <vt:lpwstr>LSK</vt:lpwstr>
  </property>
  <property fmtid="{D5CDD505-2E9C-101B-9397-08002B2CF9AE}" pid="9" name="s5636:Creator type=IP">
    <vt:lpwstr>10.60.174.118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