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160E4" w14:textId="77777777" w:rsidR="00E56924" w:rsidRDefault="00E56924"/>
    <w:p w14:paraId="039F0BA2" w14:textId="77777777" w:rsidR="00E56924" w:rsidRDefault="00000000">
      <w:r>
        <w:rPr>
          <w:lang w:val="en-US"/>
        </w:rPr>
        <w:t>B.</w:t>
      </w:r>
      <w:r>
        <w:rPr>
          <w:b/>
          <w:lang w:val="en-US"/>
        </w:rPr>
        <w:t xml:space="preserve"> 32 MN,MW </w:t>
      </w:r>
      <w:r>
        <w:rPr>
          <w:lang w:val="en-US"/>
        </w:rPr>
        <w:t>- pow. 7,50 ha  -</w:t>
      </w:r>
      <w:r>
        <w:rPr>
          <w:lang w:val="en-US"/>
        </w:rPr>
        <w:tab/>
      </w:r>
      <w:proofErr w:type="spellStart"/>
      <w:r>
        <w:rPr>
          <w:lang w:val="en-US"/>
        </w:rPr>
        <w:t>zabudowa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jednorodzinna</w:t>
      </w:r>
      <w:proofErr w:type="spellEnd"/>
      <w:r>
        <w:t xml:space="preserve">, zabudowa wielorodzinna - obowiązuje </w:t>
      </w:r>
      <w:r>
        <w:rPr>
          <w:rFonts w:cs="Calibri"/>
        </w:rPr>
        <w:t>§</w:t>
      </w:r>
      <w:r>
        <w:t xml:space="preserve"> 5 ust. 2 pkt 1 i 2, </w:t>
      </w:r>
      <w:r>
        <w:rPr>
          <w:rFonts w:cs="Calibri"/>
        </w:rPr>
        <w:t>§</w:t>
      </w:r>
      <w:r>
        <w:t xml:space="preserve"> 9 ust. 3 pkt 5 i 6 ustaleń ogólnych.</w:t>
      </w:r>
    </w:p>
    <w:p w14:paraId="078E028C" w14:textId="77777777" w:rsidR="00E56924" w:rsidRDefault="00E56924">
      <w:pPr>
        <w:rPr>
          <w:b/>
        </w:rPr>
      </w:pPr>
    </w:p>
    <w:p w14:paraId="6E046D47" w14:textId="77777777" w:rsidR="00E56924" w:rsidRDefault="00000000">
      <w:r>
        <w:rPr>
          <w:b/>
        </w:rPr>
        <w:t>148 D</w:t>
      </w:r>
      <w:r>
        <w:t xml:space="preserve">   - ulica Sokołowskiego - dojazdowa  </w:t>
      </w:r>
    </w:p>
    <w:p w14:paraId="3AE13461" w14:textId="77777777" w:rsidR="00E56924" w:rsidRDefault="00000000">
      <w:r>
        <w:t xml:space="preserve">a) parametry techniczne oraz linie zabudowy wg </w:t>
      </w:r>
      <w:r>
        <w:rPr>
          <w:rFonts w:cs="Calibri"/>
        </w:rPr>
        <w:t>§</w:t>
      </w:r>
      <w:r>
        <w:t xml:space="preserve"> 9 ust. 3 pkt 5  ustaleń ogólnych,</w:t>
      </w:r>
    </w:p>
    <w:p w14:paraId="6CA3432E" w14:textId="77777777" w:rsidR="00E56924" w:rsidRDefault="00000000">
      <w:r>
        <w:t>b) adaptacja istniejących garaży.</w:t>
      </w:r>
    </w:p>
    <w:p w14:paraId="4E5522A9" w14:textId="77777777" w:rsidR="00E56924" w:rsidRDefault="00E56924"/>
    <w:p w14:paraId="331F9D6A" w14:textId="77777777" w:rsidR="00E56924" w:rsidRDefault="00000000">
      <w:r>
        <w:rPr>
          <w:rFonts w:cs="Calibri"/>
        </w:rPr>
        <w:t>§</w:t>
      </w:r>
      <w:r>
        <w:t xml:space="preserve"> 9 Komunikacja</w:t>
      </w:r>
    </w:p>
    <w:p w14:paraId="5EE6B430" w14:textId="77777777" w:rsidR="00E56924" w:rsidRDefault="00000000">
      <w:r>
        <w:t>3.</w:t>
      </w:r>
      <w:r>
        <w:tab/>
        <w:t>Dla poszczególnych klas ulic obowiązują następujące warunki zabudowy        i zagospodarowania terenu:</w:t>
      </w:r>
    </w:p>
    <w:p w14:paraId="539B769E" w14:textId="77777777" w:rsidR="00E56924" w:rsidRDefault="00000000">
      <w:r>
        <w:t>4)</w:t>
      </w:r>
      <w:r>
        <w:tab/>
        <w:t>„L” - ulice lokalne o ustaleniach:</w:t>
      </w:r>
    </w:p>
    <w:p w14:paraId="0E227BCB" w14:textId="77777777" w:rsidR="00E56924" w:rsidRDefault="00000000">
      <w:r>
        <w:t>a)</w:t>
      </w:r>
      <w:r>
        <w:tab/>
        <w:t>ustala się następujące parametry techniczne:</w:t>
      </w:r>
    </w:p>
    <w:p w14:paraId="5BF3DFE7" w14:textId="77777777" w:rsidR="00E56924" w:rsidRDefault="00000000">
      <w:pPr>
        <w:numPr>
          <w:ilvl w:val="0"/>
          <w:numId w:val="1"/>
        </w:numPr>
      </w:pPr>
      <w:r>
        <w:t>szerokość w liniach rozgraniczających 12 - 20 m,</w:t>
      </w:r>
    </w:p>
    <w:p w14:paraId="35E193DC" w14:textId="77777777" w:rsidR="00E56924" w:rsidRDefault="00000000">
      <w:pPr>
        <w:numPr>
          <w:ilvl w:val="0"/>
          <w:numId w:val="1"/>
        </w:numPr>
      </w:pPr>
      <w:r>
        <w:t>szerokość jezdni min. 5,5 m,</w:t>
      </w:r>
    </w:p>
    <w:p w14:paraId="29F22AD3" w14:textId="77777777" w:rsidR="00E56924" w:rsidRDefault="00000000">
      <w:pPr>
        <w:numPr>
          <w:ilvl w:val="0"/>
          <w:numId w:val="1"/>
        </w:numPr>
      </w:pPr>
      <w:r>
        <w:t>chodniki,</w:t>
      </w:r>
    </w:p>
    <w:p w14:paraId="4A61BA91" w14:textId="77777777" w:rsidR="00E56924" w:rsidRDefault="00000000">
      <w:pPr>
        <w:numPr>
          <w:ilvl w:val="0"/>
          <w:numId w:val="1"/>
        </w:numPr>
      </w:pPr>
      <w:r>
        <w:t xml:space="preserve">dostępność nieograniczona, </w:t>
      </w:r>
    </w:p>
    <w:p w14:paraId="223F2551" w14:textId="77777777" w:rsidR="00E56924" w:rsidRDefault="00000000">
      <w:r>
        <w:t>b)</w:t>
      </w:r>
      <w:r>
        <w:tab/>
        <w:t>ustala się minimalne odległości od krawędzi jezdni obiektów budowlanych przeznaczonych na pobyt ludzi:</w:t>
      </w:r>
    </w:p>
    <w:p w14:paraId="6B8769B1" w14:textId="77777777" w:rsidR="00E56924" w:rsidRDefault="00000000">
      <w:pPr>
        <w:numPr>
          <w:ilvl w:val="0"/>
          <w:numId w:val="1"/>
        </w:numPr>
      </w:pPr>
      <w:r>
        <w:t>dla budynków jednokondygnacyjnych - 15 m,</w:t>
      </w:r>
    </w:p>
    <w:p w14:paraId="44EEA044" w14:textId="77777777" w:rsidR="00E56924" w:rsidRDefault="00000000">
      <w:pPr>
        <w:numPr>
          <w:ilvl w:val="0"/>
          <w:numId w:val="1"/>
        </w:numPr>
      </w:pPr>
      <w:r>
        <w:t>dla budynków wielokondygnacyjnych - 20 m,</w:t>
      </w:r>
    </w:p>
    <w:p w14:paraId="11871903" w14:textId="77777777" w:rsidR="00E56924" w:rsidRDefault="00000000">
      <w:r>
        <w:t>c)</w:t>
      </w:r>
      <w:r>
        <w:tab/>
        <w:t>ustala się minimalne odległości od krawędzi jezdni obiektów budowlanych nie przeznaczonych na pobyt ludzi:</w:t>
      </w:r>
    </w:p>
    <w:p w14:paraId="06D7466F" w14:textId="77777777" w:rsidR="00E56924" w:rsidRDefault="00000000">
      <w:pPr>
        <w:numPr>
          <w:ilvl w:val="0"/>
          <w:numId w:val="1"/>
        </w:numPr>
      </w:pPr>
      <w:r>
        <w:t>na terenach zabudowy - 8 m,</w:t>
      </w:r>
    </w:p>
    <w:p w14:paraId="0BB5C899" w14:textId="77777777" w:rsidR="00E56924" w:rsidRDefault="00000000">
      <w:pPr>
        <w:numPr>
          <w:ilvl w:val="0"/>
          <w:numId w:val="1"/>
        </w:numPr>
      </w:pPr>
      <w:r>
        <w:t>poza terenem zabudowy - 15 m,</w:t>
      </w:r>
    </w:p>
    <w:p w14:paraId="57DD58DE" w14:textId="77777777" w:rsidR="00E56924" w:rsidRDefault="00000000">
      <w:r>
        <w:t>d) przy projektowaniu i wykonywaniu dróg należy uwzględnić uwarunkowania przyrodnicze oraz ograniczenie negatywnego wpływy dróg na przyrodę, krajobraz, grunty rolne i leśne w jej otoczeniu,</w:t>
      </w:r>
    </w:p>
    <w:p w14:paraId="61A71AD5" w14:textId="77777777" w:rsidR="00E56924" w:rsidRDefault="00000000">
      <w:r>
        <w:t>e)</w:t>
      </w:r>
      <w:r>
        <w:tab/>
        <w:t>wprowadza się konieczność nasadzenia zieleni izolacyjnej, w szczególności krzewów, wzdłuż nowobudowanych ulic,</w:t>
      </w:r>
    </w:p>
    <w:p w14:paraId="62BD4394" w14:textId="77777777" w:rsidR="00E56924" w:rsidRDefault="00000000">
      <w:r>
        <w:t>f)</w:t>
      </w:r>
      <w:r>
        <w:tab/>
        <w:t xml:space="preserve">dopuszcza się możliwość zmniejszenia linii zabudowy za zgodą        zarządcy drogi, w enklawach zwartej zabudowy w celu utrzymania jednolitej linii zabudowy. W przypadku lokalizacji nowych obiektów na działkach niezabudowanych oraz istniejących budynków przeznaczonych do rozbudowy, obowiązuje nawiązanie do linii zabudowy budynków w dobrym stanie technicznym, zlokalizowanych na sąsiednich działkach, przyjmując linię zabudowy budynku bardziej oddalonego, </w:t>
      </w:r>
    </w:p>
    <w:p w14:paraId="11D67BAE" w14:textId="77777777" w:rsidR="00E56924" w:rsidRDefault="00000000">
      <w:r>
        <w:lastRenderedPageBreak/>
        <w:t>g) ulica, w zależności od potrzeb, może być wyposażona w obiekty        i urządzenia obsługi uczestników ruchu, do których zalicza się:         zatoki postojowe, zatoki autobusowe, przejścia  dla pieszych, wiaty przystankowe.</w:t>
      </w:r>
    </w:p>
    <w:p w14:paraId="6C537FCD" w14:textId="77777777" w:rsidR="00E56924" w:rsidRDefault="00E56924"/>
    <w:p w14:paraId="5A5AC126" w14:textId="77777777" w:rsidR="00E56924" w:rsidRDefault="00000000">
      <w:r>
        <w:t>5)</w:t>
      </w:r>
      <w:r>
        <w:tab/>
        <w:t>„D” - ulice dojazdowe o ustaleniach:</w:t>
      </w:r>
    </w:p>
    <w:p w14:paraId="66B0BB60" w14:textId="77777777" w:rsidR="00E56924" w:rsidRDefault="00000000">
      <w:r>
        <w:t>a)</w:t>
      </w:r>
      <w:r>
        <w:tab/>
        <w:t>ustala się następujące parametry techniczne:</w:t>
      </w:r>
    </w:p>
    <w:p w14:paraId="25113349" w14:textId="77777777" w:rsidR="00E56924" w:rsidRDefault="00000000">
      <w:pPr>
        <w:numPr>
          <w:ilvl w:val="0"/>
          <w:numId w:val="1"/>
        </w:numPr>
      </w:pPr>
      <w:r>
        <w:t>szerokość w liniach rozgraniczających 10 - 15 m,</w:t>
      </w:r>
    </w:p>
    <w:p w14:paraId="1FE93018" w14:textId="77777777" w:rsidR="00E56924" w:rsidRDefault="00000000">
      <w:pPr>
        <w:numPr>
          <w:ilvl w:val="0"/>
          <w:numId w:val="1"/>
        </w:numPr>
      </w:pPr>
      <w:r>
        <w:t>szerokość jezdni 3 - 5 m,</w:t>
      </w:r>
    </w:p>
    <w:p w14:paraId="4FE6C184" w14:textId="77777777" w:rsidR="00E56924" w:rsidRDefault="00000000">
      <w:pPr>
        <w:numPr>
          <w:ilvl w:val="0"/>
          <w:numId w:val="1"/>
        </w:numPr>
      </w:pPr>
      <w:r>
        <w:t>chodniki,</w:t>
      </w:r>
    </w:p>
    <w:p w14:paraId="629AB2A7" w14:textId="77777777" w:rsidR="00E56924" w:rsidRDefault="00000000">
      <w:pPr>
        <w:numPr>
          <w:ilvl w:val="0"/>
          <w:numId w:val="1"/>
        </w:numPr>
      </w:pPr>
      <w:r>
        <w:t xml:space="preserve">dostępność nieograniczona, </w:t>
      </w:r>
    </w:p>
    <w:p w14:paraId="63C4985E" w14:textId="77777777" w:rsidR="00E56924" w:rsidRDefault="00000000">
      <w:r>
        <w:t>b)</w:t>
      </w:r>
      <w:r>
        <w:tab/>
        <w:t>ustala się minimalne odległości od krawędzi jezdni obiektów budowlanych:</w:t>
      </w:r>
    </w:p>
    <w:p w14:paraId="081636FA" w14:textId="77777777" w:rsidR="00E56924" w:rsidRDefault="00000000">
      <w:pPr>
        <w:numPr>
          <w:ilvl w:val="0"/>
          <w:numId w:val="1"/>
        </w:numPr>
      </w:pPr>
      <w:r>
        <w:t>na terenach zabudowy - 6 m,</w:t>
      </w:r>
    </w:p>
    <w:p w14:paraId="5747CCB7" w14:textId="77777777" w:rsidR="00E56924" w:rsidRDefault="00000000">
      <w:pPr>
        <w:numPr>
          <w:ilvl w:val="0"/>
          <w:numId w:val="1"/>
        </w:numPr>
      </w:pPr>
      <w:r>
        <w:t>poza terenem zabudowy - 15 m,</w:t>
      </w:r>
    </w:p>
    <w:p w14:paraId="788575A6" w14:textId="77777777" w:rsidR="00E56924" w:rsidRDefault="00000000">
      <w:r>
        <w:t>c)</w:t>
      </w:r>
      <w:r>
        <w:tab/>
        <w:t xml:space="preserve">dopuszcza się możliwość zmniejszenia linii zabudowy za zgodą        zarządcy drogi, w enklawach zwartej zabudowy w celu utrzymania jednolitej linii zabudowy. W przypadku lokalizacji nowych obiektów na działkach niezabudowanych oraz istniejących budynków przeznaczonych do rozbudowy, obowiązuje nawiązanie do linii zabudowy budynków w dobrym stanie technicznym, zlokalizowanych na sąsiednich działkach, przyjmując linię zabudowy budynku bardziej oddalonego, </w:t>
      </w:r>
    </w:p>
    <w:p w14:paraId="32FF5419" w14:textId="77777777" w:rsidR="00E56924" w:rsidRDefault="00000000">
      <w:r>
        <w:t xml:space="preserve">d) ulica, w zależności od potrzeb, może być wyposażona w obiekty        i urządzenia obsługi uczestników ruchu, do których zalicza się:          zatoki postojowe, zatoki autobusowe, przejścia  dla pieszych, wiaty przystankowe. </w:t>
      </w:r>
    </w:p>
    <w:p w14:paraId="084A010D" w14:textId="77777777" w:rsidR="00E56924" w:rsidRDefault="00000000">
      <w:r>
        <w:t>6)</w:t>
      </w:r>
      <w:r>
        <w:tab/>
        <w:t>„TDX” - ciągi pieszo - jezdne o ustaleniach:</w:t>
      </w:r>
    </w:p>
    <w:p w14:paraId="1A170B85" w14:textId="77777777" w:rsidR="00E56924" w:rsidRDefault="00000000">
      <w:r>
        <w:t>a)</w:t>
      </w:r>
      <w:r>
        <w:tab/>
        <w:t>ustala się następujące parametry techniczne:</w:t>
      </w:r>
    </w:p>
    <w:p w14:paraId="01219ED9" w14:textId="77777777" w:rsidR="00E56924" w:rsidRDefault="00000000">
      <w:pPr>
        <w:numPr>
          <w:ilvl w:val="0"/>
          <w:numId w:val="1"/>
        </w:numPr>
      </w:pPr>
      <w:r>
        <w:t>szerokość w liniach rozgraniczających min. 5 m,</w:t>
      </w:r>
    </w:p>
    <w:p w14:paraId="01D7A0C9" w14:textId="77777777" w:rsidR="00E56924" w:rsidRDefault="00000000">
      <w:r>
        <w:t>b)</w:t>
      </w:r>
      <w:r>
        <w:tab/>
        <w:t>ustala się minimalne odległości od krawędzi jezdni obiektów budowlanych:</w:t>
      </w:r>
    </w:p>
    <w:p w14:paraId="483FEA1B" w14:textId="77777777" w:rsidR="00E56924" w:rsidRDefault="00000000">
      <w:pPr>
        <w:numPr>
          <w:ilvl w:val="0"/>
          <w:numId w:val="1"/>
        </w:numPr>
      </w:pPr>
      <w:r>
        <w:t>na terenach zabudowy - 6 m.</w:t>
      </w:r>
    </w:p>
    <w:p w14:paraId="5704DDCB" w14:textId="77777777" w:rsidR="00E56924" w:rsidRDefault="00E56924"/>
    <w:p w14:paraId="70BD8704" w14:textId="77777777" w:rsidR="00E56924" w:rsidRDefault="00E56924"/>
    <w:p w14:paraId="31F18F3A" w14:textId="77777777" w:rsidR="00E56924" w:rsidRDefault="00000000">
      <w:pPr>
        <w:spacing w:before="240"/>
        <w:jc w:val="both"/>
      </w:pPr>
      <w:r>
        <w:rPr>
          <w:sz w:val="26"/>
          <w:lang w:val="en-US"/>
        </w:rPr>
        <w:t>B.</w:t>
      </w:r>
      <w:r>
        <w:rPr>
          <w:b/>
          <w:sz w:val="26"/>
          <w:lang w:val="en-US"/>
        </w:rPr>
        <w:t xml:space="preserve"> 15 MN,U </w:t>
      </w:r>
      <w:r>
        <w:rPr>
          <w:sz w:val="26"/>
          <w:lang w:val="en-US"/>
        </w:rPr>
        <w:t>- pow. 6,75 ha  -</w:t>
      </w:r>
      <w:proofErr w:type="spellStart"/>
      <w:r>
        <w:rPr>
          <w:sz w:val="26"/>
          <w:lang w:val="en-US"/>
        </w:rPr>
        <w:t>zabudowa</w:t>
      </w:r>
      <w:proofErr w:type="spellEnd"/>
      <w:r>
        <w:rPr>
          <w:sz w:val="26"/>
          <w:lang w:val="en-US"/>
        </w:rPr>
        <w:t xml:space="preserve"> jednorodzinna, usługi </w:t>
      </w:r>
      <w:r>
        <w:rPr>
          <w:sz w:val="26"/>
        </w:rPr>
        <w:t xml:space="preserve">- obowiązuje </w:t>
      </w:r>
      <w:r>
        <w:rPr>
          <w:rFonts w:cs="Calibri"/>
        </w:rPr>
        <w:t>§</w:t>
      </w:r>
      <w:r>
        <w:rPr>
          <w:sz w:val="26"/>
        </w:rPr>
        <w:t xml:space="preserve"> 5 ust. 2 pkt 2, </w:t>
      </w:r>
      <w:r>
        <w:rPr>
          <w:rFonts w:cs="Calibri"/>
        </w:rPr>
        <w:t>§</w:t>
      </w:r>
      <w:r>
        <w:rPr>
          <w:sz w:val="26"/>
        </w:rPr>
        <w:t xml:space="preserve"> 6 i </w:t>
      </w:r>
      <w:r>
        <w:rPr>
          <w:rFonts w:cs="Calibri"/>
        </w:rPr>
        <w:t>§</w:t>
      </w:r>
      <w:r>
        <w:rPr>
          <w:sz w:val="26"/>
        </w:rPr>
        <w:t xml:space="preserve"> 9 ust. 3 pkt 4, 5, i 6, ust. 4 i 5 ustaleń ogólnych. </w:t>
      </w:r>
      <w:r>
        <w:rPr>
          <w:sz w:val="26"/>
          <w:u w:val="single"/>
        </w:rPr>
        <w:t>Ul. Podchorążych</w:t>
      </w:r>
    </w:p>
    <w:p w14:paraId="1B1077C5" w14:textId="77777777" w:rsidR="00E56924" w:rsidRDefault="00E56924"/>
    <w:p w14:paraId="61CF6FEB" w14:textId="77777777" w:rsidR="00E56924" w:rsidRDefault="00E56924"/>
    <w:sectPr w:rsidR="00E56924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BCA3B" w14:textId="77777777" w:rsidR="00C92630" w:rsidRDefault="00C92630">
      <w:pPr>
        <w:spacing w:after="0" w:line="240" w:lineRule="auto"/>
      </w:pPr>
      <w:r>
        <w:separator/>
      </w:r>
    </w:p>
  </w:endnote>
  <w:endnote w:type="continuationSeparator" w:id="0">
    <w:p w14:paraId="45374DF4" w14:textId="77777777" w:rsidR="00C92630" w:rsidRDefault="00C9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A485C" w14:textId="77777777" w:rsidR="00C92630" w:rsidRDefault="00C9263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E905AB2" w14:textId="77777777" w:rsidR="00C92630" w:rsidRDefault="00C9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46525"/>
    <w:multiLevelType w:val="multilevel"/>
    <w:tmpl w:val="0032E1D2"/>
    <w:lvl w:ilvl="0">
      <w:start w:val="1"/>
      <w:numFmt w:val="decimal"/>
      <w:lvlText w:val="%1"/>
      <w:lvlJc w:val="left"/>
      <w:pPr>
        <w:ind w:left="2128" w:hanging="285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 w16cid:durableId="1860777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56924"/>
    <w:rsid w:val="00193F85"/>
    <w:rsid w:val="00B26DF0"/>
    <w:rsid w:val="00C92630"/>
    <w:rsid w:val="00E5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188D71"/>
  <w15:docId w15:val="{2F0FDEB3-76C3-4A57-92F9-3CA5A69EC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2943</Characters>
  <Application>Microsoft Office Word</Application>
  <DocSecurity>0</DocSecurity>
  <Lines>24</Lines>
  <Paragraphs>6</Paragraphs>
  <ScaleCrop>false</ScaleCrop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Włodawa</dc:creator>
  <dc:description/>
  <cp:lastModifiedBy>UM Włodawa</cp:lastModifiedBy>
  <cp:revision>2</cp:revision>
  <dcterms:created xsi:type="dcterms:W3CDTF">2025-01-21T10:54:00Z</dcterms:created>
  <dcterms:modified xsi:type="dcterms:W3CDTF">2025-01-21T10:54:00Z</dcterms:modified>
</cp:coreProperties>
</file>