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4847D1" w14:textId="50D7833F" w:rsidR="005F3D34" w:rsidRPr="002F3C1A" w:rsidRDefault="0066140F" w:rsidP="002F3C1A">
      <w:pPr>
        <w:tabs>
          <w:tab w:val="left" w:pos="6804"/>
        </w:tabs>
        <w:spacing w:line="276" w:lineRule="auto"/>
        <w:ind w:left="794" w:right="-2"/>
        <w:jc w:val="both"/>
        <w:rPr>
          <w:rFonts w:ascii="Lato Regular" w:hAnsi="Lato Regular"/>
          <w:b/>
          <w:bCs/>
          <w:sz w:val="22"/>
          <w:szCs w:val="22"/>
        </w:rPr>
      </w:pPr>
      <w:r>
        <w:rPr>
          <w:rFonts w:ascii="Lato Regular" w:hAnsi="Lato Regular" w:cs="Arial"/>
          <w:bCs/>
          <w:sz w:val="22"/>
          <w:szCs w:val="22"/>
          <w:shd w:val="clear" w:color="auto" w:fill="FFFFFF"/>
        </w:rPr>
        <w:t xml:space="preserve"> </w:t>
      </w:r>
      <w:r w:rsidR="006922E4">
        <w:rPr>
          <w:rFonts w:ascii="Lato Regular" w:hAnsi="Lato Regular" w:cs="Arial"/>
          <w:bCs/>
          <w:sz w:val="22"/>
          <w:szCs w:val="22"/>
          <w:shd w:val="clear" w:color="auto" w:fill="FFFFFF"/>
        </w:rPr>
        <w:t xml:space="preserve"> </w:t>
      </w:r>
      <w:r w:rsidR="00584CA0">
        <w:rPr>
          <w:rFonts w:ascii="Lato Regular" w:hAnsi="Lato Regular" w:cs="Arial"/>
          <w:bCs/>
          <w:sz w:val="22"/>
          <w:szCs w:val="22"/>
          <w:shd w:val="clear" w:color="auto" w:fill="FFFFFF"/>
        </w:rPr>
        <w:t xml:space="preserve"> </w:t>
      </w:r>
      <w:r w:rsidR="003F782E" w:rsidRPr="00014BE3">
        <w:rPr>
          <w:rFonts w:ascii="Lato Regular" w:hAnsi="Lato Regular" w:cs="Arial"/>
          <w:bCs/>
          <w:sz w:val="22"/>
          <w:szCs w:val="22"/>
          <w:shd w:val="clear" w:color="auto" w:fill="FFFFFF"/>
        </w:rPr>
        <w:t>TA.</w:t>
      </w:r>
      <w:r w:rsidR="003F782E">
        <w:rPr>
          <w:rFonts w:ascii="Lato Regular" w:hAnsi="Lato Regular" w:cs="Arial"/>
          <w:bCs/>
          <w:sz w:val="22"/>
          <w:szCs w:val="22"/>
          <w:shd w:val="clear" w:color="auto" w:fill="FFFFFF"/>
        </w:rPr>
        <w:t>65</w:t>
      </w:r>
      <w:bookmarkStart w:id="0" w:name="_Hlk106870699"/>
      <w:r w:rsidR="003F782E">
        <w:rPr>
          <w:rFonts w:ascii="Lato Regular" w:hAnsi="Lato Regular" w:cs="Arial"/>
          <w:bCs/>
          <w:sz w:val="22"/>
          <w:szCs w:val="22"/>
          <w:shd w:val="clear" w:color="auto" w:fill="FFFFFF"/>
        </w:rPr>
        <w:t>1.</w:t>
      </w:r>
      <w:r w:rsidR="00DB5D8A">
        <w:rPr>
          <w:rFonts w:ascii="Lato Regular" w:hAnsi="Lato Regular" w:cs="Arial"/>
          <w:bCs/>
          <w:sz w:val="22"/>
          <w:szCs w:val="22"/>
          <w:shd w:val="clear" w:color="auto" w:fill="FFFFFF"/>
        </w:rPr>
        <w:t>1.</w:t>
      </w:r>
      <w:r w:rsidR="00E65614">
        <w:rPr>
          <w:rFonts w:ascii="Lato Regular" w:hAnsi="Lato Regular" w:cs="Arial"/>
          <w:bCs/>
          <w:sz w:val="22"/>
          <w:szCs w:val="22"/>
          <w:shd w:val="clear" w:color="auto" w:fill="FFFFFF"/>
        </w:rPr>
        <w:t>61</w:t>
      </w:r>
      <w:r w:rsidR="003F782E">
        <w:rPr>
          <w:rFonts w:ascii="Lato Regular" w:hAnsi="Lato Regular" w:cs="Arial"/>
          <w:bCs/>
          <w:sz w:val="22"/>
          <w:szCs w:val="22"/>
          <w:shd w:val="clear" w:color="auto" w:fill="FFFFFF"/>
        </w:rPr>
        <w:t>.2024</w:t>
      </w:r>
      <w:bookmarkEnd w:id="0"/>
    </w:p>
    <w:p w14:paraId="0A89B469" w14:textId="77777777" w:rsidR="00E65614" w:rsidRPr="00E8793D" w:rsidRDefault="00E65614" w:rsidP="00E65614">
      <w:pPr>
        <w:spacing w:line="276" w:lineRule="auto"/>
        <w:ind w:left="6237"/>
        <w:rPr>
          <w:rFonts w:ascii="Lato" w:hAnsi="Lato"/>
          <w:b/>
          <w:bCs/>
          <w:sz w:val="22"/>
          <w:szCs w:val="22"/>
        </w:rPr>
      </w:pPr>
      <w:r w:rsidRPr="00E8793D">
        <w:rPr>
          <w:rFonts w:ascii="Lato" w:hAnsi="Lato"/>
          <w:b/>
          <w:bCs/>
          <w:color w:val="000000"/>
          <w:sz w:val="22"/>
          <w:szCs w:val="22"/>
          <w:shd w:val="clear" w:color="auto" w:fill="FFFFFF"/>
        </w:rPr>
        <w:t>KUBICAPROJEKT </w:t>
      </w:r>
      <w:r w:rsidRPr="00E8793D">
        <w:rPr>
          <w:rFonts w:ascii="Lato" w:hAnsi="Lato"/>
          <w:b/>
          <w:bCs/>
          <w:color w:val="000000"/>
          <w:sz w:val="22"/>
          <w:szCs w:val="22"/>
        </w:rPr>
        <w:br/>
      </w:r>
      <w:r w:rsidRPr="00E8793D">
        <w:rPr>
          <w:rFonts w:ascii="Lato" w:hAnsi="Lato"/>
          <w:b/>
          <w:bCs/>
          <w:color w:val="000000"/>
          <w:sz w:val="22"/>
          <w:szCs w:val="22"/>
          <w:shd w:val="clear" w:color="auto" w:fill="FFFFFF"/>
        </w:rPr>
        <w:t>ul. Gęsia 10 </w:t>
      </w:r>
      <w:r w:rsidRPr="00E8793D">
        <w:rPr>
          <w:rFonts w:ascii="Lato" w:hAnsi="Lato"/>
          <w:b/>
          <w:bCs/>
          <w:color w:val="000000"/>
          <w:sz w:val="22"/>
          <w:szCs w:val="22"/>
        </w:rPr>
        <w:br/>
      </w:r>
      <w:r w:rsidRPr="00E8793D">
        <w:rPr>
          <w:rFonts w:ascii="Lato" w:hAnsi="Lato"/>
          <w:b/>
          <w:bCs/>
          <w:color w:val="000000"/>
          <w:sz w:val="22"/>
          <w:szCs w:val="22"/>
          <w:shd w:val="clear" w:color="auto" w:fill="FFFFFF"/>
        </w:rPr>
        <w:t>31-535 KRAKÓW</w:t>
      </w:r>
      <w:r w:rsidRPr="00E8793D">
        <w:rPr>
          <w:rFonts w:ascii="Lato" w:hAnsi="Lato"/>
          <w:color w:val="000000"/>
          <w:sz w:val="22"/>
          <w:szCs w:val="22"/>
          <w:shd w:val="clear" w:color="auto" w:fill="FFFFFF"/>
        </w:rPr>
        <w:t> </w:t>
      </w:r>
      <w:r w:rsidRPr="00E8793D">
        <w:rPr>
          <w:rFonts w:ascii="Lato" w:hAnsi="Lato"/>
          <w:color w:val="000000"/>
          <w:sz w:val="22"/>
          <w:szCs w:val="22"/>
        </w:rPr>
        <w:br/>
      </w:r>
      <w:hyperlink r:id="rId11" w:history="1">
        <w:r w:rsidRPr="00F026E9">
          <w:rPr>
            <w:rStyle w:val="Hipercze"/>
            <w:rFonts w:ascii="Lato" w:hAnsi="Lato"/>
            <w:sz w:val="22"/>
            <w:szCs w:val="22"/>
            <w:shd w:val="clear" w:color="auto" w:fill="FFFFFF"/>
          </w:rPr>
          <w:t>biuro@kubicaprojekt.pl</w:t>
        </w:r>
      </w:hyperlink>
      <w:r>
        <w:rPr>
          <w:rFonts w:ascii="Lato" w:hAnsi="Lato"/>
          <w:color w:val="000000"/>
          <w:sz w:val="22"/>
          <w:szCs w:val="22"/>
          <w:shd w:val="clear" w:color="auto" w:fill="FFFFFF"/>
        </w:rPr>
        <w:t xml:space="preserve"> </w:t>
      </w:r>
    </w:p>
    <w:p w14:paraId="1061947A" w14:textId="77777777" w:rsidR="00E65614" w:rsidRPr="00DB6EB0" w:rsidRDefault="00E65614" w:rsidP="00C61805">
      <w:pPr>
        <w:spacing w:line="276" w:lineRule="auto"/>
        <w:ind w:left="6237"/>
        <w:rPr>
          <w:rFonts w:ascii="Lato" w:hAnsi="Lato"/>
          <w:b/>
          <w:bCs/>
          <w:sz w:val="22"/>
          <w:szCs w:val="22"/>
        </w:rPr>
      </w:pPr>
    </w:p>
    <w:p w14:paraId="7E2D5C27" w14:textId="0180B8E8" w:rsidR="005F3D34" w:rsidRPr="00BD145C" w:rsidRDefault="005F3D34" w:rsidP="00E26329">
      <w:pPr>
        <w:spacing w:line="276" w:lineRule="auto"/>
        <w:ind w:left="6237"/>
        <w:rPr>
          <w:rFonts w:ascii="Lato" w:hAnsi="Lato"/>
          <w:b/>
          <w:bCs/>
          <w:sz w:val="22"/>
          <w:szCs w:val="22"/>
        </w:rPr>
      </w:pPr>
    </w:p>
    <w:p w14:paraId="32311CBC" w14:textId="3AFC5A9F" w:rsidR="000B1F19" w:rsidRDefault="000B1F19" w:rsidP="000B1F19">
      <w:pPr>
        <w:tabs>
          <w:tab w:val="left" w:pos="3969"/>
          <w:tab w:val="left" w:pos="4820"/>
        </w:tabs>
        <w:spacing w:line="276" w:lineRule="auto"/>
        <w:ind w:left="851"/>
        <w:contextualSpacing/>
        <w:rPr>
          <w:rFonts w:ascii="Lato" w:hAnsi="Lato"/>
          <w:b/>
          <w:color w:val="000000"/>
          <w:sz w:val="32"/>
          <w:szCs w:val="32"/>
        </w:rPr>
      </w:pPr>
      <w:r>
        <w:rPr>
          <w:rFonts w:ascii="Lato" w:hAnsi="Lato"/>
          <w:b/>
          <w:color w:val="000000"/>
          <w:sz w:val="32"/>
          <w:szCs w:val="32"/>
        </w:rPr>
        <w:t>Audyt Zespołu Zadaniowego</w:t>
      </w:r>
    </w:p>
    <w:p w14:paraId="212822ED" w14:textId="77777777" w:rsidR="000B1F19" w:rsidRPr="00F55DB0" w:rsidRDefault="000B1F19" w:rsidP="000B1F19">
      <w:pPr>
        <w:tabs>
          <w:tab w:val="left" w:pos="3969"/>
          <w:tab w:val="left" w:pos="4820"/>
        </w:tabs>
        <w:spacing w:line="276" w:lineRule="auto"/>
        <w:ind w:left="851"/>
        <w:contextualSpacing/>
        <w:rPr>
          <w:rFonts w:ascii="Lato" w:hAnsi="Lato"/>
          <w:b/>
          <w:color w:val="000000"/>
          <w:sz w:val="32"/>
          <w:szCs w:val="32"/>
        </w:rPr>
      </w:pPr>
      <w:r>
        <w:rPr>
          <w:rFonts w:ascii="Lato" w:hAnsi="Lato"/>
          <w:b/>
          <w:color w:val="000000"/>
          <w:sz w:val="32"/>
          <w:szCs w:val="32"/>
        </w:rPr>
        <w:t xml:space="preserve">ds. Niechronionych Uczestników Ruchu </w:t>
      </w:r>
    </w:p>
    <w:p w14:paraId="4901F77E" w14:textId="77777777" w:rsidR="00F55DB0" w:rsidRDefault="00F55DB0" w:rsidP="00C94035">
      <w:pPr>
        <w:spacing w:line="276" w:lineRule="auto"/>
        <w:contextualSpacing/>
        <w:rPr>
          <w:rFonts w:ascii="Lato" w:hAnsi="Lato"/>
          <w:b/>
          <w:color w:val="000000"/>
          <w:sz w:val="22"/>
        </w:rPr>
      </w:pPr>
    </w:p>
    <w:p w14:paraId="48E00992" w14:textId="77777777" w:rsidR="00054C0B" w:rsidRPr="00F55DB0" w:rsidRDefault="00054C0B" w:rsidP="00C94035">
      <w:pPr>
        <w:spacing w:line="276" w:lineRule="auto"/>
        <w:contextualSpacing/>
        <w:rPr>
          <w:rFonts w:ascii="Lato" w:hAnsi="Lato"/>
          <w:b/>
          <w:color w:val="000000"/>
          <w:sz w:val="22"/>
        </w:rPr>
      </w:pPr>
    </w:p>
    <w:tbl>
      <w:tblPr>
        <w:tblStyle w:val="Tabela-Siatka"/>
        <w:tblpPr w:leftFromText="141" w:rightFromText="141" w:vertAnchor="text" w:horzAnchor="page" w:tblpX="1306" w:tblpY="-29"/>
        <w:tblOverlap w:val="never"/>
        <w:tblW w:w="102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" w:type="dxa"/>
          <w:left w:w="0" w:type="dxa"/>
          <w:bottom w:w="28" w:type="dxa"/>
          <w:right w:w="0" w:type="dxa"/>
        </w:tblCellMar>
        <w:tblLook w:val="04A0" w:firstRow="1" w:lastRow="0" w:firstColumn="1" w:lastColumn="0" w:noHBand="0" w:noVBand="1"/>
      </w:tblPr>
      <w:tblGrid>
        <w:gridCol w:w="1917"/>
        <w:gridCol w:w="8340"/>
      </w:tblGrid>
      <w:tr w:rsidR="00E65614" w:rsidRPr="005A033F" w14:paraId="4CC169D8" w14:textId="77777777" w:rsidTr="0014613F">
        <w:trPr>
          <w:trHeight w:val="365"/>
        </w:trPr>
        <w:tc>
          <w:tcPr>
            <w:tcW w:w="1917" w:type="dxa"/>
          </w:tcPr>
          <w:p w14:paraId="0C4BA1D8" w14:textId="77777777" w:rsidR="00E65614" w:rsidRPr="00F55DB0" w:rsidRDefault="00E65614" w:rsidP="00E65614">
            <w:pPr>
              <w:spacing w:line="276" w:lineRule="auto"/>
              <w:ind w:left="567" w:hanging="141"/>
              <w:rPr>
                <w:rFonts w:ascii="Lato" w:eastAsia="Lato" w:hAnsi="Lato" w:cs="Times New Roman"/>
                <w:b/>
                <w:sz w:val="20"/>
                <w:szCs w:val="20"/>
              </w:rPr>
            </w:pPr>
            <w:r w:rsidRPr="00F55DB0">
              <w:rPr>
                <w:rFonts w:ascii="Lato" w:eastAsia="Lato" w:hAnsi="Lato" w:cs="Times New Roman"/>
                <w:b/>
                <w:sz w:val="20"/>
                <w:szCs w:val="20"/>
              </w:rPr>
              <w:t>Dotyczy</w:t>
            </w:r>
          </w:p>
          <w:p w14:paraId="4C8C9AA2" w14:textId="77777777" w:rsidR="00E65614" w:rsidRDefault="00E65614" w:rsidP="00E65614">
            <w:pPr>
              <w:spacing w:line="276" w:lineRule="auto"/>
              <w:rPr>
                <w:rFonts w:ascii="Lato" w:eastAsia="Lato" w:hAnsi="Lato" w:cs="Times New Roman"/>
                <w:b/>
                <w:sz w:val="20"/>
                <w:szCs w:val="20"/>
              </w:rPr>
            </w:pPr>
          </w:p>
          <w:p w14:paraId="49151769" w14:textId="77777777" w:rsidR="00E65614" w:rsidRDefault="00E65614" w:rsidP="00E65614">
            <w:pPr>
              <w:spacing w:line="276" w:lineRule="auto"/>
              <w:ind w:left="567" w:hanging="141"/>
              <w:rPr>
                <w:rFonts w:ascii="Lato" w:eastAsia="Lato" w:hAnsi="Lato" w:cs="Times New Roman"/>
                <w:b/>
                <w:sz w:val="20"/>
                <w:szCs w:val="20"/>
              </w:rPr>
            </w:pPr>
            <w:r w:rsidRPr="00F55DB0">
              <w:rPr>
                <w:rFonts w:ascii="Lato" w:eastAsia="Lato" w:hAnsi="Lato" w:cs="Times New Roman"/>
                <w:b/>
                <w:sz w:val="20"/>
                <w:szCs w:val="20"/>
              </w:rPr>
              <w:t xml:space="preserve">Data pisma </w:t>
            </w:r>
          </w:p>
          <w:p w14:paraId="492FF9D3" w14:textId="77777777" w:rsidR="00E65614" w:rsidRPr="00F55DB0" w:rsidRDefault="00E65614" w:rsidP="00E65614">
            <w:pPr>
              <w:spacing w:line="276" w:lineRule="auto"/>
              <w:ind w:left="567" w:hanging="141"/>
              <w:rPr>
                <w:rFonts w:ascii="Lato" w:eastAsia="Lato" w:hAnsi="Lato" w:cs="Times New Roman"/>
                <w:b/>
                <w:sz w:val="20"/>
                <w:szCs w:val="20"/>
              </w:rPr>
            </w:pPr>
            <w:r>
              <w:rPr>
                <w:rFonts w:ascii="Lato" w:eastAsia="Lato" w:hAnsi="Lato" w:cs="Times New Roman"/>
                <w:b/>
                <w:sz w:val="20"/>
                <w:szCs w:val="20"/>
              </w:rPr>
              <w:t>Data wpływu</w:t>
            </w:r>
          </w:p>
          <w:p w14:paraId="47C9B51C" w14:textId="508FF5F5" w:rsidR="00E65614" w:rsidRPr="00F55DB0" w:rsidRDefault="00E65614" w:rsidP="00E65614">
            <w:pPr>
              <w:spacing w:line="276" w:lineRule="auto"/>
              <w:ind w:left="567" w:hanging="141"/>
              <w:rPr>
                <w:rFonts w:ascii="Lato" w:eastAsia="Lato" w:hAnsi="Lato"/>
                <w:b/>
                <w:sz w:val="20"/>
                <w:szCs w:val="20"/>
              </w:rPr>
            </w:pPr>
            <w:r w:rsidRPr="00F55DB0">
              <w:rPr>
                <w:rFonts w:ascii="Lato" w:eastAsia="Lato" w:hAnsi="Lato" w:cs="Times New Roman"/>
                <w:b/>
                <w:sz w:val="20"/>
                <w:szCs w:val="20"/>
              </w:rPr>
              <w:t xml:space="preserve">Znak </w:t>
            </w:r>
            <w:r>
              <w:rPr>
                <w:rFonts w:ascii="Lato" w:eastAsia="Lato" w:hAnsi="Lato" w:cs="Times New Roman"/>
                <w:b/>
                <w:sz w:val="20"/>
                <w:szCs w:val="20"/>
              </w:rPr>
              <w:t>s</w:t>
            </w:r>
            <w:r w:rsidRPr="00F55DB0">
              <w:rPr>
                <w:rFonts w:ascii="Lato" w:eastAsia="Lato" w:hAnsi="Lato" w:cs="Times New Roman"/>
                <w:b/>
                <w:sz w:val="20"/>
                <w:szCs w:val="20"/>
              </w:rPr>
              <w:t>prawy</w:t>
            </w:r>
          </w:p>
        </w:tc>
        <w:tc>
          <w:tcPr>
            <w:tcW w:w="8340" w:type="dxa"/>
          </w:tcPr>
          <w:p w14:paraId="2D42C873" w14:textId="77777777" w:rsidR="00E65614" w:rsidRPr="00F55DB0" w:rsidRDefault="00E65614" w:rsidP="00E65614">
            <w:pPr>
              <w:spacing w:line="276" w:lineRule="auto"/>
              <w:ind w:left="348" w:right="621"/>
              <w:jc w:val="both"/>
              <w:rPr>
                <w:rFonts w:ascii="Lato" w:hAnsi="Lato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Lato" w:hAnsi="Lato"/>
                <w:color w:val="000000"/>
                <w:sz w:val="20"/>
                <w:szCs w:val="20"/>
                <w:shd w:val="clear" w:color="auto" w:fill="FFFFFF"/>
              </w:rPr>
              <w:t xml:space="preserve">Audytu pieszo – rowerowego dla zadania pn.: „Budowa przejścia dla pieszych wraz z oświetleniem przy ul. Praskiej na działce nr 515/1, </w:t>
            </w:r>
            <w:proofErr w:type="spellStart"/>
            <w:r>
              <w:rPr>
                <w:rFonts w:ascii="Lato" w:hAnsi="Lato"/>
                <w:color w:val="000000"/>
                <w:sz w:val="20"/>
                <w:szCs w:val="20"/>
                <w:shd w:val="clear" w:color="auto" w:fill="FFFFFF"/>
              </w:rPr>
              <w:t>obr</w:t>
            </w:r>
            <w:proofErr w:type="spellEnd"/>
            <w:r>
              <w:rPr>
                <w:rFonts w:ascii="Lato" w:hAnsi="Lato"/>
                <w:color w:val="000000"/>
                <w:sz w:val="20"/>
                <w:szCs w:val="20"/>
                <w:shd w:val="clear" w:color="auto" w:fill="FFFFFF"/>
              </w:rPr>
              <w:t xml:space="preserve"> 10 Podgórze w Krakowie”. </w:t>
            </w:r>
          </w:p>
          <w:p w14:paraId="7610B5F9" w14:textId="77777777" w:rsidR="00E65614" w:rsidRDefault="00E65614" w:rsidP="00E65614">
            <w:pPr>
              <w:spacing w:line="276" w:lineRule="auto"/>
              <w:ind w:left="490" w:hanging="142"/>
              <w:rPr>
                <w:rFonts w:ascii="Lato" w:eastAsia="Times New Roman" w:hAnsi="Lato" w:cs="Times New Roman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Times New Roman"/>
                <w:sz w:val="20"/>
                <w:szCs w:val="20"/>
                <w:lang w:eastAsia="pl-PL"/>
              </w:rPr>
              <w:t>07.06.2024 r.</w:t>
            </w:r>
          </w:p>
          <w:p w14:paraId="7A21F542" w14:textId="77777777" w:rsidR="00E65614" w:rsidRPr="00F55DB0" w:rsidRDefault="00E65614" w:rsidP="00E65614">
            <w:pPr>
              <w:spacing w:line="276" w:lineRule="auto"/>
              <w:ind w:left="490" w:hanging="142"/>
              <w:rPr>
                <w:rFonts w:ascii="Lato" w:eastAsia="Times New Roman" w:hAnsi="Lato" w:cs="Times New Roman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Times New Roman"/>
                <w:sz w:val="20"/>
                <w:szCs w:val="20"/>
                <w:lang w:eastAsia="pl-PL"/>
              </w:rPr>
              <w:t>07.06.2024 r.</w:t>
            </w:r>
          </w:p>
          <w:p w14:paraId="2035D88D" w14:textId="03CAE316" w:rsidR="00E65614" w:rsidRPr="003C12E0" w:rsidRDefault="00E65614" w:rsidP="00E65614">
            <w:pPr>
              <w:spacing w:line="276" w:lineRule="auto"/>
              <w:ind w:left="490" w:hanging="142"/>
              <w:rPr>
                <w:rFonts w:ascii="Lato" w:eastAsia="Times New Roman" w:hAnsi="Lato" w:cs="Times New Roman"/>
                <w:sz w:val="20"/>
                <w:szCs w:val="20"/>
                <w:lang w:eastAsia="pl-PL"/>
              </w:rPr>
            </w:pPr>
            <w:r>
              <w:rPr>
                <w:rFonts w:ascii="Lato" w:hAnsi="Lato"/>
                <w:caps/>
                <w:sz w:val="20"/>
                <w:szCs w:val="20"/>
              </w:rPr>
              <w:t xml:space="preserve">- </w:t>
            </w:r>
          </w:p>
        </w:tc>
      </w:tr>
      <w:tr w:rsidR="007846C6" w:rsidRPr="005A033F" w14:paraId="4200E7B9" w14:textId="77777777" w:rsidTr="00EE1BAB">
        <w:trPr>
          <w:trHeight w:val="376"/>
        </w:trPr>
        <w:tc>
          <w:tcPr>
            <w:tcW w:w="1917" w:type="dxa"/>
          </w:tcPr>
          <w:p w14:paraId="215C5D60" w14:textId="77777777" w:rsidR="00985387" w:rsidRPr="00F55DB0" w:rsidRDefault="00985387" w:rsidP="007846C6">
            <w:pPr>
              <w:spacing w:line="276" w:lineRule="auto"/>
              <w:rPr>
                <w:rFonts w:ascii="Lato" w:eastAsia="Lato" w:hAnsi="Lato"/>
                <w:b/>
                <w:sz w:val="20"/>
                <w:szCs w:val="20"/>
              </w:rPr>
            </w:pPr>
          </w:p>
        </w:tc>
        <w:tc>
          <w:tcPr>
            <w:tcW w:w="8340" w:type="dxa"/>
          </w:tcPr>
          <w:p w14:paraId="6F76F77A" w14:textId="77777777" w:rsidR="007846C6" w:rsidRPr="00254BCC" w:rsidRDefault="007846C6" w:rsidP="007846C6">
            <w:pPr>
              <w:spacing w:line="276" w:lineRule="auto"/>
              <w:ind w:left="348" w:right="621"/>
              <w:jc w:val="both"/>
              <w:rPr>
                <w:rFonts w:ascii="Lato" w:hAnsi="Lato"/>
                <w:sz w:val="22"/>
                <w:szCs w:val="22"/>
              </w:rPr>
            </w:pPr>
          </w:p>
        </w:tc>
      </w:tr>
    </w:tbl>
    <w:p w14:paraId="0EB1A489" w14:textId="01A5485D" w:rsidR="0033156F" w:rsidRPr="0033156F" w:rsidRDefault="00D376FE" w:rsidP="00FE460D">
      <w:pPr>
        <w:pStyle w:val="Bezodstpw"/>
        <w:spacing w:after="240" w:line="276" w:lineRule="auto"/>
        <w:ind w:left="851"/>
        <w:contextualSpacing/>
        <w:rPr>
          <w:sz w:val="22"/>
        </w:rPr>
      </w:pPr>
      <w:bookmarkStart w:id="1" w:name="_Hlk156300724"/>
      <w:bookmarkStart w:id="2" w:name="_Hlk104213374"/>
      <w:bookmarkStart w:id="3" w:name="_Hlk110331918"/>
      <w:r w:rsidRPr="00853492">
        <w:rPr>
          <w:sz w:val="22"/>
        </w:rPr>
        <w:t>Szanow</w:t>
      </w:r>
      <w:r w:rsidR="00BD145C">
        <w:rPr>
          <w:sz w:val="22"/>
        </w:rPr>
        <w:t>ni Państwo,</w:t>
      </w:r>
    </w:p>
    <w:p w14:paraId="35341E99" w14:textId="17B7B9D2" w:rsidR="00F2163C" w:rsidRPr="003D19A9" w:rsidRDefault="000B1F19" w:rsidP="002F3C1A">
      <w:pPr>
        <w:tabs>
          <w:tab w:val="left" w:pos="6804"/>
        </w:tabs>
        <w:spacing w:line="276" w:lineRule="auto"/>
        <w:ind w:left="851" w:right="-2"/>
        <w:jc w:val="both"/>
        <w:rPr>
          <w:rFonts w:ascii="Lato" w:hAnsi="Lato"/>
          <w:sz w:val="22"/>
        </w:rPr>
      </w:pPr>
      <w:r w:rsidRPr="003D19A9">
        <w:rPr>
          <w:rFonts w:ascii="Lato" w:hAnsi="Lato"/>
          <w:sz w:val="22"/>
          <w:szCs w:val="22"/>
        </w:rPr>
        <w:t>W odpowiedzi na pismo w sprawie wydania opinii audytu rowerowego dla</w:t>
      </w:r>
      <w:r w:rsidR="0072596B" w:rsidRPr="003D19A9">
        <w:rPr>
          <w:rFonts w:ascii="Lato" w:hAnsi="Lato"/>
          <w:sz w:val="22"/>
          <w:szCs w:val="22"/>
        </w:rPr>
        <w:t xml:space="preserve"> </w:t>
      </w:r>
      <w:r w:rsidRPr="003D19A9">
        <w:rPr>
          <w:rFonts w:ascii="Lato" w:hAnsi="Lato"/>
          <w:sz w:val="22"/>
          <w:szCs w:val="22"/>
        </w:rPr>
        <w:t>dokumentacji projektowej dla zadania pn</w:t>
      </w:r>
      <w:r w:rsidRPr="003D19A9">
        <w:rPr>
          <w:rFonts w:ascii="Lato" w:hAnsi="Lato"/>
          <w:b/>
          <w:bCs/>
          <w:sz w:val="22"/>
          <w:szCs w:val="22"/>
        </w:rPr>
        <w:t xml:space="preserve">.: </w:t>
      </w:r>
      <w:r w:rsidR="00AF6E33" w:rsidRPr="00AF6E33">
        <w:rPr>
          <w:rFonts w:ascii="Lato" w:hAnsi="Lato"/>
          <w:b/>
          <w:bCs/>
          <w:color w:val="000000"/>
          <w:sz w:val="22"/>
          <w:szCs w:val="22"/>
          <w:shd w:val="clear" w:color="auto" w:fill="FFFFFF"/>
        </w:rPr>
        <w:t>„Budowa przejścia dla pieszych wraz z oświetleniem przy ul.</w:t>
      </w:r>
      <w:r w:rsidR="00AF6E33">
        <w:rPr>
          <w:rFonts w:ascii="Lato" w:hAnsi="Lato"/>
          <w:b/>
          <w:bCs/>
          <w:color w:val="000000"/>
          <w:sz w:val="22"/>
          <w:szCs w:val="22"/>
          <w:shd w:val="clear" w:color="auto" w:fill="FFFFFF"/>
        </w:rPr>
        <w:t> </w:t>
      </w:r>
      <w:r w:rsidR="00AF6E33" w:rsidRPr="00AF6E33">
        <w:rPr>
          <w:rFonts w:ascii="Lato" w:hAnsi="Lato"/>
          <w:b/>
          <w:bCs/>
          <w:color w:val="000000"/>
          <w:sz w:val="22"/>
          <w:szCs w:val="22"/>
          <w:shd w:val="clear" w:color="auto" w:fill="FFFFFF"/>
        </w:rPr>
        <w:t xml:space="preserve">Praskiej na działce nr 515/1, </w:t>
      </w:r>
      <w:proofErr w:type="spellStart"/>
      <w:r w:rsidR="00AF6E33" w:rsidRPr="00AF6E33">
        <w:rPr>
          <w:rFonts w:ascii="Lato" w:hAnsi="Lato"/>
          <w:b/>
          <w:bCs/>
          <w:color w:val="000000"/>
          <w:sz w:val="22"/>
          <w:szCs w:val="22"/>
          <w:shd w:val="clear" w:color="auto" w:fill="FFFFFF"/>
        </w:rPr>
        <w:t>obr</w:t>
      </w:r>
      <w:proofErr w:type="spellEnd"/>
      <w:r w:rsidR="00AF6E33" w:rsidRPr="00AF6E33">
        <w:rPr>
          <w:rFonts w:ascii="Lato" w:hAnsi="Lato"/>
          <w:b/>
          <w:bCs/>
          <w:color w:val="000000"/>
          <w:sz w:val="22"/>
          <w:szCs w:val="22"/>
          <w:shd w:val="clear" w:color="auto" w:fill="FFFFFF"/>
        </w:rPr>
        <w:t xml:space="preserve"> 10 Podgórze w Krakowie”</w:t>
      </w:r>
      <w:r w:rsidR="00AF6E33" w:rsidRPr="00AF6E33">
        <w:rPr>
          <w:rFonts w:ascii="Lato" w:hAnsi="Lato"/>
          <w:b/>
          <w:bCs/>
          <w:color w:val="000000"/>
          <w:sz w:val="22"/>
          <w:szCs w:val="22"/>
          <w:shd w:val="clear" w:color="auto" w:fill="FFFFFF"/>
        </w:rPr>
        <w:t>,</w:t>
      </w:r>
      <w:r w:rsidR="00AF6E33">
        <w:rPr>
          <w:rFonts w:ascii="Lato" w:hAnsi="Lato"/>
          <w:color w:val="000000"/>
          <w:sz w:val="20"/>
          <w:szCs w:val="20"/>
          <w:shd w:val="clear" w:color="auto" w:fill="FFFFFF"/>
        </w:rPr>
        <w:t xml:space="preserve"> </w:t>
      </w:r>
      <w:r w:rsidR="00AF6E33">
        <w:rPr>
          <w:rFonts w:ascii="Lato" w:hAnsi="Lato"/>
          <w:color w:val="000000"/>
          <w:sz w:val="20"/>
          <w:szCs w:val="20"/>
          <w:shd w:val="clear" w:color="auto" w:fill="FFFFFF"/>
        </w:rPr>
        <w:t xml:space="preserve"> </w:t>
      </w:r>
      <w:r w:rsidR="00B32C50" w:rsidRPr="003D19A9">
        <w:rPr>
          <w:rFonts w:ascii="Lato" w:hAnsi="Lato"/>
          <w:color w:val="000000"/>
          <w:sz w:val="22"/>
          <w:szCs w:val="22"/>
          <w:shd w:val="clear" w:color="auto" w:fill="FFFFFF"/>
        </w:rPr>
        <w:t xml:space="preserve">oraz </w:t>
      </w:r>
      <w:r w:rsidRPr="003D19A9">
        <w:rPr>
          <w:rFonts w:ascii="Lato" w:eastAsia="Lato" w:hAnsi="Lato" w:cs="Lato"/>
          <w:sz w:val="22"/>
          <w:szCs w:val="22"/>
        </w:rPr>
        <w:t>w nawiązaniu </w:t>
      </w:r>
      <w:r w:rsidRPr="003D19A9">
        <w:rPr>
          <w:rFonts w:ascii="Lato" w:hAnsi="Lato"/>
          <w:sz w:val="22"/>
          <w:szCs w:val="22"/>
        </w:rPr>
        <w:t>do</w:t>
      </w:r>
      <w:r w:rsidR="00675E9E" w:rsidRPr="003D19A9">
        <w:rPr>
          <w:rFonts w:ascii="Lato" w:hAnsi="Lato"/>
          <w:sz w:val="22"/>
          <w:szCs w:val="22"/>
        </w:rPr>
        <w:t xml:space="preserve"> </w:t>
      </w:r>
      <w:r w:rsidRPr="003D19A9">
        <w:rPr>
          <w:rFonts w:ascii="Lato" w:hAnsi="Lato"/>
          <w:sz w:val="22"/>
          <w:szCs w:val="22"/>
        </w:rPr>
        <w:t>ustaleń z posiedzenia w dniu </w:t>
      </w:r>
      <w:r w:rsidR="003D19A9">
        <w:rPr>
          <w:rFonts w:ascii="Lato" w:hAnsi="Lato"/>
          <w:sz w:val="22"/>
          <w:szCs w:val="22"/>
        </w:rPr>
        <w:t>20</w:t>
      </w:r>
      <w:r w:rsidR="00AA0F41" w:rsidRPr="003D19A9">
        <w:rPr>
          <w:rFonts w:ascii="Lato" w:hAnsi="Lato"/>
          <w:sz w:val="22"/>
          <w:szCs w:val="22"/>
        </w:rPr>
        <w:t> </w:t>
      </w:r>
      <w:r w:rsidR="00675E9E" w:rsidRPr="003D19A9">
        <w:rPr>
          <w:rFonts w:ascii="Lato" w:hAnsi="Lato"/>
          <w:sz w:val="22"/>
          <w:szCs w:val="22"/>
        </w:rPr>
        <w:t xml:space="preserve">czerwca </w:t>
      </w:r>
      <w:r w:rsidRPr="003D19A9">
        <w:rPr>
          <w:rFonts w:ascii="Lato" w:hAnsi="Lato"/>
          <w:sz w:val="22"/>
          <w:szCs w:val="22"/>
        </w:rPr>
        <w:t xml:space="preserve">2024r., Zespół Zadaniowy ds. niechronionych uczestników ruchu w mieście Krakowie, powołany </w:t>
      </w:r>
      <w:r w:rsidRPr="003D19A9">
        <w:rPr>
          <w:rStyle w:val="contentpasted0"/>
          <w:rFonts w:ascii="Lato" w:hAnsi="Lato"/>
          <w:sz w:val="22"/>
          <w:szCs w:val="22"/>
        </w:rPr>
        <w:t>Zarządzeniem Nr 1283/2023 Prezydenta Miasta Krakowa z dnia 15 maja 2023 r.</w:t>
      </w:r>
      <w:r w:rsidRPr="003D19A9">
        <w:rPr>
          <w:rFonts w:ascii="Lato" w:hAnsi="Lato"/>
          <w:sz w:val="22"/>
          <w:szCs w:val="22"/>
        </w:rPr>
        <w:t xml:space="preserve">, </w:t>
      </w:r>
      <w:r w:rsidRPr="003D19A9">
        <w:rPr>
          <w:rFonts w:ascii="Lato" w:hAnsi="Lato"/>
          <w:b/>
          <w:bCs/>
          <w:sz w:val="22"/>
          <w:szCs w:val="22"/>
        </w:rPr>
        <w:t>opiniuje pozytywnie</w:t>
      </w:r>
      <w:r w:rsidRPr="003D19A9">
        <w:rPr>
          <w:rFonts w:ascii="Lato" w:hAnsi="Lato"/>
          <w:sz w:val="22"/>
          <w:szCs w:val="22"/>
        </w:rPr>
        <w:t xml:space="preserve"> przedstawione rozwiązania z następującymi uwagami</w:t>
      </w:r>
      <w:r w:rsidR="00F2163C" w:rsidRPr="003D19A9">
        <w:rPr>
          <w:rFonts w:ascii="Lato" w:hAnsi="Lato"/>
          <w:sz w:val="22"/>
          <w:szCs w:val="22"/>
        </w:rPr>
        <w:t>.</w:t>
      </w:r>
      <w:r w:rsidR="00F2163C" w:rsidRPr="003D19A9">
        <w:rPr>
          <w:rFonts w:ascii="Lato" w:hAnsi="Lato"/>
          <w:sz w:val="22"/>
        </w:rPr>
        <w:t xml:space="preserve"> </w:t>
      </w:r>
    </w:p>
    <w:p w14:paraId="6F0BD2F3" w14:textId="77777777" w:rsidR="003D19A9" w:rsidRDefault="003D19A9" w:rsidP="003D19A9">
      <w:pPr>
        <w:jc w:val="both"/>
        <w:rPr>
          <w:rFonts w:ascii="Lato" w:hAnsi="Lato"/>
          <w:sz w:val="22"/>
          <w:szCs w:val="22"/>
        </w:rPr>
      </w:pPr>
      <w:bookmarkStart w:id="4" w:name="_Hlk156564576"/>
      <w:bookmarkStart w:id="5" w:name="_Hlk114577631"/>
      <w:bookmarkStart w:id="6" w:name="_Hlk156298478"/>
      <w:bookmarkEnd w:id="1"/>
      <w:bookmarkEnd w:id="2"/>
      <w:bookmarkEnd w:id="3"/>
    </w:p>
    <w:p w14:paraId="627FF73B" w14:textId="46F2664A" w:rsidR="00AF6E33" w:rsidRPr="00E7499A" w:rsidRDefault="00AF6E33" w:rsidP="00E7499A">
      <w:pPr>
        <w:pStyle w:val="Akapitzlist"/>
        <w:numPr>
          <w:ilvl w:val="0"/>
          <w:numId w:val="12"/>
        </w:numPr>
        <w:ind w:left="1418" w:right="55" w:hanging="425"/>
        <w:jc w:val="both"/>
        <w:rPr>
          <w:rFonts w:ascii="Lato" w:hAnsi="Lato"/>
          <w:sz w:val="22"/>
          <w:szCs w:val="22"/>
        </w:rPr>
      </w:pPr>
      <w:r>
        <w:rPr>
          <w:rFonts w:ascii="Lato" w:hAnsi="Lato"/>
          <w:sz w:val="22"/>
          <w:szCs w:val="22"/>
        </w:rPr>
        <w:t>Zaproponowana lokalizacja przejścia</w:t>
      </w:r>
      <w:r w:rsidR="00E7499A">
        <w:rPr>
          <w:rFonts w:ascii="Lato" w:hAnsi="Lato"/>
          <w:sz w:val="22"/>
          <w:szCs w:val="22"/>
        </w:rPr>
        <w:t xml:space="preserve"> w odległości ok 35 m od skrzyżowania </w:t>
      </w:r>
      <w:r w:rsidR="007C5836">
        <w:rPr>
          <w:rFonts w:ascii="Lato" w:hAnsi="Lato"/>
          <w:sz w:val="22"/>
          <w:szCs w:val="22"/>
        </w:rPr>
        <w:t xml:space="preserve">jest bardzo niekorzystna, </w:t>
      </w:r>
      <w:r>
        <w:rPr>
          <w:rFonts w:ascii="Lato" w:hAnsi="Lato"/>
          <w:sz w:val="22"/>
          <w:szCs w:val="22"/>
        </w:rPr>
        <w:t>znacznie wydłuża drogę pieszym poruszającym się wzdłuż ul. Praskiej i</w:t>
      </w:r>
      <w:r w:rsidR="007C5836">
        <w:rPr>
          <w:rFonts w:ascii="Lato" w:hAnsi="Lato"/>
          <w:sz w:val="22"/>
          <w:szCs w:val="22"/>
        </w:rPr>
        <w:t> </w:t>
      </w:r>
      <w:r>
        <w:rPr>
          <w:rFonts w:ascii="Lato" w:hAnsi="Lato"/>
          <w:sz w:val="22"/>
          <w:szCs w:val="22"/>
        </w:rPr>
        <w:t>Szwedzkiej</w:t>
      </w:r>
      <w:r w:rsidR="00E7499A">
        <w:rPr>
          <w:rFonts w:ascii="Lato" w:hAnsi="Lato"/>
          <w:sz w:val="22"/>
          <w:szCs w:val="22"/>
        </w:rPr>
        <w:t xml:space="preserve">.  </w:t>
      </w:r>
      <w:r w:rsidR="007C5836">
        <w:rPr>
          <w:rFonts w:ascii="Lato" w:hAnsi="Lato"/>
          <w:sz w:val="22"/>
          <w:szCs w:val="22"/>
        </w:rPr>
        <w:t>Przejście dla pieszych należy lokalizować jak</w:t>
      </w:r>
      <w:r w:rsidRPr="00E7499A">
        <w:rPr>
          <w:rFonts w:ascii="Lato" w:hAnsi="Lato"/>
          <w:sz w:val="22"/>
          <w:szCs w:val="22"/>
        </w:rPr>
        <w:t xml:space="preserve"> najbliżej tarczy skrzyżowania</w:t>
      </w:r>
      <w:r w:rsidR="00E7499A">
        <w:rPr>
          <w:rFonts w:ascii="Lato" w:hAnsi="Lato"/>
          <w:sz w:val="22"/>
          <w:szCs w:val="22"/>
        </w:rPr>
        <w:t xml:space="preserve">, postulujemy miejsce </w:t>
      </w:r>
      <w:r w:rsidRPr="00E7499A">
        <w:rPr>
          <w:rFonts w:ascii="Lato" w:hAnsi="Lato"/>
          <w:sz w:val="22"/>
          <w:szCs w:val="22"/>
        </w:rPr>
        <w:t xml:space="preserve">obecnego przekraczania jezdni przez pieszych (obniżone krawężniki na łuku). </w:t>
      </w:r>
    </w:p>
    <w:p w14:paraId="2DB6AC3F" w14:textId="6FD9C3CB" w:rsidR="008D2FC0" w:rsidRPr="00AF6E33" w:rsidRDefault="008D2FC0" w:rsidP="008D2FC0">
      <w:pPr>
        <w:pStyle w:val="Akapitzlist"/>
        <w:numPr>
          <w:ilvl w:val="0"/>
          <w:numId w:val="12"/>
        </w:numPr>
        <w:ind w:left="1418" w:right="55" w:hanging="425"/>
        <w:jc w:val="both"/>
        <w:rPr>
          <w:rFonts w:ascii="Lato" w:hAnsi="Lato"/>
          <w:sz w:val="22"/>
          <w:szCs w:val="22"/>
        </w:rPr>
      </w:pPr>
      <w:r>
        <w:rPr>
          <w:rFonts w:ascii="Lato" w:hAnsi="Lato" w:cs="Calibri"/>
          <w:sz w:val="22"/>
          <w:szCs w:val="22"/>
        </w:rPr>
        <w:t>Konieczna jest likwidacja miejsc postojowych</w:t>
      </w:r>
      <w:r w:rsidRPr="00AF6E33">
        <w:rPr>
          <w:rFonts w:ascii="Lato" w:hAnsi="Lato" w:cs="Calibri"/>
          <w:sz w:val="22"/>
          <w:szCs w:val="22"/>
        </w:rPr>
        <w:t xml:space="preserve"> w odległości min.10 m od przejścia dla pieszych.</w:t>
      </w:r>
    </w:p>
    <w:p w14:paraId="05F6D1B1" w14:textId="0B9B32B9" w:rsidR="00E7499A" w:rsidRPr="007C5836" w:rsidRDefault="00E7499A" w:rsidP="007C5836">
      <w:pPr>
        <w:pStyle w:val="Akapitzlist"/>
        <w:numPr>
          <w:ilvl w:val="0"/>
          <w:numId w:val="12"/>
        </w:numPr>
        <w:ind w:left="1418" w:right="55" w:hanging="425"/>
        <w:jc w:val="both"/>
        <w:rPr>
          <w:rFonts w:ascii="Lato" w:hAnsi="Lato"/>
          <w:sz w:val="22"/>
          <w:szCs w:val="22"/>
        </w:rPr>
      </w:pPr>
      <w:r>
        <w:rPr>
          <w:rFonts w:ascii="Lato" w:hAnsi="Lato"/>
          <w:sz w:val="22"/>
          <w:szCs w:val="22"/>
        </w:rPr>
        <w:t xml:space="preserve">Należy rozważyć możliwość zwiększenia zakresu zadania i wykonanie wyniesionej tarczy skrzyżowania ul. Praskiej i Szwedzkiej, dostosowanej do przejazdu pojazdów KMK. Decyzja w przedmiotowej sprawie należy do Zarządu Dróg Miasta Krakowa.  </w:t>
      </w:r>
    </w:p>
    <w:p w14:paraId="7C2C107F" w14:textId="77777777" w:rsidR="003D19A9" w:rsidRPr="007C5836" w:rsidRDefault="003D19A9" w:rsidP="003D19A9">
      <w:pPr>
        <w:pStyle w:val="Akapitzlist"/>
        <w:numPr>
          <w:ilvl w:val="0"/>
          <w:numId w:val="12"/>
        </w:numPr>
        <w:ind w:left="1418" w:right="55" w:hanging="425"/>
        <w:jc w:val="both"/>
        <w:rPr>
          <w:rFonts w:ascii="Lato" w:hAnsi="Lato"/>
          <w:sz w:val="22"/>
          <w:szCs w:val="22"/>
        </w:rPr>
      </w:pPr>
      <w:r w:rsidRPr="007C5836">
        <w:rPr>
          <w:rFonts w:ascii="Lato" w:hAnsi="Lato"/>
          <w:bCs/>
          <w:iCs/>
          <w:sz w:val="22"/>
          <w:szCs w:val="22"/>
        </w:rPr>
        <w:t>Zapewnić:</w:t>
      </w:r>
    </w:p>
    <w:p w14:paraId="4181D797" w14:textId="2099D782" w:rsidR="003D19A9" w:rsidRPr="007C5836" w:rsidRDefault="003D19A9" w:rsidP="003D19A9">
      <w:pPr>
        <w:pStyle w:val="m-3545842629933859440gmail-msolistparagraph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2552" w:hanging="425"/>
        <w:jc w:val="both"/>
        <w:rPr>
          <w:rFonts w:ascii="Lato" w:hAnsi="Lato"/>
          <w:sz w:val="22"/>
          <w:szCs w:val="22"/>
        </w:rPr>
      </w:pPr>
      <w:r w:rsidRPr="007C5836">
        <w:rPr>
          <w:rFonts w:ascii="Lato" w:hAnsi="Lato"/>
          <w:sz w:val="22"/>
          <w:szCs w:val="22"/>
        </w:rPr>
        <w:t xml:space="preserve">nawierzchnię bezfazową </w:t>
      </w:r>
      <w:r w:rsidR="007C5836" w:rsidRPr="007C5836">
        <w:rPr>
          <w:rFonts w:ascii="Lato" w:hAnsi="Lato"/>
          <w:sz w:val="22"/>
          <w:szCs w:val="22"/>
        </w:rPr>
        <w:t xml:space="preserve">fragmentów </w:t>
      </w:r>
      <w:r w:rsidRPr="007C5836">
        <w:rPr>
          <w:rFonts w:ascii="Lato" w:hAnsi="Lato"/>
          <w:sz w:val="22"/>
          <w:szCs w:val="22"/>
        </w:rPr>
        <w:t>ciągów pieszych,</w:t>
      </w:r>
    </w:p>
    <w:p w14:paraId="6EAB6125" w14:textId="77777777" w:rsidR="003D19A9" w:rsidRPr="007C5836" w:rsidRDefault="003D19A9" w:rsidP="003D19A9">
      <w:pPr>
        <w:pStyle w:val="m-3545842629933859440gmail-msolistparagraph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2552" w:hanging="425"/>
        <w:jc w:val="both"/>
        <w:rPr>
          <w:rFonts w:ascii="Lato" w:hAnsi="Lato"/>
          <w:sz w:val="22"/>
          <w:szCs w:val="22"/>
        </w:rPr>
      </w:pPr>
      <w:r w:rsidRPr="007C5836">
        <w:rPr>
          <w:rFonts w:ascii="Lato" w:hAnsi="Lato"/>
          <w:sz w:val="22"/>
          <w:szCs w:val="22"/>
        </w:rPr>
        <w:t>spójność rozwiązań projektowych na połączeniu istniejącej i projektowanej infrastruktury w szczególności w zakresie dowiązania sytuacyjno wysokościowego,</w:t>
      </w:r>
    </w:p>
    <w:p w14:paraId="3FBAB52A" w14:textId="30FCE565" w:rsidR="003D19A9" w:rsidRPr="007C5836" w:rsidRDefault="003D19A9" w:rsidP="003D19A9">
      <w:pPr>
        <w:pStyle w:val="m-3545842629933859440gmail-msolistparagraph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2552" w:hanging="425"/>
        <w:jc w:val="both"/>
        <w:rPr>
          <w:rFonts w:ascii="Lato" w:hAnsi="Lato"/>
          <w:sz w:val="22"/>
          <w:szCs w:val="22"/>
        </w:rPr>
      </w:pPr>
      <w:bookmarkStart w:id="7" w:name="_Hlk112145533"/>
      <w:r w:rsidRPr="007C5836">
        <w:rPr>
          <w:rFonts w:ascii="Lato" w:hAnsi="Lato"/>
          <w:bCs/>
          <w:iCs/>
          <w:sz w:val="22"/>
          <w:szCs w:val="22"/>
        </w:rPr>
        <w:lastRenderedPageBreak/>
        <w:t xml:space="preserve">prawidłowe odwodnienie i oświetlenie </w:t>
      </w:r>
      <w:r w:rsidR="007C5836" w:rsidRPr="007C5836">
        <w:rPr>
          <w:rFonts w:ascii="Lato" w:hAnsi="Lato"/>
          <w:bCs/>
          <w:iCs/>
          <w:sz w:val="22"/>
          <w:szCs w:val="22"/>
        </w:rPr>
        <w:t>projektowanego przejścia dla pieszych</w:t>
      </w:r>
      <w:r w:rsidRPr="007C5836">
        <w:rPr>
          <w:rFonts w:ascii="Lato" w:hAnsi="Lato"/>
          <w:bCs/>
          <w:iCs/>
          <w:sz w:val="22"/>
          <w:szCs w:val="22"/>
        </w:rPr>
        <w:t xml:space="preserve">, </w:t>
      </w:r>
      <w:r w:rsidRPr="007C5836">
        <w:rPr>
          <w:rFonts w:ascii="Lato" w:hAnsi="Lato"/>
          <w:sz w:val="22"/>
          <w:szCs w:val="22"/>
        </w:rPr>
        <w:t>nowe elementy uzbrojenia nie mogą zawężać użytkowej szerokości ciągów</w:t>
      </w:r>
      <w:bookmarkEnd w:id="7"/>
      <w:r w:rsidR="007C5836" w:rsidRPr="007C5836">
        <w:rPr>
          <w:rFonts w:ascii="Lato" w:hAnsi="Lato"/>
          <w:sz w:val="22"/>
          <w:szCs w:val="22"/>
        </w:rPr>
        <w:t xml:space="preserve"> pieszych</w:t>
      </w:r>
      <w:r w:rsidRPr="007C5836">
        <w:rPr>
          <w:rFonts w:ascii="Lato" w:hAnsi="Lato"/>
          <w:sz w:val="22"/>
          <w:szCs w:val="22"/>
        </w:rPr>
        <w:t>,</w:t>
      </w:r>
    </w:p>
    <w:p w14:paraId="78C4D54F" w14:textId="77777777" w:rsidR="003D19A9" w:rsidRPr="007C5836" w:rsidRDefault="003D19A9" w:rsidP="003D19A9">
      <w:pPr>
        <w:pStyle w:val="m-3545842629933859440gmail-msolistparagraph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2552" w:hanging="425"/>
        <w:jc w:val="both"/>
        <w:rPr>
          <w:rFonts w:ascii="Lato" w:hAnsi="Lato"/>
          <w:sz w:val="22"/>
          <w:szCs w:val="22"/>
        </w:rPr>
      </w:pPr>
      <w:r w:rsidRPr="007C5836">
        <w:rPr>
          <w:rFonts w:ascii="Lato" w:hAnsi="Lato"/>
          <w:sz w:val="22"/>
          <w:szCs w:val="22"/>
        </w:rPr>
        <w:t>widoczność w punktach kolizji dla wszystkich uczestników ruchu,</w:t>
      </w:r>
    </w:p>
    <w:p w14:paraId="32383BB9" w14:textId="77777777" w:rsidR="003D19A9" w:rsidRPr="007C5836" w:rsidRDefault="003D19A9" w:rsidP="003D19A9">
      <w:pPr>
        <w:pStyle w:val="m-3545842629933859440gmail-msolistparagraph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2552" w:hanging="425"/>
        <w:jc w:val="both"/>
        <w:rPr>
          <w:rFonts w:ascii="Lato" w:hAnsi="Lato"/>
          <w:sz w:val="22"/>
          <w:szCs w:val="22"/>
        </w:rPr>
      </w:pPr>
      <w:r w:rsidRPr="007C5836">
        <w:rPr>
          <w:rFonts w:ascii="Lato" w:hAnsi="Lato"/>
          <w:sz w:val="22"/>
          <w:szCs w:val="22"/>
        </w:rPr>
        <w:t>usunięcie ewentualnych kolizji z istniejącym uzbrojeniem.</w:t>
      </w:r>
    </w:p>
    <w:p w14:paraId="32580425" w14:textId="77777777" w:rsidR="003D19A9" w:rsidRPr="008D2FC0" w:rsidRDefault="003D19A9" w:rsidP="003D19A9">
      <w:pPr>
        <w:pStyle w:val="Akapitzlist"/>
        <w:numPr>
          <w:ilvl w:val="0"/>
          <w:numId w:val="12"/>
        </w:numPr>
        <w:ind w:left="1418" w:right="55" w:hanging="425"/>
        <w:jc w:val="both"/>
        <w:rPr>
          <w:rFonts w:ascii="Lato" w:hAnsi="Lato"/>
          <w:sz w:val="22"/>
          <w:szCs w:val="22"/>
        </w:rPr>
      </w:pPr>
      <w:r w:rsidRPr="008D2FC0">
        <w:rPr>
          <w:rFonts w:ascii="Lato" w:hAnsi="Lato"/>
          <w:sz w:val="22"/>
          <w:szCs w:val="22"/>
        </w:rPr>
        <w:t xml:space="preserve">Projektowane elementy infrastruktury pieszej powinny spełniać </w:t>
      </w:r>
      <w:r w:rsidRPr="008D2FC0">
        <w:rPr>
          <w:rFonts w:ascii="Lato" w:hAnsi="Lato"/>
          <w:sz w:val="22"/>
          <w:szCs w:val="22"/>
          <w:shd w:val="clear" w:color="auto" w:fill="FFFFFF"/>
        </w:rPr>
        <w:t>Standardy Infrastruktury Pieszej Miasta Krakowa,</w:t>
      </w:r>
      <w:r w:rsidRPr="008D2FC0">
        <w:rPr>
          <w:rFonts w:ascii="Lato" w:hAnsi="Lato"/>
          <w:sz w:val="22"/>
          <w:szCs w:val="22"/>
        </w:rPr>
        <w:t xml:space="preserve"> przyjęte do stosowania zarządzeniem nr 3188/2021 Prezydenta Miasta Krakowa z dnia 9 listopada 2021 </w:t>
      </w:r>
      <w:proofErr w:type="gramStart"/>
      <w:r w:rsidRPr="008D2FC0">
        <w:rPr>
          <w:rFonts w:ascii="Lato" w:hAnsi="Lato"/>
          <w:sz w:val="22"/>
          <w:szCs w:val="22"/>
        </w:rPr>
        <w:t>r.,</w:t>
      </w:r>
      <w:proofErr w:type="gramEnd"/>
      <w:r w:rsidRPr="008D2FC0">
        <w:rPr>
          <w:rFonts w:ascii="Lato" w:hAnsi="Lato"/>
          <w:sz w:val="22"/>
          <w:szCs w:val="22"/>
        </w:rPr>
        <w:t xml:space="preserve"> oraz Standardy Dostępności dla Gminy Miejskiej Kraków zgodnie z Zarządzeniem nr 1163/2023 Prezydenta Miasta Krakowa z dnia 28 kwietnia 2023 r.</w:t>
      </w:r>
    </w:p>
    <w:p w14:paraId="7520F6B3" w14:textId="1E7736B4" w:rsidR="003D19A9" w:rsidRPr="008D2FC0" w:rsidRDefault="003D19A9" w:rsidP="003D19A9">
      <w:pPr>
        <w:pStyle w:val="Akapitzlist"/>
        <w:numPr>
          <w:ilvl w:val="0"/>
          <w:numId w:val="12"/>
        </w:numPr>
        <w:ind w:left="1418" w:right="55" w:hanging="425"/>
        <w:jc w:val="both"/>
        <w:rPr>
          <w:rFonts w:ascii="Lato Regular" w:hAnsi="Lato Regular"/>
          <w:sz w:val="22"/>
          <w:szCs w:val="22"/>
        </w:rPr>
      </w:pPr>
      <w:r w:rsidRPr="008D2FC0">
        <w:rPr>
          <w:rFonts w:ascii="Lato" w:hAnsi="Lato"/>
          <w:sz w:val="22"/>
          <w:szCs w:val="22"/>
        </w:rPr>
        <w:t>Po wprowadzeniu uwag projekt przekazać do Działu Mobilności Aktywnej ZTP, celem dołączenia do akt sprawy.</w:t>
      </w:r>
    </w:p>
    <w:p w14:paraId="70419FA1" w14:textId="77777777" w:rsidR="003D19A9" w:rsidRPr="004B5EAD" w:rsidRDefault="003D19A9" w:rsidP="00C23D31">
      <w:pPr>
        <w:jc w:val="both"/>
        <w:rPr>
          <w:rFonts w:ascii="Lato" w:hAnsi="Lato"/>
          <w:sz w:val="22"/>
          <w:szCs w:val="22"/>
        </w:rPr>
      </w:pPr>
    </w:p>
    <w:bookmarkEnd w:id="4"/>
    <w:bookmarkEnd w:id="5"/>
    <w:bookmarkEnd w:id="6"/>
    <w:p w14:paraId="54D1153F" w14:textId="01B1A33E" w:rsidR="00A82F14" w:rsidRPr="002F3C1A" w:rsidRDefault="00A82F14" w:rsidP="002F3C1A">
      <w:pPr>
        <w:spacing w:line="276" w:lineRule="auto"/>
        <w:ind w:right="-1"/>
        <w:jc w:val="both"/>
        <w:rPr>
          <w:rFonts w:ascii="Lato" w:hAnsi="Lato"/>
          <w:bCs/>
          <w:sz w:val="22"/>
        </w:rPr>
      </w:pPr>
    </w:p>
    <w:p w14:paraId="63E2C822" w14:textId="2F3ED67D" w:rsidR="00BF4415" w:rsidRPr="00344C1E" w:rsidRDefault="00BF4415" w:rsidP="00BF4415">
      <w:pPr>
        <w:pStyle w:val="Bezodstpw"/>
        <w:spacing w:after="240" w:line="276" w:lineRule="auto"/>
        <w:ind w:firstLine="851"/>
        <w:contextualSpacing/>
        <w:rPr>
          <w:b/>
          <w:bCs/>
          <w:sz w:val="22"/>
        </w:rPr>
      </w:pPr>
      <w:r w:rsidRPr="00344C1E">
        <w:rPr>
          <w:b/>
          <w:bCs/>
          <w:sz w:val="22"/>
        </w:rPr>
        <w:t>W przypadku pytań, prosimy kontaktować się:</w:t>
      </w:r>
    </w:p>
    <w:p w14:paraId="0E24A043" w14:textId="7428FA2F" w:rsidR="00BF4415" w:rsidRPr="00344C1E" w:rsidRDefault="00BF4415">
      <w:pPr>
        <w:pStyle w:val="Bezodstpw"/>
        <w:numPr>
          <w:ilvl w:val="0"/>
          <w:numId w:val="1"/>
        </w:numPr>
        <w:tabs>
          <w:tab w:val="left" w:pos="1134"/>
        </w:tabs>
        <w:spacing w:after="240" w:line="276" w:lineRule="auto"/>
        <w:ind w:firstLine="0"/>
        <w:contextualSpacing/>
        <w:rPr>
          <w:sz w:val="22"/>
        </w:rPr>
      </w:pPr>
      <w:r w:rsidRPr="00344C1E">
        <w:rPr>
          <w:sz w:val="22"/>
        </w:rPr>
        <w:t xml:space="preserve">telefonicznie: pod numerem 12 616 8671 </w:t>
      </w:r>
    </w:p>
    <w:p w14:paraId="2E24F100" w14:textId="77777777" w:rsidR="00BF4415" w:rsidRPr="00344C1E" w:rsidRDefault="00BF4415">
      <w:pPr>
        <w:pStyle w:val="Bezodstpw"/>
        <w:numPr>
          <w:ilvl w:val="0"/>
          <w:numId w:val="1"/>
        </w:numPr>
        <w:tabs>
          <w:tab w:val="left" w:pos="1134"/>
        </w:tabs>
        <w:spacing w:after="240" w:line="276" w:lineRule="auto"/>
        <w:ind w:left="1134" w:hanging="283"/>
        <w:contextualSpacing/>
        <w:rPr>
          <w:sz w:val="22"/>
        </w:rPr>
      </w:pPr>
      <w:r w:rsidRPr="00344C1E">
        <w:rPr>
          <w:sz w:val="22"/>
        </w:rPr>
        <w:t xml:space="preserve">osobiście – Dział TA, pokój 210, ul. Wielopole 1, 31-072 Kraków </w:t>
      </w:r>
    </w:p>
    <w:p w14:paraId="5A3E4B7D" w14:textId="77777777" w:rsidR="00BF4415" w:rsidRPr="00500B4E" w:rsidRDefault="00BF4415">
      <w:pPr>
        <w:pStyle w:val="Bezodstpw"/>
        <w:numPr>
          <w:ilvl w:val="0"/>
          <w:numId w:val="1"/>
        </w:numPr>
        <w:tabs>
          <w:tab w:val="left" w:pos="1134"/>
        </w:tabs>
        <w:spacing w:after="240" w:line="276" w:lineRule="auto"/>
        <w:ind w:left="0" w:firstLine="851"/>
        <w:contextualSpacing/>
        <w:rPr>
          <w:sz w:val="22"/>
          <w:lang w:val="en-US"/>
        </w:rPr>
      </w:pPr>
      <w:r w:rsidRPr="00500B4E">
        <w:rPr>
          <w:sz w:val="22"/>
          <w:lang w:val="en-US"/>
        </w:rPr>
        <w:t xml:space="preserve">e-mailowo – </w:t>
      </w:r>
      <w:hyperlink r:id="rId12" w:history="1">
        <w:r w:rsidRPr="00500B4E">
          <w:rPr>
            <w:rStyle w:val="Hipercze"/>
            <w:sz w:val="22"/>
            <w:lang w:val="en-US"/>
          </w:rPr>
          <w:t>sekretariat@ztp.krakow.pl</w:t>
        </w:r>
      </w:hyperlink>
      <w:r w:rsidRPr="00500B4E">
        <w:rPr>
          <w:sz w:val="22"/>
          <w:lang w:val="en-US"/>
        </w:rPr>
        <w:t xml:space="preserve"> </w:t>
      </w:r>
    </w:p>
    <w:p w14:paraId="64D9C8E2" w14:textId="77777777" w:rsidR="00A82F14" w:rsidRDefault="00A82F14" w:rsidP="00124F28">
      <w:pPr>
        <w:pStyle w:val="Bezodstpw"/>
        <w:spacing w:after="240" w:line="276" w:lineRule="auto"/>
        <w:contextualSpacing/>
        <w:rPr>
          <w:sz w:val="22"/>
        </w:rPr>
      </w:pPr>
    </w:p>
    <w:p w14:paraId="0C816541" w14:textId="77777777" w:rsidR="00C23D31" w:rsidRDefault="00C23D31" w:rsidP="00124F28">
      <w:pPr>
        <w:pStyle w:val="Bezodstpw"/>
        <w:spacing w:after="240" w:line="276" w:lineRule="auto"/>
        <w:contextualSpacing/>
        <w:rPr>
          <w:sz w:val="22"/>
        </w:rPr>
      </w:pPr>
    </w:p>
    <w:p w14:paraId="24981834" w14:textId="77777777" w:rsidR="008D2FC0" w:rsidRDefault="008D2FC0" w:rsidP="00124F28">
      <w:pPr>
        <w:pStyle w:val="Bezodstpw"/>
        <w:spacing w:after="240" w:line="276" w:lineRule="auto"/>
        <w:contextualSpacing/>
        <w:rPr>
          <w:sz w:val="22"/>
        </w:rPr>
      </w:pPr>
    </w:p>
    <w:p w14:paraId="6B5D6F0E" w14:textId="77777777" w:rsidR="008D2FC0" w:rsidRDefault="008D2FC0" w:rsidP="00124F28">
      <w:pPr>
        <w:pStyle w:val="Bezodstpw"/>
        <w:spacing w:after="240" w:line="276" w:lineRule="auto"/>
        <w:contextualSpacing/>
        <w:rPr>
          <w:sz w:val="22"/>
        </w:rPr>
      </w:pPr>
    </w:p>
    <w:p w14:paraId="46179EF0" w14:textId="77777777" w:rsidR="008D2FC0" w:rsidRDefault="008D2FC0" w:rsidP="00124F28">
      <w:pPr>
        <w:pStyle w:val="Bezodstpw"/>
        <w:spacing w:after="240" w:line="276" w:lineRule="auto"/>
        <w:contextualSpacing/>
        <w:rPr>
          <w:sz w:val="22"/>
        </w:rPr>
      </w:pPr>
    </w:p>
    <w:p w14:paraId="67EAB6B4" w14:textId="2F247C42" w:rsidR="00F80253" w:rsidRDefault="00F80253" w:rsidP="00F80253">
      <w:pPr>
        <w:pStyle w:val="Bezodstpw"/>
        <w:spacing w:after="240" w:line="276" w:lineRule="auto"/>
        <w:ind w:left="851"/>
        <w:contextualSpacing/>
        <w:rPr>
          <w:sz w:val="22"/>
        </w:rPr>
      </w:pPr>
      <w:r>
        <w:rPr>
          <w:sz w:val="22"/>
        </w:rPr>
        <w:t>z wyrazami szacunku</w:t>
      </w:r>
    </w:p>
    <w:p w14:paraId="32700F34" w14:textId="77777777" w:rsidR="00F80253" w:rsidRPr="005D4AA6" w:rsidRDefault="00F80253" w:rsidP="00F80253">
      <w:pPr>
        <w:spacing w:line="276" w:lineRule="auto"/>
        <w:ind w:left="851"/>
        <w:rPr>
          <w:rFonts w:ascii="Lato" w:hAnsi="Lato"/>
          <w:sz w:val="22"/>
          <w:szCs w:val="22"/>
        </w:rPr>
      </w:pPr>
      <w:r w:rsidRPr="005D4AA6">
        <w:rPr>
          <w:rFonts w:ascii="Lato" w:hAnsi="Lato"/>
          <w:sz w:val="22"/>
          <w:szCs w:val="22"/>
        </w:rPr>
        <w:t>Przewodnicząc</w:t>
      </w:r>
      <w:r>
        <w:rPr>
          <w:rFonts w:ascii="Lato" w:hAnsi="Lato"/>
          <w:sz w:val="22"/>
          <w:szCs w:val="22"/>
        </w:rPr>
        <w:t>a</w:t>
      </w:r>
      <w:r w:rsidRPr="005D4AA6">
        <w:rPr>
          <w:rFonts w:ascii="Lato" w:hAnsi="Lato"/>
          <w:sz w:val="22"/>
          <w:szCs w:val="22"/>
        </w:rPr>
        <w:t xml:space="preserve"> Zespołu Zadaniowego</w:t>
      </w:r>
    </w:p>
    <w:p w14:paraId="10040261" w14:textId="77777777" w:rsidR="00F80253" w:rsidRDefault="00F80253" w:rsidP="00F80253">
      <w:pPr>
        <w:spacing w:line="276" w:lineRule="auto"/>
        <w:ind w:left="851"/>
        <w:rPr>
          <w:rFonts w:ascii="Lato" w:hAnsi="Lato"/>
          <w:sz w:val="22"/>
          <w:szCs w:val="22"/>
        </w:rPr>
      </w:pPr>
      <w:r w:rsidRPr="005D4AA6">
        <w:rPr>
          <w:rFonts w:ascii="Lato" w:hAnsi="Lato"/>
          <w:sz w:val="22"/>
          <w:szCs w:val="22"/>
        </w:rPr>
        <w:t xml:space="preserve">ds. </w:t>
      </w:r>
      <w:r>
        <w:rPr>
          <w:rFonts w:ascii="Lato" w:hAnsi="Lato"/>
          <w:sz w:val="22"/>
          <w:szCs w:val="22"/>
        </w:rPr>
        <w:t>N</w:t>
      </w:r>
      <w:r w:rsidRPr="005D4AA6">
        <w:rPr>
          <w:rFonts w:ascii="Lato" w:hAnsi="Lato"/>
          <w:sz w:val="22"/>
          <w:szCs w:val="22"/>
        </w:rPr>
        <w:t xml:space="preserve">iechronionych </w:t>
      </w:r>
      <w:r>
        <w:rPr>
          <w:rFonts w:ascii="Lato" w:hAnsi="Lato"/>
          <w:sz w:val="22"/>
          <w:szCs w:val="22"/>
        </w:rPr>
        <w:t>U</w:t>
      </w:r>
      <w:r w:rsidRPr="005D4AA6">
        <w:rPr>
          <w:rFonts w:ascii="Lato" w:hAnsi="Lato"/>
          <w:sz w:val="22"/>
          <w:szCs w:val="22"/>
        </w:rPr>
        <w:t xml:space="preserve">czestników </w:t>
      </w:r>
      <w:r>
        <w:rPr>
          <w:rFonts w:ascii="Lato" w:hAnsi="Lato"/>
          <w:sz w:val="22"/>
          <w:szCs w:val="22"/>
        </w:rPr>
        <w:t>R</w:t>
      </w:r>
      <w:r w:rsidRPr="005D4AA6">
        <w:rPr>
          <w:rFonts w:ascii="Lato" w:hAnsi="Lato"/>
          <w:sz w:val="22"/>
          <w:szCs w:val="22"/>
        </w:rPr>
        <w:t>uchu</w:t>
      </w:r>
    </w:p>
    <w:p w14:paraId="04DBF778" w14:textId="77777777" w:rsidR="00F80253" w:rsidRDefault="00F80253" w:rsidP="00F80253">
      <w:pPr>
        <w:spacing w:line="276" w:lineRule="auto"/>
        <w:ind w:left="851"/>
        <w:rPr>
          <w:rFonts w:ascii="Lato" w:hAnsi="Lato"/>
          <w:sz w:val="22"/>
          <w:szCs w:val="22"/>
        </w:rPr>
      </w:pPr>
      <w:r>
        <w:rPr>
          <w:rFonts w:ascii="Lato" w:hAnsi="Lato"/>
          <w:sz w:val="22"/>
          <w:szCs w:val="22"/>
        </w:rPr>
        <w:t>Małgorzata Jedynak</w:t>
      </w:r>
    </w:p>
    <w:p w14:paraId="3D485956" w14:textId="77777777" w:rsidR="00A82F14" w:rsidRDefault="00A82F14" w:rsidP="00DB22C8">
      <w:pPr>
        <w:pStyle w:val="Bezodstpw"/>
        <w:spacing w:after="240" w:line="276" w:lineRule="auto"/>
        <w:contextualSpacing/>
        <w:rPr>
          <w:b/>
          <w:bCs/>
          <w:sz w:val="26"/>
          <w:szCs w:val="26"/>
        </w:rPr>
      </w:pPr>
    </w:p>
    <w:p w14:paraId="457F5E56" w14:textId="77777777" w:rsidR="00E60CFB" w:rsidRDefault="00E60CFB" w:rsidP="00DB22C8">
      <w:pPr>
        <w:pStyle w:val="Bezodstpw"/>
        <w:spacing w:after="240" w:line="276" w:lineRule="auto"/>
        <w:contextualSpacing/>
        <w:rPr>
          <w:b/>
          <w:bCs/>
          <w:sz w:val="26"/>
          <w:szCs w:val="26"/>
        </w:rPr>
      </w:pPr>
    </w:p>
    <w:p w14:paraId="7A9124C0" w14:textId="77777777" w:rsidR="00C23D31" w:rsidRDefault="00C23D31" w:rsidP="00DB22C8">
      <w:pPr>
        <w:pStyle w:val="Bezodstpw"/>
        <w:spacing w:after="240" w:line="276" w:lineRule="auto"/>
        <w:contextualSpacing/>
        <w:rPr>
          <w:b/>
          <w:bCs/>
          <w:sz w:val="26"/>
          <w:szCs w:val="26"/>
        </w:rPr>
      </w:pPr>
    </w:p>
    <w:p w14:paraId="69B29394" w14:textId="77777777" w:rsidR="00C23D31" w:rsidRDefault="00C23D31" w:rsidP="00DB22C8">
      <w:pPr>
        <w:pStyle w:val="Bezodstpw"/>
        <w:spacing w:after="240" w:line="276" w:lineRule="auto"/>
        <w:contextualSpacing/>
        <w:rPr>
          <w:b/>
          <w:bCs/>
          <w:sz w:val="26"/>
          <w:szCs w:val="26"/>
        </w:rPr>
      </w:pPr>
    </w:p>
    <w:p w14:paraId="2E053B0E" w14:textId="77777777" w:rsidR="00C23D31" w:rsidRDefault="00C23D31" w:rsidP="00DB22C8">
      <w:pPr>
        <w:pStyle w:val="Bezodstpw"/>
        <w:spacing w:after="240" w:line="276" w:lineRule="auto"/>
        <w:contextualSpacing/>
        <w:rPr>
          <w:b/>
          <w:bCs/>
          <w:sz w:val="26"/>
          <w:szCs w:val="26"/>
        </w:rPr>
      </w:pPr>
    </w:p>
    <w:p w14:paraId="2937E0AA" w14:textId="77777777" w:rsidR="00C23D31" w:rsidRDefault="00C23D31" w:rsidP="00DB22C8">
      <w:pPr>
        <w:pStyle w:val="Bezodstpw"/>
        <w:spacing w:after="240" w:line="276" w:lineRule="auto"/>
        <w:contextualSpacing/>
        <w:rPr>
          <w:b/>
          <w:bCs/>
          <w:sz w:val="26"/>
          <w:szCs w:val="26"/>
        </w:rPr>
      </w:pPr>
    </w:p>
    <w:p w14:paraId="6447D5C5" w14:textId="77777777" w:rsidR="00C23D31" w:rsidRDefault="00C23D31" w:rsidP="00DB22C8">
      <w:pPr>
        <w:pStyle w:val="Bezodstpw"/>
        <w:spacing w:after="240" w:line="276" w:lineRule="auto"/>
        <w:contextualSpacing/>
        <w:rPr>
          <w:b/>
          <w:bCs/>
          <w:sz w:val="26"/>
          <w:szCs w:val="26"/>
        </w:rPr>
      </w:pPr>
    </w:p>
    <w:p w14:paraId="784FAD41" w14:textId="77777777" w:rsidR="00C23D31" w:rsidRDefault="00C23D31" w:rsidP="00DB22C8">
      <w:pPr>
        <w:pStyle w:val="Bezodstpw"/>
        <w:spacing w:after="240" w:line="276" w:lineRule="auto"/>
        <w:contextualSpacing/>
        <w:rPr>
          <w:b/>
          <w:bCs/>
          <w:sz w:val="26"/>
          <w:szCs w:val="26"/>
        </w:rPr>
      </w:pPr>
    </w:p>
    <w:p w14:paraId="0DAA8128" w14:textId="77777777" w:rsidR="00C23D31" w:rsidRDefault="00C23D31" w:rsidP="00DB22C8">
      <w:pPr>
        <w:pStyle w:val="Bezodstpw"/>
        <w:spacing w:after="240" w:line="276" w:lineRule="auto"/>
        <w:contextualSpacing/>
        <w:rPr>
          <w:b/>
          <w:bCs/>
          <w:sz w:val="26"/>
          <w:szCs w:val="26"/>
        </w:rPr>
      </w:pPr>
    </w:p>
    <w:p w14:paraId="13C4815D" w14:textId="77777777" w:rsidR="00C23D31" w:rsidRDefault="00C23D31" w:rsidP="00DB22C8">
      <w:pPr>
        <w:pStyle w:val="Bezodstpw"/>
        <w:spacing w:after="240" w:line="276" w:lineRule="auto"/>
        <w:contextualSpacing/>
        <w:rPr>
          <w:b/>
          <w:bCs/>
          <w:sz w:val="26"/>
          <w:szCs w:val="26"/>
        </w:rPr>
      </w:pPr>
    </w:p>
    <w:p w14:paraId="32BC39A2" w14:textId="09A8C370" w:rsidR="00C94035" w:rsidRPr="00C94035" w:rsidRDefault="00C94035" w:rsidP="00C94035">
      <w:pPr>
        <w:pStyle w:val="Bezodstpw"/>
        <w:spacing w:after="240" w:line="276" w:lineRule="auto"/>
        <w:ind w:left="851"/>
        <w:contextualSpacing/>
        <w:rPr>
          <w:b/>
          <w:bCs/>
          <w:sz w:val="26"/>
          <w:szCs w:val="26"/>
        </w:rPr>
      </w:pPr>
      <w:r w:rsidRPr="00C94035">
        <w:rPr>
          <w:b/>
          <w:bCs/>
          <w:sz w:val="26"/>
          <w:szCs w:val="26"/>
        </w:rPr>
        <w:t>Otrzymują:</w:t>
      </w:r>
    </w:p>
    <w:p w14:paraId="61605B7F" w14:textId="65B5856F" w:rsidR="00C94035" w:rsidRDefault="00C94035">
      <w:pPr>
        <w:pStyle w:val="Bezodstpw"/>
        <w:numPr>
          <w:ilvl w:val="0"/>
          <w:numId w:val="2"/>
        </w:numPr>
        <w:spacing w:after="240" w:line="276" w:lineRule="auto"/>
        <w:ind w:left="1134" w:hanging="283"/>
        <w:contextualSpacing/>
        <w:rPr>
          <w:sz w:val="22"/>
        </w:rPr>
      </w:pPr>
      <w:r>
        <w:rPr>
          <w:sz w:val="22"/>
        </w:rPr>
        <w:t>Adresat</w:t>
      </w:r>
    </w:p>
    <w:p w14:paraId="7442C0E4" w14:textId="79762D2F" w:rsidR="00A77CC3" w:rsidRPr="00BD22C1" w:rsidRDefault="00C94035">
      <w:pPr>
        <w:pStyle w:val="Bezodstpw"/>
        <w:numPr>
          <w:ilvl w:val="0"/>
          <w:numId w:val="2"/>
        </w:numPr>
        <w:spacing w:after="240" w:line="276" w:lineRule="auto"/>
        <w:ind w:left="1134" w:hanging="283"/>
        <w:contextualSpacing/>
        <w:rPr>
          <w:sz w:val="22"/>
        </w:rPr>
      </w:pPr>
      <w:r>
        <w:rPr>
          <w:sz w:val="22"/>
        </w:rPr>
        <w:t>aa</w:t>
      </w:r>
    </w:p>
    <w:sectPr w:rsidR="00A77CC3" w:rsidRPr="00BD22C1" w:rsidSect="00CA730C"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560" w:right="991" w:bottom="2269" w:left="851" w:header="709" w:footer="60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D0AD49" w14:textId="77777777" w:rsidR="008E142E" w:rsidRDefault="008E142E" w:rsidP="00DA4427">
      <w:r>
        <w:separator/>
      </w:r>
    </w:p>
  </w:endnote>
  <w:endnote w:type="continuationSeparator" w:id="0">
    <w:p w14:paraId="01D4739D" w14:textId="77777777" w:rsidR="008E142E" w:rsidRDefault="008E142E" w:rsidP="00DA4427">
      <w:r>
        <w:continuationSeparator/>
      </w:r>
    </w:p>
  </w:endnote>
  <w:endnote w:type="continuationNotice" w:id="1">
    <w:p w14:paraId="6B368BCF" w14:textId="77777777" w:rsidR="008E142E" w:rsidRDefault="008E142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altName w:val="Segoe UI"/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Lato Regular">
    <w:panose1 w:val="020F0502020204030203"/>
    <w:charset w:val="00"/>
    <w:family w:val="roman"/>
    <w:notTrueType/>
    <w:pitch w:val="default"/>
  </w:font>
  <w:font w:name="Lato Bold">
    <w:altName w:val="Segoe UI"/>
    <w:panose1 w:val="020F0502020204030203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1441B1" w14:textId="77777777" w:rsidR="00531752" w:rsidRPr="00902017" w:rsidRDefault="00531752" w:rsidP="00531752">
    <w:pPr>
      <w:pStyle w:val="Stopka"/>
      <w:ind w:left="851"/>
      <w:rPr>
        <w:rFonts w:ascii="Lato" w:hAnsi="Lato"/>
        <w:b/>
        <w:color w:val="004C97"/>
        <w:sz w:val="18"/>
        <w:szCs w:val="18"/>
      </w:rPr>
    </w:pPr>
    <w:r w:rsidRPr="00902017">
      <w:rPr>
        <w:rFonts w:ascii="Lato" w:hAnsi="Lato"/>
        <w:b/>
        <w:color w:val="004C97"/>
        <w:sz w:val="18"/>
        <w:szCs w:val="18"/>
      </w:rPr>
      <w:t>Zarząd Transportu Publicznego w Krakowie</w:t>
    </w:r>
  </w:p>
  <w:p w14:paraId="40290D66" w14:textId="77777777" w:rsidR="00531752" w:rsidRPr="00902017" w:rsidRDefault="00531752" w:rsidP="00531752">
    <w:pPr>
      <w:pStyle w:val="Stopka"/>
      <w:ind w:left="851"/>
      <w:rPr>
        <w:rFonts w:ascii="Lato" w:hAnsi="Lato"/>
        <w:bCs/>
        <w:color w:val="004C97"/>
        <w:sz w:val="18"/>
        <w:szCs w:val="18"/>
      </w:rPr>
    </w:pPr>
    <w:r w:rsidRPr="00902017">
      <w:rPr>
        <w:rFonts w:ascii="Lato" w:hAnsi="Lato"/>
        <w:bCs/>
        <w:color w:val="004C97"/>
        <w:sz w:val="18"/>
        <w:szCs w:val="18"/>
      </w:rPr>
      <w:t>tel. +48 12 616 86 00 (centrala), tel. +48 12 616 86 02, sekretariat@ztp.krakow.pl</w:t>
    </w:r>
  </w:p>
  <w:p w14:paraId="01F3E3B1" w14:textId="77777777" w:rsidR="00531752" w:rsidRPr="00902017" w:rsidRDefault="00531752" w:rsidP="00531752">
    <w:pPr>
      <w:pStyle w:val="Stopka"/>
      <w:ind w:left="851"/>
      <w:rPr>
        <w:rFonts w:ascii="Lato" w:hAnsi="Lato"/>
        <w:bCs/>
        <w:color w:val="004C97"/>
        <w:sz w:val="18"/>
        <w:szCs w:val="18"/>
      </w:rPr>
    </w:pPr>
    <w:r w:rsidRPr="00902017">
      <w:rPr>
        <w:rFonts w:ascii="Lato" w:hAnsi="Lato"/>
        <w:bCs/>
        <w:color w:val="004C97"/>
        <w:sz w:val="18"/>
        <w:szCs w:val="18"/>
      </w:rPr>
      <w:t>31-072 Kraków, ul. Wielopole 1</w:t>
    </w:r>
  </w:p>
  <w:p w14:paraId="0472A46B" w14:textId="77777777" w:rsidR="00531752" w:rsidRPr="00EB0DC3" w:rsidRDefault="00531752" w:rsidP="00531752">
    <w:pPr>
      <w:pStyle w:val="Stopka"/>
      <w:ind w:left="851"/>
      <w:rPr>
        <w:rFonts w:ascii="Lato" w:hAnsi="Lato"/>
        <w:b/>
        <w:color w:val="004C97"/>
        <w:sz w:val="18"/>
        <w:szCs w:val="18"/>
      </w:rPr>
    </w:pPr>
    <w:r w:rsidRPr="00EB0DC3">
      <w:rPr>
        <w:rFonts w:ascii="Lato" w:hAnsi="Lato"/>
        <w:b/>
        <w:color w:val="004C97"/>
        <w:sz w:val="18"/>
        <w:szCs w:val="18"/>
      </w:rPr>
      <w:t>www.ztp.krakow.pl</w:t>
    </w:r>
  </w:p>
  <w:p w14:paraId="3D1A494E" w14:textId="77777777" w:rsidR="00A251B6" w:rsidRPr="00E74E5F" w:rsidRDefault="00E74E5F" w:rsidP="00531752">
    <w:pPr>
      <w:pStyle w:val="Stopka"/>
      <w:tabs>
        <w:tab w:val="clear" w:pos="4536"/>
      </w:tabs>
      <w:rPr>
        <w:b/>
        <w:sz w:val="14"/>
        <w:szCs w:val="14"/>
      </w:rPr>
    </w:pPr>
    <w:r>
      <w:rPr>
        <w:b/>
        <w:sz w:val="14"/>
        <w:szCs w:val="14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CD9250" w14:textId="77777777" w:rsidR="009158FC" w:rsidRPr="00A2158F" w:rsidRDefault="009158FC" w:rsidP="009158FC">
    <w:pPr>
      <w:pStyle w:val="Stopka"/>
      <w:ind w:left="993"/>
      <w:rPr>
        <w:rFonts w:ascii="Lato Regular" w:hAnsi="Lato Regular"/>
        <w:b/>
        <w:sz w:val="18"/>
        <w:szCs w:val="18"/>
      </w:rPr>
    </w:pPr>
    <w:r w:rsidRPr="00A2158F">
      <w:rPr>
        <w:rFonts w:ascii="Lato Regular" w:hAnsi="Lato Regular"/>
        <w:b/>
        <w:sz w:val="18"/>
        <w:szCs w:val="18"/>
      </w:rPr>
      <w:t>Zarząd Transportu Publicznego</w:t>
    </w:r>
  </w:p>
  <w:p w14:paraId="7672FD85" w14:textId="77777777" w:rsidR="009158FC" w:rsidRPr="00A2158F" w:rsidRDefault="00F7286D" w:rsidP="009158FC">
    <w:pPr>
      <w:pStyle w:val="Stopka"/>
      <w:ind w:left="993"/>
      <w:rPr>
        <w:rFonts w:ascii="Lato Regular" w:hAnsi="Lato Regular"/>
        <w:sz w:val="18"/>
        <w:szCs w:val="18"/>
      </w:rPr>
    </w:pPr>
    <w:r>
      <w:rPr>
        <w:rFonts w:ascii="Lato Regular" w:hAnsi="Lato Regular"/>
        <w:sz w:val="18"/>
        <w:szCs w:val="18"/>
      </w:rPr>
      <w:t>sekretariat</w:t>
    </w:r>
    <w:r w:rsidR="009158FC" w:rsidRPr="00A2158F">
      <w:rPr>
        <w:rFonts w:ascii="Lato Regular" w:hAnsi="Lato Regular"/>
        <w:sz w:val="18"/>
        <w:szCs w:val="18"/>
      </w:rPr>
      <w:t>@ztp.krakow.pl</w:t>
    </w:r>
  </w:p>
  <w:p w14:paraId="3474DE43" w14:textId="77777777" w:rsidR="009158FC" w:rsidRPr="00A2158F" w:rsidRDefault="009158FC" w:rsidP="009158FC">
    <w:pPr>
      <w:pStyle w:val="Stopka"/>
      <w:ind w:left="993"/>
      <w:rPr>
        <w:rFonts w:ascii="Lato Regular" w:hAnsi="Lato Regular"/>
        <w:sz w:val="18"/>
        <w:szCs w:val="18"/>
      </w:rPr>
    </w:pPr>
    <w:r w:rsidRPr="00A2158F">
      <w:rPr>
        <w:rFonts w:ascii="Lato Regular" w:hAnsi="Lato Regular"/>
        <w:sz w:val="18"/>
        <w:szCs w:val="18"/>
      </w:rPr>
      <w:t>31-072 Kraków ul. Wielopole 1</w:t>
    </w:r>
  </w:p>
  <w:p w14:paraId="027F8F6E" w14:textId="77777777" w:rsidR="009158FC" w:rsidRPr="00A2158F" w:rsidRDefault="009158FC" w:rsidP="009158FC">
    <w:pPr>
      <w:pStyle w:val="Stopka"/>
      <w:ind w:left="993"/>
      <w:rPr>
        <w:rFonts w:ascii="Lato Bold" w:hAnsi="Lato Bold"/>
        <w:b/>
        <w:sz w:val="18"/>
        <w:szCs w:val="18"/>
      </w:rPr>
    </w:pPr>
    <w:r w:rsidRPr="00A2158F">
      <w:rPr>
        <w:rFonts w:ascii="Lato Bold" w:hAnsi="Lato Bold"/>
        <w:b/>
        <w:sz w:val="18"/>
        <w:szCs w:val="18"/>
      </w:rPr>
      <w:t>www.ztp.krakow.pl</w:t>
    </w:r>
  </w:p>
  <w:p w14:paraId="72AE0F54" w14:textId="77777777" w:rsidR="00A251B6" w:rsidRDefault="00A251B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27D73E" w14:textId="77777777" w:rsidR="00974FF4" w:rsidRPr="00902017" w:rsidRDefault="00974FF4" w:rsidP="003D2770">
    <w:pPr>
      <w:pStyle w:val="Stopka"/>
      <w:ind w:left="851"/>
      <w:rPr>
        <w:rFonts w:ascii="Lato" w:hAnsi="Lato"/>
        <w:b/>
        <w:color w:val="004C97"/>
        <w:sz w:val="18"/>
        <w:szCs w:val="18"/>
      </w:rPr>
    </w:pPr>
    <w:r w:rsidRPr="00902017">
      <w:rPr>
        <w:rFonts w:ascii="Lato" w:hAnsi="Lato"/>
        <w:b/>
        <w:color w:val="004C97"/>
        <w:sz w:val="18"/>
        <w:szCs w:val="18"/>
      </w:rPr>
      <w:t>Zarząd Transportu Publicznego w Krakowie</w:t>
    </w:r>
  </w:p>
  <w:p w14:paraId="4A792FED" w14:textId="77777777" w:rsidR="00974FF4" w:rsidRPr="00902017" w:rsidRDefault="00974FF4" w:rsidP="003D2770">
    <w:pPr>
      <w:pStyle w:val="Stopka"/>
      <w:ind w:left="851"/>
      <w:rPr>
        <w:rFonts w:ascii="Lato" w:hAnsi="Lato"/>
        <w:bCs/>
        <w:color w:val="004C97"/>
        <w:sz w:val="18"/>
        <w:szCs w:val="18"/>
      </w:rPr>
    </w:pPr>
    <w:r w:rsidRPr="00902017">
      <w:rPr>
        <w:rFonts w:ascii="Lato" w:hAnsi="Lato"/>
        <w:bCs/>
        <w:color w:val="004C97"/>
        <w:sz w:val="18"/>
        <w:szCs w:val="18"/>
      </w:rPr>
      <w:t>tel. +48 12 616 86 00 (centrala), tel. +48 12 616 86 02, sekretariat@ztp.krakow.pl</w:t>
    </w:r>
  </w:p>
  <w:p w14:paraId="26307F1A" w14:textId="77777777" w:rsidR="00974FF4" w:rsidRPr="00902017" w:rsidRDefault="00974FF4" w:rsidP="003D2770">
    <w:pPr>
      <w:pStyle w:val="Stopka"/>
      <w:ind w:left="851"/>
      <w:rPr>
        <w:rFonts w:ascii="Lato" w:hAnsi="Lato"/>
        <w:bCs/>
        <w:color w:val="004C97"/>
        <w:sz w:val="18"/>
        <w:szCs w:val="18"/>
      </w:rPr>
    </w:pPr>
    <w:r w:rsidRPr="00902017">
      <w:rPr>
        <w:rFonts w:ascii="Lato" w:hAnsi="Lato"/>
        <w:bCs/>
        <w:color w:val="004C97"/>
        <w:sz w:val="18"/>
        <w:szCs w:val="18"/>
      </w:rPr>
      <w:t>31-072 Kraków, ul. Wielopole 1</w:t>
    </w:r>
  </w:p>
  <w:p w14:paraId="2D88C06B" w14:textId="77777777" w:rsidR="00974FF4" w:rsidRPr="00EB0DC3" w:rsidRDefault="00974FF4" w:rsidP="003D2770">
    <w:pPr>
      <w:pStyle w:val="Stopka"/>
      <w:ind w:left="851"/>
      <w:rPr>
        <w:rFonts w:ascii="Lato" w:hAnsi="Lato"/>
        <w:b/>
        <w:color w:val="004C97"/>
        <w:sz w:val="18"/>
        <w:szCs w:val="18"/>
      </w:rPr>
    </w:pPr>
    <w:r w:rsidRPr="00EB0DC3">
      <w:rPr>
        <w:rFonts w:ascii="Lato" w:hAnsi="Lato"/>
        <w:b/>
        <w:color w:val="004C97"/>
        <w:sz w:val="18"/>
        <w:szCs w:val="18"/>
      </w:rPr>
      <w:t>www.ztp.krakow.pl</w:t>
    </w:r>
  </w:p>
  <w:p w14:paraId="724A96A5" w14:textId="77777777" w:rsidR="003450E6" w:rsidRPr="00974FF4" w:rsidRDefault="003450E6" w:rsidP="00974FF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4845A1" w14:textId="77777777" w:rsidR="008E142E" w:rsidRDefault="008E142E" w:rsidP="00DA4427">
      <w:r>
        <w:separator/>
      </w:r>
    </w:p>
  </w:footnote>
  <w:footnote w:type="continuationSeparator" w:id="0">
    <w:p w14:paraId="0ADD60FC" w14:textId="77777777" w:rsidR="008E142E" w:rsidRDefault="008E142E" w:rsidP="00DA4427">
      <w:r>
        <w:continuationSeparator/>
      </w:r>
    </w:p>
  </w:footnote>
  <w:footnote w:type="continuationNotice" w:id="1">
    <w:p w14:paraId="10C61DFA" w14:textId="77777777" w:rsidR="008E142E" w:rsidRDefault="008E142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66E3B1" w14:textId="71AC65A5" w:rsidR="00B32F09" w:rsidRDefault="003D689A" w:rsidP="00B32F09">
    <w:pPr>
      <w:pStyle w:val="Nagwek"/>
      <w:tabs>
        <w:tab w:val="clear" w:pos="9072"/>
        <w:tab w:val="left" w:pos="851"/>
      </w:tabs>
      <w:ind w:left="-284" w:right="-2"/>
      <w:rPr>
        <w:rFonts w:ascii="Lato" w:hAnsi="Lato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71C70861" wp14:editId="6972BC3D">
          <wp:simplePos x="0" y="0"/>
          <wp:positionH relativeFrom="page">
            <wp:posOffset>588010</wp:posOffset>
          </wp:positionH>
          <wp:positionV relativeFrom="page">
            <wp:posOffset>577215</wp:posOffset>
          </wp:positionV>
          <wp:extent cx="1551305" cy="482600"/>
          <wp:effectExtent l="0" t="0" r="0" b="0"/>
          <wp:wrapSquare wrapText="bothSides"/>
          <wp:docPr id="1672309566" name="Obraz 1672309566" descr="zt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3" descr="zt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1305" cy="482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C5DB9">
      <w:tab/>
    </w:r>
    <w:r w:rsidR="00BC5DB9">
      <w:tab/>
    </w:r>
    <w:r w:rsidR="00A251B6" w:rsidRPr="006E57E2">
      <w:rPr>
        <w:rFonts w:ascii="Lato" w:hAnsi="Lato"/>
      </w:rPr>
      <w:t xml:space="preserve">               </w:t>
    </w:r>
    <w:r w:rsidR="0004536B">
      <w:rPr>
        <w:rFonts w:ascii="Lato" w:hAnsi="Lato"/>
      </w:rPr>
      <w:t xml:space="preserve">   </w:t>
    </w:r>
  </w:p>
  <w:p w14:paraId="7B39FC60" w14:textId="77777777" w:rsidR="00B32F09" w:rsidRDefault="00B32F09" w:rsidP="005E4C70">
    <w:pPr>
      <w:pStyle w:val="Nagwek"/>
      <w:tabs>
        <w:tab w:val="clear" w:pos="9072"/>
        <w:tab w:val="left" w:pos="6521"/>
      </w:tabs>
      <w:ind w:left="-142" w:right="-2"/>
      <w:rPr>
        <w:rFonts w:ascii="Lato" w:hAnsi="Lato"/>
      </w:rPr>
    </w:pPr>
  </w:p>
  <w:p w14:paraId="7A93F179" w14:textId="51FB0BE3" w:rsidR="003450E6" w:rsidRPr="001204E5" w:rsidRDefault="00B32F09" w:rsidP="001204E5">
    <w:pPr>
      <w:pStyle w:val="Nagwek"/>
      <w:tabs>
        <w:tab w:val="clear" w:pos="9072"/>
        <w:tab w:val="left" w:pos="6521"/>
      </w:tabs>
      <w:ind w:left="6946" w:right="-2"/>
      <w:rPr>
        <w:rFonts w:ascii="Lato" w:hAnsi="Lato"/>
        <w:sz w:val="22"/>
        <w:szCs w:val="22"/>
      </w:rPr>
    </w:pPr>
    <w:r>
      <w:rPr>
        <w:rFonts w:ascii="Lato" w:hAnsi="Lato"/>
      </w:rPr>
      <w:t xml:space="preserve">                                                                                                                  </w:t>
    </w:r>
    <w:r w:rsidR="004343AF">
      <w:rPr>
        <w:rFonts w:ascii="Lato" w:hAnsi="Lato"/>
      </w:rPr>
      <w:t xml:space="preserve">      </w:t>
    </w:r>
    <w:r w:rsidR="001A7724">
      <w:rPr>
        <w:rFonts w:ascii="Lato" w:hAnsi="Lato"/>
      </w:rPr>
      <w:t xml:space="preserve">  </w:t>
    </w:r>
    <w:r w:rsidR="00B00D07">
      <w:rPr>
        <w:rFonts w:ascii="Lato" w:hAnsi="Lato"/>
      </w:rPr>
      <w:t xml:space="preserve">  </w:t>
    </w:r>
    <w:r w:rsidR="00EF5E6F">
      <w:rPr>
        <w:rFonts w:ascii="Lato" w:hAnsi="Lato"/>
      </w:rPr>
      <w:t xml:space="preserve">    </w:t>
    </w:r>
    <w:r w:rsidR="003450E6" w:rsidRPr="00C529F4">
      <w:rPr>
        <w:rFonts w:ascii="Lato Regular" w:hAnsi="Lato Regular"/>
        <w:sz w:val="22"/>
        <w:szCs w:val="22"/>
      </w:rPr>
      <w:t>Kraków</w:t>
    </w:r>
    <w:r w:rsidR="00222FFF">
      <w:rPr>
        <w:rFonts w:ascii="Lato" w:hAnsi="Lato"/>
        <w:sz w:val="22"/>
        <w:szCs w:val="22"/>
      </w:rPr>
      <w:t xml:space="preserve">, </w:t>
    </w:r>
    <w:r w:rsidR="00C61805">
      <w:rPr>
        <w:rFonts w:ascii="Lato" w:hAnsi="Lato"/>
        <w:sz w:val="22"/>
        <w:szCs w:val="22"/>
      </w:rPr>
      <w:t>2</w:t>
    </w:r>
    <w:r w:rsidR="00E65614">
      <w:rPr>
        <w:rFonts w:ascii="Lato" w:hAnsi="Lato"/>
        <w:sz w:val="22"/>
        <w:szCs w:val="22"/>
      </w:rPr>
      <w:t>6</w:t>
    </w:r>
    <w:r w:rsidR="00675E9E">
      <w:rPr>
        <w:rFonts w:ascii="Lato" w:hAnsi="Lato"/>
        <w:sz w:val="22"/>
        <w:szCs w:val="22"/>
      </w:rPr>
      <w:t xml:space="preserve"> czerwca </w:t>
    </w:r>
    <w:r w:rsidR="00FB7302">
      <w:rPr>
        <w:rFonts w:ascii="Lato" w:hAnsi="Lato"/>
        <w:sz w:val="22"/>
        <w:szCs w:val="22"/>
      </w:rPr>
      <w:t>2</w:t>
    </w:r>
    <w:r w:rsidR="00C94035">
      <w:rPr>
        <w:rFonts w:ascii="Lato" w:hAnsi="Lato"/>
        <w:sz w:val="22"/>
        <w:szCs w:val="22"/>
      </w:rPr>
      <w:t>02</w:t>
    </w:r>
    <w:r w:rsidR="00172C83">
      <w:rPr>
        <w:rFonts w:ascii="Lato" w:hAnsi="Lato"/>
        <w:sz w:val="22"/>
        <w:szCs w:val="22"/>
      </w:rPr>
      <w:t>4</w:t>
    </w:r>
    <w:r w:rsidR="00C94035">
      <w:rPr>
        <w:rFonts w:ascii="Lato" w:hAnsi="Lato"/>
        <w:sz w:val="22"/>
        <w:szCs w:val="22"/>
      </w:rPr>
      <w:t xml:space="preserve"> r.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0A632A"/>
    <w:multiLevelType w:val="hybridMultilevel"/>
    <w:tmpl w:val="75A6E254"/>
    <w:lvl w:ilvl="0" w:tplc="EADA35F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038C5193"/>
    <w:multiLevelType w:val="hybridMultilevel"/>
    <w:tmpl w:val="7C8A41E4"/>
    <w:lvl w:ilvl="0" w:tplc="0415000F">
      <w:start w:val="1"/>
      <w:numFmt w:val="decimal"/>
      <w:lvlText w:val="%1."/>
      <w:lvlJc w:val="left"/>
      <w:pPr>
        <w:ind w:left="2563" w:hanging="360"/>
      </w:pPr>
    </w:lvl>
    <w:lvl w:ilvl="1" w:tplc="04150019" w:tentative="1">
      <w:start w:val="1"/>
      <w:numFmt w:val="lowerLetter"/>
      <w:lvlText w:val="%2."/>
      <w:lvlJc w:val="left"/>
      <w:pPr>
        <w:ind w:left="3283" w:hanging="360"/>
      </w:pPr>
    </w:lvl>
    <w:lvl w:ilvl="2" w:tplc="0415001B" w:tentative="1">
      <w:start w:val="1"/>
      <w:numFmt w:val="lowerRoman"/>
      <w:lvlText w:val="%3."/>
      <w:lvlJc w:val="right"/>
      <w:pPr>
        <w:ind w:left="4003" w:hanging="180"/>
      </w:pPr>
    </w:lvl>
    <w:lvl w:ilvl="3" w:tplc="0415000F" w:tentative="1">
      <w:start w:val="1"/>
      <w:numFmt w:val="decimal"/>
      <w:lvlText w:val="%4."/>
      <w:lvlJc w:val="left"/>
      <w:pPr>
        <w:ind w:left="4723" w:hanging="360"/>
      </w:pPr>
    </w:lvl>
    <w:lvl w:ilvl="4" w:tplc="04150019" w:tentative="1">
      <w:start w:val="1"/>
      <w:numFmt w:val="lowerLetter"/>
      <w:lvlText w:val="%5."/>
      <w:lvlJc w:val="left"/>
      <w:pPr>
        <w:ind w:left="5443" w:hanging="360"/>
      </w:pPr>
    </w:lvl>
    <w:lvl w:ilvl="5" w:tplc="0415001B" w:tentative="1">
      <w:start w:val="1"/>
      <w:numFmt w:val="lowerRoman"/>
      <w:lvlText w:val="%6."/>
      <w:lvlJc w:val="right"/>
      <w:pPr>
        <w:ind w:left="6163" w:hanging="180"/>
      </w:pPr>
    </w:lvl>
    <w:lvl w:ilvl="6" w:tplc="0415000F" w:tentative="1">
      <w:start w:val="1"/>
      <w:numFmt w:val="decimal"/>
      <w:lvlText w:val="%7."/>
      <w:lvlJc w:val="left"/>
      <w:pPr>
        <w:ind w:left="6883" w:hanging="360"/>
      </w:pPr>
    </w:lvl>
    <w:lvl w:ilvl="7" w:tplc="04150019" w:tentative="1">
      <w:start w:val="1"/>
      <w:numFmt w:val="lowerLetter"/>
      <w:lvlText w:val="%8."/>
      <w:lvlJc w:val="left"/>
      <w:pPr>
        <w:ind w:left="7603" w:hanging="360"/>
      </w:pPr>
    </w:lvl>
    <w:lvl w:ilvl="8" w:tplc="0415001B" w:tentative="1">
      <w:start w:val="1"/>
      <w:numFmt w:val="lowerRoman"/>
      <w:lvlText w:val="%9."/>
      <w:lvlJc w:val="right"/>
      <w:pPr>
        <w:ind w:left="8323" w:hanging="180"/>
      </w:pPr>
    </w:lvl>
  </w:abstractNum>
  <w:abstractNum w:abstractNumId="2" w15:restartNumberingAfterBreak="0">
    <w:nsid w:val="059B34B8"/>
    <w:multiLevelType w:val="hybridMultilevel"/>
    <w:tmpl w:val="717403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E83316"/>
    <w:multiLevelType w:val="hybridMultilevel"/>
    <w:tmpl w:val="CF9E5600"/>
    <w:lvl w:ilvl="0" w:tplc="0415000F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FFFFFFFF">
      <w:start w:val="1"/>
      <w:numFmt w:val="bullet"/>
      <w:lvlText w:val="­"/>
      <w:lvlJc w:val="left"/>
      <w:pPr>
        <w:ind w:left="28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15F75E98"/>
    <w:multiLevelType w:val="hybridMultilevel"/>
    <w:tmpl w:val="26DE6944"/>
    <w:lvl w:ilvl="0" w:tplc="AE52F00A">
      <w:start w:val="1"/>
      <w:numFmt w:val="bullet"/>
      <w:lvlText w:val="­"/>
      <w:lvlJc w:val="left"/>
      <w:pPr>
        <w:ind w:left="2138" w:hanging="360"/>
      </w:pPr>
      <w:rPr>
        <w:rFonts w:ascii="Courier New" w:hAnsi="Courier New" w:hint="default"/>
      </w:rPr>
    </w:lvl>
    <w:lvl w:ilvl="1" w:tplc="FFFFFFFF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5" w15:restartNumberingAfterBreak="0">
    <w:nsid w:val="20B618F5"/>
    <w:multiLevelType w:val="hybridMultilevel"/>
    <w:tmpl w:val="F8B86A16"/>
    <w:lvl w:ilvl="0" w:tplc="04150001">
      <w:start w:val="1"/>
      <w:numFmt w:val="bullet"/>
      <w:lvlText w:val=""/>
      <w:lvlJc w:val="left"/>
      <w:pPr>
        <w:ind w:left="85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9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1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3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5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7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9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11" w:hanging="360"/>
      </w:pPr>
      <w:rPr>
        <w:rFonts w:ascii="Wingdings" w:hAnsi="Wingdings" w:hint="default"/>
      </w:rPr>
    </w:lvl>
  </w:abstractNum>
  <w:abstractNum w:abstractNumId="6" w15:restartNumberingAfterBreak="0">
    <w:nsid w:val="36371513"/>
    <w:multiLevelType w:val="hybridMultilevel"/>
    <w:tmpl w:val="82B4CDCE"/>
    <w:lvl w:ilvl="0" w:tplc="AE52F00A">
      <w:start w:val="1"/>
      <w:numFmt w:val="bullet"/>
      <w:lvlText w:val="­"/>
      <w:lvlJc w:val="left"/>
      <w:pPr>
        <w:ind w:left="2629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7" w15:restartNumberingAfterBreak="0">
    <w:nsid w:val="36B502B3"/>
    <w:multiLevelType w:val="hybridMultilevel"/>
    <w:tmpl w:val="54883590"/>
    <w:lvl w:ilvl="0" w:tplc="0415000F">
      <w:start w:val="1"/>
      <w:numFmt w:val="decimal"/>
      <w:lvlText w:val="%1.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" w15:restartNumberingAfterBreak="0">
    <w:nsid w:val="410E663C"/>
    <w:multiLevelType w:val="hybridMultilevel"/>
    <w:tmpl w:val="F20C6D48"/>
    <w:lvl w:ilvl="0" w:tplc="FFFFFFFF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FFFFFFFF">
      <w:start w:val="1"/>
      <w:numFmt w:val="bullet"/>
      <w:lvlText w:val="­"/>
      <w:lvlJc w:val="left"/>
      <w:pPr>
        <w:ind w:left="28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9" w15:restartNumberingAfterBreak="0">
    <w:nsid w:val="43096A33"/>
    <w:multiLevelType w:val="hybridMultilevel"/>
    <w:tmpl w:val="B26A190A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AE52F00A">
      <w:start w:val="1"/>
      <w:numFmt w:val="bullet"/>
      <w:lvlText w:val="­"/>
      <w:lvlJc w:val="left"/>
      <w:pPr>
        <w:ind w:left="28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0" w15:restartNumberingAfterBreak="0">
    <w:nsid w:val="49383D45"/>
    <w:multiLevelType w:val="hybridMultilevel"/>
    <w:tmpl w:val="788E6C4E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1" w15:restartNumberingAfterBreak="0">
    <w:nsid w:val="5A4A7F75"/>
    <w:multiLevelType w:val="hybridMultilevel"/>
    <w:tmpl w:val="EDE275EA"/>
    <w:lvl w:ilvl="0" w:tplc="0415000F">
      <w:start w:val="1"/>
      <w:numFmt w:val="decimal"/>
      <w:lvlText w:val="%1.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num w:numId="1" w16cid:durableId="302003330">
    <w:abstractNumId w:val="5"/>
  </w:num>
  <w:num w:numId="2" w16cid:durableId="2008897381">
    <w:abstractNumId w:val="0"/>
  </w:num>
  <w:num w:numId="3" w16cid:durableId="1238712983">
    <w:abstractNumId w:val="8"/>
  </w:num>
  <w:num w:numId="4" w16cid:durableId="542641149">
    <w:abstractNumId w:val="4"/>
  </w:num>
  <w:num w:numId="5" w16cid:durableId="1990748490">
    <w:abstractNumId w:val="10"/>
  </w:num>
  <w:num w:numId="6" w16cid:durableId="1631279329">
    <w:abstractNumId w:val="7"/>
  </w:num>
  <w:num w:numId="7" w16cid:durableId="1834566223">
    <w:abstractNumId w:val="9"/>
  </w:num>
  <w:num w:numId="8" w16cid:durableId="342441977">
    <w:abstractNumId w:val="6"/>
  </w:num>
  <w:num w:numId="9" w16cid:durableId="1640839831">
    <w:abstractNumId w:val="1"/>
  </w:num>
  <w:num w:numId="10" w16cid:durableId="903565550">
    <w:abstractNumId w:val="2"/>
  </w:num>
  <w:num w:numId="11" w16cid:durableId="1866551319">
    <w:abstractNumId w:val="11"/>
  </w:num>
  <w:num w:numId="12" w16cid:durableId="494497128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0B03"/>
    <w:rsid w:val="000006E8"/>
    <w:rsid w:val="000017AF"/>
    <w:rsid w:val="000022B8"/>
    <w:rsid w:val="00002E0D"/>
    <w:rsid w:val="00003688"/>
    <w:rsid w:val="00006BC6"/>
    <w:rsid w:val="00006F60"/>
    <w:rsid w:val="00007AEC"/>
    <w:rsid w:val="000100B9"/>
    <w:rsid w:val="000104BD"/>
    <w:rsid w:val="00010A14"/>
    <w:rsid w:val="00011CA8"/>
    <w:rsid w:val="00012312"/>
    <w:rsid w:val="000128C1"/>
    <w:rsid w:val="00013E33"/>
    <w:rsid w:val="0001455D"/>
    <w:rsid w:val="00014942"/>
    <w:rsid w:val="000151C7"/>
    <w:rsid w:val="00016139"/>
    <w:rsid w:val="00016460"/>
    <w:rsid w:val="0002069F"/>
    <w:rsid w:val="000215A6"/>
    <w:rsid w:val="00021933"/>
    <w:rsid w:val="00021F80"/>
    <w:rsid w:val="00022D8D"/>
    <w:rsid w:val="00023320"/>
    <w:rsid w:val="00023CD2"/>
    <w:rsid w:val="0002466A"/>
    <w:rsid w:val="000249CF"/>
    <w:rsid w:val="00025938"/>
    <w:rsid w:val="00025B7D"/>
    <w:rsid w:val="000275CA"/>
    <w:rsid w:val="000275FF"/>
    <w:rsid w:val="00030972"/>
    <w:rsid w:val="000316DD"/>
    <w:rsid w:val="00031797"/>
    <w:rsid w:val="00032E25"/>
    <w:rsid w:val="00032E47"/>
    <w:rsid w:val="00032ED4"/>
    <w:rsid w:val="00033654"/>
    <w:rsid w:val="00033CB3"/>
    <w:rsid w:val="00034D53"/>
    <w:rsid w:val="000358C5"/>
    <w:rsid w:val="0003615C"/>
    <w:rsid w:val="00037B52"/>
    <w:rsid w:val="000407D3"/>
    <w:rsid w:val="00041386"/>
    <w:rsid w:val="0004177B"/>
    <w:rsid w:val="0004253B"/>
    <w:rsid w:val="00043EE3"/>
    <w:rsid w:val="000445FC"/>
    <w:rsid w:val="00044628"/>
    <w:rsid w:val="0004464B"/>
    <w:rsid w:val="00044CAB"/>
    <w:rsid w:val="0004536B"/>
    <w:rsid w:val="0005188E"/>
    <w:rsid w:val="000518D7"/>
    <w:rsid w:val="00051B45"/>
    <w:rsid w:val="00052B9F"/>
    <w:rsid w:val="00054C0B"/>
    <w:rsid w:val="00054DDD"/>
    <w:rsid w:val="00055F19"/>
    <w:rsid w:val="000575C5"/>
    <w:rsid w:val="00060DC5"/>
    <w:rsid w:val="00060F9B"/>
    <w:rsid w:val="0006133A"/>
    <w:rsid w:val="000616D2"/>
    <w:rsid w:val="00061D16"/>
    <w:rsid w:val="00063C9E"/>
    <w:rsid w:val="00064536"/>
    <w:rsid w:val="00065AE5"/>
    <w:rsid w:val="00066FA7"/>
    <w:rsid w:val="0007161B"/>
    <w:rsid w:val="00071845"/>
    <w:rsid w:val="00072091"/>
    <w:rsid w:val="00072BE6"/>
    <w:rsid w:val="000736DA"/>
    <w:rsid w:val="000773ED"/>
    <w:rsid w:val="00077B1F"/>
    <w:rsid w:val="0008004D"/>
    <w:rsid w:val="00080484"/>
    <w:rsid w:val="00081375"/>
    <w:rsid w:val="000815DB"/>
    <w:rsid w:val="0008342A"/>
    <w:rsid w:val="0008353A"/>
    <w:rsid w:val="00085ED5"/>
    <w:rsid w:val="00087276"/>
    <w:rsid w:val="000872F5"/>
    <w:rsid w:val="00092081"/>
    <w:rsid w:val="000945A8"/>
    <w:rsid w:val="00094A4D"/>
    <w:rsid w:val="00094C91"/>
    <w:rsid w:val="0009643E"/>
    <w:rsid w:val="00096565"/>
    <w:rsid w:val="00096A2A"/>
    <w:rsid w:val="00097516"/>
    <w:rsid w:val="000A0590"/>
    <w:rsid w:val="000A081C"/>
    <w:rsid w:val="000A1322"/>
    <w:rsid w:val="000A1D67"/>
    <w:rsid w:val="000A2C3C"/>
    <w:rsid w:val="000A3863"/>
    <w:rsid w:val="000A399F"/>
    <w:rsid w:val="000A50CE"/>
    <w:rsid w:val="000A55AF"/>
    <w:rsid w:val="000A5EB2"/>
    <w:rsid w:val="000A71E9"/>
    <w:rsid w:val="000A7495"/>
    <w:rsid w:val="000A7571"/>
    <w:rsid w:val="000B1E24"/>
    <w:rsid w:val="000B1F19"/>
    <w:rsid w:val="000B3590"/>
    <w:rsid w:val="000B3B79"/>
    <w:rsid w:val="000B4B5D"/>
    <w:rsid w:val="000B5743"/>
    <w:rsid w:val="000B5B5C"/>
    <w:rsid w:val="000B5C67"/>
    <w:rsid w:val="000C08A8"/>
    <w:rsid w:val="000C1BF4"/>
    <w:rsid w:val="000C231C"/>
    <w:rsid w:val="000C24DD"/>
    <w:rsid w:val="000C270A"/>
    <w:rsid w:val="000C420F"/>
    <w:rsid w:val="000C42D3"/>
    <w:rsid w:val="000C441B"/>
    <w:rsid w:val="000C5ADC"/>
    <w:rsid w:val="000D06D1"/>
    <w:rsid w:val="000D1928"/>
    <w:rsid w:val="000D32AF"/>
    <w:rsid w:val="000D6A7A"/>
    <w:rsid w:val="000D6B0C"/>
    <w:rsid w:val="000D759A"/>
    <w:rsid w:val="000E02CC"/>
    <w:rsid w:val="000E0967"/>
    <w:rsid w:val="000E0CF6"/>
    <w:rsid w:val="000E11A1"/>
    <w:rsid w:val="000E187F"/>
    <w:rsid w:val="000E1E4D"/>
    <w:rsid w:val="000E1EA9"/>
    <w:rsid w:val="000E2A09"/>
    <w:rsid w:val="000E379E"/>
    <w:rsid w:val="000E7CFF"/>
    <w:rsid w:val="000F16B5"/>
    <w:rsid w:val="000F2085"/>
    <w:rsid w:val="000F324C"/>
    <w:rsid w:val="000F3476"/>
    <w:rsid w:val="000F3BAC"/>
    <w:rsid w:val="000F5522"/>
    <w:rsid w:val="000F5BA4"/>
    <w:rsid w:val="000F5E73"/>
    <w:rsid w:val="000F6D76"/>
    <w:rsid w:val="000F70EB"/>
    <w:rsid w:val="000F7790"/>
    <w:rsid w:val="001013A7"/>
    <w:rsid w:val="00101F6A"/>
    <w:rsid w:val="00102D3B"/>
    <w:rsid w:val="00103345"/>
    <w:rsid w:val="001034DE"/>
    <w:rsid w:val="0010397C"/>
    <w:rsid w:val="00104749"/>
    <w:rsid w:val="00105CA0"/>
    <w:rsid w:val="001060EB"/>
    <w:rsid w:val="001062ED"/>
    <w:rsid w:val="0010646D"/>
    <w:rsid w:val="001069F9"/>
    <w:rsid w:val="001101D0"/>
    <w:rsid w:val="001135A1"/>
    <w:rsid w:val="001135BA"/>
    <w:rsid w:val="001135C4"/>
    <w:rsid w:val="00114A15"/>
    <w:rsid w:val="00115CFC"/>
    <w:rsid w:val="00115DF3"/>
    <w:rsid w:val="00117B9E"/>
    <w:rsid w:val="00117DDF"/>
    <w:rsid w:val="001204E5"/>
    <w:rsid w:val="00121320"/>
    <w:rsid w:val="001237F8"/>
    <w:rsid w:val="0012442A"/>
    <w:rsid w:val="00124E1A"/>
    <w:rsid w:val="00124EC8"/>
    <w:rsid w:val="00124F28"/>
    <w:rsid w:val="00126844"/>
    <w:rsid w:val="00130D80"/>
    <w:rsid w:val="00131163"/>
    <w:rsid w:val="00131A9A"/>
    <w:rsid w:val="00131D08"/>
    <w:rsid w:val="001329C5"/>
    <w:rsid w:val="00134ED2"/>
    <w:rsid w:val="00136D91"/>
    <w:rsid w:val="001374A0"/>
    <w:rsid w:val="00137819"/>
    <w:rsid w:val="00137BE1"/>
    <w:rsid w:val="00140882"/>
    <w:rsid w:val="00140F14"/>
    <w:rsid w:val="001422B3"/>
    <w:rsid w:val="00142905"/>
    <w:rsid w:val="0014366C"/>
    <w:rsid w:val="00144194"/>
    <w:rsid w:val="001456E2"/>
    <w:rsid w:val="0014613F"/>
    <w:rsid w:val="00146AEB"/>
    <w:rsid w:val="00146F78"/>
    <w:rsid w:val="001510DD"/>
    <w:rsid w:val="00151A3A"/>
    <w:rsid w:val="00151DFB"/>
    <w:rsid w:val="001531AC"/>
    <w:rsid w:val="001543F3"/>
    <w:rsid w:val="001555F6"/>
    <w:rsid w:val="00156E05"/>
    <w:rsid w:val="0015731B"/>
    <w:rsid w:val="00157463"/>
    <w:rsid w:val="0016288B"/>
    <w:rsid w:val="0016396A"/>
    <w:rsid w:val="00163FE9"/>
    <w:rsid w:val="00164B53"/>
    <w:rsid w:val="00166062"/>
    <w:rsid w:val="00166C87"/>
    <w:rsid w:val="0017127E"/>
    <w:rsid w:val="00171644"/>
    <w:rsid w:val="001720D3"/>
    <w:rsid w:val="0017257D"/>
    <w:rsid w:val="00172C83"/>
    <w:rsid w:val="001737D1"/>
    <w:rsid w:val="00174944"/>
    <w:rsid w:val="0017506D"/>
    <w:rsid w:val="00181F6C"/>
    <w:rsid w:val="001903FC"/>
    <w:rsid w:val="0019103E"/>
    <w:rsid w:val="00192158"/>
    <w:rsid w:val="001929F4"/>
    <w:rsid w:val="00192B6A"/>
    <w:rsid w:val="001963E8"/>
    <w:rsid w:val="00197BFF"/>
    <w:rsid w:val="00197E09"/>
    <w:rsid w:val="001A09FE"/>
    <w:rsid w:val="001A0DDA"/>
    <w:rsid w:val="001A155D"/>
    <w:rsid w:val="001A266F"/>
    <w:rsid w:val="001A26DF"/>
    <w:rsid w:val="001A2F75"/>
    <w:rsid w:val="001A3213"/>
    <w:rsid w:val="001A37DC"/>
    <w:rsid w:val="001A4119"/>
    <w:rsid w:val="001A4E13"/>
    <w:rsid w:val="001A564A"/>
    <w:rsid w:val="001A57D6"/>
    <w:rsid w:val="001A6702"/>
    <w:rsid w:val="001A7724"/>
    <w:rsid w:val="001A7CAC"/>
    <w:rsid w:val="001B05B4"/>
    <w:rsid w:val="001B2202"/>
    <w:rsid w:val="001B266F"/>
    <w:rsid w:val="001B3505"/>
    <w:rsid w:val="001B3703"/>
    <w:rsid w:val="001B3740"/>
    <w:rsid w:val="001B3842"/>
    <w:rsid w:val="001B4213"/>
    <w:rsid w:val="001B4C76"/>
    <w:rsid w:val="001B7804"/>
    <w:rsid w:val="001C0739"/>
    <w:rsid w:val="001C2C1F"/>
    <w:rsid w:val="001C35AF"/>
    <w:rsid w:val="001C3E9C"/>
    <w:rsid w:val="001C4236"/>
    <w:rsid w:val="001C4912"/>
    <w:rsid w:val="001C70A1"/>
    <w:rsid w:val="001C754E"/>
    <w:rsid w:val="001D0244"/>
    <w:rsid w:val="001D07C4"/>
    <w:rsid w:val="001D0830"/>
    <w:rsid w:val="001D206D"/>
    <w:rsid w:val="001D43ED"/>
    <w:rsid w:val="001D4A35"/>
    <w:rsid w:val="001D4F88"/>
    <w:rsid w:val="001D54B9"/>
    <w:rsid w:val="001D6EC0"/>
    <w:rsid w:val="001D7787"/>
    <w:rsid w:val="001D7FE6"/>
    <w:rsid w:val="001E0D3F"/>
    <w:rsid w:val="001E18AE"/>
    <w:rsid w:val="001E2D9C"/>
    <w:rsid w:val="001E34BA"/>
    <w:rsid w:val="001E3AE1"/>
    <w:rsid w:val="001E4D42"/>
    <w:rsid w:val="001E5DBB"/>
    <w:rsid w:val="001E79E5"/>
    <w:rsid w:val="001F0204"/>
    <w:rsid w:val="001F0221"/>
    <w:rsid w:val="001F0740"/>
    <w:rsid w:val="001F0A79"/>
    <w:rsid w:val="001F102B"/>
    <w:rsid w:val="001F1CC4"/>
    <w:rsid w:val="001F213B"/>
    <w:rsid w:val="001F4866"/>
    <w:rsid w:val="001F50E0"/>
    <w:rsid w:val="001F52D6"/>
    <w:rsid w:val="001F5B7E"/>
    <w:rsid w:val="001F6681"/>
    <w:rsid w:val="0020027D"/>
    <w:rsid w:val="00202635"/>
    <w:rsid w:val="00202C22"/>
    <w:rsid w:val="002047C0"/>
    <w:rsid w:val="00204B4B"/>
    <w:rsid w:val="00205F5F"/>
    <w:rsid w:val="00206D79"/>
    <w:rsid w:val="0020710A"/>
    <w:rsid w:val="0020728D"/>
    <w:rsid w:val="00207838"/>
    <w:rsid w:val="00210270"/>
    <w:rsid w:val="00210650"/>
    <w:rsid w:val="00212AC9"/>
    <w:rsid w:val="00213670"/>
    <w:rsid w:val="00213A61"/>
    <w:rsid w:val="00214118"/>
    <w:rsid w:val="00214C7D"/>
    <w:rsid w:val="00215AB9"/>
    <w:rsid w:val="00216B22"/>
    <w:rsid w:val="002170D5"/>
    <w:rsid w:val="0021747C"/>
    <w:rsid w:val="00217514"/>
    <w:rsid w:val="002179BD"/>
    <w:rsid w:val="0022112E"/>
    <w:rsid w:val="00221DEF"/>
    <w:rsid w:val="00222054"/>
    <w:rsid w:val="00222FFF"/>
    <w:rsid w:val="0022321C"/>
    <w:rsid w:val="00223774"/>
    <w:rsid w:val="00223B30"/>
    <w:rsid w:val="00224142"/>
    <w:rsid w:val="00225158"/>
    <w:rsid w:val="00227D75"/>
    <w:rsid w:val="0023060A"/>
    <w:rsid w:val="00230D3A"/>
    <w:rsid w:val="002349BB"/>
    <w:rsid w:val="00234A1E"/>
    <w:rsid w:val="00234D85"/>
    <w:rsid w:val="00235FF1"/>
    <w:rsid w:val="002429D9"/>
    <w:rsid w:val="00242B73"/>
    <w:rsid w:val="00243080"/>
    <w:rsid w:val="0024324A"/>
    <w:rsid w:val="00243DB8"/>
    <w:rsid w:val="00243E0B"/>
    <w:rsid w:val="002440C3"/>
    <w:rsid w:val="002442A0"/>
    <w:rsid w:val="00244494"/>
    <w:rsid w:val="0024588A"/>
    <w:rsid w:val="00246452"/>
    <w:rsid w:val="00246C1B"/>
    <w:rsid w:val="0024724D"/>
    <w:rsid w:val="00250D52"/>
    <w:rsid w:val="00251174"/>
    <w:rsid w:val="00252191"/>
    <w:rsid w:val="002521B4"/>
    <w:rsid w:val="002525BB"/>
    <w:rsid w:val="002532C8"/>
    <w:rsid w:val="00253EA3"/>
    <w:rsid w:val="00254BCC"/>
    <w:rsid w:val="00254D76"/>
    <w:rsid w:val="0025503A"/>
    <w:rsid w:val="0025694E"/>
    <w:rsid w:val="002573AF"/>
    <w:rsid w:val="00262675"/>
    <w:rsid w:val="00262916"/>
    <w:rsid w:val="00262B31"/>
    <w:rsid w:val="0026339D"/>
    <w:rsid w:val="002638BF"/>
    <w:rsid w:val="00263DBC"/>
    <w:rsid w:val="00264EFD"/>
    <w:rsid w:val="002678CE"/>
    <w:rsid w:val="002700DC"/>
    <w:rsid w:val="00270B03"/>
    <w:rsid w:val="00270CA6"/>
    <w:rsid w:val="00270D87"/>
    <w:rsid w:val="00272A93"/>
    <w:rsid w:val="00273D09"/>
    <w:rsid w:val="00275355"/>
    <w:rsid w:val="00275A3B"/>
    <w:rsid w:val="00275E9D"/>
    <w:rsid w:val="00276AD9"/>
    <w:rsid w:val="00282BE2"/>
    <w:rsid w:val="002834F5"/>
    <w:rsid w:val="0028386D"/>
    <w:rsid w:val="00284A7A"/>
    <w:rsid w:val="00285345"/>
    <w:rsid w:val="002877A4"/>
    <w:rsid w:val="00287C21"/>
    <w:rsid w:val="00287F54"/>
    <w:rsid w:val="002902DC"/>
    <w:rsid w:val="0029127C"/>
    <w:rsid w:val="00291B22"/>
    <w:rsid w:val="002925F4"/>
    <w:rsid w:val="00292B81"/>
    <w:rsid w:val="00292DA1"/>
    <w:rsid w:val="00292F93"/>
    <w:rsid w:val="002934D6"/>
    <w:rsid w:val="0029417A"/>
    <w:rsid w:val="002954ED"/>
    <w:rsid w:val="00295A32"/>
    <w:rsid w:val="00297176"/>
    <w:rsid w:val="00297826"/>
    <w:rsid w:val="002A04A6"/>
    <w:rsid w:val="002A0F35"/>
    <w:rsid w:val="002A12D4"/>
    <w:rsid w:val="002A151A"/>
    <w:rsid w:val="002A1953"/>
    <w:rsid w:val="002A226A"/>
    <w:rsid w:val="002A2ECD"/>
    <w:rsid w:val="002A3A90"/>
    <w:rsid w:val="002A3FBE"/>
    <w:rsid w:val="002A595A"/>
    <w:rsid w:val="002A6884"/>
    <w:rsid w:val="002A6A4A"/>
    <w:rsid w:val="002A6E85"/>
    <w:rsid w:val="002A7B11"/>
    <w:rsid w:val="002B034B"/>
    <w:rsid w:val="002B06D0"/>
    <w:rsid w:val="002B1190"/>
    <w:rsid w:val="002B1379"/>
    <w:rsid w:val="002B333F"/>
    <w:rsid w:val="002B41DF"/>
    <w:rsid w:val="002B52FB"/>
    <w:rsid w:val="002B55A7"/>
    <w:rsid w:val="002B56E9"/>
    <w:rsid w:val="002B5DA6"/>
    <w:rsid w:val="002B6291"/>
    <w:rsid w:val="002B639D"/>
    <w:rsid w:val="002B6B05"/>
    <w:rsid w:val="002B7FB6"/>
    <w:rsid w:val="002C08A4"/>
    <w:rsid w:val="002C106A"/>
    <w:rsid w:val="002C2289"/>
    <w:rsid w:val="002C4B1A"/>
    <w:rsid w:val="002C4B74"/>
    <w:rsid w:val="002C54F3"/>
    <w:rsid w:val="002C6484"/>
    <w:rsid w:val="002D044F"/>
    <w:rsid w:val="002D0BD5"/>
    <w:rsid w:val="002D1C4D"/>
    <w:rsid w:val="002D1F3C"/>
    <w:rsid w:val="002D3E7A"/>
    <w:rsid w:val="002D4155"/>
    <w:rsid w:val="002D4B0E"/>
    <w:rsid w:val="002D6144"/>
    <w:rsid w:val="002D787A"/>
    <w:rsid w:val="002E0AE1"/>
    <w:rsid w:val="002E1024"/>
    <w:rsid w:val="002E16C5"/>
    <w:rsid w:val="002E1F4E"/>
    <w:rsid w:val="002E2060"/>
    <w:rsid w:val="002E31DD"/>
    <w:rsid w:val="002E44ED"/>
    <w:rsid w:val="002E5360"/>
    <w:rsid w:val="002E7DE2"/>
    <w:rsid w:val="002E7FF0"/>
    <w:rsid w:val="002F3565"/>
    <w:rsid w:val="002F35F8"/>
    <w:rsid w:val="002F3C1A"/>
    <w:rsid w:val="002F5E12"/>
    <w:rsid w:val="002F635E"/>
    <w:rsid w:val="002F670A"/>
    <w:rsid w:val="002F6813"/>
    <w:rsid w:val="0030010A"/>
    <w:rsid w:val="00300E65"/>
    <w:rsid w:val="003050D8"/>
    <w:rsid w:val="00305224"/>
    <w:rsid w:val="00305684"/>
    <w:rsid w:val="003068DA"/>
    <w:rsid w:val="00310A79"/>
    <w:rsid w:val="003117F4"/>
    <w:rsid w:val="003128C1"/>
    <w:rsid w:val="003129ED"/>
    <w:rsid w:val="00312AE8"/>
    <w:rsid w:val="00312BF8"/>
    <w:rsid w:val="00313E3F"/>
    <w:rsid w:val="00315EEB"/>
    <w:rsid w:val="00315F17"/>
    <w:rsid w:val="00315F72"/>
    <w:rsid w:val="0031764F"/>
    <w:rsid w:val="003209B7"/>
    <w:rsid w:val="00320B6E"/>
    <w:rsid w:val="00320F05"/>
    <w:rsid w:val="00322383"/>
    <w:rsid w:val="003224BC"/>
    <w:rsid w:val="00322A2D"/>
    <w:rsid w:val="00327558"/>
    <w:rsid w:val="00327878"/>
    <w:rsid w:val="00330A21"/>
    <w:rsid w:val="0033156F"/>
    <w:rsid w:val="0033253C"/>
    <w:rsid w:val="00333052"/>
    <w:rsid w:val="00333E5B"/>
    <w:rsid w:val="00333E5D"/>
    <w:rsid w:val="003400DC"/>
    <w:rsid w:val="00340C67"/>
    <w:rsid w:val="003420CD"/>
    <w:rsid w:val="00342EC9"/>
    <w:rsid w:val="0034324E"/>
    <w:rsid w:val="00343F0D"/>
    <w:rsid w:val="0034413E"/>
    <w:rsid w:val="00344C1E"/>
    <w:rsid w:val="003450E6"/>
    <w:rsid w:val="00346F74"/>
    <w:rsid w:val="00347678"/>
    <w:rsid w:val="00351517"/>
    <w:rsid w:val="003518EF"/>
    <w:rsid w:val="00351B73"/>
    <w:rsid w:val="003527CC"/>
    <w:rsid w:val="00352F4D"/>
    <w:rsid w:val="003547BD"/>
    <w:rsid w:val="00354862"/>
    <w:rsid w:val="00354DBB"/>
    <w:rsid w:val="00354FCC"/>
    <w:rsid w:val="00355403"/>
    <w:rsid w:val="003557E8"/>
    <w:rsid w:val="003563E4"/>
    <w:rsid w:val="00356F75"/>
    <w:rsid w:val="00360124"/>
    <w:rsid w:val="00360FE8"/>
    <w:rsid w:val="0036106B"/>
    <w:rsid w:val="00361172"/>
    <w:rsid w:val="00361D85"/>
    <w:rsid w:val="00363A0D"/>
    <w:rsid w:val="003642BA"/>
    <w:rsid w:val="0036589A"/>
    <w:rsid w:val="0036608A"/>
    <w:rsid w:val="00367050"/>
    <w:rsid w:val="003673BF"/>
    <w:rsid w:val="00370012"/>
    <w:rsid w:val="00370D80"/>
    <w:rsid w:val="00371B6A"/>
    <w:rsid w:val="00371FD8"/>
    <w:rsid w:val="003727D9"/>
    <w:rsid w:val="003728C5"/>
    <w:rsid w:val="003735DC"/>
    <w:rsid w:val="00374401"/>
    <w:rsid w:val="0037449A"/>
    <w:rsid w:val="00374F2C"/>
    <w:rsid w:val="00375A4C"/>
    <w:rsid w:val="00375FB4"/>
    <w:rsid w:val="00376F62"/>
    <w:rsid w:val="003778C9"/>
    <w:rsid w:val="00381824"/>
    <w:rsid w:val="00382245"/>
    <w:rsid w:val="003832A1"/>
    <w:rsid w:val="00384FAE"/>
    <w:rsid w:val="003853EF"/>
    <w:rsid w:val="00385FDB"/>
    <w:rsid w:val="003869F0"/>
    <w:rsid w:val="00387644"/>
    <w:rsid w:val="003908DC"/>
    <w:rsid w:val="00390C14"/>
    <w:rsid w:val="00391BDE"/>
    <w:rsid w:val="00392DCE"/>
    <w:rsid w:val="00393840"/>
    <w:rsid w:val="003949CE"/>
    <w:rsid w:val="00395548"/>
    <w:rsid w:val="00396584"/>
    <w:rsid w:val="00396F9D"/>
    <w:rsid w:val="003A20B1"/>
    <w:rsid w:val="003A24EF"/>
    <w:rsid w:val="003A4417"/>
    <w:rsid w:val="003A46CF"/>
    <w:rsid w:val="003A7D25"/>
    <w:rsid w:val="003B19B5"/>
    <w:rsid w:val="003B1F85"/>
    <w:rsid w:val="003B2CD1"/>
    <w:rsid w:val="003B36A7"/>
    <w:rsid w:val="003B375D"/>
    <w:rsid w:val="003B4B45"/>
    <w:rsid w:val="003C02FD"/>
    <w:rsid w:val="003C05F6"/>
    <w:rsid w:val="003C0B0D"/>
    <w:rsid w:val="003C0E41"/>
    <w:rsid w:val="003C12E0"/>
    <w:rsid w:val="003C1A16"/>
    <w:rsid w:val="003C4095"/>
    <w:rsid w:val="003C445E"/>
    <w:rsid w:val="003C44BD"/>
    <w:rsid w:val="003D12E6"/>
    <w:rsid w:val="003D19A9"/>
    <w:rsid w:val="003D1EFE"/>
    <w:rsid w:val="003D2770"/>
    <w:rsid w:val="003D4AEA"/>
    <w:rsid w:val="003D5820"/>
    <w:rsid w:val="003D689A"/>
    <w:rsid w:val="003D77F7"/>
    <w:rsid w:val="003D7D3C"/>
    <w:rsid w:val="003E18DE"/>
    <w:rsid w:val="003E2F32"/>
    <w:rsid w:val="003E3F00"/>
    <w:rsid w:val="003E45BA"/>
    <w:rsid w:val="003E64F8"/>
    <w:rsid w:val="003E6824"/>
    <w:rsid w:val="003F0258"/>
    <w:rsid w:val="003F0780"/>
    <w:rsid w:val="003F16E0"/>
    <w:rsid w:val="003F1C65"/>
    <w:rsid w:val="003F36A4"/>
    <w:rsid w:val="003F46BD"/>
    <w:rsid w:val="003F644E"/>
    <w:rsid w:val="003F782E"/>
    <w:rsid w:val="00402642"/>
    <w:rsid w:val="004036B9"/>
    <w:rsid w:val="00403BDD"/>
    <w:rsid w:val="00405F4C"/>
    <w:rsid w:val="00406E5B"/>
    <w:rsid w:val="0041348C"/>
    <w:rsid w:val="00414FF5"/>
    <w:rsid w:val="00416BCF"/>
    <w:rsid w:val="0041760D"/>
    <w:rsid w:val="004204F7"/>
    <w:rsid w:val="00420CB7"/>
    <w:rsid w:val="00421053"/>
    <w:rsid w:val="00421364"/>
    <w:rsid w:val="004214DA"/>
    <w:rsid w:val="004217F1"/>
    <w:rsid w:val="004219D0"/>
    <w:rsid w:val="00421A60"/>
    <w:rsid w:val="00425936"/>
    <w:rsid w:val="00427226"/>
    <w:rsid w:val="0042763C"/>
    <w:rsid w:val="00427A96"/>
    <w:rsid w:val="00427E86"/>
    <w:rsid w:val="00432165"/>
    <w:rsid w:val="004325CB"/>
    <w:rsid w:val="00432E61"/>
    <w:rsid w:val="00433410"/>
    <w:rsid w:val="00433F39"/>
    <w:rsid w:val="004343AF"/>
    <w:rsid w:val="00434A74"/>
    <w:rsid w:val="004361FC"/>
    <w:rsid w:val="00437138"/>
    <w:rsid w:val="0044142B"/>
    <w:rsid w:val="00441D36"/>
    <w:rsid w:val="00442FD3"/>
    <w:rsid w:val="004435CF"/>
    <w:rsid w:val="00443A15"/>
    <w:rsid w:val="00445B00"/>
    <w:rsid w:val="004460FF"/>
    <w:rsid w:val="0044639A"/>
    <w:rsid w:val="004475FA"/>
    <w:rsid w:val="00451CE1"/>
    <w:rsid w:val="00452313"/>
    <w:rsid w:val="00453ACB"/>
    <w:rsid w:val="00453F58"/>
    <w:rsid w:val="00454D9A"/>
    <w:rsid w:val="00455C3D"/>
    <w:rsid w:val="00455EBF"/>
    <w:rsid w:val="004579F8"/>
    <w:rsid w:val="00457D51"/>
    <w:rsid w:val="00460139"/>
    <w:rsid w:val="00462B4D"/>
    <w:rsid w:val="0046341B"/>
    <w:rsid w:val="00464489"/>
    <w:rsid w:val="00467DBA"/>
    <w:rsid w:val="00470FAC"/>
    <w:rsid w:val="0047154A"/>
    <w:rsid w:val="00473CB2"/>
    <w:rsid w:val="00474658"/>
    <w:rsid w:val="00474707"/>
    <w:rsid w:val="00474F71"/>
    <w:rsid w:val="004757AB"/>
    <w:rsid w:val="00475BD0"/>
    <w:rsid w:val="00476096"/>
    <w:rsid w:val="0047683B"/>
    <w:rsid w:val="00477959"/>
    <w:rsid w:val="00477A8A"/>
    <w:rsid w:val="00477AB9"/>
    <w:rsid w:val="00477AE8"/>
    <w:rsid w:val="00480BE0"/>
    <w:rsid w:val="00480D76"/>
    <w:rsid w:val="00481D5B"/>
    <w:rsid w:val="0048227B"/>
    <w:rsid w:val="00482AE7"/>
    <w:rsid w:val="00484560"/>
    <w:rsid w:val="0048459B"/>
    <w:rsid w:val="0048711E"/>
    <w:rsid w:val="0049010D"/>
    <w:rsid w:val="00490B7F"/>
    <w:rsid w:val="00490C71"/>
    <w:rsid w:val="00491547"/>
    <w:rsid w:val="00492DF8"/>
    <w:rsid w:val="00493DC4"/>
    <w:rsid w:val="00495068"/>
    <w:rsid w:val="00495309"/>
    <w:rsid w:val="00495595"/>
    <w:rsid w:val="00497EFE"/>
    <w:rsid w:val="004A09D4"/>
    <w:rsid w:val="004A102A"/>
    <w:rsid w:val="004A23CE"/>
    <w:rsid w:val="004A270F"/>
    <w:rsid w:val="004A3D38"/>
    <w:rsid w:val="004A3EF2"/>
    <w:rsid w:val="004A4B8D"/>
    <w:rsid w:val="004A4BE5"/>
    <w:rsid w:val="004A4D01"/>
    <w:rsid w:val="004A51A7"/>
    <w:rsid w:val="004A554C"/>
    <w:rsid w:val="004A669C"/>
    <w:rsid w:val="004A72F0"/>
    <w:rsid w:val="004A78A4"/>
    <w:rsid w:val="004A7D58"/>
    <w:rsid w:val="004B26A7"/>
    <w:rsid w:val="004B2E3D"/>
    <w:rsid w:val="004B3544"/>
    <w:rsid w:val="004B4402"/>
    <w:rsid w:val="004B4800"/>
    <w:rsid w:val="004B5EAD"/>
    <w:rsid w:val="004B791A"/>
    <w:rsid w:val="004B7CD7"/>
    <w:rsid w:val="004C153F"/>
    <w:rsid w:val="004C181E"/>
    <w:rsid w:val="004C1DC5"/>
    <w:rsid w:val="004C2A69"/>
    <w:rsid w:val="004C35A0"/>
    <w:rsid w:val="004C40E6"/>
    <w:rsid w:val="004C43CC"/>
    <w:rsid w:val="004C49E8"/>
    <w:rsid w:val="004C6DBB"/>
    <w:rsid w:val="004C710A"/>
    <w:rsid w:val="004C7904"/>
    <w:rsid w:val="004C7E28"/>
    <w:rsid w:val="004D0985"/>
    <w:rsid w:val="004D2929"/>
    <w:rsid w:val="004D4B69"/>
    <w:rsid w:val="004D60C1"/>
    <w:rsid w:val="004D7473"/>
    <w:rsid w:val="004E02B3"/>
    <w:rsid w:val="004E0C81"/>
    <w:rsid w:val="004E1FDE"/>
    <w:rsid w:val="004E2E5D"/>
    <w:rsid w:val="004E3763"/>
    <w:rsid w:val="004E3820"/>
    <w:rsid w:val="004E3E15"/>
    <w:rsid w:val="004E41D3"/>
    <w:rsid w:val="004E51C5"/>
    <w:rsid w:val="004E53F3"/>
    <w:rsid w:val="004E5700"/>
    <w:rsid w:val="004E6192"/>
    <w:rsid w:val="004E640D"/>
    <w:rsid w:val="004E64B4"/>
    <w:rsid w:val="004E7F3C"/>
    <w:rsid w:val="004F06BE"/>
    <w:rsid w:val="004F38D9"/>
    <w:rsid w:val="004F48CE"/>
    <w:rsid w:val="004F4A12"/>
    <w:rsid w:val="004F4EBD"/>
    <w:rsid w:val="004F656A"/>
    <w:rsid w:val="00500B4E"/>
    <w:rsid w:val="00500C57"/>
    <w:rsid w:val="00501361"/>
    <w:rsid w:val="00502004"/>
    <w:rsid w:val="00502C93"/>
    <w:rsid w:val="00503601"/>
    <w:rsid w:val="00503DB9"/>
    <w:rsid w:val="00504497"/>
    <w:rsid w:val="00504D97"/>
    <w:rsid w:val="005053B7"/>
    <w:rsid w:val="00505B5D"/>
    <w:rsid w:val="00511A5E"/>
    <w:rsid w:val="005124CD"/>
    <w:rsid w:val="00513004"/>
    <w:rsid w:val="00513D72"/>
    <w:rsid w:val="005159D7"/>
    <w:rsid w:val="00515C59"/>
    <w:rsid w:val="00515FB9"/>
    <w:rsid w:val="005165EF"/>
    <w:rsid w:val="00516937"/>
    <w:rsid w:val="00517DAA"/>
    <w:rsid w:val="00520834"/>
    <w:rsid w:val="00520AD7"/>
    <w:rsid w:val="00521694"/>
    <w:rsid w:val="00521C18"/>
    <w:rsid w:val="00521DB7"/>
    <w:rsid w:val="005244C1"/>
    <w:rsid w:val="0052676D"/>
    <w:rsid w:val="00526788"/>
    <w:rsid w:val="00526FF2"/>
    <w:rsid w:val="00527D8C"/>
    <w:rsid w:val="00531752"/>
    <w:rsid w:val="00531CE3"/>
    <w:rsid w:val="0053259A"/>
    <w:rsid w:val="005348BF"/>
    <w:rsid w:val="0053553F"/>
    <w:rsid w:val="005357AF"/>
    <w:rsid w:val="00535F98"/>
    <w:rsid w:val="00537149"/>
    <w:rsid w:val="00537B70"/>
    <w:rsid w:val="005402B5"/>
    <w:rsid w:val="00540FCC"/>
    <w:rsid w:val="0054125F"/>
    <w:rsid w:val="00542C51"/>
    <w:rsid w:val="0054334F"/>
    <w:rsid w:val="00543F7D"/>
    <w:rsid w:val="00547285"/>
    <w:rsid w:val="005472D6"/>
    <w:rsid w:val="0054767E"/>
    <w:rsid w:val="00551F4B"/>
    <w:rsid w:val="00552859"/>
    <w:rsid w:val="005529BE"/>
    <w:rsid w:val="005530BB"/>
    <w:rsid w:val="00554787"/>
    <w:rsid w:val="00555A06"/>
    <w:rsid w:val="00556EB0"/>
    <w:rsid w:val="00557406"/>
    <w:rsid w:val="00557E52"/>
    <w:rsid w:val="0056263F"/>
    <w:rsid w:val="00564BBC"/>
    <w:rsid w:val="00564D87"/>
    <w:rsid w:val="00565208"/>
    <w:rsid w:val="005658EE"/>
    <w:rsid w:val="00565EE1"/>
    <w:rsid w:val="00565F75"/>
    <w:rsid w:val="00566714"/>
    <w:rsid w:val="00567F32"/>
    <w:rsid w:val="005738A5"/>
    <w:rsid w:val="00573C02"/>
    <w:rsid w:val="00573F48"/>
    <w:rsid w:val="00575839"/>
    <w:rsid w:val="0057583F"/>
    <w:rsid w:val="00575DF8"/>
    <w:rsid w:val="0057653F"/>
    <w:rsid w:val="0057658A"/>
    <w:rsid w:val="0057747E"/>
    <w:rsid w:val="005778DB"/>
    <w:rsid w:val="00577B2A"/>
    <w:rsid w:val="00580CC8"/>
    <w:rsid w:val="0058411E"/>
    <w:rsid w:val="005849A2"/>
    <w:rsid w:val="00584CA0"/>
    <w:rsid w:val="0058587D"/>
    <w:rsid w:val="0058639E"/>
    <w:rsid w:val="00586642"/>
    <w:rsid w:val="005867C7"/>
    <w:rsid w:val="005869D5"/>
    <w:rsid w:val="00586D0E"/>
    <w:rsid w:val="00586DCE"/>
    <w:rsid w:val="00586E9B"/>
    <w:rsid w:val="00587FB6"/>
    <w:rsid w:val="0059321F"/>
    <w:rsid w:val="00593BFD"/>
    <w:rsid w:val="00595824"/>
    <w:rsid w:val="00595F54"/>
    <w:rsid w:val="005A1F9E"/>
    <w:rsid w:val="005A4D5B"/>
    <w:rsid w:val="005A4E30"/>
    <w:rsid w:val="005A6B02"/>
    <w:rsid w:val="005A7670"/>
    <w:rsid w:val="005B0989"/>
    <w:rsid w:val="005B15AF"/>
    <w:rsid w:val="005B1F1A"/>
    <w:rsid w:val="005B20B9"/>
    <w:rsid w:val="005B32E1"/>
    <w:rsid w:val="005B3B61"/>
    <w:rsid w:val="005B5230"/>
    <w:rsid w:val="005B7954"/>
    <w:rsid w:val="005B7ACE"/>
    <w:rsid w:val="005C2F9E"/>
    <w:rsid w:val="005C3F11"/>
    <w:rsid w:val="005C5C06"/>
    <w:rsid w:val="005C5EB6"/>
    <w:rsid w:val="005C654B"/>
    <w:rsid w:val="005C65CF"/>
    <w:rsid w:val="005C758C"/>
    <w:rsid w:val="005D0082"/>
    <w:rsid w:val="005D0EA2"/>
    <w:rsid w:val="005D0EA3"/>
    <w:rsid w:val="005D30D2"/>
    <w:rsid w:val="005D342C"/>
    <w:rsid w:val="005D3F02"/>
    <w:rsid w:val="005D4D78"/>
    <w:rsid w:val="005D5207"/>
    <w:rsid w:val="005D5A47"/>
    <w:rsid w:val="005D6900"/>
    <w:rsid w:val="005D74B2"/>
    <w:rsid w:val="005D7F42"/>
    <w:rsid w:val="005E087E"/>
    <w:rsid w:val="005E2535"/>
    <w:rsid w:val="005E2606"/>
    <w:rsid w:val="005E4B36"/>
    <w:rsid w:val="005E4C70"/>
    <w:rsid w:val="005E50AD"/>
    <w:rsid w:val="005E585A"/>
    <w:rsid w:val="005E6CC1"/>
    <w:rsid w:val="005E7827"/>
    <w:rsid w:val="005F3D34"/>
    <w:rsid w:val="005F40CD"/>
    <w:rsid w:val="005F49E4"/>
    <w:rsid w:val="005F4D72"/>
    <w:rsid w:val="005F4E71"/>
    <w:rsid w:val="005F53BD"/>
    <w:rsid w:val="005F5882"/>
    <w:rsid w:val="005F59E8"/>
    <w:rsid w:val="005F6CF1"/>
    <w:rsid w:val="0060082F"/>
    <w:rsid w:val="006030E3"/>
    <w:rsid w:val="006044F9"/>
    <w:rsid w:val="00604573"/>
    <w:rsid w:val="0060480E"/>
    <w:rsid w:val="00607120"/>
    <w:rsid w:val="00607A41"/>
    <w:rsid w:val="00610FD9"/>
    <w:rsid w:val="0061113A"/>
    <w:rsid w:val="00612102"/>
    <w:rsid w:val="006138B2"/>
    <w:rsid w:val="00615B77"/>
    <w:rsid w:val="00616B6F"/>
    <w:rsid w:val="00617063"/>
    <w:rsid w:val="006177EC"/>
    <w:rsid w:val="00621254"/>
    <w:rsid w:val="006213AD"/>
    <w:rsid w:val="00622D8F"/>
    <w:rsid w:val="00623225"/>
    <w:rsid w:val="0062393C"/>
    <w:rsid w:val="006245A2"/>
    <w:rsid w:val="0062481D"/>
    <w:rsid w:val="00625BE4"/>
    <w:rsid w:val="00626E9C"/>
    <w:rsid w:val="00627907"/>
    <w:rsid w:val="00627FF5"/>
    <w:rsid w:val="00630B28"/>
    <w:rsid w:val="0063111F"/>
    <w:rsid w:val="006328E1"/>
    <w:rsid w:val="00633E59"/>
    <w:rsid w:val="006352CC"/>
    <w:rsid w:val="0063560E"/>
    <w:rsid w:val="0063684A"/>
    <w:rsid w:val="00637463"/>
    <w:rsid w:val="006374B3"/>
    <w:rsid w:val="00637E46"/>
    <w:rsid w:val="006409C3"/>
    <w:rsid w:val="00641B3D"/>
    <w:rsid w:val="006431B5"/>
    <w:rsid w:val="00644ABD"/>
    <w:rsid w:val="00645125"/>
    <w:rsid w:val="00645B9D"/>
    <w:rsid w:val="00645E3C"/>
    <w:rsid w:val="0064608B"/>
    <w:rsid w:val="00646D8E"/>
    <w:rsid w:val="00650067"/>
    <w:rsid w:val="00650413"/>
    <w:rsid w:val="006512C0"/>
    <w:rsid w:val="00651A29"/>
    <w:rsid w:val="00653161"/>
    <w:rsid w:val="006538B3"/>
    <w:rsid w:val="006540BF"/>
    <w:rsid w:val="00654510"/>
    <w:rsid w:val="00655C6A"/>
    <w:rsid w:val="00655F03"/>
    <w:rsid w:val="0065652E"/>
    <w:rsid w:val="006565F1"/>
    <w:rsid w:val="00657454"/>
    <w:rsid w:val="0066063A"/>
    <w:rsid w:val="0066140F"/>
    <w:rsid w:val="00662FB2"/>
    <w:rsid w:val="0066366B"/>
    <w:rsid w:val="00664CD8"/>
    <w:rsid w:val="006650E1"/>
    <w:rsid w:val="00665FEA"/>
    <w:rsid w:val="00666C7B"/>
    <w:rsid w:val="00667AB7"/>
    <w:rsid w:val="0067028C"/>
    <w:rsid w:val="006735F8"/>
    <w:rsid w:val="006739DB"/>
    <w:rsid w:val="00674B50"/>
    <w:rsid w:val="006757F2"/>
    <w:rsid w:val="00675D6B"/>
    <w:rsid w:val="00675E9E"/>
    <w:rsid w:val="0067734E"/>
    <w:rsid w:val="00677CCC"/>
    <w:rsid w:val="00677D3F"/>
    <w:rsid w:val="00680184"/>
    <w:rsid w:val="0068036A"/>
    <w:rsid w:val="0068081E"/>
    <w:rsid w:val="00681180"/>
    <w:rsid w:val="006831ED"/>
    <w:rsid w:val="006841AF"/>
    <w:rsid w:val="0068480A"/>
    <w:rsid w:val="00685922"/>
    <w:rsid w:val="00687948"/>
    <w:rsid w:val="006904ED"/>
    <w:rsid w:val="00690850"/>
    <w:rsid w:val="00690973"/>
    <w:rsid w:val="006922E4"/>
    <w:rsid w:val="00692903"/>
    <w:rsid w:val="00693878"/>
    <w:rsid w:val="00693B19"/>
    <w:rsid w:val="00694679"/>
    <w:rsid w:val="00694DCA"/>
    <w:rsid w:val="00695C94"/>
    <w:rsid w:val="00697292"/>
    <w:rsid w:val="006979BC"/>
    <w:rsid w:val="00697BC9"/>
    <w:rsid w:val="006A1862"/>
    <w:rsid w:val="006A18F5"/>
    <w:rsid w:val="006A19D1"/>
    <w:rsid w:val="006A4115"/>
    <w:rsid w:val="006A48D0"/>
    <w:rsid w:val="006A73D1"/>
    <w:rsid w:val="006A7B59"/>
    <w:rsid w:val="006B04F7"/>
    <w:rsid w:val="006B2FCC"/>
    <w:rsid w:val="006B4632"/>
    <w:rsid w:val="006B5DE5"/>
    <w:rsid w:val="006B681B"/>
    <w:rsid w:val="006C06CD"/>
    <w:rsid w:val="006C15CD"/>
    <w:rsid w:val="006C2B40"/>
    <w:rsid w:val="006C3108"/>
    <w:rsid w:val="006D1CFF"/>
    <w:rsid w:val="006D23AF"/>
    <w:rsid w:val="006D2E2B"/>
    <w:rsid w:val="006D3B0E"/>
    <w:rsid w:val="006D3E0E"/>
    <w:rsid w:val="006D4A25"/>
    <w:rsid w:val="006D5084"/>
    <w:rsid w:val="006D5A82"/>
    <w:rsid w:val="006D5DB2"/>
    <w:rsid w:val="006D7CFA"/>
    <w:rsid w:val="006E22B8"/>
    <w:rsid w:val="006E2396"/>
    <w:rsid w:val="006E2FA2"/>
    <w:rsid w:val="006E57E2"/>
    <w:rsid w:val="006E5967"/>
    <w:rsid w:val="006E69B7"/>
    <w:rsid w:val="006E6C2C"/>
    <w:rsid w:val="006E6E16"/>
    <w:rsid w:val="006F09DB"/>
    <w:rsid w:val="006F29A2"/>
    <w:rsid w:val="006F2DD6"/>
    <w:rsid w:val="006F47B0"/>
    <w:rsid w:val="006F6D76"/>
    <w:rsid w:val="00700780"/>
    <w:rsid w:val="00700CE1"/>
    <w:rsid w:val="00701577"/>
    <w:rsid w:val="007016F2"/>
    <w:rsid w:val="00702415"/>
    <w:rsid w:val="00702657"/>
    <w:rsid w:val="00703521"/>
    <w:rsid w:val="00703D1D"/>
    <w:rsid w:val="007045BE"/>
    <w:rsid w:val="00704C52"/>
    <w:rsid w:val="00705544"/>
    <w:rsid w:val="00705E89"/>
    <w:rsid w:val="00705F97"/>
    <w:rsid w:val="0070686E"/>
    <w:rsid w:val="007100DA"/>
    <w:rsid w:val="00712393"/>
    <w:rsid w:val="00712884"/>
    <w:rsid w:val="00713C09"/>
    <w:rsid w:val="00716318"/>
    <w:rsid w:val="00716866"/>
    <w:rsid w:val="00717F71"/>
    <w:rsid w:val="00722A65"/>
    <w:rsid w:val="00724412"/>
    <w:rsid w:val="00724A87"/>
    <w:rsid w:val="0072596B"/>
    <w:rsid w:val="0072694D"/>
    <w:rsid w:val="00727794"/>
    <w:rsid w:val="00730A93"/>
    <w:rsid w:val="00730DD9"/>
    <w:rsid w:val="00732833"/>
    <w:rsid w:val="0073352D"/>
    <w:rsid w:val="007354B0"/>
    <w:rsid w:val="00736B12"/>
    <w:rsid w:val="00737A28"/>
    <w:rsid w:val="007405AA"/>
    <w:rsid w:val="00740AED"/>
    <w:rsid w:val="007414F3"/>
    <w:rsid w:val="00742428"/>
    <w:rsid w:val="007432A8"/>
    <w:rsid w:val="00743A61"/>
    <w:rsid w:val="00744C3F"/>
    <w:rsid w:val="00744F90"/>
    <w:rsid w:val="00746375"/>
    <w:rsid w:val="007503B9"/>
    <w:rsid w:val="0075109F"/>
    <w:rsid w:val="0075192B"/>
    <w:rsid w:val="00753533"/>
    <w:rsid w:val="0075359B"/>
    <w:rsid w:val="00753AF2"/>
    <w:rsid w:val="00754186"/>
    <w:rsid w:val="0075446C"/>
    <w:rsid w:val="00754EE5"/>
    <w:rsid w:val="00755128"/>
    <w:rsid w:val="0075554A"/>
    <w:rsid w:val="00755634"/>
    <w:rsid w:val="00756FBB"/>
    <w:rsid w:val="00757B54"/>
    <w:rsid w:val="00757D9F"/>
    <w:rsid w:val="00757F9C"/>
    <w:rsid w:val="00760080"/>
    <w:rsid w:val="00760AB8"/>
    <w:rsid w:val="00761D97"/>
    <w:rsid w:val="007620E9"/>
    <w:rsid w:val="00763A60"/>
    <w:rsid w:val="00764036"/>
    <w:rsid w:val="00765166"/>
    <w:rsid w:val="00765B82"/>
    <w:rsid w:val="00766CD8"/>
    <w:rsid w:val="00767AB2"/>
    <w:rsid w:val="00772B78"/>
    <w:rsid w:val="00773152"/>
    <w:rsid w:val="00773974"/>
    <w:rsid w:val="007751E2"/>
    <w:rsid w:val="00775FB7"/>
    <w:rsid w:val="007772B3"/>
    <w:rsid w:val="0078007D"/>
    <w:rsid w:val="007820BE"/>
    <w:rsid w:val="007823B0"/>
    <w:rsid w:val="00782883"/>
    <w:rsid w:val="007846C6"/>
    <w:rsid w:val="00784ED8"/>
    <w:rsid w:val="00785E0A"/>
    <w:rsid w:val="00786CD7"/>
    <w:rsid w:val="00787854"/>
    <w:rsid w:val="00787EF4"/>
    <w:rsid w:val="00790303"/>
    <w:rsid w:val="00790A04"/>
    <w:rsid w:val="0079163E"/>
    <w:rsid w:val="0079166D"/>
    <w:rsid w:val="007918C0"/>
    <w:rsid w:val="00792243"/>
    <w:rsid w:val="00792333"/>
    <w:rsid w:val="007957C8"/>
    <w:rsid w:val="007963D3"/>
    <w:rsid w:val="007A257F"/>
    <w:rsid w:val="007A2E9F"/>
    <w:rsid w:val="007A3DF8"/>
    <w:rsid w:val="007A463A"/>
    <w:rsid w:val="007A4F94"/>
    <w:rsid w:val="007A5ED6"/>
    <w:rsid w:val="007A61C4"/>
    <w:rsid w:val="007A6D92"/>
    <w:rsid w:val="007B0186"/>
    <w:rsid w:val="007B0BC9"/>
    <w:rsid w:val="007B14C5"/>
    <w:rsid w:val="007B1BC0"/>
    <w:rsid w:val="007B2BD2"/>
    <w:rsid w:val="007B3036"/>
    <w:rsid w:val="007B4100"/>
    <w:rsid w:val="007B4904"/>
    <w:rsid w:val="007B57E4"/>
    <w:rsid w:val="007B7E8C"/>
    <w:rsid w:val="007C0656"/>
    <w:rsid w:val="007C0855"/>
    <w:rsid w:val="007C2D83"/>
    <w:rsid w:val="007C5836"/>
    <w:rsid w:val="007C7779"/>
    <w:rsid w:val="007D1EA6"/>
    <w:rsid w:val="007D2970"/>
    <w:rsid w:val="007D433E"/>
    <w:rsid w:val="007D474F"/>
    <w:rsid w:val="007D5C1B"/>
    <w:rsid w:val="007D6172"/>
    <w:rsid w:val="007E0E46"/>
    <w:rsid w:val="007E12D1"/>
    <w:rsid w:val="007E2127"/>
    <w:rsid w:val="007E2B62"/>
    <w:rsid w:val="007E3A8D"/>
    <w:rsid w:val="007E4302"/>
    <w:rsid w:val="007E48C1"/>
    <w:rsid w:val="007E6DB3"/>
    <w:rsid w:val="007E7097"/>
    <w:rsid w:val="007F04A9"/>
    <w:rsid w:val="007F08EE"/>
    <w:rsid w:val="007F0B83"/>
    <w:rsid w:val="007F1FEE"/>
    <w:rsid w:val="007F2244"/>
    <w:rsid w:val="007F2AE1"/>
    <w:rsid w:val="007F2CCB"/>
    <w:rsid w:val="007F5F57"/>
    <w:rsid w:val="007F6B37"/>
    <w:rsid w:val="007F6C3C"/>
    <w:rsid w:val="007F7E79"/>
    <w:rsid w:val="00800922"/>
    <w:rsid w:val="00801110"/>
    <w:rsid w:val="00801D87"/>
    <w:rsid w:val="00802705"/>
    <w:rsid w:val="00802B66"/>
    <w:rsid w:val="00803BF4"/>
    <w:rsid w:val="00803F65"/>
    <w:rsid w:val="008071EC"/>
    <w:rsid w:val="0081005C"/>
    <w:rsid w:val="0081050C"/>
    <w:rsid w:val="00812517"/>
    <w:rsid w:val="008152C4"/>
    <w:rsid w:val="008155F0"/>
    <w:rsid w:val="00816713"/>
    <w:rsid w:val="00816C31"/>
    <w:rsid w:val="00817243"/>
    <w:rsid w:val="00817A5E"/>
    <w:rsid w:val="008206B3"/>
    <w:rsid w:val="00820BEC"/>
    <w:rsid w:val="0082256E"/>
    <w:rsid w:val="00822D7A"/>
    <w:rsid w:val="008239A1"/>
    <w:rsid w:val="00824AB9"/>
    <w:rsid w:val="0082527D"/>
    <w:rsid w:val="00825816"/>
    <w:rsid w:val="00826891"/>
    <w:rsid w:val="00826E3A"/>
    <w:rsid w:val="00827A7F"/>
    <w:rsid w:val="00827F1F"/>
    <w:rsid w:val="00830DE4"/>
    <w:rsid w:val="00830FEF"/>
    <w:rsid w:val="00831213"/>
    <w:rsid w:val="0083122E"/>
    <w:rsid w:val="00831979"/>
    <w:rsid w:val="00831C3A"/>
    <w:rsid w:val="00832709"/>
    <w:rsid w:val="00832D63"/>
    <w:rsid w:val="00832E93"/>
    <w:rsid w:val="00833E87"/>
    <w:rsid w:val="00835854"/>
    <w:rsid w:val="008373F7"/>
    <w:rsid w:val="00845C27"/>
    <w:rsid w:val="00847D6E"/>
    <w:rsid w:val="0085323C"/>
    <w:rsid w:val="00853492"/>
    <w:rsid w:val="00855308"/>
    <w:rsid w:val="00855732"/>
    <w:rsid w:val="00855E83"/>
    <w:rsid w:val="00857212"/>
    <w:rsid w:val="00857628"/>
    <w:rsid w:val="008604EF"/>
    <w:rsid w:val="00863CD1"/>
    <w:rsid w:val="00864372"/>
    <w:rsid w:val="00864586"/>
    <w:rsid w:val="00866843"/>
    <w:rsid w:val="0086706C"/>
    <w:rsid w:val="00867224"/>
    <w:rsid w:val="0086729C"/>
    <w:rsid w:val="00867845"/>
    <w:rsid w:val="008678CD"/>
    <w:rsid w:val="0086795B"/>
    <w:rsid w:val="008710B0"/>
    <w:rsid w:val="008751A6"/>
    <w:rsid w:val="00875B61"/>
    <w:rsid w:val="00876446"/>
    <w:rsid w:val="00880ABE"/>
    <w:rsid w:val="008812D7"/>
    <w:rsid w:val="00881B6D"/>
    <w:rsid w:val="0088371F"/>
    <w:rsid w:val="00883F37"/>
    <w:rsid w:val="0088428E"/>
    <w:rsid w:val="0088486F"/>
    <w:rsid w:val="0088491C"/>
    <w:rsid w:val="00884ADB"/>
    <w:rsid w:val="00884D21"/>
    <w:rsid w:val="0089075D"/>
    <w:rsid w:val="0089077B"/>
    <w:rsid w:val="00891826"/>
    <w:rsid w:val="0089194A"/>
    <w:rsid w:val="00891A5E"/>
    <w:rsid w:val="00893D93"/>
    <w:rsid w:val="00894044"/>
    <w:rsid w:val="008969AD"/>
    <w:rsid w:val="008A156F"/>
    <w:rsid w:val="008A21C5"/>
    <w:rsid w:val="008A381D"/>
    <w:rsid w:val="008A438C"/>
    <w:rsid w:val="008A4DAB"/>
    <w:rsid w:val="008A4E17"/>
    <w:rsid w:val="008A5C30"/>
    <w:rsid w:val="008A7804"/>
    <w:rsid w:val="008B05AB"/>
    <w:rsid w:val="008B05E1"/>
    <w:rsid w:val="008B380E"/>
    <w:rsid w:val="008B48A0"/>
    <w:rsid w:val="008B4B44"/>
    <w:rsid w:val="008C0161"/>
    <w:rsid w:val="008C16FB"/>
    <w:rsid w:val="008C1A4E"/>
    <w:rsid w:val="008C2C39"/>
    <w:rsid w:val="008C4873"/>
    <w:rsid w:val="008C59E2"/>
    <w:rsid w:val="008D0F57"/>
    <w:rsid w:val="008D1288"/>
    <w:rsid w:val="008D156E"/>
    <w:rsid w:val="008D1AA3"/>
    <w:rsid w:val="008D1D64"/>
    <w:rsid w:val="008D2FC0"/>
    <w:rsid w:val="008D30DA"/>
    <w:rsid w:val="008D30F0"/>
    <w:rsid w:val="008D4228"/>
    <w:rsid w:val="008D45F1"/>
    <w:rsid w:val="008D4B89"/>
    <w:rsid w:val="008D5565"/>
    <w:rsid w:val="008D56F8"/>
    <w:rsid w:val="008D67DF"/>
    <w:rsid w:val="008D68CB"/>
    <w:rsid w:val="008D70AC"/>
    <w:rsid w:val="008D7647"/>
    <w:rsid w:val="008E0AF6"/>
    <w:rsid w:val="008E142E"/>
    <w:rsid w:val="008E17CC"/>
    <w:rsid w:val="008E3872"/>
    <w:rsid w:val="008E51F3"/>
    <w:rsid w:val="008E53F4"/>
    <w:rsid w:val="008E5FDE"/>
    <w:rsid w:val="008E6815"/>
    <w:rsid w:val="008E6BAF"/>
    <w:rsid w:val="008F00B6"/>
    <w:rsid w:val="008F0AB6"/>
    <w:rsid w:val="008F0B60"/>
    <w:rsid w:val="008F0DB7"/>
    <w:rsid w:val="008F2E00"/>
    <w:rsid w:val="008F420A"/>
    <w:rsid w:val="008F5F12"/>
    <w:rsid w:val="008F6297"/>
    <w:rsid w:val="008F7D67"/>
    <w:rsid w:val="00903A34"/>
    <w:rsid w:val="009051E9"/>
    <w:rsid w:val="00905823"/>
    <w:rsid w:val="00906345"/>
    <w:rsid w:val="00906E6F"/>
    <w:rsid w:val="009139C0"/>
    <w:rsid w:val="00915737"/>
    <w:rsid w:val="009158FC"/>
    <w:rsid w:val="00916694"/>
    <w:rsid w:val="00917BB5"/>
    <w:rsid w:val="00921409"/>
    <w:rsid w:val="00923BB3"/>
    <w:rsid w:val="00923C05"/>
    <w:rsid w:val="00924D89"/>
    <w:rsid w:val="0092651F"/>
    <w:rsid w:val="0092774B"/>
    <w:rsid w:val="00927965"/>
    <w:rsid w:val="009300CA"/>
    <w:rsid w:val="00930DBC"/>
    <w:rsid w:val="009310DB"/>
    <w:rsid w:val="00932D34"/>
    <w:rsid w:val="009334D7"/>
    <w:rsid w:val="009336AC"/>
    <w:rsid w:val="00933904"/>
    <w:rsid w:val="009346C3"/>
    <w:rsid w:val="009354A4"/>
    <w:rsid w:val="009354EB"/>
    <w:rsid w:val="00935AC3"/>
    <w:rsid w:val="00936E8D"/>
    <w:rsid w:val="009401E8"/>
    <w:rsid w:val="00940A40"/>
    <w:rsid w:val="00941E34"/>
    <w:rsid w:val="00943366"/>
    <w:rsid w:val="00944A4A"/>
    <w:rsid w:val="00944AB3"/>
    <w:rsid w:val="00944BD5"/>
    <w:rsid w:val="0094537A"/>
    <w:rsid w:val="0094578A"/>
    <w:rsid w:val="009457F4"/>
    <w:rsid w:val="00946F11"/>
    <w:rsid w:val="009500B2"/>
    <w:rsid w:val="00950177"/>
    <w:rsid w:val="0095034C"/>
    <w:rsid w:val="00950551"/>
    <w:rsid w:val="00950636"/>
    <w:rsid w:val="00950DC0"/>
    <w:rsid w:val="00951C22"/>
    <w:rsid w:val="00952909"/>
    <w:rsid w:val="00952BE8"/>
    <w:rsid w:val="00953D2A"/>
    <w:rsid w:val="009545E4"/>
    <w:rsid w:val="00954FA6"/>
    <w:rsid w:val="00955EAE"/>
    <w:rsid w:val="00960E5F"/>
    <w:rsid w:val="00962464"/>
    <w:rsid w:val="009652A5"/>
    <w:rsid w:val="009653F3"/>
    <w:rsid w:val="00965CA5"/>
    <w:rsid w:val="00965F59"/>
    <w:rsid w:val="0097070C"/>
    <w:rsid w:val="00972F4C"/>
    <w:rsid w:val="009732F7"/>
    <w:rsid w:val="00974A52"/>
    <w:rsid w:val="00974FF4"/>
    <w:rsid w:val="00975E24"/>
    <w:rsid w:val="00977EF6"/>
    <w:rsid w:val="00977EF9"/>
    <w:rsid w:val="00980163"/>
    <w:rsid w:val="009802D7"/>
    <w:rsid w:val="0098330A"/>
    <w:rsid w:val="009846D0"/>
    <w:rsid w:val="00984F8F"/>
    <w:rsid w:val="00985207"/>
    <w:rsid w:val="00985387"/>
    <w:rsid w:val="009860D0"/>
    <w:rsid w:val="0098673A"/>
    <w:rsid w:val="00986820"/>
    <w:rsid w:val="00987743"/>
    <w:rsid w:val="009919E2"/>
    <w:rsid w:val="00991B86"/>
    <w:rsid w:val="00994A30"/>
    <w:rsid w:val="009958A9"/>
    <w:rsid w:val="00997A71"/>
    <w:rsid w:val="00997D25"/>
    <w:rsid w:val="00997FED"/>
    <w:rsid w:val="009A1B45"/>
    <w:rsid w:val="009A1CA0"/>
    <w:rsid w:val="009A3952"/>
    <w:rsid w:val="009A464A"/>
    <w:rsid w:val="009A5B4C"/>
    <w:rsid w:val="009A66D1"/>
    <w:rsid w:val="009A6ADE"/>
    <w:rsid w:val="009A6C74"/>
    <w:rsid w:val="009A73EB"/>
    <w:rsid w:val="009B0394"/>
    <w:rsid w:val="009B0612"/>
    <w:rsid w:val="009B1C19"/>
    <w:rsid w:val="009B2602"/>
    <w:rsid w:val="009B2BB3"/>
    <w:rsid w:val="009B2E49"/>
    <w:rsid w:val="009B3A68"/>
    <w:rsid w:val="009B3BEB"/>
    <w:rsid w:val="009B3F3F"/>
    <w:rsid w:val="009B40FC"/>
    <w:rsid w:val="009B60C1"/>
    <w:rsid w:val="009B693C"/>
    <w:rsid w:val="009B6AC8"/>
    <w:rsid w:val="009B6B87"/>
    <w:rsid w:val="009B6D06"/>
    <w:rsid w:val="009B7E93"/>
    <w:rsid w:val="009C12BC"/>
    <w:rsid w:val="009C15CA"/>
    <w:rsid w:val="009C1E86"/>
    <w:rsid w:val="009C2653"/>
    <w:rsid w:val="009C3317"/>
    <w:rsid w:val="009C348B"/>
    <w:rsid w:val="009C3EE0"/>
    <w:rsid w:val="009C4FE4"/>
    <w:rsid w:val="009C563E"/>
    <w:rsid w:val="009C5B3F"/>
    <w:rsid w:val="009C7261"/>
    <w:rsid w:val="009C789D"/>
    <w:rsid w:val="009D02B6"/>
    <w:rsid w:val="009D087A"/>
    <w:rsid w:val="009D102C"/>
    <w:rsid w:val="009D119A"/>
    <w:rsid w:val="009D1BE7"/>
    <w:rsid w:val="009D20D5"/>
    <w:rsid w:val="009D2E18"/>
    <w:rsid w:val="009D2EF3"/>
    <w:rsid w:val="009D411F"/>
    <w:rsid w:val="009D4FC0"/>
    <w:rsid w:val="009D7252"/>
    <w:rsid w:val="009D7C15"/>
    <w:rsid w:val="009E0CBE"/>
    <w:rsid w:val="009E0E21"/>
    <w:rsid w:val="009E1436"/>
    <w:rsid w:val="009E2350"/>
    <w:rsid w:val="009E2928"/>
    <w:rsid w:val="009E40A1"/>
    <w:rsid w:val="009E5660"/>
    <w:rsid w:val="009E5D89"/>
    <w:rsid w:val="009E640F"/>
    <w:rsid w:val="009E761A"/>
    <w:rsid w:val="009F10C5"/>
    <w:rsid w:val="009F252F"/>
    <w:rsid w:val="009F33E2"/>
    <w:rsid w:val="009F66E1"/>
    <w:rsid w:val="009F7BD0"/>
    <w:rsid w:val="009F7E6D"/>
    <w:rsid w:val="00A003A5"/>
    <w:rsid w:val="00A00B2C"/>
    <w:rsid w:val="00A00C4A"/>
    <w:rsid w:val="00A01562"/>
    <w:rsid w:val="00A02A69"/>
    <w:rsid w:val="00A03242"/>
    <w:rsid w:val="00A03B64"/>
    <w:rsid w:val="00A063A4"/>
    <w:rsid w:val="00A07521"/>
    <w:rsid w:val="00A07C01"/>
    <w:rsid w:val="00A100AB"/>
    <w:rsid w:val="00A104B7"/>
    <w:rsid w:val="00A10548"/>
    <w:rsid w:val="00A10BF8"/>
    <w:rsid w:val="00A11909"/>
    <w:rsid w:val="00A11F09"/>
    <w:rsid w:val="00A11F34"/>
    <w:rsid w:val="00A122EE"/>
    <w:rsid w:val="00A124E1"/>
    <w:rsid w:val="00A132EF"/>
    <w:rsid w:val="00A139BE"/>
    <w:rsid w:val="00A14220"/>
    <w:rsid w:val="00A150D1"/>
    <w:rsid w:val="00A1520D"/>
    <w:rsid w:val="00A15510"/>
    <w:rsid w:val="00A16458"/>
    <w:rsid w:val="00A17DA9"/>
    <w:rsid w:val="00A21528"/>
    <w:rsid w:val="00A2158F"/>
    <w:rsid w:val="00A22A6E"/>
    <w:rsid w:val="00A2497B"/>
    <w:rsid w:val="00A251B6"/>
    <w:rsid w:val="00A27AEE"/>
    <w:rsid w:val="00A27B40"/>
    <w:rsid w:val="00A27CF4"/>
    <w:rsid w:val="00A302EA"/>
    <w:rsid w:val="00A31829"/>
    <w:rsid w:val="00A327CB"/>
    <w:rsid w:val="00A32B12"/>
    <w:rsid w:val="00A33478"/>
    <w:rsid w:val="00A33B13"/>
    <w:rsid w:val="00A35523"/>
    <w:rsid w:val="00A35C4B"/>
    <w:rsid w:val="00A35FFC"/>
    <w:rsid w:val="00A3622B"/>
    <w:rsid w:val="00A37E42"/>
    <w:rsid w:val="00A41582"/>
    <w:rsid w:val="00A42052"/>
    <w:rsid w:val="00A429E7"/>
    <w:rsid w:val="00A445CE"/>
    <w:rsid w:val="00A44F5E"/>
    <w:rsid w:val="00A45256"/>
    <w:rsid w:val="00A4622D"/>
    <w:rsid w:val="00A46EB4"/>
    <w:rsid w:val="00A514FE"/>
    <w:rsid w:val="00A51787"/>
    <w:rsid w:val="00A52855"/>
    <w:rsid w:val="00A52EAF"/>
    <w:rsid w:val="00A52F74"/>
    <w:rsid w:val="00A530FC"/>
    <w:rsid w:val="00A53B01"/>
    <w:rsid w:val="00A53DB8"/>
    <w:rsid w:val="00A54613"/>
    <w:rsid w:val="00A566F5"/>
    <w:rsid w:val="00A567A5"/>
    <w:rsid w:val="00A56B93"/>
    <w:rsid w:val="00A56EFD"/>
    <w:rsid w:val="00A57366"/>
    <w:rsid w:val="00A57E4A"/>
    <w:rsid w:val="00A606D6"/>
    <w:rsid w:val="00A606DF"/>
    <w:rsid w:val="00A6084A"/>
    <w:rsid w:val="00A61911"/>
    <w:rsid w:val="00A61A17"/>
    <w:rsid w:val="00A62492"/>
    <w:rsid w:val="00A63696"/>
    <w:rsid w:val="00A63A87"/>
    <w:rsid w:val="00A643EC"/>
    <w:rsid w:val="00A654E1"/>
    <w:rsid w:val="00A67712"/>
    <w:rsid w:val="00A712A3"/>
    <w:rsid w:val="00A7376D"/>
    <w:rsid w:val="00A7384D"/>
    <w:rsid w:val="00A7531B"/>
    <w:rsid w:val="00A75D82"/>
    <w:rsid w:val="00A767FA"/>
    <w:rsid w:val="00A774CB"/>
    <w:rsid w:val="00A77AC9"/>
    <w:rsid w:val="00A77CC3"/>
    <w:rsid w:val="00A80311"/>
    <w:rsid w:val="00A81C46"/>
    <w:rsid w:val="00A8261A"/>
    <w:rsid w:val="00A82F14"/>
    <w:rsid w:val="00A831ED"/>
    <w:rsid w:val="00A83AB0"/>
    <w:rsid w:val="00A84694"/>
    <w:rsid w:val="00A84F86"/>
    <w:rsid w:val="00A851A2"/>
    <w:rsid w:val="00A85265"/>
    <w:rsid w:val="00A85BA6"/>
    <w:rsid w:val="00A85DD7"/>
    <w:rsid w:val="00A86F24"/>
    <w:rsid w:val="00A8703D"/>
    <w:rsid w:val="00A87844"/>
    <w:rsid w:val="00A90C92"/>
    <w:rsid w:val="00A91972"/>
    <w:rsid w:val="00A92FEA"/>
    <w:rsid w:val="00A9357D"/>
    <w:rsid w:val="00A9480D"/>
    <w:rsid w:val="00A96207"/>
    <w:rsid w:val="00A96427"/>
    <w:rsid w:val="00A9705A"/>
    <w:rsid w:val="00A974DF"/>
    <w:rsid w:val="00A97536"/>
    <w:rsid w:val="00AA05E3"/>
    <w:rsid w:val="00AA064E"/>
    <w:rsid w:val="00AA0935"/>
    <w:rsid w:val="00AA0F41"/>
    <w:rsid w:val="00AA10FD"/>
    <w:rsid w:val="00AA24FA"/>
    <w:rsid w:val="00AA4403"/>
    <w:rsid w:val="00AA59D4"/>
    <w:rsid w:val="00AA6081"/>
    <w:rsid w:val="00AA74B9"/>
    <w:rsid w:val="00AA79D1"/>
    <w:rsid w:val="00AA7D99"/>
    <w:rsid w:val="00AB02EF"/>
    <w:rsid w:val="00AB07B4"/>
    <w:rsid w:val="00AB2150"/>
    <w:rsid w:val="00AB33C6"/>
    <w:rsid w:val="00AB5CE8"/>
    <w:rsid w:val="00AC20ED"/>
    <w:rsid w:val="00AC24A2"/>
    <w:rsid w:val="00AC2DCC"/>
    <w:rsid w:val="00AC4A0D"/>
    <w:rsid w:val="00AC4C75"/>
    <w:rsid w:val="00AC5F97"/>
    <w:rsid w:val="00AD0547"/>
    <w:rsid w:val="00AD06AE"/>
    <w:rsid w:val="00AD0AC6"/>
    <w:rsid w:val="00AD0BA4"/>
    <w:rsid w:val="00AD1735"/>
    <w:rsid w:val="00AD3169"/>
    <w:rsid w:val="00AD348B"/>
    <w:rsid w:val="00AD3525"/>
    <w:rsid w:val="00AD384F"/>
    <w:rsid w:val="00AD61AF"/>
    <w:rsid w:val="00AD66D9"/>
    <w:rsid w:val="00AD7AE7"/>
    <w:rsid w:val="00AE2055"/>
    <w:rsid w:val="00AE3928"/>
    <w:rsid w:val="00AE3B87"/>
    <w:rsid w:val="00AE4F2A"/>
    <w:rsid w:val="00AE4F7F"/>
    <w:rsid w:val="00AE6F13"/>
    <w:rsid w:val="00AE76CD"/>
    <w:rsid w:val="00AF2B8C"/>
    <w:rsid w:val="00AF3BE6"/>
    <w:rsid w:val="00AF3DE1"/>
    <w:rsid w:val="00AF42D0"/>
    <w:rsid w:val="00AF44EB"/>
    <w:rsid w:val="00AF69EE"/>
    <w:rsid w:val="00AF6E33"/>
    <w:rsid w:val="00AF7748"/>
    <w:rsid w:val="00B00D07"/>
    <w:rsid w:val="00B01AB2"/>
    <w:rsid w:val="00B023A7"/>
    <w:rsid w:val="00B026C6"/>
    <w:rsid w:val="00B03C80"/>
    <w:rsid w:val="00B051AC"/>
    <w:rsid w:val="00B06048"/>
    <w:rsid w:val="00B064E3"/>
    <w:rsid w:val="00B06E30"/>
    <w:rsid w:val="00B06FDA"/>
    <w:rsid w:val="00B10711"/>
    <w:rsid w:val="00B10987"/>
    <w:rsid w:val="00B11E6B"/>
    <w:rsid w:val="00B1362D"/>
    <w:rsid w:val="00B176D7"/>
    <w:rsid w:val="00B177D2"/>
    <w:rsid w:val="00B2059B"/>
    <w:rsid w:val="00B20DB2"/>
    <w:rsid w:val="00B228B6"/>
    <w:rsid w:val="00B22C5A"/>
    <w:rsid w:val="00B26761"/>
    <w:rsid w:val="00B269D2"/>
    <w:rsid w:val="00B26AC9"/>
    <w:rsid w:val="00B26C9E"/>
    <w:rsid w:val="00B32C50"/>
    <w:rsid w:val="00B32F09"/>
    <w:rsid w:val="00B3403B"/>
    <w:rsid w:val="00B3493F"/>
    <w:rsid w:val="00B350A1"/>
    <w:rsid w:val="00B36D14"/>
    <w:rsid w:val="00B40C34"/>
    <w:rsid w:val="00B41067"/>
    <w:rsid w:val="00B420EA"/>
    <w:rsid w:val="00B42144"/>
    <w:rsid w:val="00B42F9F"/>
    <w:rsid w:val="00B433BB"/>
    <w:rsid w:val="00B440AB"/>
    <w:rsid w:val="00B4496D"/>
    <w:rsid w:val="00B45D50"/>
    <w:rsid w:val="00B461BC"/>
    <w:rsid w:val="00B51245"/>
    <w:rsid w:val="00B51794"/>
    <w:rsid w:val="00B5365F"/>
    <w:rsid w:val="00B53A57"/>
    <w:rsid w:val="00B53BEA"/>
    <w:rsid w:val="00B54834"/>
    <w:rsid w:val="00B55709"/>
    <w:rsid w:val="00B56F2C"/>
    <w:rsid w:val="00B57AEB"/>
    <w:rsid w:val="00B61C30"/>
    <w:rsid w:val="00B63C1F"/>
    <w:rsid w:val="00B64C31"/>
    <w:rsid w:val="00B65398"/>
    <w:rsid w:val="00B66628"/>
    <w:rsid w:val="00B670DE"/>
    <w:rsid w:val="00B707C6"/>
    <w:rsid w:val="00B7081E"/>
    <w:rsid w:val="00B7144D"/>
    <w:rsid w:val="00B71C2E"/>
    <w:rsid w:val="00B721E3"/>
    <w:rsid w:val="00B7397B"/>
    <w:rsid w:val="00B74533"/>
    <w:rsid w:val="00B748F4"/>
    <w:rsid w:val="00B75B78"/>
    <w:rsid w:val="00B76600"/>
    <w:rsid w:val="00B80F9B"/>
    <w:rsid w:val="00B83630"/>
    <w:rsid w:val="00B839C3"/>
    <w:rsid w:val="00B90300"/>
    <w:rsid w:val="00B92BDB"/>
    <w:rsid w:val="00B934B8"/>
    <w:rsid w:val="00B935DF"/>
    <w:rsid w:val="00B94ADD"/>
    <w:rsid w:val="00B94B3C"/>
    <w:rsid w:val="00B95B11"/>
    <w:rsid w:val="00B96887"/>
    <w:rsid w:val="00B97116"/>
    <w:rsid w:val="00B975CD"/>
    <w:rsid w:val="00B97805"/>
    <w:rsid w:val="00B97CE7"/>
    <w:rsid w:val="00BA05B6"/>
    <w:rsid w:val="00BA1D59"/>
    <w:rsid w:val="00BA1EBA"/>
    <w:rsid w:val="00BA229F"/>
    <w:rsid w:val="00BA53F3"/>
    <w:rsid w:val="00BA54FB"/>
    <w:rsid w:val="00BA5D02"/>
    <w:rsid w:val="00BA7360"/>
    <w:rsid w:val="00BA78F8"/>
    <w:rsid w:val="00BA7C85"/>
    <w:rsid w:val="00BB0443"/>
    <w:rsid w:val="00BB076F"/>
    <w:rsid w:val="00BB228E"/>
    <w:rsid w:val="00BB25A3"/>
    <w:rsid w:val="00BB2ACD"/>
    <w:rsid w:val="00BB2ADB"/>
    <w:rsid w:val="00BC0330"/>
    <w:rsid w:val="00BC2105"/>
    <w:rsid w:val="00BC22E7"/>
    <w:rsid w:val="00BC25C7"/>
    <w:rsid w:val="00BC273B"/>
    <w:rsid w:val="00BC2DF3"/>
    <w:rsid w:val="00BC3C54"/>
    <w:rsid w:val="00BC5519"/>
    <w:rsid w:val="00BC5C56"/>
    <w:rsid w:val="00BC5DB9"/>
    <w:rsid w:val="00BC5DEE"/>
    <w:rsid w:val="00BC6DBE"/>
    <w:rsid w:val="00BD0824"/>
    <w:rsid w:val="00BD08B1"/>
    <w:rsid w:val="00BD0A64"/>
    <w:rsid w:val="00BD145C"/>
    <w:rsid w:val="00BD22C1"/>
    <w:rsid w:val="00BD4D40"/>
    <w:rsid w:val="00BD52BC"/>
    <w:rsid w:val="00BD5543"/>
    <w:rsid w:val="00BE055F"/>
    <w:rsid w:val="00BE1B06"/>
    <w:rsid w:val="00BE1C03"/>
    <w:rsid w:val="00BE1F0B"/>
    <w:rsid w:val="00BE24CA"/>
    <w:rsid w:val="00BE3318"/>
    <w:rsid w:val="00BE672E"/>
    <w:rsid w:val="00BF2909"/>
    <w:rsid w:val="00BF2E50"/>
    <w:rsid w:val="00BF38E3"/>
    <w:rsid w:val="00BF425D"/>
    <w:rsid w:val="00BF4415"/>
    <w:rsid w:val="00BF4531"/>
    <w:rsid w:val="00BF69AC"/>
    <w:rsid w:val="00BF743A"/>
    <w:rsid w:val="00BF79DA"/>
    <w:rsid w:val="00C0036A"/>
    <w:rsid w:val="00C00468"/>
    <w:rsid w:val="00C02272"/>
    <w:rsid w:val="00C07181"/>
    <w:rsid w:val="00C07EC0"/>
    <w:rsid w:val="00C10345"/>
    <w:rsid w:val="00C109A7"/>
    <w:rsid w:val="00C11A9F"/>
    <w:rsid w:val="00C11DA5"/>
    <w:rsid w:val="00C12A6A"/>
    <w:rsid w:val="00C176D6"/>
    <w:rsid w:val="00C2251B"/>
    <w:rsid w:val="00C2286F"/>
    <w:rsid w:val="00C22C61"/>
    <w:rsid w:val="00C22F70"/>
    <w:rsid w:val="00C23D31"/>
    <w:rsid w:val="00C23FFA"/>
    <w:rsid w:val="00C24D81"/>
    <w:rsid w:val="00C25DED"/>
    <w:rsid w:val="00C313EC"/>
    <w:rsid w:val="00C34EF3"/>
    <w:rsid w:val="00C351A2"/>
    <w:rsid w:val="00C35FD5"/>
    <w:rsid w:val="00C369D1"/>
    <w:rsid w:val="00C402AE"/>
    <w:rsid w:val="00C409E4"/>
    <w:rsid w:val="00C40AB6"/>
    <w:rsid w:val="00C41C5A"/>
    <w:rsid w:val="00C43C59"/>
    <w:rsid w:val="00C4427E"/>
    <w:rsid w:val="00C44F80"/>
    <w:rsid w:val="00C4535B"/>
    <w:rsid w:val="00C45D9B"/>
    <w:rsid w:val="00C47934"/>
    <w:rsid w:val="00C50D90"/>
    <w:rsid w:val="00C51801"/>
    <w:rsid w:val="00C51EF8"/>
    <w:rsid w:val="00C529F4"/>
    <w:rsid w:val="00C53782"/>
    <w:rsid w:val="00C5461B"/>
    <w:rsid w:val="00C554A7"/>
    <w:rsid w:val="00C5654F"/>
    <w:rsid w:val="00C56917"/>
    <w:rsid w:val="00C5728A"/>
    <w:rsid w:val="00C602E7"/>
    <w:rsid w:val="00C605CC"/>
    <w:rsid w:val="00C60FCE"/>
    <w:rsid w:val="00C6146F"/>
    <w:rsid w:val="00C61805"/>
    <w:rsid w:val="00C62784"/>
    <w:rsid w:val="00C63031"/>
    <w:rsid w:val="00C676AB"/>
    <w:rsid w:val="00C701F1"/>
    <w:rsid w:val="00C70227"/>
    <w:rsid w:val="00C702FD"/>
    <w:rsid w:val="00C70C31"/>
    <w:rsid w:val="00C73C59"/>
    <w:rsid w:val="00C75349"/>
    <w:rsid w:val="00C7590F"/>
    <w:rsid w:val="00C773F3"/>
    <w:rsid w:val="00C77405"/>
    <w:rsid w:val="00C777B1"/>
    <w:rsid w:val="00C807B3"/>
    <w:rsid w:val="00C80E22"/>
    <w:rsid w:val="00C81AC7"/>
    <w:rsid w:val="00C836D8"/>
    <w:rsid w:val="00C84CF6"/>
    <w:rsid w:val="00C8550A"/>
    <w:rsid w:val="00C87412"/>
    <w:rsid w:val="00C90BE2"/>
    <w:rsid w:val="00C92345"/>
    <w:rsid w:val="00C94035"/>
    <w:rsid w:val="00C962C5"/>
    <w:rsid w:val="00C96488"/>
    <w:rsid w:val="00C96532"/>
    <w:rsid w:val="00C96CF6"/>
    <w:rsid w:val="00C96FB6"/>
    <w:rsid w:val="00C97108"/>
    <w:rsid w:val="00C97750"/>
    <w:rsid w:val="00CA0686"/>
    <w:rsid w:val="00CA11C6"/>
    <w:rsid w:val="00CA17A2"/>
    <w:rsid w:val="00CA2C91"/>
    <w:rsid w:val="00CA3BFA"/>
    <w:rsid w:val="00CA4748"/>
    <w:rsid w:val="00CA6A37"/>
    <w:rsid w:val="00CA730C"/>
    <w:rsid w:val="00CB0283"/>
    <w:rsid w:val="00CB1E7A"/>
    <w:rsid w:val="00CB386A"/>
    <w:rsid w:val="00CB5405"/>
    <w:rsid w:val="00CB7A29"/>
    <w:rsid w:val="00CC0605"/>
    <w:rsid w:val="00CC141B"/>
    <w:rsid w:val="00CC1942"/>
    <w:rsid w:val="00CC1AA3"/>
    <w:rsid w:val="00CC1BCC"/>
    <w:rsid w:val="00CC4982"/>
    <w:rsid w:val="00CC591C"/>
    <w:rsid w:val="00CC67F0"/>
    <w:rsid w:val="00CC6D01"/>
    <w:rsid w:val="00CC7954"/>
    <w:rsid w:val="00CD2AC0"/>
    <w:rsid w:val="00CD2EF4"/>
    <w:rsid w:val="00CD3955"/>
    <w:rsid w:val="00CD40A6"/>
    <w:rsid w:val="00CD4B4A"/>
    <w:rsid w:val="00CD51E1"/>
    <w:rsid w:val="00CD52AD"/>
    <w:rsid w:val="00CD56A1"/>
    <w:rsid w:val="00CD6C03"/>
    <w:rsid w:val="00CD7051"/>
    <w:rsid w:val="00CD7F56"/>
    <w:rsid w:val="00CE285C"/>
    <w:rsid w:val="00CE3592"/>
    <w:rsid w:val="00CE3CDF"/>
    <w:rsid w:val="00CE3DA0"/>
    <w:rsid w:val="00CE427D"/>
    <w:rsid w:val="00CE54F3"/>
    <w:rsid w:val="00CE57C1"/>
    <w:rsid w:val="00CE6684"/>
    <w:rsid w:val="00CE6C86"/>
    <w:rsid w:val="00CF034D"/>
    <w:rsid w:val="00CF05A6"/>
    <w:rsid w:val="00CF0A36"/>
    <w:rsid w:val="00CF119D"/>
    <w:rsid w:val="00CF125A"/>
    <w:rsid w:val="00CF152D"/>
    <w:rsid w:val="00CF17D7"/>
    <w:rsid w:val="00CF2D0E"/>
    <w:rsid w:val="00CF4250"/>
    <w:rsid w:val="00CF44EF"/>
    <w:rsid w:val="00CF55CB"/>
    <w:rsid w:val="00CF77AE"/>
    <w:rsid w:val="00D008F4"/>
    <w:rsid w:val="00D019A7"/>
    <w:rsid w:val="00D01B83"/>
    <w:rsid w:val="00D02CF2"/>
    <w:rsid w:val="00D03159"/>
    <w:rsid w:val="00D04E25"/>
    <w:rsid w:val="00D0672E"/>
    <w:rsid w:val="00D06970"/>
    <w:rsid w:val="00D07756"/>
    <w:rsid w:val="00D078F1"/>
    <w:rsid w:val="00D10137"/>
    <w:rsid w:val="00D10D4B"/>
    <w:rsid w:val="00D11227"/>
    <w:rsid w:val="00D11735"/>
    <w:rsid w:val="00D11D4A"/>
    <w:rsid w:val="00D120E1"/>
    <w:rsid w:val="00D133A4"/>
    <w:rsid w:val="00D14930"/>
    <w:rsid w:val="00D153A1"/>
    <w:rsid w:val="00D157DC"/>
    <w:rsid w:val="00D15958"/>
    <w:rsid w:val="00D2060F"/>
    <w:rsid w:val="00D20775"/>
    <w:rsid w:val="00D2267D"/>
    <w:rsid w:val="00D22BDE"/>
    <w:rsid w:val="00D24603"/>
    <w:rsid w:val="00D24AA2"/>
    <w:rsid w:val="00D25413"/>
    <w:rsid w:val="00D26379"/>
    <w:rsid w:val="00D27694"/>
    <w:rsid w:val="00D309D7"/>
    <w:rsid w:val="00D30CE8"/>
    <w:rsid w:val="00D3187B"/>
    <w:rsid w:val="00D327AE"/>
    <w:rsid w:val="00D32D25"/>
    <w:rsid w:val="00D376FE"/>
    <w:rsid w:val="00D3772C"/>
    <w:rsid w:val="00D37FAA"/>
    <w:rsid w:val="00D40940"/>
    <w:rsid w:val="00D409BC"/>
    <w:rsid w:val="00D41E4E"/>
    <w:rsid w:val="00D43A77"/>
    <w:rsid w:val="00D44DE2"/>
    <w:rsid w:val="00D44FF3"/>
    <w:rsid w:val="00D45D09"/>
    <w:rsid w:val="00D47C45"/>
    <w:rsid w:val="00D50186"/>
    <w:rsid w:val="00D5135F"/>
    <w:rsid w:val="00D51B90"/>
    <w:rsid w:val="00D52697"/>
    <w:rsid w:val="00D52BC6"/>
    <w:rsid w:val="00D52CB6"/>
    <w:rsid w:val="00D53638"/>
    <w:rsid w:val="00D54E91"/>
    <w:rsid w:val="00D56237"/>
    <w:rsid w:val="00D562CB"/>
    <w:rsid w:val="00D5666F"/>
    <w:rsid w:val="00D614E4"/>
    <w:rsid w:val="00D6168F"/>
    <w:rsid w:val="00D6232A"/>
    <w:rsid w:val="00D652F0"/>
    <w:rsid w:val="00D65E60"/>
    <w:rsid w:val="00D65F39"/>
    <w:rsid w:val="00D6691D"/>
    <w:rsid w:val="00D66E7A"/>
    <w:rsid w:val="00D6741D"/>
    <w:rsid w:val="00D713CE"/>
    <w:rsid w:val="00D71BB4"/>
    <w:rsid w:val="00D71BFB"/>
    <w:rsid w:val="00D764BD"/>
    <w:rsid w:val="00D76597"/>
    <w:rsid w:val="00D765EA"/>
    <w:rsid w:val="00D76998"/>
    <w:rsid w:val="00D7705A"/>
    <w:rsid w:val="00D77A7C"/>
    <w:rsid w:val="00D80D72"/>
    <w:rsid w:val="00D81B22"/>
    <w:rsid w:val="00D8222A"/>
    <w:rsid w:val="00D82DED"/>
    <w:rsid w:val="00D83315"/>
    <w:rsid w:val="00D83FE1"/>
    <w:rsid w:val="00D84B0B"/>
    <w:rsid w:val="00D85D55"/>
    <w:rsid w:val="00D85D9E"/>
    <w:rsid w:val="00D86AAB"/>
    <w:rsid w:val="00D87052"/>
    <w:rsid w:val="00D914AB"/>
    <w:rsid w:val="00D91F24"/>
    <w:rsid w:val="00D93654"/>
    <w:rsid w:val="00D943EC"/>
    <w:rsid w:val="00D94FC4"/>
    <w:rsid w:val="00D9537B"/>
    <w:rsid w:val="00D95DCD"/>
    <w:rsid w:val="00D9656A"/>
    <w:rsid w:val="00D97CE5"/>
    <w:rsid w:val="00DA1A64"/>
    <w:rsid w:val="00DA2BE1"/>
    <w:rsid w:val="00DA3177"/>
    <w:rsid w:val="00DA3679"/>
    <w:rsid w:val="00DA4427"/>
    <w:rsid w:val="00DA4B79"/>
    <w:rsid w:val="00DA4E2B"/>
    <w:rsid w:val="00DA6072"/>
    <w:rsid w:val="00DA6BAE"/>
    <w:rsid w:val="00DA7699"/>
    <w:rsid w:val="00DA76DD"/>
    <w:rsid w:val="00DB1C3C"/>
    <w:rsid w:val="00DB20A0"/>
    <w:rsid w:val="00DB22C8"/>
    <w:rsid w:val="00DB3DE7"/>
    <w:rsid w:val="00DB40EF"/>
    <w:rsid w:val="00DB53AF"/>
    <w:rsid w:val="00DB571C"/>
    <w:rsid w:val="00DB5D8A"/>
    <w:rsid w:val="00DB6147"/>
    <w:rsid w:val="00DB6FE4"/>
    <w:rsid w:val="00DB7457"/>
    <w:rsid w:val="00DC02FD"/>
    <w:rsid w:val="00DC0C0E"/>
    <w:rsid w:val="00DC1887"/>
    <w:rsid w:val="00DC37D1"/>
    <w:rsid w:val="00DC37F9"/>
    <w:rsid w:val="00DC4E7E"/>
    <w:rsid w:val="00DC52EA"/>
    <w:rsid w:val="00DC5CF6"/>
    <w:rsid w:val="00DC7964"/>
    <w:rsid w:val="00DD0335"/>
    <w:rsid w:val="00DD257D"/>
    <w:rsid w:val="00DD2A41"/>
    <w:rsid w:val="00DD4BCA"/>
    <w:rsid w:val="00DD7B28"/>
    <w:rsid w:val="00DE10C4"/>
    <w:rsid w:val="00DE1C03"/>
    <w:rsid w:val="00DE389B"/>
    <w:rsid w:val="00DE4037"/>
    <w:rsid w:val="00DE4FFA"/>
    <w:rsid w:val="00DE503A"/>
    <w:rsid w:val="00DE63BC"/>
    <w:rsid w:val="00DE6A25"/>
    <w:rsid w:val="00DE6C45"/>
    <w:rsid w:val="00DE7F7B"/>
    <w:rsid w:val="00DE7FE6"/>
    <w:rsid w:val="00DF0348"/>
    <w:rsid w:val="00DF2006"/>
    <w:rsid w:val="00DF2714"/>
    <w:rsid w:val="00DF3212"/>
    <w:rsid w:val="00DF3460"/>
    <w:rsid w:val="00DF36A4"/>
    <w:rsid w:val="00DF3EDD"/>
    <w:rsid w:val="00DF4654"/>
    <w:rsid w:val="00DF49F7"/>
    <w:rsid w:val="00DF7D8B"/>
    <w:rsid w:val="00E00500"/>
    <w:rsid w:val="00E00769"/>
    <w:rsid w:val="00E00E20"/>
    <w:rsid w:val="00E02D12"/>
    <w:rsid w:val="00E0462F"/>
    <w:rsid w:val="00E07BE9"/>
    <w:rsid w:val="00E124D3"/>
    <w:rsid w:val="00E14E85"/>
    <w:rsid w:val="00E15E89"/>
    <w:rsid w:val="00E167B4"/>
    <w:rsid w:val="00E200D4"/>
    <w:rsid w:val="00E2130D"/>
    <w:rsid w:val="00E2148A"/>
    <w:rsid w:val="00E21A70"/>
    <w:rsid w:val="00E2211E"/>
    <w:rsid w:val="00E24D29"/>
    <w:rsid w:val="00E26329"/>
    <w:rsid w:val="00E2727A"/>
    <w:rsid w:val="00E30104"/>
    <w:rsid w:val="00E3086C"/>
    <w:rsid w:val="00E30F31"/>
    <w:rsid w:val="00E31398"/>
    <w:rsid w:val="00E32C38"/>
    <w:rsid w:val="00E32CB2"/>
    <w:rsid w:val="00E32E85"/>
    <w:rsid w:val="00E33D76"/>
    <w:rsid w:val="00E34314"/>
    <w:rsid w:val="00E367F1"/>
    <w:rsid w:val="00E36826"/>
    <w:rsid w:val="00E43E50"/>
    <w:rsid w:val="00E4602F"/>
    <w:rsid w:val="00E470A0"/>
    <w:rsid w:val="00E476CD"/>
    <w:rsid w:val="00E5108B"/>
    <w:rsid w:val="00E51C04"/>
    <w:rsid w:val="00E52B45"/>
    <w:rsid w:val="00E556EE"/>
    <w:rsid w:val="00E55A33"/>
    <w:rsid w:val="00E55F92"/>
    <w:rsid w:val="00E57507"/>
    <w:rsid w:val="00E60CFB"/>
    <w:rsid w:val="00E60D33"/>
    <w:rsid w:val="00E62293"/>
    <w:rsid w:val="00E6326D"/>
    <w:rsid w:val="00E65614"/>
    <w:rsid w:val="00E6585F"/>
    <w:rsid w:val="00E66105"/>
    <w:rsid w:val="00E6626D"/>
    <w:rsid w:val="00E66526"/>
    <w:rsid w:val="00E6688D"/>
    <w:rsid w:val="00E66EFD"/>
    <w:rsid w:val="00E70040"/>
    <w:rsid w:val="00E71132"/>
    <w:rsid w:val="00E71C8B"/>
    <w:rsid w:val="00E71DE1"/>
    <w:rsid w:val="00E7385D"/>
    <w:rsid w:val="00E7499A"/>
    <w:rsid w:val="00E74E5F"/>
    <w:rsid w:val="00E74EA5"/>
    <w:rsid w:val="00E76255"/>
    <w:rsid w:val="00E76EFB"/>
    <w:rsid w:val="00E810B7"/>
    <w:rsid w:val="00E814FD"/>
    <w:rsid w:val="00E81724"/>
    <w:rsid w:val="00E820E3"/>
    <w:rsid w:val="00E82DDF"/>
    <w:rsid w:val="00E830AB"/>
    <w:rsid w:val="00E8384E"/>
    <w:rsid w:val="00E83EAC"/>
    <w:rsid w:val="00E84915"/>
    <w:rsid w:val="00E84A6C"/>
    <w:rsid w:val="00E8558E"/>
    <w:rsid w:val="00E85CC8"/>
    <w:rsid w:val="00E86016"/>
    <w:rsid w:val="00E86B41"/>
    <w:rsid w:val="00E86C59"/>
    <w:rsid w:val="00E8753C"/>
    <w:rsid w:val="00E87E74"/>
    <w:rsid w:val="00E90134"/>
    <w:rsid w:val="00E90615"/>
    <w:rsid w:val="00E9078F"/>
    <w:rsid w:val="00E909D2"/>
    <w:rsid w:val="00E90EB1"/>
    <w:rsid w:val="00E92873"/>
    <w:rsid w:val="00E9292E"/>
    <w:rsid w:val="00E967B6"/>
    <w:rsid w:val="00E9739C"/>
    <w:rsid w:val="00E97856"/>
    <w:rsid w:val="00EA5138"/>
    <w:rsid w:val="00EA5F71"/>
    <w:rsid w:val="00EB18E0"/>
    <w:rsid w:val="00EB2880"/>
    <w:rsid w:val="00EB3551"/>
    <w:rsid w:val="00EB4B73"/>
    <w:rsid w:val="00EB56B8"/>
    <w:rsid w:val="00EB5812"/>
    <w:rsid w:val="00EB5DBE"/>
    <w:rsid w:val="00EB6486"/>
    <w:rsid w:val="00EB7027"/>
    <w:rsid w:val="00EC08C4"/>
    <w:rsid w:val="00EC1A91"/>
    <w:rsid w:val="00EC3BC0"/>
    <w:rsid w:val="00EC45C9"/>
    <w:rsid w:val="00ED3EFB"/>
    <w:rsid w:val="00ED4082"/>
    <w:rsid w:val="00ED4837"/>
    <w:rsid w:val="00ED4F2E"/>
    <w:rsid w:val="00ED7B5A"/>
    <w:rsid w:val="00EE1BAB"/>
    <w:rsid w:val="00EE2310"/>
    <w:rsid w:val="00EE2E5D"/>
    <w:rsid w:val="00EE5B6C"/>
    <w:rsid w:val="00EE66AA"/>
    <w:rsid w:val="00EE6CBC"/>
    <w:rsid w:val="00EE71CF"/>
    <w:rsid w:val="00EF060C"/>
    <w:rsid w:val="00EF10B1"/>
    <w:rsid w:val="00EF1843"/>
    <w:rsid w:val="00EF1F2F"/>
    <w:rsid w:val="00EF2C2E"/>
    <w:rsid w:val="00EF2C4F"/>
    <w:rsid w:val="00EF2E2C"/>
    <w:rsid w:val="00EF4B0B"/>
    <w:rsid w:val="00EF52AA"/>
    <w:rsid w:val="00EF5629"/>
    <w:rsid w:val="00EF5C68"/>
    <w:rsid w:val="00EF5E6F"/>
    <w:rsid w:val="00EF7344"/>
    <w:rsid w:val="00EF7E9D"/>
    <w:rsid w:val="00EF7FE6"/>
    <w:rsid w:val="00F00009"/>
    <w:rsid w:val="00F0277B"/>
    <w:rsid w:val="00F044E6"/>
    <w:rsid w:val="00F04C66"/>
    <w:rsid w:val="00F05425"/>
    <w:rsid w:val="00F06642"/>
    <w:rsid w:val="00F072AC"/>
    <w:rsid w:val="00F07ABF"/>
    <w:rsid w:val="00F10C04"/>
    <w:rsid w:val="00F1167E"/>
    <w:rsid w:val="00F136A1"/>
    <w:rsid w:val="00F139A2"/>
    <w:rsid w:val="00F14554"/>
    <w:rsid w:val="00F14A17"/>
    <w:rsid w:val="00F16124"/>
    <w:rsid w:val="00F16C26"/>
    <w:rsid w:val="00F16D0E"/>
    <w:rsid w:val="00F170CE"/>
    <w:rsid w:val="00F2163C"/>
    <w:rsid w:val="00F237E3"/>
    <w:rsid w:val="00F240EA"/>
    <w:rsid w:val="00F27E52"/>
    <w:rsid w:val="00F307EA"/>
    <w:rsid w:val="00F31B9F"/>
    <w:rsid w:val="00F32F04"/>
    <w:rsid w:val="00F3325D"/>
    <w:rsid w:val="00F33AB9"/>
    <w:rsid w:val="00F3451A"/>
    <w:rsid w:val="00F34A36"/>
    <w:rsid w:val="00F3562C"/>
    <w:rsid w:val="00F3635D"/>
    <w:rsid w:val="00F37A66"/>
    <w:rsid w:val="00F40E5E"/>
    <w:rsid w:val="00F41175"/>
    <w:rsid w:val="00F41323"/>
    <w:rsid w:val="00F41506"/>
    <w:rsid w:val="00F42B82"/>
    <w:rsid w:val="00F5080C"/>
    <w:rsid w:val="00F51B62"/>
    <w:rsid w:val="00F52D2F"/>
    <w:rsid w:val="00F54A67"/>
    <w:rsid w:val="00F55DB0"/>
    <w:rsid w:val="00F567B9"/>
    <w:rsid w:val="00F61D2C"/>
    <w:rsid w:val="00F63966"/>
    <w:rsid w:val="00F6516D"/>
    <w:rsid w:val="00F658DC"/>
    <w:rsid w:val="00F65C5B"/>
    <w:rsid w:val="00F66035"/>
    <w:rsid w:val="00F6663F"/>
    <w:rsid w:val="00F66812"/>
    <w:rsid w:val="00F669ED"/>
    <w:rsid w:val="00F7286D"/>
    <w:rsid w:val="00F72885"/>
    <w:rsid w:val="00F728CA"/>
    <w:rsid w:val="00F72A53"/>
    <w:rsid w:val="00F72BBE"/>
    <w:rsid w:val="00F73543"/>
    <w:rsid w:val="00F74B31"/>
    <w:rsid w:val="00F768EF"/>
    <w:rsid w:val="00F76920"/>
    <w:rsid w:val="00F771FE"/>
    <w:rsid w:val="00F772ED"/>
    <w:rsid w:val="00F77551"/>
    <w:rsid w:val="00F80253"/>
    <w:rsid w:val="00F8119C"/>
    <w:rsid w:val="00F813D7"/>
    <w:rsid w:val="00F8222B"/>
    <w:rsid w:val="00F843F2"/>
    <w:rsid w:val="00F8455B"/>
    <w:rsid w:val="00F856C5"/>
    <w:rsid w:val="00F858D4"/>
    <w:rsid w:val="00F85C41"/>
    <w:rsid w:val="00F873E5"/>
    <w:rsid w:val="00F87CCD"/>
    <w:rsid w:val="00F9012C"/>
    <w:rsid w:val="00F90826"/>
    <w:rsid w:val="00F9129A"/>
    <w:rsid w:val="00F95144"/>
    <w:rsid w:val="00F978DD"/>
    <w:rsid w:val="00FA032B"/>
    <w:rsid w:val="00FA09CF"/>
    <w:rsid w:val="00FA0DAA"/>
    <w:rsid w:val="00FA0F92"/>
    <w:rsid w:val="00FA1339"/>
    <w:rsid w:val="00FA14AA"/>
    <w:rsid w:val="00FA1817"/>
    <w:rsid w:val="00FA1FEB"/>
    <w:rsid w:val="00FA2890"/>
    <w:rsid w:val="00FA386A"/>
    <w:rsid w:val="00FA4663"/>
    <w:rsid w:val="00FA6245"/>
    <w:rsid w:val="00FA6B88"/>
    <w:rsid w:val="00FA7EC0"/>
    <w:rsid w:val="00FB0063"/>
    <w:rsid w:val="00FB07FA"/>
    <w:rsid w:val="00FB0834"/>
    <w:rsid w:val="00FB0EE3"/>
    <w:rsid w:val="00FB13C7"/>
    <w:rsid w:val="00FB2F90"/>
    <w:rsid w:val="00FB3F72"/>
    <w:rsid w:val="00FB40DC"/>
    <w:rsid w:val="00FB7302"/>
    <w:rsid w:val="00FC029F"/>
    <w:rsid w:val="00FC089D"/>
    <w:rsid w:val="00FC0BEB"/>
    <w:rsid w:val="00FC114B"/>
    <w:rsid w:val="00FC1D85"/>
    <w:rsid w:val="00FC257F"/>
    <w:rsid w:val="00FC2AAB"/>
    <w:rsid w:val="00FC41ED"/>
    <w:rsid w:val="00FC41F4"/>
    <w:rsid w:val="00FC45E9"/>
    <w:rsid w:val="00FC4F58"/>
    <w:rsid w:val="00FC5961"/>
    <w:rsid w:val="00FC60A3"/>
    <w:rsid w:val="00FC612F"/>
    <w:rsid w:val="00FC6BF5"/>
    <w:rsid w:val="00FC7115"/>
    <w:rsid w:val="00FC7F93"/>
    <w:rsid w:val="00FD4622"/>
    <w:rsid w:val="00FD517D"/>
    <w:rsid w:val="00FE0155"/>
    <w:rsid w:val="00FE0A10"/>
    <w:rsid w:val="00FE0BDA"/>
    <w:rsid w:val="00FE1E37"/>
    <w:rsid w:val="00FE3443"/>
    <w:rsid w:val="00FE37C4"/>
    <w:rsid w:val="00FE3811"/>
    <w:rsid w:val="00FE3FDC"/>
    <w:rsid w:val="00FE460D"/>
    <w:rsid w:val="00FE67FA"/>
    <w:rsid w:val="00FE6909"/>
    <w:rsid w:val="00FE76DC"/>
    <w:rsid w:val="00FF0364"/>
    <w:rsid w:val="00FF0CC7"/>
    <w:rsid w:val="00FF0E9B"/>
    <w:rsid w:val="00FF17C7"/>
    <w:rsid w:val="00FF190C"/>
    <w:rsid w:val="00FF37EA"/>
    <w:rsid w:val="00FF3C8B"/>
    <w:rsid w:val="00FF3D95"/>
    <w:rsid w:val="00FF46FA"/>
    <w:rsid w:val="00FF526C"/>
    <w:rsid w:val="00FF59B2"/>
    <w:rsid w:val="00FF6A86"/>
    <w:rsid w:val="00FF7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4A27BD6"/>
  <w15:chartTrackingRefBased/>
  <w15:docId w15:val="{22FF1211-1417-4B6F-B63F-5934A8F1F7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link w:val="Nagwek1Znak"/>
    <w:uiPriority w:val="1"/>
    <w:qFormat/>
    <w:rsid w:val="00502C93"/>
    <w:pPr>
      <w:autoSpaceDE w:val="0"/>
      <w:autoSpaceDN w:val="0"/>
      <w:ind w:left="1570" w:right="1632"/>
      <w:jc w:val="center"/>
      <w:outlineLvl w:val="0"/>
    </w:pPr>
    <w:rPr>
      <w:rFonts w:eastAsia="Calibri"/>
      <w:b/>
      <w:bCs/>
      <w:kern w:val="36"/>
      <w:sz w:val="22"/>
      <w:szCs w:val="2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474707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312AE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A442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DA4427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DA442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DA4427"/>
    <w:rPr>
      <w:sz w:val="24"/>
      <w:szCs w:val="24"/>
    </w:rPr>
  </w:style>
  <w:style w:type="paragraph" w:styleId="Tekstpodstawowy2">
    <w:name w:val="Body Text 2"/>
    <w:basedOn w:val="Normalny"/>
    <w:link w:val="Tekstpodstawowy2Znak"/>
    <w:unhideWhenUsed/>
    <w:rsid w:val="00D37FAA"/>
    <w:pPr>
      <w:jc w:val="both"/>
    </w:pPr>
    <w:rPr>
      <w:i/>
      <w:szCs w:val="20"/>
    </w:rPr>
  </w:style>
  <w:style w:type="character" w:customStyle="1" w:styleId="Tekstpodstawowy2Znak">
    <w:name w:val="Tekst podstawowy 2 Znak"/>
    <w:link w:val="Tekstpodstawowy2"/>
    <w:rsid w:val="00D37FAA"/>
    <w:rPr>
      <w:i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11D4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11D4A"/>
    <w:rPr>
      <w:rFonts w:ascii="Tahoma" w:hAnsi="Tahoma" w:cs="Tahoma"/>
      <w:sz w:val="16"/>
      <w:szCs w:val="16"/>
    </w:rPr>
  </w:style>
  <w:style w:type="character" w:styleId="Hipercze">
    <w:name w:val="Hyperlink"/>
    <w:rsid w:val="004E41D3"/>
    <w:rPr>
      <w:color w:val="0000FF"/>
      <w:u w:val="single"/>
    </w:rPr>
  </w:style>
  <w:style w:type="character" w:styleId="Tekstzastpczy">
    <w:name w:val="Placeholder Text"/>
    <w:uiPriority w:val="99"/>
    <w:semiHidden/>
    <w:rsid w:val="00580CC8"/>
    <w:rPr>
      <w:color w:val="808080"/>
    </w:rPr>
  </w:style>
  <w:style w:type="paragraph" w:styleId="Akapitzlist">
    <w:name w:val="List Paragraph"/>
    <w:basedOn w:val="Normalny"/>
    <w:uiPriority w:val="34"/>
    <w:qFormat/>
    <w:rsid w:val="00580CC8"/>
    <w:pPr>
      <w:ind w:left="720"/>
      <w:contextualSpacing/>
    </w:pPr>
  </w:style>
  <w:style w:type="character" w:styleId="Nierozpoznanawzmianka">
    <w:name w:val="Unresolved Mention"/>
    <w:uiPriority w:val="99"/>
    <w:semiHidden/>
    <w:unhideWhenUsed/>
    <w:rsid w:val="0067734E"/>
    <w:rPr>
      <w:color w:val="605E5C"/>
      <w:shd w:val="clear" w:color="auto" w:fill="E1DFDD"/>
    </w:rPr>
  </w:style>
  <w:style w:type="character" w:styleId="Pogrubienie">
    <w:name w:val="Strong"/>
    <w:uiPriority w:val="22"/>
    <w:qFormat/>
    <w:rsid w:val="006E57E2"/>
    <w:rPr>
      <w:b/>
      <w:bCs/>
    </w:rPr>
  </w:style>
  <w:style w:type="character" w:styleId="Uwydatnienie">
    <w:name w:val="Emphasis"/>
    <w:uiPriority w:val="20"/>
    <w:qFormat/>
    <w:rsid w:val="008F0DB7"/>
    <w:rPr>
      <w:i/>
      <w:iCs/>
    </w:rPr>
  </w:style>
  <w:style w:type="character" w:customStyle="1" w:styleId="Bodytext2">
    <w:name w:val="Body text|2_"/>
    <w:link w:val="Bodytext20"/>
    <w:locked/>
    <w:rsid w:val="001135A1"/>
    <w:rPr>
      <w:rFonts w:ascii="Arial" w:hAnsi="Arial" w:cs="Arial"/>
      <w:shd w:val="clear" w:color="auto" w:fill="FFFFFF"/>
    </w:rPr>
  </w:style>
  <w:style w:type="paragraph" w:customStyle="1" w:styleId="Bodytext20">
    <w:name w:val="Body text|2"/>
    <w:basedOn w:val="Normalny"/>
    <w:link w:val="Bodytext2"/>
    <w:rsid w:val="001135A1"/>
    <w:pPr>
      <w:shd w:val="clear" w:color="auto" w:fill="FFFFFF"/>
      <w:spacing w:after="1080" w:line="200" w:lineRule="exact"/>
      <w:jc w:val="right"/>
    </w:pPr>
    <w:rPr>
      <w:rFonts w:ascii="Arial" w:hAnsi="Arial" w:cs="Arial"/>
      <w:sz w:val="20"/>
      <w:szCs w:val="20"/>
    </w:rPr>
  </w:style>
  <w:style w:type="paragraph" w:styleId="Tekstprzypisukocowego">
    <w:name w:val="endnote text"/>
    <w:basedOn w:val="Normalny"/>
    <w:link w:val="TekstprzypisukocowegoZnak"/>
    <w:rsid w:val="00AF3BE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AF3BE6"/>
  </w:style>
  <w:style w:type="character" w:styleId="Odwoanieprzypisukocowego">
    <w:name w:val="endnote reference"/>
    <w:rsid w:val="00AF3BE6"/>
    <w:rPr>
      <w:vertAlign w:val="superscript"/>
    </w:rPr>
  </w:style>
  <w:style w:type="paragraph" w:styleId="Tekstpodstawowy">
    <w:name w:val="Body Text"/>
    <w:basedOn w:val="Normalny"/>
    <w:link w:val="TekstpodstawowyZnak"/>
    <w:rsid w:val="00502C93"/>
    <w:pPr>
      <w:spacing w:after="120"/>
    </w:pPr>
  </w:style>
  <w:style w:type="character" w:customStyle="1" w:styleId="TekstpodstawowyZnak">
    <w:name w:val="Tekst podstawowy Znak"/>
    <w:link w:val="Tekstpodstawowy"/>
    <w:rsid w:val="00502C93"/>
    <w:rPr>
      <w:sz w:val="24"/>
      <w:szCs w:val="24"/>
    </w:rPr>
  </w:style>
  <w:style w:type="character" w:customStyle="1" w:styleId="Nagwek1Znak">
    <w:name w:val="Nagłówek 1 Znak"/>
    <w:link w:val="Nagwek1"/>
    <w:uiPriority w:val="1"/>
    <w:rsid w:val="00502C93"/>
    <w:rPr>
      <w:rFonts w:eastAsia="Calibri"/>
      <w:b/>
      <w:bCs/>
      <w:kern w:val="36"/>
      <w:sz w:val="22"/>
      <w:szCs w:val="22"/>
    </w:rPr>
  </w:style>
  <w:style w:type="paragraph" w:customStyle="1" w:styleId="ng-binding">
    <w:name w:val="ng-binding"/>
    <w:basedOn w:val="Normalny"/>
    <w:rsid w:val="00474707"/>
    <w:pPr>
      <w:spacing w:before="100" w:beforeAutospacing="1" w:after="100" w:afterAutospacing="1"/>
    </w:pPr>
  </w:style>
  <w:style w:type="paragraph" w:styleId="NormalnyWeb">
    <w:name w:val="Normal (Web)"/>
    <w:basedOn w:val="Normalny"/>
    <w:uiPriority w:val="99"/>
    <w:unhideWhenUsed/>
    <w:rsid w:val="00474707"/>
    <w:pPr>
      <w:spacing w:before="100" w:beforeAutospacing="1" w:after="100" w:afterAutospacing="1"/>
    </w:pPr>
  </w:style>
  <w:style w:type="character" w:customStyle="1" w:styleId="ng-scope">
    <w:name w:val="ng-scope"/>
    <w:rsid w:val="00474707"/>
  </w:style>
  <w:style w:type="character" w:customStyle="1" w:styleId="ng-binding1">
    <w:name w:val="ng-binding1"/>
    <w:rsid w:val="00474707"/>
  </w:style>
  <w:style w:type="character" w:customStyle="1" w:styleId="Nagwek2Znak">
    <w:name w:val="Nagłówek 2 Znak"/>
    <w:link w:val="Nagwek2"/>
    <w:semiHidden/>
    <w:rsid w:val="00474707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customStyle="1" w:styleId="thesistitle">
    <w:name w:val="thesis__title"/>
    <w:rsid w:val="00474707"/>
  </w:style>
  <w:style w:type="paragraph" w:customStyle="1" w:styleId="text-justify">
    <w:name w:val="text-justify"/>
    <w:basedOn w:val="Normalny"/>
    <w:rsid w:val="00474707"/>
    <w:pPr>
      <w:spacing w:before="100" w:beforeAutospacing="1" w:after="100" w:afterAutospacing="1"/>
    </w:pPr>
  </w:style>
  <w:style w:type="character" w:customStyle="1" w:styleId="ng-scope1">
    <w:name w:val="ng-scope1"/>
    <w:rsid w:val="00474707"/>
  </w:style>
  <w:style w:type="character" w:styleId="UyteHipercze">
    <w:name w:val="FollowedHyperlink"/>
    <w:rsid w:val="008B380E"/>
    <w:rPr>
      <w:color w:val="954F72"/>
      <w:u w:val="single"/>
    </w:rPr>
  </w:style>
  <w:style w:type="character" w:styleId="Odwoaniedokomentarza">
    <w:name w:val="annotation reference"/>
    <w:rsid w:val="006735F8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6735F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6735F8"/>
  </w:style>
  <w:style w:type="paragraph" w:styleId="Tematkomentarza">
    <w:name w:val="annotation subject"/>
    <w:basedOn w:val="Tekstkomentarza"/>
    <w:next w:val="Tekstkomentarza"/>
    <w:link w:val="TematkomentarzaZnak"/>
    <w:rsid w:val="006735F8"/>
    <w:rPr>
      <w:b/>
      <w:bCs/>
    </w:rPr>
  </w:style>
  <w:style w:type="character" w:customStyle="1" w:styleId="TematkomentarzaZnak">
    <w:name w:val="Temat komentarza Znak"/>
    <w:link w:val="Tematkomentarza"/>
    <w:rsid w:val="006735F8"/>
    <w:rPr>
      <w:b/>
      <w:bCs/>
    </w:rPr>
  </w:style>
  <w:style w:type="paragraph" w:styleId="Bezodstpw">
    <w:name w:val="No Spacing"/>
    <w:uiPriority w:val="1"/>
    <w:qFormat/>
    <w:rsid w:val="007620E9"/>
    <w:pPr>
      <w:jc w:val="both"/>
    </w:pPr>
    <w:rPr>
      <w:rFonts w:ascii="Lato" w:eastAsia="Calibri" w:hAnsi="Lato"/>
      <w:szCs w:val="22"/>
      <w:lang w:eastAsia="en-US"/>
    </w:rPr>
  </w:style>
  <w:style w:type="character" w:customStyle="1" w:styleId="Nagwek3Znak">
    <w:name w:val="Nagłówek 3 Znak"/>
    <w:link w:val="Nagwek3"/>
    <w:semiHidden/>
    <w:rsid w:val="00312AE8"/>
    <w:rPr>
      <w:rFonts w:ascii="Calibri Light" w:eastAsia="Times New Roman" w:hAnsi="Calibri Light" w:cs="Times New Roman"/>
      <w:b/>
      <w:bCs/>
      <w:sz w:val="26"/>
      <w:szCs w:val="26"/>
    </w:rPr>
  </w:style>
  <w:style w:type="table" w:styleId="Tabela-Siatka">
    <w:name w:val="Table Grid"/>
    <w:basedOn w:val="Standardowy"/>
    <w:uiPriority w:val="39"/>
    <w:rsid w:val="00F55DB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-3545842629933859440gmail-msolistparagraph">
    <w:name w:val="m_-3545842629933859440gmail-msolistparagraph"/>
    <w:basedOn w:val="Normalny"/>
    <w:rsid w:val="005869D5"/>
    <w:pPr>
      <w:spacing w:before="100" w:beforeAutospacing="1" w:after="100" w:afterAutospacing="1"/>
    </w:pPr>
  </w:style>
  <w:style w:type="paragraph" w:customStyle="1" w:styleId="Default">
    <w:name w:val="Default"/>
    <w:basedOn w:val="Normalny"/>
    <w:rsid w:val="00586D0E"/>
    <w:pPr>
      <w:autoSpaceDE w:val="0"/>
      <w:autoSpaceDN w:val="0"/>
    </w:pPr>
    <w:rPr>
      <w:rFonts w:ascii="Lato" w:eastAsia="Calibri" w:hAnsi="Lato"/>
      <w:color w:val="000000"/>
    </w:rPr>
  </w:style>
  <w:style w:type="character" w:customStyle="1" w:styleId="contentpasted0">
    <w:name w:val="contentpasted0"/>
    <w:basedOn w:val="Domylnaczcionkaakapitu"/>
    <w:rsid w:val="00254BCC"/>
  </w:style>
  <w:style w:type="paragraph" w:customStyle="1" w:styleId="xmsonormal">
    <w:name w:val="x_msonormal"/>
    <w:basedOn w:val="Normalny"/>
    <w:rsid w:val="002A6884"/>
    <w:rPr>
      <w:rFonts w:ascii="Calibri" w:eastAsiaTheme="minorHAns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95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2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01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232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75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571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846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36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81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36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2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46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200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08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7645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422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7050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109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4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43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85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6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3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60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8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2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7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7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2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37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0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577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6131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509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27227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624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1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53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850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27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185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449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65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320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135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107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0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080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590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232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624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21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2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3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8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8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1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8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43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5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5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sekretariat@ztp.krakow.pl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biuro@kubicaprojekt.pl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J:\strona\inne\zikit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7704327FA58E14C9C6BBF32A3D11D09" ma:contentTypeVersion="2" ma:contentTypeDescription="Utwórz nowy dokument." ma:contentTypeScope="" ma:versionID="84aa0e54297bb14bc61691011f8fa482">
  <xsd:schema xmlns:xsd="http://www.w3.org/2001/XMLSchema" xmlns:xs="http://www.w3.org/2001/XMLSchema" xmlns:p="http://schemas.microsoft.com/office/2006/metadata/properties" xmlns:ns3="32c112ec-1d43-4248-9c25-6fce1c846af1" targetNamespace="http://schemas.microsoft.com/office/2006/metadata/properties" ma:root="true" ma:fieldsID="24744b08ae618bdbda0241cb55a891a1" ns3:_="">
    <xsd:import namespace="32c112ec-1d43-4248-9c25-6fce1c846af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c112ec-1d43-4248-9c25-6fce1c846af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B3CD67-89F5-42DC-89F9-41464CA6ADE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9EB9A2E-3CA2-45C4-ABC3-398FBD5623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c112ec-1d43-4248-9c25-6fce1c846af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3172419-86B6-491A-AC96-12D72E09EF9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09BBC67-4AB7-4D14-8460-EA7D6876E5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zikit</Template>
  <TotalTime>32</TotalTime>
  <Pages>2</Pages>
  <Words>432</Words>
  <Characters>2592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Pan/Pani</vt:lpstr>
    </vt:vector>
  </TitlesOfParts>
  <Company>KZK</Company>
  <LinksUpToDate>false</LinksUpToDate>
  <CharactersWithSpaces>3018</CharactersWithSpaces>
  <SharedDoc>false</SharedDoc>
  <HLinks>
    <vt:vector size="6" baseType="variant">
      <vt:variant>
        <vt:i4>5636206</vt:i4>
      </vt:variant>
      <vt:variant>
        <vt:i4>0</vt:i4>
      </vt:variant>
      <vt:variant>
        <vt:i4>0</vt:i4>
      </vt:variant>
      <vt:variant>
        <vt:i4>5</vt:i4>
      </vt:variant>
      <vt:variant>
        <vt:lpwstr>mailto:OR-03@um.krakow.pl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Pan/Pani</dc:title>
  <dc:subject/>
  <dc:creator>xx</dc:creator>
  <cp:keywords/>
  <cp:lastModifiedBy>Anna Wolak</cp:lastModifiedBy>
  <cp:revision>3</cp:revision>
  <cp:lastPrinted>2024-05-20T10:58:00Z</cp:lastPrinted>
  <dcterms:created xsi:type="dcterms:W3CDTF">2024-06-26T09:07:00Z</dcterms:created>
  <dcterms:modified xsi:type="dcterms:W3CDTF">2024-06-26T09:39:00Z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0x01010027704327FA58E14C9C6BBF32A3D11D09</vt:lpwstr>
  </property>
</Properties>
</file>