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A511A" w14:textId="1006866E" w:rsidR="00082A7E" w:rsidRPr="00DD7B11" w:rsidRDefault="003B2A6A" w:rsidP="00DD7B11">
      <w:pPr>
        <w:pStyle w:val="LPtekstpodstawowy"/>
        <w:rPr>
          <w:b/>
        </w:rPr>
      </w:pPr>
      <w:r w:rsidRPr="00DD7B11">
        <w:rPr>
          <w:b/>
        </w:rPr>
        <w:t>Zarządzenie nr 36</w:t>
      </w:r>
    </w:p>
    <w:p w14:paraId="56A63BCB" w14:textId="3999E2DC" w:rsidR="00082A7E" w:rsidRPr="00DD7B11" w:rsidRDefault="00082A7E" w:rsidP="00DD7B11">
      <w:pPr>
        <w:pStyle w:val="LPtekstpodstawowy"/>
        <w:rPr>
          <w:b/>
        </w:rPr>
      </w:pPr>
      <w:r w:rsidRPr="00DD7B11">
        <w:rPr>
          <w:b/>
        </w:rPr>
        <w:t>Dyrektora Generalnego Lasów Państwowych</w:t>
      </w:r>
    </w:p>
    <w:p w14:paraId="5FA0D62E" w14:textId="77777777" w:rsidR="00DD7B11" w:rsidRPr="00DD7B11" w:rsidRDefault="00DD7B11" w:rsidP="00DD7B11">
      <w:pPr>
        <w:pStyle w:val="LPtekstpodstawowy"/>
      </w:pPr>
    </w:p>
    <w:p w14:paraId="4250C36C" w14:textId="7730E24C" w:rsidR="00082A7E" w:rsidRPr="00DD7B11" w:rsidRDefault="00082A7E" w:rsidP="00DD7B11">
      <w:pPr>
        <w:pStyle w:val="LPtekstpodstawowy"/>
      </w:pPr>
      <w:r w:rsidRPr="00DD7B11">
        <w:t xml:space="preserve">z dnia </w:t>
      </w:r>
      <w:r w:rsidR="003B2A6A" w:rsidRPr="00DD7B11">
        <w:t xml:space="preserve">28 maja </w:t>
      </w:r>
      <w:r w:rsidR="00596B46" w:rsidRPr="00DD7B11">
        <w:t>2021</w:t>
      </w:r>
      <w:r w:rsidRPr="00DD7B11">
        <w:t xml:space="preserve"> r.</w:t>
      </w:r>
    </w:p>
    <w:p w14:paraId="2F65D68F" w14:textId="77777777" w:rsidR="00082A7E" w:rsidRPr="00082A7E" w:rsidRDefault="00082A7E" w:rsidP="00DD7B11">
      <w:pPr>
        <w:pStyle w:val="LPtekstpodstawowy"/>
      </w:pPr>
    </w:p>
    <w:p w14:paraId="70E4FAFF" w14:textId="6E437C26" w:rsidR="006F254B" w:rsidRPr="00DD7B11" w:rsidRDefault="00082A7E" w:rsidP="00DD7B11">
      <w:pPr>
        <w:pStyle w:val="LPtekstpodstawowy"/>
      </w:pPr>
      <w:r w:rsidRPr="00DD7B11">
        <w:rPr>
          <w:b/>
        </w:rPr>
        <w:t>w sprawie wytycznych</w:t>
      </w:r>
      <w:r w:rsidR="00283457" w:rsidRPr="00DD7B11">
        <w:rPr>
          <w:b/>
        </w:rPr>
        <w:t xml:space="preserve"> dotyczących korzystania z dróg leśnych, a także</w:t>
      </w:r>
      <w:r w:rsidR="006F254B" w:rsidRPr="00DD7B11">
        <w:rPr>
          <w:b/>
        </w:rPr>
        <w:t xml:space="preserve"> </w:t>
      </w:r>
      <w:r w:rsidR="00770398" w:rsidRPr="00DD7B11">
        <w:rPr>
          <w:b/>
        </w:rPr>
        <w:t xml:space="preserve">ich </w:t>
      </w:r>
      <w:r w:rsidR="00FB7647" w:rsidRPr="00DD7B11">
        <w:rPr>
          <w:b/>
        </w:rPr>
        <w:t xml:space="preserve">oznakowania i </w:t>
      </w:r>
      <w:r w:rsidRPr="00DD7B11">
        <w:rPr>
          <w:b/>
        </w:rPr>
        <w:t xml:space="preserve">udostępniania </w:t>
      </w:r>
      <w:r w:rsidR="00C57AC2" w:rsidRPr="00DD7B11">
        <w:rPr>
          <w:b/>
        </w:rPr>
        <w:t>dla ruchu pojazd</w:t>
      </w:r>
      <w:r w:rsidR="00784E89" w:rsidRPr="00DD7B11">
        <w:rPr>
          <w:b/>
        </w:rPr>
        <w:t>ami silnikowymi, zaprzęgowymi</w:t>
      </w:r>
      <w:r w:rsidR="00784E89" w:rsidRPr="00DD7B11">
        <w:t xml:space="preserve"> i </w:t>
      </w:r>
      <w:r w:rsidR="00C57AC2" w:rsidRPr="00DD7B11">
        <w:rPr>
          <w:b/>
        </w:rPr>
        <w:t>motorowerami</w:t>
      </w:r>
    </w:p>
    <w:p w14:paraId="2DFEC08E" w14:textId="77777777" w:rsidR="00DD7B11" w:rsidRPr="00DD7B11" w:rsidRDefault="00DD7B11" w:rsidP="00DD7B11">
      <w:pPr>
        <w:pStyle w:val="LPtekstpodstawowy"/>
      </w:pPr>
    </w:p>
    <w:p w14:paraId="4B06AA5F" w14:textId="6E69E0FF" w:rsidR="00082A7E" w:rsidRPr="00082A7E" w:rsidRDefault="00082A7E" w:rsidP="00DD7B11">
      <w:pPr>
        <w:pStyle w:val="LPtekstpodstawowy"/>
      </w:pPr>
      <w:r w:rsidRPr="00107A70">
        <w:t>(zn</w:t>
      </w:r>
      <w:r w:rsidR="00107A70" w:rsidRPr="00107A70">
        <w:t>.</w:t>
      </w:r>
      <w:r w:rsidRPr="00107A70">
        <w:t xml:space="preserve"> </w:t>
      </w:r>
      <w:r w:rsidR="00B847D7" w:rsidRPr="00107A70">
        <w:t>Z</w:t>
      </w:r>
      <w:r w:rsidRPr="00107A70">
        <w:t>I.77</w:t>
      </w:r>
      <w:r w:rsidR="00B847D7" w:rsidRPr="00107A70">
        <w:t>1</w:t>
      </w:r>
      <w:r w:rsidRPr="00107A70">
        <w:t>.</w:t>
      </w:r>
      <w:r w:rsidR="00250294" w:rsidRPr="00107A70">
        <w:t>44</w:t>
      </w:r>
      <w:r w:rsidRPr="00107A70">
        <w:t>.20</w:t>
      </w:r>
      <w:r w:rsidR="00250294" w:rsidRPr="00107A70">
        <w:t>2</w:t>
      </w:r>
      <w:r w:rsidRPr="00107A70">
        <w:t>1)</w:t>
      </w:r>
    </w:p>
    <w:p w14:paraId="59C2CB16" w14:textId="77777777" w:rsidR="00082A7E" w:rsidRPr="00082A7E" w:rsidRDefault="00082A7E" w:rsidP="00DD7B11">
      <w:pPr>
        <w:pStyle w:val="LPtekstpodstawowy"/>
        <w:jc w:val="both"/>
      </w:pPr>
    </w:p>
    <w:p w14:paraId="20F5FD43" w14:textId="77777777" w:rsidR="00082A7E" w:rsidRPr="00082A7E" w:rsidRDefault="00082A7E" w:rsidP="00DD7B11">
      <w:pPr>
        <w:pStyle w:val="LPtekstpodstawowy"/>
        <w:jc w:val="both"/>
      </w:pPr>
      <w:r w:rsidRPr="00082A7E">
        <w:t>Na podstawie art. 33 ust. 1 ustawy z dnia 28 września 1991</w:t>
      </w:r>
      <w:r>
        <w:t xml:space="preserve"> </w:t>
      </w:r>
      <w:r w:rsidRPr="00082A7E">
        <w:t>r. o lasach</w:t>
      </w:r>
      <w:r w:rsidR="00E70E8E" w:rsidRPr="00250294">
        <w:rPr>
          <w:rStyle w:val="Odwoanieprzypisudolnego"/>
          <w:i/>
        </w:rPr>
        <w:footnoteReference w:id="1"/>
      </w:r>
      <w:r w:rsidRPr="00082A7E">
        <w:t>, zwanej dalej „ustawą o lasach”, w związku z § 6 Statutu Państwowego Gospodarstwa Leśnego Lasy Państwowe</w:t>
      </w:r>
      <w:r w:rsidR="00E70E8E" w:rsidRPr="00250294">
        <w:rPr>
          <w:rStyle w:val="Odwoanieprzypisudolnego"/>
          <w:i/>
        </w:rPr>
        <w:footnoteReference w:id="2"/>
      </w:r>
      <w:r>
        <w:t>, w </w:t>
      </w:r>
      <w:r w:rsidRPr="00082A7E">
        <w:t>wykonaniu zadania Dyrektora Generalnego Lasów Państwowych, wynikającego z jego obowiązku, określonego w art. 33 ust. 3 pkt. 3 ustawy o lasach</w:t>
      </w:r>
      <w:r w:rsidR="00E70E8E" w:rsidRPr="00250294">
        <w:rPr>
          <w:rStyle w:val="Odwoanieprzypisudolnego"/>
          <w:i/>
        </w:rPr>
        <w:footnoteReference w:id="3"/>
      </w:r>
      <w:r w:rsidRPr="00082A7E">
        <w:t>, mając na względzie, że:</w:t>
      </w:r>
      <w:bookmarkStart w:id="0" w:name="_GoBack"/>
      <w:bookmarkEnd w:id="0"/>
    </w:p>
    <w:p w14:paraId="1801A6E5" w14:textId="044F6682" w:rsidR="00082A7E" w:rsidRPr="00082A7E" w:rsidRDefault="00082A7E" w:rsidP="00DD7B11">
      <w:pPr>
        <w:pStyle w:val="LPtekstpodstawowy"/>
        <w:jc w:val="both"/>
      </w:pPr>
      <w:r w:rsidRPr="00082A7E">
        <w:t>1)</w:t>
      </w:r>
      <w:r w:rsidRPr="00082A7E">
        <w:tab/>
        <w:t xml:space="preserve">stosownie do przepisu art. </w:t>
      </w:r>
      <w:r w:rsidR="001336BD">
        <w:t>29</w:t>
      </w:r>
      <w:r w:rsidRPr="00082A7E">
        <w:t xml:space="preserve"> </w:t>
      </w:r>
      <w:r w:rsidR="00C05E0C">
        <w:t>ust</w:t>
      </w:r>
      <w:r w:rsidRPr="00082A7E">
        <w:t xml:space="preserve">. </w:t>
      </w:r>
      <w:r w:rsidR="00FB7647">
        <w:t xml:space="preserve">1 i </w:t>
      </w:r>
      <w:r w:rsidRPr="00082A7E">
        <w:t>2 ustawy o lasach</w:t>
      </w:r>
      <w:r w:rsidR="00E70E8E" w:rsidRPr="00250294">
        <w:rPr>
          <w:rStyle w:val="Odwoanieprzypisudolnego"/>
          <w:i/>
        </w:rPr>
        <w:footnoteReference w:id="4"/>
      </w:r>
      <w:r w:rsidRPr="00082A7E">
        <w:t xml:space="preserve"> </w:t>
      </w:r>
      <w:r w:rsidR="00C05E0C">
        <w:t xml:space="preserve">ruch na drogach leśnych </w:t>
      </w:r>
      <w:r w:rsidR="00C05E0C" w:rsidRPr="00107A70">
        <w:rPr>
          <w:spacing w:val="-4"/>
        </w:rPr>
        <w:t>dozwolony jest tylko wtedy, gdy są one oznakowane</w:t>
      </w:r>
      <w:r w:rsidR="00BF4A5E" w:rsidRPr="00107A70">
        <w:rPr>
          <w:spacing w:val="-4"/>
        </w:rPr>
        <w:t>, z zastrzeżeniem art. 29 ust. 3</w:t>
      </w:r>
      <w:r w:rsidR="001336BD" w:rsidRPr="00107A70">
        <w:rPr>
          <w:spacing w:val="-4"/>
        </w:rPr>
        <w:t>;</w:t>
      </w:r>
    </w:p>
    <w:p w14:paraId="126C5179" w14:textId="77777777" w:rsidR="00082A7E" w:rsidRPr="00082A7E" w:rsidRDefault="00082A7E" w:rsidP="00DD7B11">
      <w:pPr>
        <w:pStyle w:val="LPtekstpodstawowy"/>
        <w:jc w:val="both"/>
      </w:pPr>
      <w:r w:rsidRPr="00082A7E">
        <w:t>2)</w:t>
      </w:r>
      <w:r w:rsidRPr="00082A7E">
        <w:tab/>
      </w:r>
      <w:r w:rsidR="001336BD">
        <w:t>stosownie do art. 35</w:t>
      </w:r>
      <w:r w:rsidR="00FB7647">
        <w:t xml:space="preserve"> ust. 1 pkt 2a</w:t>
      </w:r>
      <w:r w:rsidR="001336BD">
        <w:t xml:space="preserve"> </w:t>
      </w:r>
      <w:r w:rsidR="00E70E8E" w:rsidRPr="00082A7E">
        <w:t>ustawy o lasach</w:t>
      </w:r>
      <w:r w:rsidR="00E70E8E" w:rsidRPr="00250294">
        <w:rPr>
          <w:rStyle w:val="Odwoanieprzypisudolnego"/>
          <w:i/>
        </w:rPr>
        <w:footnoteReference w:id="5"/>
      </w:r>
      <w:r w:rsidR="00E70E8E">
        <w:t xml:space="preserve"> </w:t>
      </w:r>
      <w:r w:rsidR="00FB7647">
        <w:t>nadleśniczy bezpośrednio zarządza lasami, gruntami i innymi nieruchomościami Skarbu Państwa, pozostającymi w zarządzie Lasów Państwowych</w:t>
      </w:r>
      <w:r w:rsidRPr="00082A7E">
        <w:t>;</w:t>
      </w:r>
    </w:p>
    <w:p w14:paraId="607E3DDC" w14:textId="77777777" w:rsidR="00C05E0C" w:rsidRDefault="00082A7E" w:rsidP="00DD7B11">
      <w:pPr>
        <w:pStyle w:val="LPtekstpodstawowy"/>
        <w:jc w:val="both"/>
      </w:pPr>
      <w:r w:rsidRPr="00082A7E">
        <w:t>3)</w:t>
      </w:r>
      <w:r w:rsidRPr="00082A7E">
        <w:tab/>
      </w:r>
      <w:r w:rsidR="00C05E0C">
        <w:t>stosownie do art. 8</w:t>
      </w:r>
      <w:r w:rsidR="00C57AC2">
        <w:t xml:space="preserve"> ust. 1 i 2</w:t>
      </w:r>
      <w:r w:rsidR="00C05E0C">
        <w:t xml:space="preserve"> ustawy o drogach publicznych</w:t>
      </w:r>
      <w:r w:rsidR="00E70E8E" w:rsidRPr="00250294">
        <w:rPr>
          <w:rStyle w:val="Odwoanieprzypisudolnego"/>
          <w:i/>
        </w:rPr>
        <w:footnoteReference w:id="6"/>
      </w:r>
      <w:r w:rsidR="00FB7647">
        <w:t xml:space="preserve"> </w:t>
      </w:r>
      <w:r w:rsidR="00C57AC2">
        <w:t>oznakowanie dróg wewnętrznych oraz zarządzanie nimi należy do zarządcy terenu;</w:t>
      </w:r>
    </w:p>
    <w:p w14:paraId="661815E2" w14:textId="77777777" w:rsidR="00082A7E" w:rsidRDefault="00C05E0C" w:rsidP="00DD7B11">
      <w:pPr>
        <w:pStyle w:val="LPtekstpodstawowy"/>
        <w:jc w:val="both"/>
      </w:pPr>
      <w:r>
        <w:lastRenderedPageBreak/>
        <w:t>4)</w:t>
      </w:r>
      <w:r>
        <w:tab/>
      </w:r>
      <w:r w:rsidR="00274657">
        <w:t>stosownie do art. 10</w:t>
      </w:r>
      <w:r w:rsidR="009C60BB">
        <w:t xml:space="preserve"> ust. 7 i 10a</w:t>
      </w:r>
      <w:r w:rsidR="00274657">
        <w:t xml:space="preserve"> Prawa o ruchu drogowym</w:t>
      </w:r>
      <w:r w:rsidR="009C60BB" w:rsidRPr="001E358D">
        <w:rPr>
          <w:rStyle w:val="Odwoanieprzypisudolnego"/>
          <w:i/>
        </w:rPr>
        <w:footnoteReference w:id="7"/>
      </w:r>
      <w:r w:rsidR="00274657" w:rsidRPr="001E358D">
        <w:rPr>
          <w:sz w:val="28"/>
        </w:rPr>
        <w:t xml:space="preserve"> </w:t>
      </w:r>
      <w:r w:rsidR="00274657">
        <w:t>z</w:t>
      </w:r>
      <w:r w:rsidR="00274657" w:rsidRPr="00274657">
        <w:t xml:space="preserve">arządzanie ruchem na drogach wewnętrznych </w:t>
      </w:r>
      <w:r w:rsidR="00D71E52">
        <w:t>oraz</w:t>
      </w:r>
      <w:r w:rsidR="00D71E52" w:rsidRPr="00D71E52">
        <w:t xml:space="preserve"> oznakowani</w:t>
      </w:r>
      <w:r w:rsidR="00D71E52">
        <w:t>e</w:t>
      </w:r>
      <w:r w:rsidR="00D71E52" w:rsidRPr="00D71E52">
        <w:t xml:space="preserve"> drogi wewnętrznej</w:t>
      </w:r>
      <w:r w:rsidR="00274657" w:rsidRPr="00274657">
        <w:t>, należy do podmiotu zarządzającego tymi drogami</w:t>
      </w:r>
      <w:r w:rsidR="00D71E52">
        <w:t>;</w:t>
      </w:r>
    </w:p>
    <w:p w14:paraId="450C6DB2" w14:textId="29498A19" w:rsidR="00D71E52" w:rsidRPr="00082A7E" w:rsidRDefault="00C05E0C" w:rsidP="00DD7B11">
      <w:pPr>
        <w:pStyle w:val="LPtekstpodstawowy"/>
        <w:jc w:val="both"/>
      </w:pPr>
      <w:r>
        <w:t>5</w:t>
      </w:r>
      <w:r w:rsidR="00D71E52">
        <w:t>)</w:t>
      </w:r>
      <w:r w:rsidR="00D71E52">
        <w:tab/>
        <w:t xml:space="preserve">stosownie do art. </w:t>
      </w:r>
      <w:r w:rsidR="003C0BBA">
        <w:t>84 i 85a K</w:t>
      </w:r>
      <w:r w:rsidR="00D71E52">
        <w:t>odeksu wykroczeń</w:t>
      </w:r>
      <w:r w:rsidR="007B6613" w:rsidRPr="00250294">
        <w:rPr>
          <w:rStyle w:val="Odwoanieprzypisudolnego"/>
          <w:i/>
        </w:rPr>
        <w:footnoteReference w:id="8"/>
      </w:r>
      <w:r w:rsidR="003C0BBA" w:rsidRPr="00250294">
        <w:t>,</w:t>
      </w:r>
      <w:r w:rsidR="003C0BBA">
        <w:t xml:space="preserve"> </w:t>
      </w:r>
      <w:r w:rsidR="001F1210">
        <w:t>określających odpowiedzialność</w:t>
      </w:r>
      <w:r w:rsidR="003C0BBA">
        <w:t xml:space="preserve"> za </w:t>
      </w:r>
      <w:r w:rsidR="001F1210">
        <w:t>brak lub niewłaściw</w:t>
      </w:r>
      <w:r w:rsidR="00250294">
        <w:t>e</w:t>
      </w:r>
      <w:r w:rsidR="001F1210" w:rsidRPr="003C0BBA">
        <w:t xml:space="preserve"> </w:t>
      </w:r>
      <w:r w:rsidR="003C0BBA">
        <w:t>o</w:t>
      </w:r>
      <w:r w:rsidR="003C0BBA" w:rsidRPr="003C0BBA">
        <w:t>znakowania dróg wewnętrznych</w:t>
      </w:r>
      <w:r w:rsidR="003C0BBA">
        <w:t xml:space="preserve">, karze grzywny podlega </w:t>
      </w:r>
      <w:r w:rsidR="003C0BBA" w:rsidRPr="003C0BBA">
        <w:t>podmiot zarządzając</w:t>
      </w:r>
      <w:r w:rsidR="003C0BBA">
        <w:t>y</w:t>
      </w:r>
      <w:r w:rsidR="003C0BBA" w:rsidRPr="003C0BBA">
        <w:t xml:space="preserve"> tymi drogami;</w:t>
      </w:r>
    </w:p>
    <w:p w14:paraId="0D2FE2D0" w14:textId="77777777" w:rsidR="006B4454" w:rsidRDefault="006B4454" w:rsidP="00DD7B11">
      <w:pPr>
        <w:pStyle w:val="LPtekstpodstawowy"/>
        <w:jc w:val="both"/>
        <w:rPr>
          <w:rStyle w:val="LPzwykly"/>
          <w:b/>
        </w:rPr>
      </w:pPr>
    </w:p>
    <w:p w14:paraId="011D087A" w14:textId="77777777" w:rsidR="006F3D65" w:rsidRPr="00FA0233" w:rsidRDefault="006C736A" w:rsidP="00DD7B11">
      <w:pPr>
        <w:pStyle w:val="LPtekstpodstawowy"/>
        <w:jc w:val="both"/>
        <w:rPr>
          <w:rStyle w:val="LPzwykly"/>
          <w:b/>
          <w:sz w:val="28"/>
        </w:rPr>
      </w:pPr>
      <w:r w:rsidRPr="00FA0233">
        <w:rPr>
          <w:rStyle w:val="LPzwykly"/>
          <w:b/>
          <w:sz w:val="28"/>
        </w:rPr>
        <w:t>zarządza się, co następuje</w:t>
      </w:r>
    </w:p>
    <w:p w14:paraId="568FAD34" w14:textId="77777777" w:rsidR="006B4454" w:rsidRDefault="006B4454" w:rsidP="00DD7B11">
      <w:pPr>
        <w:pStyle w:val="LPtekstpodstawowy"/>
        <w:jc w:val="both"/>
        <w:rPr>
          <w:rStyle w:val="LPzwykly"/>
          <w:b/>
        </w:rPr>
      </w:pPr>
    </w:p>
    <w:p w14:paraId="46142A7E" w14:textId="0EAF0B8D" w:rsidR="00E441A8" w:rsidRPr="00E441A8" w:rsidRDefault="00E441A8" w:rsidP="00DD7B11">
      <w:pPr>
        <w:pStyle w:val="LPtekstpodstawowy"/>
        <w:rPr>
          <w:rStyle w:val="LPzwykly"/>
        </w:rPr>
      </w:pPr>
      <w:r w:rsidRPr="00E441A8">
        <w:rPr>
          <w:rStyle w:val="LPzwykly"/>
        </w:rPr>
        <w:t>§ 1</w:t>
      </w:r>
    </w:p>
    <w:p w14:paraId="6C5AE9A6" w14:textId="77777777" w:rsidR="00E441A8" w:rsidRPr="00E441A8" w:rsidRDefault="00E441A8" w:rsidP="00DD7B11">
      <w:pPr>
        <w:pStyle w:val="LPtekstpodstawowy"/>
        <w:jc w:val="both"/>
        <w:rPr>
          <w:rStyle w:val="LPzwykly"/>
        </w:rPr>
      </w:pPr>
    </w:p>
    <w:p w14:paraId="0FB87CE7" w14:textId="075B6770" w:rsidR="00E441A8" w:rsidRPr="00E441A8" w:rsidRDefault="00E441A8" w:rsidP="00DD7B11">
      <w:pPr>
        <w:pStyle w:val="LPtekstpodstawowy"/>
        <w:jc w:val="both"/>
        <w:rPr>
          <w:rStyle w:val="LPzwykly"/>
        </w:rPr>
      </w:pPr>
      <w:r w:rsidRPr="00E441A8">
        <w:rPr>
          <w:rStyle w:val="LPzwykly"/>
        </w:rPr>
        <w:t xml:space="preserve">Opracowanie niniejsze ma charakter informacyjno – interpretacyjny, według aktualnego stanu prawnego i nie zwalnia od śledzenia obowiązującego prawa </w:t>
      </w:r>
      <w:r w:rsidR="001F1210">
        <w:rPr>
          <w:rStyle w:val="LPzwykly"/>
        </w:rPr>
        <w:br/>
        <w:t xml:space="preserve">i </w:t>
      </w:r>
      <w:r w:rsidRPr="00E441A8">
        <w:rPr>
          <w:rStyle w:val="LPzwykly"/>
        </w:rPr>
        <w:t xml:space="preserve">jego stosowania </w:t>
      </w:r>
      <w:r w:rsidR="001F1210">
        <w:rPr>
          <w:rStyle w:val="LPzwykly"/>
        </w:rPr>
        <w:t xml:space="preserve">oraz </w:t>
      </w:r>
      <w:r w:rsidRPr="00E441A8">
        <w:rPr>
          <w:rStyle w:val="LPzwykly"/>
        </w:rPr>
        <w:t>uwzględnienia lokalnych uwarunkowań.</w:t>
      </w:r>
    </w:p>
    <w:p w14:paraId="339C682F" w14:textId="77777777" w:rsidR="00E441A8" w:rsidRPr="006C736A" w:rsidRDefault="00E441A8" w:rsidP="00DD7B11">
      <w:pPr>
        <w:pStyle w:val="LPtekstpodstawowy"/>
        <w:jc w:val="both"/>
        <w:rPr>
          <w:rStyle w:val="LPzwykly"/>
          <w:b/>
        </w:rPr>
      </w:pPr>
    </w:p>
    <w:p w14:paraId="60F47E07" w14:textId="77777777" w:rsidR="00E06F66" w:rsidRDefault="00B35614" w:rsidP="00DD7B11">
      <w:pPr>
        <w:pStyle w:val="LPtekstpodstawowy"/>
        <w:rPr>
          <w:rStyle w:val="LPzwykly"/>
          <w:b/>
        </w:rPr>
      </w:pPr>
      <w:r>
        <w:rPr>
          <w:rStyle w:val="LPzwykly"/>
          <w:b/>
        </w:rPr>
        <w:t>Rozdział I</w:t>
      </w:r>
    </w:p>
    <w:p w14:paraId="1E93C017" w14:textId="77777777" w:rsidR="00B35614" w:rsidRPr="00B35614" w:rsidRDefault="00B35614" w:rsidP="00DD7B11">
      <w:pPr>
        <w:pStyle w:val="LPtekstpodstawowy"/>
        <w:rPr>
          <w:rStyle w:val="LPzwykly"/>
          <w:b/>
        </w:rPr>
      </w:pPr>
      <w:r>
        <w:rPr>
          <w:rStyle w:val="LPzwykly"/>
          <w:b/>
        </w:rPr>
        <w:t>Zasady korzystania z dróg leśnych</w:t>
      </w:r>
    </w:p>
    <w:p w14:paraId="253CFB43" w14:textId="77777777" w:rsidR="006C736A" w:rsidRDefault="006C736A" w:rsidP="00DD7B11">
      <w:pPr>
        <w:pStyle w:val="LPtekstpodstawowy"/>
        <w:jc w:val="both"/>
        <w:rPr>
          <w:rStyle w:val="LPzwykly"/>
        </w:rPr>
      </w:pPr>
    </w:p>
    <w:p w14:paraId="2F800911" w14:textId="6AE507EE" w:rsidR="006C736A" w:rsidRDefault="006C736A" w:rsidP="00DD7B11">
      <w:pPr>
        <w:pStyle w:val="LPtekstpodstawowy"/>
        <w:rPr>
          <w:rStyle w:val="LPzwykly"/>
        </w:rPr>
      </w:pPr>
      <w:r>
        <w:rPr>
          <w:rStyle w:val="LPzwykly"/>
        </w:rPr>
        <w:t xml:space="preserve">§ </w:t>
      </w:r>
      <w:r w:rsidR="00E441A8">
        <w:rPr>
          <w:rStyle w:val="LPzwykly"/>
        </w:rPr>
        <w:t>2</w:t>
      </w:r>
    </w:p>
    <w:p w14:paraId="5DE88ED7" w14:textId="77777777" w:rsidR="006B4454" w:rsidRPr="006C736A" w:rsidRDefault="006B4454" w:rsidP="00DD7B11">
      <w:pPr>
        <w:pStyle w:val="LPtekstpodstawowy"/>
        <w:jc w:val="both"/>
        <w:rPr>
          <w:rStyle w:val="LPzwykly"/>
        </w:rPr>
      </w:pPr>
    </w:p>
    <w:p w14:paraId="3DBCBAC1" w14:textId="33889840" w:rsidR="00F12A06" w:rsidRDefault="00F12A06" w:rsidP="00DD7B11">
      <w:pPr>
        <w:pStyle w:val="LPtekstpodstawowy"/>
        <w:jc w:val="both"/>
        <w:rPr>
          <w:rStyle w:val="LPzwykly"/>
        </w:rPr>
      </w:pPr>
      <w:r>
        <w:rPr>
          <w:rStyle w:val="LPzwykly"/>
        </w:rPr>
        <w:t>Stosownie do przepisów art. 29 ust. 3 ustawy o lasach</w:t>
      </w:r>
      <w:r>
        <w:rPr>
          <w:rStyle w:val="Odwoanieprzypisudolnego"/>
        </w:rPr>
        <w:footnoteReference w:id="9"/>
      </w:r>
      <w:r>
        <w:rPr>
          <w:rStyle w:val="LPzwykly"/>
        </w:rPr>
        <w:t xml:space="preserve"> na drogi leśne </w:t>
      </w:r>
      <w:r w:rsidRPr="00F12A06">
        <w:rPr>
          <w:rStyle w:val="LPzwykly"/>
        </w:rPr>
        <w:t>dopuszcza się</w:t>
      </w:r>
      <w:r>
        <w:rPr>
          <w:rStyle w:val="LPzwykly"/>
        </w:rPr>
        <w:t xml:space="preserve"> </w:t>
      </w:r>
      <w:r w:rsidRPr="00F12A06">
        <w:rPr>
          <w:rStyle w:val="LPzwykly"/>
        </w:rPr>
        <w:t xml:space="preserve">wjazd pojazdów </w:t>
      </w:r>
      <w:r w:rsidR="00FA0233">
        <w:rPr>
          <w:rStyle w:val="LPzwykly"/>
        </w:rPr>
        <w:t xml:space="preserve">z osobami </w:t>
      </w:r>
      <w:r>
        <w:rPr>
          <w:rStyle w:val="LPzwykly"/>
        </w:rPr>
        <w:t>uprawniony</w:t>
      </w:r>
      <w:r w:rsidR="00FA0233">
        <w:rPr>
          <w:rStyle w:val="LPzwykly"/>
        </w:rPr>
        <w:t>mi</w:t>
      </w:r>
      <w:r>
        <w:rPr>
          <w:rStyle w:val="LPzwykly"/>
        </w:rPr>
        <w:t xml:space="preserve"> do poruszania się po drogach leśnych.</w:t>
      </w:r>
    </w:p>
    <w:p w14:paraId="3D89E670" w14:textId="77777777" w:rsidR="00F12A06" w:rsidRDefault="00F12A06" w:rsidP="00DD7B11">
      <w:pPr>
        <w:pStyle w:val="LPtekstpodstawowy"/>
        <w:jc w:val="both"/>
        <w:rPr>
          <w:rStyle w:val="LPzwykly"/>
        </w:rPr>
      </w:pPr>
    </w:p>
    <w:p w14:paraId="6E5A3638" w14:textId="505B825E" w:rsidR="006C736A" w:rsidRDefault="00F12A06" w:rsidP="00DD7B11">
      <w:pPr>
        <w:pStyle w:val="LPtekstpodstawowy"/>
        <w:rPr>
          <w:rStyle w:val="LPzwykly"/>
        </w:rPr>
      </w:pPr>
      <w:r>
        <w:rPr>
          <w:rStyle w:val="LPzwykly"/>
        </w:rPr>
        <w:t xml:space="preserve">§ </w:t>
      </w:r>
      <w:r w:rsidR="00E441A8">
        <w:rPr>
          <w:rStyle w:val="LPzwykly"/>
        </w:rPr>
        <w:t>3</w:t>
      </w:r>
    </w:p>
    <w:p w14:paraId="15DEF2E4" w14:textId="77777777" w:rsidR="006B4454" w:rsidRDefault="006B4454" w:rsidP="00DD7B11">
      <w:pPr>
        <w:pStyle w:val="LPtekstpodstawowy"/>
        <w:jc w:val="both"/>
        <w:rPr>
          <w:rStyle w:val="LPzwykly"/>
        </w:rPr>
      </w:pPr>
    </w:p>
    <w:p w14:paraId="2518C1B6" w14:textId="77777777" w:rsidR="00212143" w:rsidRDefault="002D608C" w:rsidP="00DD7B11">
      <w:pPr>
        <w:pStyle w:val="LPtekstpodstawowy"/>
        <w:numPr>
          <w:ilvl w:val="0"/>
          <w:numId w:val="13"/>
        </w:numPr>
        <w:jc w:val="both"/>
        <w:rPr>
          <w:rStyle w:val="LPzwykly"/>
        </w:rPr>
      </w:pPr>
      <w:r>
        <w:rPr>
          <w:rStyle w:val="LPzwykly"/>
        </w:rPr>
        <w:t xml:space="preserve">Zasady </w:t>
      </w:r>
      <w:r w:rsidR="007E104A">
        <w:rPr>
          <w:rStyle w:val="LPzwykly"/>
        </w:rPr>
        <w:t>korzystania z dróg leśnych</w:t>
      </w:r>
      <w:r>
        <w:rPr>
          <w:rStyle w:val="LPzwykly"/>
        </w:rPr>
        <w:t xml:space="preserve"> </w:t>
      </w:r>
      <w:r w:rsidR="00466D70" w:rsidRPr="00466D70">
        <w:rPr>
          <w:rStyle w:val="LPzwykly"/>
        </w:rPr>
        <w:t>określa regulamin, który nadleśniczy wprowadza odrębnym zarządzeniem.</w:t>
      </w:r>
    </w:p>
    <w:p w14:paraId="41CC3563" w14:textId="038EEF76" w:rsidR="005D032C" w:rsidRDefault="005D032C" w:rsidP="00DD7B11">
      <w:pPr>
        <w:pStyle w:val="LPtekstpodstawowy"/>
        <w:numPr>
          <w:ilvl w:val="0"/>
          <w:numId w:val="13"/>
        </w:numPr>
        <w:jc w:val="both"/>
        <w:rPr>
          <w:rStyle w:val="LPzwykly"/>
        </w:rPr>
      </w:pPr>
      <w:r>
        <w:rPr>
          <w:rStyle w:val="LPzwykly"/>
        </w:rPr>
        <w:t xml:space="preserve">Regulamin korzystania z dróg leśnych należy udostępnić na stronie </w:t>
      </w:r>
      <w:r w:rsidRPr="007E104A">
        <w:rPr>
          <w:rStyle w:val="LPzwykly"/>
        </w:rPr>
        <w:t>internetowej nadleśnictwa</w:t>
      </w:r>
      <w:r w:rsidR="00035C75">
        <w:rPr>
          <w:rStyle w:val="LPzwykly"/>
        </w:rPr>
        <w:t xml:space="preserve">, w zakładce </w:t>
      </w:r>
      <w:r w:rsidR="005B2DE0">
        <w:rPr>
          <w:rStyle w:val="LPzwykly"/>
        </w:rPr>
        <w:t>„</w:t>
      </w:r>
      <w:r w:rsidR="00035C75">
        <w:rPr>
          <w:rStyle w:val="LPzwykly"/>
        </w:rPr>
        <w:t>Informacje</w:t>
      </w:r>
      <w:r w:rsidR="005B2DE0">
        <w:rPr>
          <w:rStyle w:val="LPzwykly"/>
        </w:rPr>
        <w:t>"</w:t>
      </w:r>
      <w:r w:rsidR="001F1210">
        <w:rPr>
          <w:rStyle w:val="LPzwykly"/>
        </w:rPr>
        <w:t xml:space="preserve">, </w:t>
      </w:r>
      <w:r w:rsidR="005B2DE0">
        <w:rPr>
          <w:rStyle w:val="LPzwykly"/>
        </w:rPr>
        <w:t xml:space="preserve">w </w:t>
      </w:r>
      <w:r w:rsidR="00035C75">
        <w:rPr>
          <w:rStyle w:val="LPzwykly"/>
        </w:rPr>
        <w:t>BIP</w:t>
      </w:r>
      <w:r w:rsidR="00FA0233">
        <w:rPr>
          <w:rStyle w:val="LPzwykly"/>
        </w:rPr>
        <w:t xml:space="preserve"> </w:t>
      </w:r>
      <w:r w:rsidR="00C328AD">
        <w:rPr>
          <w:rStyle w:val="LPzwykly"/>
        </w:rPr>
        <w:t>w zakładce</w:t>
      </w:r>
      <w:r w:rsidR="00FA0233">
        <w:rPr>
          <w:rStyle w:val="LPzwykly"/>
        </w:rPr>
        <w:t xml:space="preserve"> </w:t>
      </w:r>
      <w:r w:rsidR="00C328AD">
        <w:rPr>
          <w:rStyle w:val="LPzwykly"/>
        </w:rPr>
        <w:t>„</w:t>
      </w:r>
      <w:r w:rsidR="00FA0233">
        <w:rPr>
          <w:rStyle w:val="LPzwykly"/>
        </w:rPr>
        <w:t>Zarządzenia i</w:t>
      </w:r>
      <w:r w:rsidR="004D5348">
        <w:rPr>
          <w:rStyle w:val="LPzwykly"/>
        </w:rPr>
        <w:t> </w:t>
      </w:r>
      <w:r w:rsidR="00FA0233">
        <w:rPr>
          <w:rStyle w:val="LPzwykly"/>
        </w:rPr>
        <w:t>decyzje</w:t>
      </w:r>
      <w:r w:rsidR="00C328AD">
        <w:rPr>
          <w:rStyle w:val="LPzwykly"/>
        </w:rPr>
        <w:t>”</w:t>
      </w:r>
      <w:r w:rsidR="001F1210">
        <w:rPr>
          <w:rStyle w:val="LPzwykly"/>
        </w:rPr>
        <w:t xml:space="preserve"> oraz na tablicy ogłoszeń nadleśnictwa</w:t>
      </w:r>
      <w:r>
        <w:rPr>
          <w:rStyle w:val="LPzwykly"/>
        </w:rPr>
        <w:t xml:space="preserve">. </w:t>
      </w:r>
    </w:p>
    <w:p w14:paraId="0A348349" w14:textId="254096C7" w:rsidR="007E104A" w:rsidRDefault="00E441A8" w:rsidP="00DD7B11">
      <w:pPr>
        <w:pStyle w:val="LPtekstpodstawowy"/>
        <w:numPr>
          <w:ilvl w:val="0"/>
          <w:numId w:val="13"/>
        </w:numPr>
        <w:jc w:val="both"/>
        <w:rPr>
          <w:rStyle w:val="LPzwykly"/>
        </w:rPr>
      </w:pPr>
      <w:r>
        <w:rPr>
          <w:rStyle w:val="LPzwykly"/>
        </w:rPr>
        <w:t xml:space="preserve">Ramowa treść </w:t>
      </w:r>
      <w:r w:rsidR="007E104A">
        <w:rPr>
          <w:rStyle w:val="LPzwykly"/>
        </w:rPr>
        <w:t>regulaminu stanowi załącznik nr 1.</w:t>
      </w:r>
      <w:r w:rsidR="00237E22">
        <w:rPr>
          <w:rStyle w:val="LPzwykly"/>
        </w:rPr>
        <w:t xml:space="preserve"> </w:t>
      </w:r>
      <w:r w:rsidR="00237E22" w:rsidRPr="00784E89">
        <w:rPr>
          <w:rStyle w:val="LPzwykly"/>
        </w:rPr>
        <w:t>Regulamin należy dostosować do lokalnych uwarunkowań.</w:t>
      </w:r>
    </w:p>
    <w:p w14:paraId="1B9D2FE9" w14:textId="77777777" w:rsidR="00FD3084" w:rsidRDefault="00FD3084" w:rsidP="00DD7B11">
      <w:pPr>
        <w:pStyle w:val="LPtekstpodstawowy"/>
        <w:jc w:val="both"/>
        <w:rPr>
          <w:rStyle w:val="LPzwykly"/>
        </w:rPr>
      </w:pPr>
    </w:p>
    <w:p w14:paraId="7843AD72" w14:textId="7AB99119" w:rsidR="00FD3084" w:rsidRDefault="00FD3084" w:rsidP="00DD7B11">
      <w:pPr>
        <w:pStyle w:val="LPtekstpodstawowy"/>
        <w:rPr>
          <w:rStyle w:val="LPzwykly"/>
        </w:rPr>
      </w:pPr>
      <w:r>
        <w:rPr>
          <w:rStyle w:val="LPzwykly"/>
        </w:rPr>
        <w:t>§</w:t>
      </w:r>
      <w:r w:rsidR="006859F6">
        <w:rPr>
          <w:rStyle w:val="LPzwykly"/>
        </w:rPr>
        <w:t xml:space="preserve"> </w:t>
      </w:r>
      <w:r w:rsidR="00E441A8">
        <w:rPr>
          <w:rStyle w:val="LPzwykly"/>
        </w:rPr>
        <w:t>4</w:t>
      </w:r>
    </w:p>
    <w:p w14:paraId="5761EA45" w14:textId="77777777" w:rsidR="00FD3084" w:rsidRDefault="00FD3084" w:rsidP="00DD7B11">
      <w:pPr>
        <w:pStyle w:val="LPtekstpodstawowy"/>
        <w:jc w:val="both"/>
        <w:rPr>
          <w:rStyle w:val="LPzwykly"/>
        </w:rPr>
      </w:pPr>
    </w:p>
    <w:p w14:paraId="62653CA5" w14:textId="61B73BCC" w:rsidR="00777A0C" w:rsidRDefault="00822EC8" w:rsidP="00DD7B11">
      <w:pPr>
        <w:pStyle w:val="LPtekstpodstawowy"/>
        <w:numPr>
          <w:ilvl w:val="0"/>
          <w:numId w:val="36"/>
        </w:numPr>
        <w:jc w:val="both"/>
        <w:rPr>
          <w:rStyle w:val="LPzwykly"/>
        </w:rPr>
      </w:pPr>
      <w:r>
        <w:rPr>
          <w:rStyle w:val="LPzwykly"/>
        </w:rPr>
        <w:t xml:space="preserve">Zgodnie </w:t>
      </w:r>
      <w:r w:rsidR="00777A0C">
        <w:rPr>
          <w:rStyle w:val="LPzwykly"/>
        </w:rPr>
        <w:t xml:space="preserve">z art. </w:t>
      </w:r>
      <w:r w:rsidR="00777A0C" w:rsidRPr="00777A0C">
        <w:rPr>
          <w:rStyle w:val="LPzwykly"/>
        </w:rPr>
        <w:t>29 ust. 1 ustawy o lasach</w:t>
      </w:r>
      <w:r w:rsidR="00777A0C">
        <w:rPr>
          <w:rStyle w:val="LPzwykly"/>
        </w:rPr>
        <w:t>,</w:t>
      </w:r>
      <w:r w:rsidR="00777A0C" w:rsidRPr="00777A0C">
        <w:rPr>
          <w:rStyle w:val="LPzwykly"/>
        </w:rPr>
        <w:t xml:space="preserve"> ruch pojazdem silnikowym, zaprzęgowym i motorowerem w lesie dozwolony jest jedynie drogami publicznymi, natomiast drogami leśnymi jest dozwolony tylko wtedy, gdy są one oznakowane drogowskazami dopuszczającymi ruch po tych drogach. Treść </w:t>
      </w:r>
      <w:r w:rsidR="001F1210">
        <w:rPr>
          <w:rStyle w:val="LPzwykly"/>
        </w:rPr>
        <w:t>art. 29 ust.1 ustawy o lasach nie zobowiązuje d</w:t>
      </w:r>
      <w:r w:rsidR="000C417A">
        <w:rPr>
          <w:rStyle w:val="LPzwykly"/>
        </w:rPr>
        <w:t>o oznakowania dróg leśnych, nie</w:t>
      </w:r>
      <w:r w:rsidR="001F1210">
        <w:rPr>
          <w:rStyle w:val="LPzwykly"/>
        </w:rPr>
        <w:t>udostępnionych do ruchu publicznego</w:t>
      </w:r>
      <w:r w:rsidR="008A550C">
        <w:rPr>
          <w:rStyle w:val="LPzwykly"/>
        </w:rPr>
        <w:t>,</w:t>
      </w:r>
      <w:r w:rsidR="00777A0C" w:rsidRPr="00777A0C">
        <w:rPr>
          <w:rStyle w:val="LPzwykly"/>
        </w:rPr>
        <w:t xml:space="preserve"> </w:t>
      </w:r>
      <w:r w:rsidR="00CC4FED">
        <w:rPr>
          <w:rStyle w:val="LPzwykly"/>
        </w:rPr>
        <w:t>zgodnie</w:t>
      </w:r>
      <w:r w:rsidR="00777A0C" w:rsidRPr="00777A0C">
        <w:rPr>
          <w:rStyle w:val="LPzwykly"/>
        </w:rPr>
        <w:t xml:space="preserve"> z </w:t>
      </w:r>
      <w:r w:rsidR="001B154D">
        <w:rPr>
          <w:rStyle w:val="LPzwykly"/>
        </w:rPr>
        <w:t>r</w:t>
      </w:r>
      <w:r w:rsidR="00777A0C" w:rsidRPr="00777A0C">
        <w:rPr>
          <w:rStyle w:val="LPzwykly"/>
        </w:rPr>
        <w:t>ozporządzenie</w:t>
      </w:r>
      <w:r w:rsidR="00777A0C">
        <w:rPr>
          <w:rStyle w:val="LPzwykly"/>
        </w:rPr>
        <w:t>m</w:t>
      </w:r>
      <w:r w:rsidR="00777A0C" w:rsidRPr="00777A0C">
        <w:rPr>
          <w:rStyle w:val="LPzwykly"/>
        </w:rPr>
        <w:t xml:space="preserve"> Ministr</w:t>
      </w:r>
      <w:r w:rsidR="004A61FC">
        <w:rPr>
          <w:rStyle w:val="LPzwykly"/>
        </w:rPr>
        <w:t>ów</w:t>
      </w:r>
      <w:r w:rsidR="00777A0C" w:rsidRPr="00777A0C">
        <w:rPr>
          <w:rStyle w:val="LPzwykly"/>
        </w:rPr>
        <w:t xml:space="preserve"> Infrastruktury oraz Spraw Wewnętrznych i Administracji z dnia 31 lipca 2002 r. w</w:t>
      </w:r>
      <w:r w:rsidR="004D5348">
        <w:rPr>
          <w:rStyle w:val="LPzwykly"/>
        </w:rPr>
        <w:t> </w:t>
      </w:r>
      <w:r w:rsidR="00777A0C" w:rsidRPr="00777A0C">
        <w:rPr>
          <w:rStyle w:val="LPzwykly"/>
        </w:rPr>
        <w:t>sprawie znaków i</w:t>
      </w:r>
      <w:r w:rsidR="00795215">
        <w:rPr>
          <w:rStyle w:val="LPzwykly"/>
        </w:rPr>
        <w:t xml:space="preserve"> </w:t>
      </w:r>
      <w:r w:rsidR="00777A0C" w:rsidRPr="00777A0C">
        <w:rPr>
          <w:rStyle w:val="LPzwykly"/>
        </w:rPr>
        <w:t xml:space="preserve">sygnałów drogowych </w:t>
      </w:r>
      <w:r w:rsidR="001379C1" w:rsidRPr="001379C1">
        <w:rPr>
          <w:rStyle w:val="LPzwykly"/>
        </w:rPr>
        <w:t>(</w:t>
      </w:r>
      <w:r w:rsidR="001379C1" w:rsidRPr="00784E89">
        <w:rPr>
          <w:rStyle w:val="LPzwykly"/>
        </w:rPr>
        <w:t>t.j. Dz.U. z 2019 poz. 2310)</w:t>
      </w:r>
      <w:r w:rsidR="001B154D" w:rsidRPr="00784E89">
        <w:rPr>
          <w:rStyle w:val="LPzwykly"/>
        </w:rPr>
        <w:t>, zwanym dalej rozporządzeniem Ministrów w sprawie znaków</w:t>
      </w:r>
      <w:r w:rsidR="00DF72F9">
        <w:rPr>
          <w:rStyle w:val="LPzwykly"/>
        </w:rPr>
        <w:t>.</w:t>
      </w:r>
    </w:p>
    <w:p w14:paraId="60D46F24" w14:textId="16C651A4" w:rsidR="00FD3084" w:rsidRPr="00FD3084" w:rsidRDefault="00FD3084" w:rsidP="00DD7B11">
      <w:pPr>
        <w:pStyle w:val="LPtekstpodstawowy"/>
        <w:numPr>
          <w:ilvl w:val="0"/>
          <w:numId w:val="36"/>
        </w:numPr>
        <w:jc w:val="both"/>
        <w:rPr>
          <w:rStyle w:val="LPzwykly"/>
        </w:rPr>
      </w:pPr>
      <w:r>
        <w:rPr>
          <w:rStyle w:val="LPzwykly"/>
        </w:rPr>
        <w:t>O</w:t>
      </w:r>
      <w:r w:rsidRPr="00FD3084">
        <w:rPr>
          <w:rStyle w:val="LPzwykly"/>
        </w:rPr>
        <w:t xml:space="preserve">znakowanie dróg leśnych, które nie są udostępniane do ruchu publicznego </w:t>
      </w:r>
      <w:r>
        <w:rPr>
          <w:rStyle w:val="LPzwykly"/>
        </w:rPr>
        <w:t>po</w:t>
      </w:r>
      <w:r w:rsidRPr="00FD3084">
        <w:rPr>
          <w:rStyle w:val="LPzwykly"/>
        </w:rPr>
        <w:t xml:space="preserve">winno być </w:t>
      </w:r>
      <w:r w:rsidR="00844E2B">
        <w:rPr>
          <w:rStyle w:val="LPzwykly"/>
        </w:rPr>
        <w:t>ograniczone do</w:t>
      </w:r>
      <w:r w:rsidRPr="00FD3084">
        <w:rPr>
          <w:rStyle w:val="LPzwykly"/>
        </w:rPr>
        <w:t xml:space="preserve"> miejsc, </w:t>
      </w:r>
      <w:r w:rsidR="00844E2B">
        <w:rPr>
          <w:rStyle w:val="LPzwykly"/>
        </w:rPr>
        <w:t>w których</w:t>
      </w:r>
      <w:r w:rsidRPr="00FD3084">
        <w:rPr>
          <w:rStyle w:val="LPzwykly"/>
        </w:rPr>
        <w:t xml:space="preserve"> kierujący po</w:t>
      </w:r>
      <w:r>
        <w:rPr>
          <w:rStyle w:val="LPzwykly"/>
        </w:rPr>
        <w:t>jazdem może mieć wątpliwoś</w:t>
      </w:r>
      <w:r w:rsidR="000B1016">
        <w:rPr>
          <w:rStyle w:val="LPzwykly"/>
        </w:rPr>
        <w:t>ci</w:t>
      </w:r>
      <w:r>
        <w:rPr>
          <w:rStyle w:val="LPzwykly"/>
        </w:rPr>
        <w:t xml:space="preserve"> dotycząc</w:t>
      </w:r>
      <w:r w:rsidR="000B1016">
        <w:rPr>
          <w:rStyle w:val="LPzwykly"/>
        </w:rPr>
        <w:t>e</w:t>
      </w:r>
      <w:r w:rsidRPr="00FD3084">
        <w:rPr>
          <w:rStyle w:val="LPzwykly"/>
        </w:rPr>
        <w:t xml:space="preserve"> statusu drogi</w:t>
      </w:r>
      <w:r>
        <w:rPr>
          <w:rStyle w:val="LPzwykly"/>
        </w:rPr>
        <w:t>,</w:t>
      </w:r>
      <w:r w:rsidRPr="00FD3084">
        <w:rPr>
          <w:rStyle w:val="LPzwykly"/>
        </w:rPr>
        <w:t xml:space="preserve"> z której korzysta</w:t>
      </w:r>
      <w:r w:rsidR="00844E2B">
        <w:rPr>
          <w:rStyle w:val="LPzwykly"/>
        </w:rPr>
        <w:t>,</w:t>
      </w:r>
      <w:r w:rsidR="007241E7">
        <w:rPr>
          <w:rStyle w:val="LPzwykly"/>
        </w:rPr>
        <w:t xml:space="preserve"> </w:t>
      </w:r>
      <w:r w:rsidR="00844E2B">
        <w:rPr>
          <w:rStyle w:val="LPzwykly"/>
        </w:rPr>
        <w:t>w</w:t>
      </w:r>
      <w:r w:rsidRPr="00FD3084">
        <w:rPr>
          <w:rStyle w:val="LPzwykly"/>
        </w:rPr>
        <w:t xml:space="preserve"> szczególności</w:t>
      </w:r>
      <w:r w:rsidR="001F1210">
        <w:rPr>
          <w:rStyle w:val="LPzwykly"/>
        </w:rPr>
        <w:t xml:space="preserve"> dotyczących</w:t>
      </w:r>
      <w:r w:rsidRPr="00FD3084">
        <w:rPr>
          <w:rStyle w:val="LPzwykly"/>
        </w:rPr>
        <w:t>:</w:t>
      </w:r>
    </w:p>
    <w:p w14:paraId="50B892D1" w14:textId="6D64277D" w:rsidR="00FD3084" w:rsidRPr="00FD3084" w:rsidRDefault="00FD3084" w:rsidP="00DD7B11">
      <w:pPr>
        <w:pStyle w:val="LPtekstpodstawowy"/>
        <w:numPr>
          <w:ilvl w:val="0"/>
          <w:numId w:val="29"/>
        </w:numPr>
        <w:jc w:val="both"/>
        <w:rPr>
          <w:rStyle w:val="LPzwykly"/>
        </w:rPr>
      </w:pPr>
      <w:r w:rsidRPr="00FD3084">
        <w:rPr>
          <w:rStyle w:val="LPzwykly"/>
        </w:rPr>
        <w:t>położenia drogi leśnej w ciągu drogi publicznej</w:t>
      </w:r>
      <w:r w:rsidR="0043226B">
        <w:rPr>
          <w:rStyle w:val="LPzwykly"/>
        </w:rPr>
        <w:t>;</w:t>
      </w:r>
    </w:p>
    <w:p w14:paraId="53E5347D" w14:textId="141C373A" w:rsidR="00FD3084" w:rsidRPr="00FD3084" w:rsidRDefault="00FD3084" w:rsidP="00DD7B11">
      <w:pPr>
        <w:pStyle w:val="LPtekstpodstawowy"/>
        <w:numPr>
          <w:ilvl w:val="0"/>
          <w:numId w:val="29"/>
        </w:numPr>
        <w:jc w:val="both"/>
        <w:rPr>
          <w:rStyle w:val="LPzwykly"/>
        </w:rPr>
      </w:pPr>
      <w:r w:rsidRPr="00FD3084">
        <w:rPr>
          <w:rStyle w:val="LPzwykly"/>
        </w:rPr>
        <w:t xml:space="preserve">łączenia i przecinania się </w:t>
      </w:r>
      <w:r w:rsidR="005D032C">
        <w:rPr>
          <w:rStyle w:val="LPzwykly"/>
        </w:rPr>
        <w:t xml:space="preserve">dróg leśnych z </w:t>
      </w:r>
      <w:r w:rsidRPr="00FD3084">
        <w:rPr>
          <w:rStyle w:val="LPzwykly"/>
        </w:rPr>
        <w:t>dr</w:t>
      </w:r>
      <w:r w:rsidR="005D032C">
        <w:rPr>
          <w:rStyle w:val="LPzwykly"/>
        </w:rPr>
        <w:t>ogami</w:t>
      </w:r>
      <w:r w:rsidRPr="00FD3084">
        <w:rPr>
          <w:rStyle w:val="LPzwykly"/>
        </w:rPr>
        <w:t xml:space="preserve"> </w:t>
      </w:r>
      <w:r w:rsidR="005D032C">
        <w:rPr>
          <w:rStyle w:val="LPzwykly"/>
        </w:rPr>
        <w:t>innych własności</w:t>
      </w:r>
      <w:r w:rsidRPr="00FD3084">
        <w:rPr>
          <w:rStyle w:val="LPzwykly"/>
        </w:rPr>
        <w:t xml:space="preserve"> o</w:t>
      </w:r>
      <w:r w:rsidR="004D5348">
        <w:rPr>
          <w:rStyle w:val="LPzwykly"/>
        </w:rPr>
        <w:t> </w:t>
      </w:r>
      <w:r w:rsidRPr="00FD3084">
        <w:rPr>
          <w:rStyle w:val="LPzwykly"/>
        </w:rPr>
        <w:t>równorzędnej konstrukcji nawierzchni</w:t>
      </w:r>
      <w:r w:rsidR="0043226B">
        <w:rPr>
          <w:rStyle w:val="LPzwykly"/>
        </w:rPr>
        <w:t>;</w:t>
      </w:r>
    </w:p>
    <w:p w14:paraId="1B1B9413" w14:textId="197F5B0E" w:rsidR="00FD3084" w:rsidRPr="00FD3084" w:rsidRDefault="00FD3084" w:rsidP="00DD7B11">
      <w:pPr>
        <w:pStyle w:val="LPtekstpodstawowy"/>
        <w:numPr>
          <w:ilvl w:val="0"/>
          <w:numId w:val="29"/>
        </w:numPr>
        <w:jc w:val="both"/>
        <w:rPr>
          <w:rStyle w:val="LPzwykly"/>
        </w:rPr>
      </w:pPr>
      <w:r w:rsidRPr="00FD3084">
        <w:rPr>
          <w:rStyle w:val="LPzwykly"/>
        </w:rPr>
        <w:t>zorganizowania miejsc postojowych</w:t>
      </w:r>
      <w:r w:rsidR="00325876">
        <w:rPr>
          <w:rStyle w:val="LPzwykly"/>
        </w:rPr>
        <w:t xml:space="preserve"> i parkingów</w:t>
      </w:r>
      <w:r w:rsidRPr="00FD3084">
        <w:rPr>
          <w:rStyle w:val="LPzwykly"/>
        </w:rPr>
        <w:t xml:space="preserve"> na terenie leśnym </w:t>
      </w:r>
      <w:r w:rsidR="00FA2845">
        <w:rPr>
          <w:rStyle w:val="LPzwykly"/>
        </w:rPr>
        <w:t>w</w:t>
      </w:r>
      <w:r w:rsidR="004D5348">
        <w:rPr>
          <w:rStyle w:val="LPzwykly"/>
        </w:rPr>
        <w:t> </w:t>
      </w:r>
      <w:r w:rsidR="00FA2845">
        <w:rPr>
          <w:rStyle w:val="LPzwykly"/>
        </w:rPr>
        <w:t>bezpośrednim sąsiedztwie drogi</w:t>
      </w:r>
      <w:r w:rsidRPr="00FD3084">
        <w:rPr>
          <w:rStyle w:val="LPzwykly"/>
        </w:rPr>
        <w:t xml:space="preserve"> publicznej</w:t>
      </w:r>
      <w:r w:rsidR="0043226B">
        <w:rPr>
          <w:rStyle w:val="LPzwykly"/>
        </w:rPr>
        <w:t>;</w:t>
      </w:r>
    </w:p>
    <w:p w14:paraId="0C0C6FA0" w14:textId="0A75D023" w:rsidR="00FD3084" w:rsidRDefault="00FD3084" w:rsidP="00DD7B11">
      <w:pPr>
        <w:pStyle w:val="LPtekstpodstawowy"/>
        <w:numPr>
          <w:ilvl w:val="0"/>
          <w:numId w:val="29"/>
        </w:numPr>
        <w:jc w:val="both"/>
        <w:rPr>
          <w:rStyle w:val="LPzwykly"/>
        </w:rPr>
      </w:pPr>
      <w:r w:rsidRPr="00FD3084">
        <w:rPr>
          <w:rStyle w:val="LPzwykly"/>
        </w:rPr>
        <w:t>oznakowania drogi publicznej znakami pionowymi lub poziomymi sugerującymi możliwość zjazdu z drogi p</w:t>
      </w:r>
      <w:r w:rsidR="00FA2845">
        <w:rPr>
          <w:rStyle w:val="LPzwykly"/>
        </w:rPr>
        <w:t>ublicznej</w:t>
      </w:r>
      <w:r w:rsidR="006C7A19">
        <w:rPr>
          <w:rStyle w:val="LPzwykly"/>
        </w:rPr>
        <w:t xml:space="preserve"> na drogę leśną</w:t>
      </w:r>
      <w:r w:rsidR="0043226B">
        <w:rPr>
          <w:rStyle w:val="LPzwykly"/>
        </w:rPr>
        <w:t>;</w:t>
      </w:r>
    </w:p>
    <w:p w14:paraId="542314FB" w14:textId="6CFE93D1" w:rsidR="00FA2845" w:rsidRPr="00FD3084" w:rsidRDefault="00FA2845" w:rsidP="00DD7B11">
      <w:pPr>
        <w:pStyle w:val="LPtekstpodstawowy"/>
        <w:numPr>
          <w:ilvl w:val="0"/>
          <w:numId w:val="29"/>
        </w:numPr>
        <w:jc w:val="both"/>
        <w:rPr>
          <w:rStyle w:val="LPzwykly"/>
        </w:rPr>
      </w:pPr>
      <w:r>
        <w:rPr>
          <w:rStyle w:val="LPzwykly"/>
        </w:rPr>
        <w:t>dróg leśnych obciążonych ograniczonym prawem rzeczowym</w:t>
      </w:r>
      <w:r w:rsidR="00777A0C">
        <w:rPr>
          <w:rStyle w:val="LPzwykly"/>
        </w:rPr>
        <w:t xml:space="preserve"> (w szczególności użytkowaniem i służebnością drogową)</w:t>
      </w:r>
      <w:r>
        <w:rPr>
          <w:rStyle w:val="LPzwykly"/>
        </w:rPr>
        <w:t>, najmem lub dzierżawą, nieudostępnionych do ruchu publicznego.</w:t>
      </w:r>
    </w:p>
    <w:p w14:paraId="60E8C270" w14:textId="03D2BB4F" w:rsidR="00212143" w:rsidRDefault="00854E5D" w:rsidP="00DD7B11">
      <w:pPr>
        <w:pStyle w:val="LPtekstpodstawowy"/>
        <w:numPr>
          <w:ilvl w:val="0"/>
          <w:numId w:val="37"/>
        </w:numPr>
        <w:jc w:val="both"/>
        <w:rPr>
          <w:rStyle w:val="LPzwykly"/>
        </w:rPr>
      </w:pPr>
      <w:r>
        <w:rPr>
          <w:rStyle w:val="LPzwykly"/>
        </w:rPr>
        <w:lastRenderedPageBreak/>
        <w:t>Drogi leśne,</w:t>
      </w:r>
      <w:r w:rsidR="001A1260">
        <w:rPr>
          <w:rStyle w:val="LPzwykly"/>
        </w:rPr>
        <w:t xml:space="preserve"> o których mowa w ust. 2</w:t>
      </w:r>
      <w:r w:rsidR="001B11CD">
        <w:rPr>
          <w:rStyle w:val="LPzwykly"/>
        </w:rPr>
        <w:t xml:space="preserve"> </w:t>
      </w:r>
      <w:r w:rsidR="000C5B0A">
        <w:rPr>
          <w:rStyle w:val="LPzwykly"/>
        </w:rPr>
        <w:t xml:space="preserve">oznacza się </w:t>
      </w:r>
      <w:r w:rsidR="001A1260">
        <w:rPr>
          <w:rStyle w:val="LPzwykly"/>
        </w:rPr>
        <w:t xml:space="preserve">tablicami informacyjnymi </w:t>
      </w:r>
      <w:r w:rsidR="00B00AD4" w:rsidRPr="00784E89">
        <w:rPr>
          <w:rStyle w:val="LPzwykly"/>
        </w:rPr>
        <w:t xml:space="preserve">TL-1 </w:t>
      </w:r>
      <w:r w:rsidR="001A1260" w:rsidRPr="00784E89">
        <w:rPr>
          <w:rStyle w:val="LPzwykly"/>
        </w:rPr>
        <w:t>zgodnie ze wzorem przedstawionym w</w:t>
      </w:r>
      <w:r w:rsidR="001379C1" w:rsidRPr="00784E89">
        <w:rPr>
          <w:rStyle w:val="LPzwykly"/>
        </w:rPr>
        <w:t xml:space="preserve"> rozdziale 7.7. Księgi identyfikacji wizualnej Państwowego Gospodarstwa Leśnego Lasy Państwowe</w:t>
      </w:r>
      <w:r w:rsidR="00B11D06" w:rsidRPr="00784E89">
        <w:rPr>
          <w:rStyle w:val="Odwoanieprzypisudolnego"/>
        </w:rPr>
        <w:footnoteReference w:id="10"/>
      </w:r>
      <w:r w:rsidR="001379C1" w:rsidRPr="00784E89">
        <w:rPr>
          <w:rStyle w:val="LPzwykly"/>
        </w:rPr>
        <w:t xml:space="preserve"> „Oznakowanie dróg leśnych nieudostępnionych do ruchu publicznego”</w:t>
      </w:r>
      <w:r w:rsidR="00FD3084">
        <w:rPr>
          <w:rStyle w:val="LPzwykly"/>
        </w:rPr>
        <w:t>.</w:t>
      </w:r>
    </w:p>
    <w:p w14:paraId="64BE8E1A" w14:textId="2A521541" w:rsidR="006C7A19" w:rsidRDefault="003D3B76" w:rsidP="00DD7B11">
      <w:pPr>
        <w:pStyle w:val="LPtekstpodstawowy"/>
        <w:numPr>
          <w:ilvl w:val="0"/>
          <w:numId w:val="37"/>
        </w:numPr>
        <w:jc w:val="both"/>
        <w:rPr>
          <w:rStyle w:val="LPzwykly"/>
        </w:rPr>
      </w:pPr>
      <w:r>
        <w:rPr>
          <w:rStyle w:val="LPzwykly"/>
        </w:rPr>
        <w:t>Przy umieszczaniu tablic informacyjnych</w:t>
      </w:r>
      <w:r w:rsidR="000353FC">
        <w:rPr>
          <w:rStyle w:val="LPzwykly"/>
        </w:rPr>
        <w:t xml:space="preserve"> </w:t>
      </w:r>
      <w:r w:rsidR="000353FC" w:rsidRPr="00784E89">
        <w:rPr>
          <w:rStyle w:val="LPzwykly"/>
        </w:rPr>
        <w:t>TL-1</w:t>
      </w:r>
      <w:r w:rsidR="000902F0">
        <w:rPr>
          <w:rStyle w:val="LPzwykly"/>
        </w:rPr>
        <w:t>,</w:t>
      </w:r>
      <w:r>
        <w:rPr>
          <w:rStyle w:val="LPzwykly"/>
        </w:rPr>
        <w:t xml:space="preserve"> zapisy załącznika nr 1 do </w:t>
      </w:r>
      <w:r w:rsidRPr="00293C23">
        <w:rPr>
          <w:rStyle w:val="LPzwykly"/>
          <w:color w:val="auto"/>
        </w:rPr>
        <w:t>r</w:t>
      </w:r>
      <w:r>
        <w:t>ozporządzenia</w:t>
      </w:r>
      <w:r w:rsidRPr="00293C23">
        <w:t xml:space="preserve"> Ministra Infrastr</w:t>
      </w:r>
      <w:r w:rsidR="001C5150">
        <w:t>uktury z dnia 3 lipca 2003 r. w </w:t>
      </w:r>
      <w:r w:rsidRPr="00293C23">
        <w:t xml:space="preserve">sprawie szczegółowych warunków technicznych dla znaków i sygnałów drogowych oraz urządzeń bezpieczeństwa ruchu drogowego i warunków ich umieszczania na drogach </w:t>
      </w:r>
      <w:r w:rsidRPr="00784E89">
        <w:t>(</w:t>
      </w:r>
      <w:r w:rsidR="00893BA9" w:rsidRPr="00784E89">
        <w:t xml:space="preserve">t.j. </w:t>
      </w:r>
      <w:r w:rsidRPr="00784E89">
        <w:t xml:space="preserve">Dz. U. </w:t>
      </w:r>
      <w:r w:rsidR="00893BA9" w:rsidRPr="00784E89">
        <w:t>z 2019</w:t>
      </w:r>
      <w:r w:rsidRPr="00784E89">
        <w:t xml:space="preserve"> poz. 2</w:t>
      </w:r>
      <w:r w:rsidR="00893BA9" w:rsidRPr="00784E89">
        <w:t>3</w:t>
      </w:r>
      <w:r w:rsidRPr="00784E89">
        <w:t>11</w:t>
      </w:r>
      <w:r w:rsidR="00893BA9" w:rsidRPr="00784E89">
        <w:t>, zwane dalej rozporządzeniem w sprawie warunków technicznych dla znaków</w:t>
      </w:r>
      <w:r w:rsidRPr="00784E89">
        <w:t>)</w:t>
      </w:r>
      <w:r>
        <w:t xml:space="preserve"> zawarte w pkt. 1.5.3</w:t>
      </w:r>
      <w:r w:rsidR="000902F0">
        <w:t>,</w:t>
      </w:r>
      <w:r>
        <w:t xml:space="preserve"> dotyczące odległości znaków od jezdni </w:t>
      </w:r>
      <w:r w:rsidRPr="008D7D76">
        <w:t>oraz wysokości ich umieszczenia</w:t>
      </w:r>
      <w:r w:rsidR="000902F0">
        <w:t>,</w:t>
      </w:r>
      <w:r>
        <w:t xml:space="preserve"> stosuje się odpowiednio</w:t>
      </w:r>
      <w:r w:rsidR="000353FC">
        <w:t>,</w:t>
      </w:r>
      <w:r w:rsidR="00245216">
        <w:t xml:space="preserve"> </w:t>
      </w:r>
      <w:r w:rsidR="00784E89">
        <w:t>z </w:t>
      </w:r>
      <w:r w:rsidR="00245216" w:rsidRPr="00784E89">
        <w:t>za</w:t>
      </w:r>
      <w:r w:rsidR="00893BA9" w:rsidRPr="00784E89">
        <w:t>strzeżeniem</w:t>
      </w:r>
      <w:r w:rsidR="00245216" w:rsidRPr="00784E89">
        <w:t xml:space="preserve">, że dopuszczalna </w:t>
      </w:r>
      <w:r w:rsidR="00893BA9" w:rsidRPr="00784E89">
        <w:t>odległość</w:t>
      </w:r>
      <w:r w:rsidR="00245216" w:rsidRPr="00784E89">
        <w:t xml:space="preserve"> </w:t>
      </w:r>
      <w:r w:rsidR="00893BA9" w:rsidRPr="00784E89">
        <w:t>mierzona od poziomu jezdni powinna wynosić</w:t>
      </w:r>
      <w:r w:rsidR="00245216" w:rsidRPr="00784E89">
        <w:t xml:space="preserve"> minimum 1</w:t>
      </w:r>
      <w:r w:rsidR="00893BA9" w:rsidRPr="00784E89">
        <w:t>,</w:t>
      </w:r>
      <w:r w:rsidR="008D7D76" w:rsidRPr="00784E89">
        <w:t>5</w:t>
      </w:r>
      <w:r w:rsidR="00245216" w:rsidRPr="00784E89">
        <w:t>0 m</w:t>
      </w:r>
      <w:r w:rsidR="008D7D76" w:rsidRPr="00784E89">
        <w:t xml:space="preserve">, </w:t>
      </w:r>
      <w:r w:rsidR="00245216" w:rsidRPr="00784E89">
        <w:t>w zależności od warunków terenowych</w:t>
      </w:r>
      <w:r w:rsidRPr="00784E89">
        <w:t>.</w:t>
      </w:r>
    </w:p>
    <w:p w14:paraId="6EE61E42" w14:textId="150D8CAF" w:rsidR="00822EC8" w:rsidRPr="00471D38" w:rsidRDefault="00471D38" w:rsidP="00DD7B11">
      <w:pPr>
        <w:pStyle w:val="LPwiadomosczalacznik"/>
        <w:keepNext w:val="0"/>
        <w:widowControl w:val="0"/>
        <w:numPr>
          <w:ilvl w:val="0"/>
          <w:numId w:val="37"/>
        </w:numPr>
        <w:spacing w:line="276" w:lineRule="auto"/>
        <w:ind w:left="426" w:right="170" w:hanging="426"/>
        <w:jc w:val="both"/>
        <w:rPr>
          <w:rStyle w:val="LPzwykly"/>
          <w:lang w:val="pl-PL"/>
        </w:rPr>
      </w:pPr>
      <w:r w:rsidRPr="00471D38">
        <w:rPr>
          <w:rStyle w:val="LPzwykly"/>
          <w:color w:val="auto"/>
          <w:lang w:val="pl-PL"/>
        </w:rPr>
        <w:t>W uzasadnionych przypadkach</w:t>
      </w:r>
      <w:r>
        <w:rPr>
          <w:rStyle w:val="LPzwykly"/>
          <w:color w:val="auto"/>
          <w:lang w:val="pl-PL"/>
        </w:rPr>
        <w:t>,</w:t>
      </w:r>
      <w:r w:rsidRPr="00471D38">
        <w:rPr>
          <w:rStyle w:val="LPzwykly"/>
          <w:color w:val="auto"/>
          <w:lang w:val="pl-PL"/>
        </w:rPr>
        <w:t xml:space="preserve"> poza oznak</w:t>
      </w:r>
      <w:r>
        <w:rPr>
          <w:rStyle w:val="LPzwykly"/>
          <w:color w:val="auto"/>
          <w:lang w:val="pl-PL"/>
        </w:rPr>
        <w:t>owaniem, o którym mowa w ust. 3,</w:t>
      </w:r>
      <w:r w:rsidRPr="00471D38">
        <w:rPr>
          <w:rStyle w:val="LPzwykly"/>
          <w:color w:val="auto"/>
          <w:lang w:val="pl-PL"/>
        </w:rPr>
        <w:t xml:space="preserve"> dopuszcza się stosowanie znaków drogowych, wówczas zapisy </w:t>
      </w:r>
      <w:r w:rsidRPr="00475436">
        <w:rPr>
          <w:rStyle w:val="LPzwykly"/>
          <w:color w:val="auto"/>
          <w:lang w:val="pl-PL"/>
        </w:rPr>
        <w:t>§ 8 ust. 5</w:t>
      </w:r>
      <w:r w:rsidRPr="00471D38">
        <w:rPr>
          <w:rStyle w:val="LPzwykly"/>
          <w:color w:val="auto"/>
          <w:lang w:val="pl-PL"/>
        </w:rPr>
        <w:t xml:space="preserve"> niniejszego zarządzenia stosuje się odpowiednio</w:t>
      </w:r>
      <w:r w:rsidR="001742E6">
        <w:rPr>
          <w:rStyle w:val="LPzwykly"/>
          <w:color w:val="auto"/>
          <w:lang w:val="pl-PL"/>
        </w:rPr>
        <w:t>.</w:t>
      </w:r>
    </w:p>
    <w:p w14:paraId="43DAC60E" w14:textId="4A4CF175" w:rsidR="00471D38" w:rsidRPr="00475436" w:rsidRDefault="000C417A" w:rsidP="00DD7B11">
      <w:pPr>
        <w:pStyle w:val="LPwiadomosczalacznik"/>
        <w:keepNext w:val="0"/>
        <w:widowControl w:val="0"/>
        <w:numPr>
          <w:ilvl w:val="0"/>
          <w:numId w:val="37"/>
        </w:numPr>
        <w:spacing w:line="276" w:lineRule="auto"/>
        <w:ind w:left="426" w:right="170" w:hanging="426"/>
        <w:jc w:val="both"/>
        <w:rPr>
          <w:rStyle w:val="LPzwykly"/>
          <w:color w:val="auto"/>
          <w:lang w:val="pl-PL"/>
        </w:rPr>
      </w:pPr>
      <w:r>
        <w:rPr>
          <w:rStyle w:val="LPzwykly"/>
          <w:color w:val="auto"/>
        </w:rPr>
        <w:t>Na</w:t>
      </w:r>
      <w:r w:rsidRPr="000C417A">
        <w:rPr>
          <w:rStyle w:val="LPzwykly"/>
          <w:color w:val="auto"/>
          <w:lang w:val="pl-PL"/>
        </w:rPr>
        <w:t xml:space="preserve"> drogach leśnych nie</w:t>
      </w:r>
      <w:r w:rsidR="00471D38" w:rsidRPr="000C417A">
        <w:rPr>
          <w:rStyle w:val="LPzwykly"/>
          <w:color w:val="auto"/>
          <w:lang w:val="pl-PL"/>
        </w:rPr>
        <w:t>udostępnionych</w:t>
      </w:r>
      <w:r w:rsidR="00471D38" w:rsidRPr="00471D38">
        <w:rPr>
          <w:rStyle w:val="LPzwykly"/>
          <w:color w:val="auto"/>
        </w:rPr>
        <w:t xml:space="preserve"> do</w:t>
      </w:r>
      <w:r w:rsidR="00471D38" w:rsidRPr="000C417A">
        <w:rPr>
          <w:rStyle w:val="LPzwykly"/>
          <w:color w:val="auto"/>
          <w:lang w:val="pl-PL"/>
        </w:rPr>
        <w:t xml:space="preserve"> ruchu publicznego nie zezwala się na ustawianie autonomicznego znaku drogowego</w:t>
      </w:r>
      <w:r w:rsidR="00471D38" w:rsidRPr="00471D38">
        <w:rPr>
          <w:rStyle w:val="LPzwykly"/>
          <w:color w:val="auto"/>
        </w:rPr>
        <w:t xml:space="preserve"> B-1.</w:t>
      </w:r>
    </w:p>
    <w:p w14:paraId="213A66AB" w14:textId="3BDC8BFA" w:rsidR="00475436" w:rsidRPr="00471D38" w:rsidRDefault="00B0117D" w:rsidP="00DD7B11">
      <w:pPr>
        <w:pStyle w:val="LPwiadomosczalacznik"/>
        <w:keepNext w:val="0"/>
        <w:widowControl w:val="0"/>
        <w:numPr>
          <w:ilvl w:val="0"/>
          <w:numId w:val="37"/>
        </w:numPr>
        <w:spacing w:line="276" w:lineRule="auto"/>
        <w:ind w:left="426" w:right="170" w:hanging="426"/>
        <w:jc w:val="both"/>
        <w:rPr>
          <w:rStyle w:val="LPzwykly"/>
          <w:color w:val="auto"/>
          <w:lang w:val="pl-PL"/>
        </w:rPr>
      </w:pPr>
      <w:r w:rsidRPr="00784E89">
        <w:rPr>
          <w:rStyle w:val="LPzwykly"/>
        </w:rPr>
        <w:t>Zamieszczenie adresu strony internetowej oraz kodu QR na tablicy informacyjnej TL-</w:t>
      </w:r>
      <w:r w:rsidR="006A6873" w:rsidRPr="00784E89">
        <w:rPr>
          <w:rStyle w:val="LPzwykly"/>
        </w:rPr>
        <w:t>1</w:t>
      </w:r>
      <w:r w:rsidRPr="00784E89">
        <w:rPr>
          <w:rStyle w:val="LPzwykly"/>
        </w:rPr>
        <w:t xml:space="preserve">, opisanej w ust. </w:t>
      </w:r>
      <w:r w:rsidR="006A6873" w:rsidRPr="00784E89">
        <w:rPr>
          <w:rStyle w:val="LPzwykly"/>
        </w:rPr>
        <w:t>3</w:t>
      </w:r>
      <w:r w:rsidRPr="00784E89">
        <w:rPr>
          <w:rStyle w:val="LPzwykly"/>
        </w:rPr>
        <w:t>, jest równoznaczne ze złożeniem oświadczenia woli zarządcy drogi, o którym mowa w art. 60 i 61 Kodeksu cywilnego</w:t>
      </w:r>
      <w:r w:rsidR="00FA75B7" w:rsidRPr="00784E89">
        <w:rPr>
          <w:rStyle w:val="Odwoanieprzypisudolnego"/>
        </w:rPr>
        <w:footnoteReference w:id="11"/>
      </w:r>
      <w:r w:rsidR="006A6873">
        <w:rPr>
          <w:rStyle w:val="LPzwykly"/>
        </w:rPr>
        <w:t>.</w:t>
      </w:r>
    </w:p>
    <w:p w14:paraId="0B57C5C4" w14:textId="77E72DEB" w:rsidR="005A4138" w:rsidRDefault="005A4138" w:rsidP="00DD7B11">
      <w:pPr>
        <w:jc w:val="both"/>
        <w:rPr>
          <w:rStyle w:val="LPzwykly"/>
          <w:rFonts w:cs="Arial"/>
          <w:b/>
          <w:color w:val="000000"/>
        </w:rPr>
      </w:pPr>
    </w:p>
    <w:p w14:paraId="414A96CB" w14:textId="77777777" w:rsidR="00E770AE" w:rsidRDefault="00E770AE" w:rsidP="00DD7B11">
      <w:pPr>
        <w:pStyle w:val="LPtekstpodstawowy"/>
        <w:rPr>
          <w:rStyle w:val="LPzwykly"/>
          <w:b/>
        </w:rPr>
      </w:pPr>
      <w:r>
        <w:rPr>
          <w:rStyle w:val="LPzwykly"/>
          <w:b/>
        </w:rPr>
        <w:t>Rozdział II</w:t>
      </w:r>
    </w:p>
    <w:p w14:paraId="6587B220" w14:textId="5F3177A1" w:rsidR="00E770AE" w:rsidRDefault="00E770AE" w:rsidP="00DD7B11">
      <w:pPr>
        <w:pStyle w:val="LPtekstpodstawowy"/>
        <w:rPr>
          <w:rStyle w:val="LPzwykly"/>
          <w:b/>
        </w:rPr>
      </w:pPr>
      <w:r>
        <w:rPr>
          <w:rStyle w:val="LPzwykly"/>
          <w:b/>
        </w:rPr>
        <w:t>Zasady udostępniania dróg leśnych</w:t>
      </w:r>
      <w:r w:rsidR="001A1260">
        <w:rPr>
          <w:rStyle w:val="LPzwykly"/>
          <w:b/>
        </w:rPr>
        <w:t xml:space="preserve"> </w:t>
      </w:r>
      <w:r w:rsidR="00CF7D7A">
        <w:rPr>
          <w:rStyle w:val="LPzwykly"/>
          <w:b/>
        </w:rPr>
        <w:t>i</w:t>
      </w:r>
      <w:r w:rsidR="001742E6">
        <w:rPr>
          <w:rStyle w:val="LPzwykly"/>
          <w:b/>
        </w:rPr>
        <w:t xml:space="preserve"> ich oznakowania</w:t>
      </w:r>
    </w:p>
    <w:p w14:paraId="21C9614D" w14:textId="77777777" w:rsidR="006038E2" w:rsidRDefault="006038E2" w:rsidP="00DD7B11">
      <w:pPr>
        <w:pStyle w:val="LPtekstpodstawowy"/>
        <w:jc w:val="both"/>
        <w:rPr>
          <w:rStyle w:val="LPzwykly"/>
        </w:rPr>
      </w:pPr>
    </w:p>
    <w:p w14:paraId="45A67B1F" w14:textId="133D5617" w:rsidR="006038E2" w:rsidRDefault="006859F6" w:rsidP="00DD7B11">
      <w:pPr>
        <w:pStyle w:val="LPtekstpodstawowy"/>
        <w:rPr>
          <w:rStyle w:val="LPzwykly"/>
        </w:rPr>
      </w:pPr>
      <w:r>
        <w:rPr>
          <w:rStyle w:val="LPzwykly"/>
        </w:rPr>
        <w:t xml:space="preserve">§ </w:t>
      </w:r>
      <w:r w:rsidR="00C107DD">
        <w:rPr>
          <w:rStyle w:val="LPzwykly"/>
        </w:rPr>
        <w:t>5</w:t>
      </w:r>
    </w:p>
    <w:p w14:paraId="1ECE3E4A" w14:textId="77777777" w:rsidR="005A4138" w:rsidRDefault="005A4138" w:rsidP="00DD7B11">
      <w:pPr>
        <w:pStyle w:val="LPtekstpodstawowy"/>
        <w:jc w:val="both"/>
        <w:rPr>
          <w:rStyle w:val="LPzwykly"/>
        </w:rPr>
      </w:pPr>
    </w:p>
    <w:p w14:paraId="24CE20DC" w14:textId="6B085FB4" w:rsidR="00CF7D7A" w:rsidRDefault="008B2D84" w:rsidP="00DD7B11">
      <w:pPr>
        <w:pStyle w:val="LPtekstpodstawowy"/>
        <w:numPr>
          <w:ilvl w:val="0"/>
          <w:numId w:val="23"/>
        </w:numPr>
        <w:jc w:val="both"/>
        <w:rPr>
          <w:rStyle w:val="LPzwykly"/>
        </w:rPr>
      </w:pPr>
      <w:r w:rsidRPr="008B2D84">
        <w:rPr>
          <w:rStyle w:val="LPzwykly"/>
        </w:rPr>
        <w:t>Niniejsz</w:t>
      </w:r>
      <w:r>
        <w:rPr>
          <w:rStyle w:val="LPzwykly"/>
        </w:rPr>
        <w:t>y</w:t>
      </w:r>
      <w:r w:rsidRPr="008B2D84">
        <w:rPr>
          <w:rStyle w:val="LPzwykly"/>
        </w:rPr>
        <w:t xml:space="preserve"> </w:t>
      </w:r>
      <w:r>
        <w:rPr>
          <w:rStyle w:val="LPzwykly"/>
        </w:rPr>
        <w:t>rozdział</w:t>
      </w:r>
      <w:r w:rsidRPr="008B2D84">
        <w:rPr>
          <w:rStyle w:val="LPzwykly"/>
        </w:rPr>
        <w:t xml:space="preserve"> ma na celu ujednolicenie zasad </w:t>
      </w:r>
      <w:r w:rsidR="001742E6">
        <w:rPr>
          <w:rStyle w:val="LPzwykly"/>
        </w:rPr>
        <w:t xml:space="preserve">udostępniania oraz </w:t>
      </w:r>
      <w:r w:rsidRPr="008B2D84">
        <w:rPr>
          <w:rStyle w:val="LPzwykly"/>
        </w:rPr>
        <w:t xml:space="preserve">sposobu oznakowania dróg leśnych udostępnianych do ruchu publicznego. </w:t>
      </w:r>
    </w:p>
    <w:p w14:paraId="6938512E" w14:textId="62D0AD2B" w:rsidR="005A4138" w:rsidRDefault="00CF7D7A" w:rsidP="00DD7B11">
      <w:pPr>
        <w:pStyle w:val="LPtekstpodstawowy"/>
        <w:numPr>
          <w:ilvl w:val="0"/>
          <w:numId w:val="23"/>
        </w:numPr>
        <w:jc w:val="both"/>
        <w:rPr>
          <w:rStyle w:val="LPzwykly"/>
        </w:rPr>
      </w:pPr>
      <w:r>
        <w:rPr>
          <w:rStyle w:val="LPzwykly"/>
        </w:rPr>
        <w:lastRenderedPageBreak/>
        <w:t>Udostępnianie dróg leśnych do ruchu publicznego powinno następować</w:t>
      </w:r>
      <w:r w:rsidR="008B2D84" w:rsidRPr="008B2D84">
        <w:rPr>
          <w:rStyle w:val="LPzwykly"/>
        </w:rPr>
        <w:t xml:space="preserve"> w</w:t>
      </w:r>
      <w:r w:rsidR="004D5348">
        <w:rPr>
          <w:rStyle w:val="LPzwykly"/>
        </w:rPr>
        <w:t> </w:t>
      </w:r>
      <w:r w:rsidR="008B2D84" w:rsidRPr="008B2D84">
        <w:rPr>
          <w:rStyle w:val="LPzwykly"/>
        </w:rPr>
        <w:t>przypadkach uzasadnionych, podyktowanych warunkami lokalnymi</w:t>
      </w:r>
      <w:r>
        <w:rPr>
          <w:rStyle w:val="LPzwykly"/>
        </w:rPr>
        <w:t xml:space="preserve"> oraz potrzebami społecznymi</w:t>
      </w:r>
      <w:r w:rsidR="008B2D84" w:rsidRPr="008B2D84">
        <w:rPr>
          <w:rStyle w:val="LPzwykly"/>
        </w:rPr>
        <w:t>.</w:t>
      </w:r>
    </w:p>
    <w:p w14:paraId="308F49AC" w14:textId="65212B88" w:rsidR="00770398" w:rsidRDefault="00770398" w:rsidP="00DD7B11">
      <w:pPr>
        <w:pStyle w:val="LPtekstpodstawowy"/>
        <w:numPr>
          <w:ilvl w:val="0"/>
          <w:numId w:val="23"/>
        </w:numPr>
        <w:jc w:val="both"/>
        <w:rPr>
          <w:rStyle w:val="LPzwykly"/>
        </w:rPr>
      </w:pPr>
      <w:r>
        <w:rPr>
          <w:rStyle w:val="LPzwykly"/>
        </w:rPr>
        <w:t xml:space="preserve">Drogi leśne udostępnione do ruchu publicznego </w:t>
      </w:r>
      <w:r w:rsidR="00CF7D7A" w:rsidRPr="00CF7D7A">
        <w:rPr>
          <w:rStyle w:val="LPzwykly"/>
        </w:rPr>
        <w:t>należy ująć</w:t>
      </w:r>
      <w:r w:rsidR="00CF7D7A" w:rsidRPr="00CF7D7A" w:rsidDel="00CF7D7A">
        <w:rPr>
          <w:rStyle w:val="LPzwykly"/>
        </w:rPr>
        <w:t xml:space="preserve"> </w:t>
      </w:r>
      <w:r>
        <w:rPr>
          <w:rStyle w:val="LPzwykly"/>
        </w:rPr>
        <w:t>w docelowej sieci drogowej nadleśnictwa.</w:t>
      </w:r>
    </w:p>
    <w:p w14:paraId="132A1FA1" w14:textId="77777777" w:rsidR="005A4138" w:rsidRDefault="005A4138" w:rsidP="00DD7B11">
      <w:pPr>
        <w:pStyle w:val="LPtekstpodstawowy"/>
        <w:jc w:val="both"/>
        <w:rPr>
          <w:rStyle w:val="LPzwykly"/>
        </w:rPr>
      </w:pPr>
    </w:p>
    <w:p w14:paraId="42178D60" w14:textId="605F35E9" w:rsidR="00164254" w:rsidRDefault="00164254" w:rsidP="00DD7B11">
      <w:pPr>
        <w:pStyle w:val="LPtekstpodstawowy"/>
        <w:rPr>
          <w:rStyle w:val="LPzwykly"/>
        </w:rPr>
      </w:pPr>
      <w:r>
        <w:rPr>
          <w:rStyle w:val="LPzwykly"/>
        </w:rPr>
        <w:t xml:space="preserve">§ </w:t>
      </w:r>
      <w:r w:rsidR="00C107DD">
        <w:rPr>
          <w:rStyle w:val="LPzwykly"/>
        </w:rPr>
        <w:t>6</w:t>
      </w:r>
    </w:p>
    <w:p w14:paraId="1C976DB3" w14:textId="77777777" w:rsidR="00164254" w:rsidRDefault="00164254" w:rsidP="00DD7B11">
      <w:pPr>
        <w:pStyle w:val="LPtekstpodstawowy"/>
        <w:jc w:val="both"/>
        <w:rPr>
          <w:rStyle w:val="LPzwykly"/>
        </w:rPr>
      </w:pPr>
    </w:p>
    <w:p w14:paraId="78582CFD" w14:textId="30874408" w:rsidR="00164254" w:rsidRDefault="009C7C71" w:rsidP="00DD7B11">
      <w:pPr>
        <w:pStyle w:val="LPtekstpodstawowy"/>
        <w:numPr>
          <w:ilvl w:val="0"/>
          <w:numId w:val="19"/>
        </w:numPr>
        <w:jc w:val="both"/>
        <w:rPr>
          <w:rStyle w:val="LPzwykly"/>
        </w:rPr>
      </w:pPr>
      <w:r>
        <w:rPr>
          <w:rStyle w:val="LPzwykly"/>
        </w:rPr>
        <w:t>U</w:t>
      </w:r>
      <w:r w:rsidR="00164254">
        <w:rPr>
          <w:rStyle w:val="LPzwykly"/>
        </w:rPr>
        <w:t>dostępn</w:t>
      </w:r>
      <w:r>
        <w:rPr>
          <w:rStyle w:val="LPzwykly"/>
        </w:rPr>
        <w:t>ienie</w:t>
      </w:r>
      <w:r w:rsidR="00164254">
        <w:rPr>
          <w:rStyle w:val="LPzwykly"/>
        </w:rPr>
        <w:t xml:space="preserve"> drogi leśne</w:t>
      </w:r>
      <w:r>
        <w:rPr>
          <w:rStyle w:val="LPzwykly"/>
        </w:rPr>
        <w:t>j</w:t>
      </w:r>
      <w:r w:rsidR="00164254">
        <w:rPr>
          <w:rStyle w:val="LPzwykly"/>
        </w:rPr>
        <w:t xml:space="preserve"> </w:t>
      </w:r>
      <w:r w:rsidRPr="009C7C71">
        <w:rPr>
          <w:rStyle w:val="LPzwykly"/>
        </w:rPr>
        <w:t xml:space="preserve">do ruchu publicznego </w:t>
      </w:r>
      <w:r>
        <w:rPr>
          <w:rStyle w:val="LPzwykly"/>
        </w:rPr>
        <w:t>następuje</w:t>
      </w:r>
      <w:r w:rsidR="00164254">
        <w:rPr>
          <w:rStyle w:val="LPzwykly"/>
        </w:rPr>
        <w:t xml:space="preserve"> </w:t>
      </w:r>
      <w:r w:rsidR="000C5B0A">
        <w:rPr>
          <w:rStyle w:val="LPzwykly"/>
        </w:rPr>
        <w:t xml:space="preserve">każdorazowo </w:t>
      </w:r>
      <w:r w:rsidR="00164254">
        <w:rPr>
          <w:rStyle w:val="LPzwykly"/>
        </w:rPr>
        <w:t>zarządzeniem</w:t>
      </w:r>
      <w:r>
        <w:rPr>
          <w:rStyle w:val="LPzwykly"/>
        </w:rPr>
        <w:t xml:space="preserve"> nadleśniczego</w:t>
      </w:r>
      <w:r w:rsidR="00164254">
        <w:rPr>
          <w:rStyle w:val="LPzwykly"/>
        </w:rPr>
        <w:t>.</w:t>
      </w:r>
    </w:p>
    <w:p w14:paraId="69C2D241" w14:textId="1C15B7B6" w:rsidR="00164254" w:rsidRDefault="00164254" w:rsidP="00DD7B11">
      <w:pPr>
        <w:pStyle w:val="LPtekstpodstawowy"/>
        <w:numPr>
          <w:ilvl w:val="0"/>
          <w:numId w:val="19"/>
        </w:numPr>
        <w:jc w:val="both"/>
        <w:rPr>
          <w:rStyle w:val="LPzwykly"/>
        </w:rPr>
      </w:pPr>
      <w:r>
        <w:rPr>
          <w:rStyle w:val="LPzwykly"/>
        </w:rPr>
        <w:t>Zarządzenie, o którym mowa w ust. 1</w:t>
      </w:r>
      <w:r w:rsidR="009C7C71">
        <w:rPr>
          <w:rStyle w:val="LPzwykly"/>
        </w:rPr>
        <w:t>.</w:t>
      </w:r>
      <w:r>
        <w:rPr>
          <w:rStyle w:val="LPzwykly"/>
        </w:rPr>
        <w:t>, powinno zawierać następujące elementy:</w:t>
      </w:r>
    </w:p>
    <w:p w14:paraId="7208FAA0" w14:textId="77777777" w:rsidR="00164254" w:rsidRDefault="00164254" w:rsidP="00DD7B11">
      <w:pPr>
        <w:pStyle w:val="LPtekstpodstawowy"/>
        <w:numPr>
          <w:ilvl w:val="1"/>
          <w:numId w:val="19"/>
        </w:numPr>
        <w:jc w:val="both"/>
        <w:rPr>
          <w:rStyle w:val="LPzwykly"/>
        </w:rPr>
      </w:pPr>
      <w:r>
        <w:rPr>
          <w:rStyle w:val="LPzwykly"/>
        </w:rPr>
        <w:t>wykaz udostępnionych dróg leśnych wraz z opisem ich przebiegu;</w:t>
      </w:r>
    </w:p>
    <w:p w14:paraId="5D83C55C" w14:textId="77777777" w:rsidR="00164254" w:rsidRDefault="00164254" w:rsidP="00DD7B11">
      <w:pPr>
        <w:pStyle w:val="LPtekstpodstawowy"/>
        <w:numPr>
          <w:ilvl w:val="1"/>
          <w:numId w:val="19"/>
        </w:numPr>
        <w:jc w:val="both"/>
        <w:rPr>
          <w:rStyle w:val="LPzwykly"/>
        </w:rPr>
      </w:pPr>
      <w:r>
        <w:rPr>
          <w:rStyle w:val="LPzwykly"/>
        </w:rPr>
        <w:t>mapę lub szkic poglądowy z przebiegiem udostępnionych dróg leśnych;</w:t>
      </w:r>
    </w:p>
    <w:p w14:paraId="2337305E" w14:textId="77777777" w:rsidR="00164254" w:rsidRDefault="00164254" w:rsidP="00DD7B11">
      <w:pPr>
        <w:pStyle w:val="LPtekstpodstawowy"/>
        <w:numPr>
          <w:ilvl w:val="1"/>
          <w:numId w:val="19"/>
        </w:numPr>
        <w:jc w:val="both"/>
        <w:rPr>
          <w:rStyle w:val="LPzwykly"/>
        </w:rPr>
      </w:pPr>
      <w:r>
        <w:rPr>
          <w:rStyle w:val="LPzwykly"/>
        </w:rPr>
        <w:t>projekt</w:t>
      </w:r>
      <w:r w:rsidRPr="000B3BE4">
        <w:rPr>
          <w:rStyle w:val="LPzwykly"/>
        </w:rPr>
        <w:t xml:space="preserve"> organizacj</w:t>
      </w:r>
      <w:r>
        <w:rPr>
          <w:rStyle w:val="LPzwykly"/>
        </w:rPr>
        <w:t>i</w:t>
      </w:r>
      <w:r w:rsidRPr="000B3BE4">
        <w:rPr>
          <w:rStyle w:val="LPzwykly"/>
        </w:rPr>
        <w:t xml:space="preserve"> ruchu</w:t>
      </w:r>
      <w:r>
        <w:rPr>
          <w:rStyle w:val="Odwoanieprzypisudolnego"/>
        </w:rPr>
        <w:footnoteReference w:id="12"/>
      </w:r>
      <w:r>
        <w:rPr>
          <w:rStyle w:val="LPzwykly"/>
        </w:rPr>
        <w:t>, odrębnie dla każdej z udostępnionych dróg leśnych;</w:t>
      </w:r>
    </w:p>
    <w:p w14:paraId="174746BD" w14:textId="6549B40B" w:rsidR="00164254" w:rsidRDefault="00164254" w:rsidP="00DD7B11">
      <w:pPr>
        <w:pStyle w:val="LPtekstpodstawowy"/>
        <w:numPr>
          <w:ilvl w:val="1"/>
          <w:numId w:val="19"/>
        </w:numPr>
        <w:jc w:val="both"/>
        <w:rPr>
          <w:rStyle w:val="LPzwykly"/>
        </w:rPr>
      </w:pPr>
      <w:r>
        <w:rPr>
          <w:rStyle w:val="LPzwykly"/>
        </w:rPr>
        <w:t>uregulowania dotyczące czasowego udostępnienia drogi leśnej;</w:t>
      </w:r>
    </w:p>
    <w:p w14:paraId="3FDB3104" w14:textId="3A1E2323" w:rsidR="00CE136C" w:rsidRPr="00784E89" w:rsidRDefault="00CE136C" w:rsidP="00DD7B11">
      <w:pPr>
        <w:pStyle w:val="LPtekstpodstawowy"/>
        <w:numPr>
          <w:ilvl w:val="1"/>
          <w:numId w:val="19"/>
        </w:numPr>
        <w:jc w:val="both"/>
        <w:rPr>
          <w:rStyle w:val="LPzwykly"/>
        </w:rPr>
      </w:pPr>
      <w:r w:rsidRPr="00784E89">
        <w:rPr>
          <w:rStyle w:val="LPzwykly"/>
        </w:rPr>
        <w:t>uregulowania dotyczące krótkotrwałego wyłączenia z udostępnienia drogi leśnej;</w:t>
      </w:r>
    </w:p>
    <w:p w14:paraId="24718A2B" w14:textId="7A9029DA" w:rsidR="00164254" w:rsidRPr="009C7C71" w:rsidRDefault="009C7C71" w:rsidP="00DD7B11">
      <w:pPr>
        <w:pStyle w:val="LPtekstpodstawowy"/>
        <w:numPr>
          <w:ilvl w:val="1"/>
          <w:numId w:val="19"/>
        </w:numPr>
        <w:jc w:val="both"/>
        <w:rPr>
          <w:rStyle w:val="LPzwykly"/>
        </w:rPr>
      </w:pPr>
      <w:r w:rsidRPr="009C7C71">
        <w:rPr>
          <w:rStyle w:val="LPzwykly"/>
        </w:rPr>
        <w:t xml:space="preserve">ewentualne </w:t>
      </w:r>
      <w:r w:rsidR="00164254" w:rsidRPr="009C7C71">
        <w:rPr>
          <w:rStyle w:val="LPzwykly"/>
        </w:rPr>
        <w:t>uregulowania dotyczące porozumień z podmiotami zewnętrznymi w zakresie utrzymania przez</w:t>
      </w:r>
      <w:r w:rsidR="000C5B0A">
        <w:rPr>
          <w:rStyle w:val="LPzwykly"/>
        </w:rPr>
        <w:t xml:space="preserve"> te podmioty</w:t>
      </w:r>
      <w:r w:rsidR="00164254" w:rsidRPr="009C7C71">
        <w:rPr>
          <w:rStyle w:val="LPzwykly"/>
        </w:rPr>
        <w:t xml:space="preserve"> udostępnionych dróg leśnych;</w:t>
      </w:r>
    </w:p>
    <w:p w14:paraId="32CE4E5E" w14:textId="4F1F911D" w:rsidR="00164254" w:rsidRDefault="00164254" w:rsidP="00DD7B11">
      <w:pPr>
        <w:pStyle w:val="LPtekstpodstawowy"/>
        <w:numPr>
          <w:ilvl w:val="1"/>
          <w:numId w:val="19"/>
        </w:numPr>
        <w:jc w:val="both"/>
        <w:rPr>
          <w:rStyle w:val="LPzwykly"/>
        </w:rPr>
      </w:pPr>
      <w:r>
        <w:rPr>
          <w:rStyle w:val="LPzwykly"/>
        </w:rPr>
        <w:t xml:space="preserve">wykaz osób i instytucji, które otrzymują do wiadomości </w:t>
      </w:r>
      <w:r w:rsidR="00221E5A">
        <w:rPr>
          <w:rStyle w:val="LPzwykly"/>
        </w:rPr>
        <w:t>informacje,</w:t>
      </w:r>
      <w:r>
        <w:rPr>
          <w:rStyle w:val="LPzwykly"/>
        </w:rPr>
        <w:t xml:space="preserve"> o </w:t>
      </w:r>
      <w:r w:rsidR="00221E5A">
        <w:rPr>
          <w:rStyle w:val="LPzwykly"/>
        </w:rPr>
        <w:t>których mowa w ppkt a i b</w:t>
      </w:r>
      <w:r>
        <w:rPr>
          <w:rStyle w:val="LPzwykly"/>
        </w:rPr>
        <w:t>.</w:t>
      </w:r>
    </w:p>
    <w:p w14:paraId="2FA12F36" w14:textId="2A0636F5" w:rsidR="00164254" w:rsidRDefault="00164254" w:rsidP="00DD7B11">
      <w:pPr>
        <w:pStyle w:val="LPtekstpodstawowy"/>
        <w:numPr>
          <w:ilvl w:val="0"/>
          <w:numId w:val="20"/>
        </w:numPr>
        <w:jc w:val="both"/>
        <w:rPr>
          <w:rStyle w:val="LPzwykly"/>
        </w:rPr>
      </w:pPr>
      <w:r>
        <w:rPr>
          <w:rStyle w:val="LPzwykly"/>
        </w:rPr>
        <w:t>Wzór zarządzenia</w:t>
      </w:r>
      <w:r w:rsidR="00745AB1">
        <w:rPr>
          <w:rStyle w:val="LPzwykly"/>
        </w:rPr>
        <w:t xml:space="preserve"> nadleśniczego</w:t>
      </w:r>
      <w:r>
        <w:rPr>
          <w:rStyle w:val="LPzwykly"/>
        </w:rPr>
        <w:t xml:space="preserve"> stanowi załącznik nr </w:t>
      </w:r>
      <w:r w:rsidR="00893BA9" w:rsidRPr="00784E89">
        <w:rPr>
          <w:rStyle w:val="LPzwykly"/>
        </w:rPr>
        <w:t>2</w:t>
      </w:r>
      <w:r w:rsidRPr="00784E89">
        <w:rPr>
          <w:rStyle w:val="LPzwykly"/>
        </w:rPr>
        <w:t>.</w:t>
      </w:r>
    </w:p>
    <w:p w14:paraId="559CF3E5" w14:textId="51B5955B" w:rsidR="00164254" w:rsidRDefault="00164254" w:rsidP="00DD7B11">
      <w:pPr>
        <w:pStyle w:val="LPtekstpodstawowy"/>
        <w:numPr>
          <w:ilvl w:val="0"/>
          <w:numId w:val="21"/>
        </w:numPr>
        <w:jc w:val="both"/>
        <w:rPr>
          <w:rStyle w:val="LPzwykly"/>
        </w:rPr>
      </w:pPr>
      <w:r>
        <w:rPr>
          <w:rStyle w:val="LPzwykly"/>
        </w:rPr>
        <w:t>Należy mieć na uwadze, że stosownie do art. 10 ust. 2 pkt 5) Prawa o ruchu drogowym</w:t>
      </w:r>
      <w:r>
        <w:rPr>
          <w:rStyle w:val="Odwoanieprzypisudolnego"/>
        </w:rPr>
        <w:footnoteReference w:id="13"/>
      </w:r>
      <w:r w:rsidR="00745AB1">
        <w:rPr>
          <w:rStyle w:val="LPzwykly"/>
        </w:rPr>
        <w:t>,</w:t>
      </w:r>
      <w:r>
        <w:rPr>
          <w:rStyle w:val="LPzwykly"/>
        </w:rPr>
        <w:t xml:space="preserve"> wojewoda sprawuje nadzór nad </w:t>
      </w:r>
      <w:r w:rsidR="00221E5A">
        <w:rPr>
          <w:rStyle w:val="LPzwykly"/>
        </w:rPr>
        <w:t>zarządzaniem</w:t>
      </w:r>
      <w:r>
        <w:rPr>
          <w:rStyle w:val="LPzwykly"/>
        </w:rPr>
        <w:t xml:space="preserve"> ruch</w:t>
      </w:r>
      <w:r w:rsidR="00221E5A">
        <w:rPr>
          <w:rStyle w:val="LPzwykly"/>
        </w:rPr>
        <w:t xml:space="preserve">em. Projekt organizacji ruchu </w:t>
      </w:r>
      <w:r w:rsidR="00764E1A">
        <w:rPr>
          <w:rStyle w:val="LPzwykly"/>
        </w:rPr>
        <w:t xml:space="preserve">na </w:t>
      </w:r>
      <w:r w:rsidR="00221E5A">
        <w:rPr>
          <w:rStyle w:val="LPzwykly"/>
        </w:rPr>
        <w:t>dro</w:t>
      </w:r>
      <w:r w:rsidR="00764E1A">
        <w:rPr>
          <w:rStyle w:val="LPzwykly"/>
        </w:rPr>
        <w:t>dze</w:t>
      </w:r>
      <w:r w:rsidR="00221E5A">
        <w:rPr>
          <w:rStyle w:val="LPzwykly"/>
        </w:rPr>
        <w:t xml:space="preserve"> leśnej</w:t>
      </w:r>
      <w:r w:rsidR="00C107DD">
        <w:rPr>
          <w:rStyle w:val="LPzwykly"/>
        </w:rPr>
        <w:t>,</w:t>
      </w:r>
      <w:r w:rsidR="00221E5A">
        <w:rPr>
          <w:rStyle w:val="LPzwykly"/>
        </w:rPr>
        <w:t xml:space="preserve"> </w:t>
      </w:r>
      <w:r w:rsidR="00764E1A">
        <w:rPr>
          <w:rStyle w:val="LPzwykly"/>
        </w:rPr>
        <w:t xml:space="preserve">udostępnionej do ruchu publicznego </w:t>
      </w:r>
      <w:r w:rsidR="00221E5A">
        <w:rPr>
          <w:rStyle w:val="LPzwykly"/>
        </w:rPr>
        <w:t>nie wymaga zatwierdzenia przez wojewodę. Organ ten</w:t>
      </w:r>
      <w:r w:rsidR="00221E5A" w:rsidRPr="00221E5A">
        <w:rPr>
          <w:rStyle w:val="LPzwykly"/>
        </w:rPr>
        <w:t xml:space="preserve"> </w:t>
      </w:r>
      <w:r w:rsidR="00221E5A">
        <w:rPr>
          <w:rStyle w:val="LPzwykly"/>
        </w:rPr>
        <w:t>może zweryfikować</w:t>
      </w:r>
      <w:r w:rsidR="00221E5A" w:rsidRPr="00221E5A">
        <w:t xml:space="preserve"> </w:t>
      </w:r>
      <w:r w:rsidR="00221E5A" w:rsidRPr="00221E5A">
        <w:rPr>
          <w:rStyle w:val="LPzwykly"/>
        </w:rPr>
        <w:t>projekt</w:t>
      </w:r>
      <w:r w:rsidR="00221E5A">
        <w:rPr>
          <w:rStyle w:val="LPzwykly"/>
        </w:rPr>
        <w:t xml:space="preserve"> organizacji ruchu, </w:t>
      </w:r>
      <w:r>
        <w:rPr>
          <w:rStyle w:val="LPzwykly"/>
        </w:rPr>
        <w:t>na wniosek zainteresowanego</w:t>
      </w:r>
      <w:r>
        <w:rPr>
          <w:rStyle w:val="Odwoanieprzypisudolnego"/>
        </w:rPr>
        <w:footnoteReference w:id="14"/>
      </w:r>
      <w:r>
        <w:rPr>
          <w:rStyle w:val="LPzwykly"/>
        </w:rPr>
        <w:t>.</w:t>
      </w:r>
    </w:p>
    <w:p w14:paraId="3E2FA4A4" w14:textId="77777777" w:rsidR="00DD7B11" w:rsidRDefault="00DD7B11" w:rsidP="00DD7B11">
      <w:pPr>
        <w:pStyle w:val="LPtekstpodstawowy"/>
        <w:ind w:left="720"/>
        <w:jc w:val="both"/>
        <w:rPr>
          <w:rStyle w:val="LPzwykly"/>
        </w:rPr>
      </w:pPr>
    </w:p>
    <w:p w14:paraId="16F7F8FC" w14:textId="77777777" w:rsidR="00164254" w:rsidRDefault="00164254" w:rsidP="00DD7B11">
      <w:pPr>
        <w:pStyle w:val="LPtekstpodstawowy"/>
        <w:jc w:val="both"/>
        <w:rPr>
          <w:rStyle w:val="LPzwykly"/>
        </w:rPr>
      </w:pPr>
    </w:p>
    <w:p w14:paraId="520C2EDE" w14:textId="4B770E66" w:rsidR="006859F6" w:rsidRDefault="005A4138" w:rsidP="00DD7B11">
      <w:pPr>
        <w:pStyle w:val="LPtekstpodstawowy"/>
        <w:rPr>
          <w:rStyle w:val="LPzwykly"/>
        </w:rPr>
      </w:pPr>
      <w:r>
        <w:rPr>
          <w:rStyle w:val="LPzwykly"/>
        </w:rPr>
        <w:lastRenderedPageBreak/>
        <w:t xml:space="preserve">§ </w:t>
      </w:r>
      <w:r w:rsidR="00057E5E">
        <w:rPr>
          <w:rStyle w:val="LPzwykly"/>
        </w:rPr>
        <w:t>7</w:t>
      </w:r>
    </w:p>
    <w:p w14:paraId="386ECA26" w14:textId="77777777" w:rsidR="005A4138" w:rsidRDefault="005A4138" w:rsidP="00DD7B11">
      <w:pPr>
        <w:pStyle w:val="LPtekstpodstawowy"/>
        <w:jc w:val="both"/>
        <w:rPr>
          <w:rStyle w:val="LPzwykly"/>
        </w:rPr>
      </w:pPr>
    </w:p>
    <w:p w14:paraId="0D4DE2EF" w14:textId="4583F5F9" w:rsidR="006859F6" w:rsidRDefault="006859F6" w:rsidP="00DD7B11">
      <w:pPr>
        <w:pStyle w:val="LPtekstpodstawowy"/>
        <w:numPr>
          <w:ilvl w:val="0"/>
          <w:numId w:val="16"/>
        </w:numPr>
        <w:jc w:val="both"/>
        <w:rPr>
          <w:rStyle w:val="LPzwykly"/>
        </w:rPr>
      </w:pPr>
      <w:r>
        <w:rPr>
          <w:rStyle w:val="LPzwykly"/>
        </w:rPr>
        <w:t xml:space="preserve">Stosownie do </w:t>
      </w:r>
      <w:r w:rsidR="001178D6">
        <w:rPr>
          <w:rStyle w:val="LPzwykly"/>
        </w:rPr>
        <w:t xml:space="preserve">treści </w:t>
      </w:r>
      <w:r>
        <w:rPr>
          <w:rStyle w:val="LPzwykly"/>
        </w:rPr>
        <w:t>art. 29</w:t>
      </w:r>
      <w:r w:rsidR="001178D6">
        <w:rPr>
          <w:rStyle w:val="LPzwykly"/>
        </w:rPr>
        <w:t xml:space="preserve"> ust. 1</w:t>
      </w:r>
      <w:r>
        <w:rPr>
          <w:rStyle w:val="LPzwykly"/>
        </w:rPr>
        <w:t xml:space="preserve"> ustawy o lasach drogi leśne udostępniane do ruchu publicznego </w:t>
      </w:r>
      <w:r w:rsidR="001178D6">
        <w:rPr>
          <w:rStyle w:val="LPzwykly"/>
        </w:rPr>
        <w:t>należy</w:t>
      </w:r>
      <w:r>
        <w:rPr>
          <w:rStyle w:val="LPzwykly"/>
        </w:rPr>
        <w:t xml:space="preserve"> oznakowa</w:t>
      </w:r>
      <w:r w:rsidR="001178D6">
        <w:rPr>
          <w:rStyle w:val="LPzwykly"/>
        </w:rPr>
        <w:t>ć</w:t>
      </w:r>
      <w:r>
        <w:rPr>
          <w:rStyle w:val="LPzwykly"/>
        </w:rPr>
        <w:t xml:space="preserve"> drogowskazem.</w:t>
      </w:r>
    </w:p>
    <w:p w14:paraId="2E57D66D" w14:textId="3022FD63" w:rsidR="008A7BC2" w:rsidRDefault="008A7BC2" w:rsidP="00DD7B11">
      <w:pPr>
        <w:pStyle w:val="LPtekstpodstawowy"/>
        <w:numPr>
          <w:ilvl w:val="0"/>
          <w:numId w:val="16"/>
        </w:numPr>
        <w:jc w:val="both"/>
        <w:rPr>
          <w:rStyle w:val="LPzwykly"/>
        </w:rPr>
      </w:pPr>
      <w:r>
        <w:rPr>
          <w:rStyle w:val="LPzwykly"/>
        </w:rPr>
        <w:t>Przez oznakowanie drogowskazem rozumie się zastosowanie oznakowania</w:t>
      </w:r>
      <w:r w:rsidRPr="008A7BC2">
        <w:rPr>
          <w:rStyle w:val="LPzwykly"/>
        </w:rPr>
        <w:t xml:space="preserve"> zgodn</w:t>
      </w:r>
      <w:r>
        <w:rPr>
          <w:rStyle w:val="LPzwykly"/>
        </w:rPr>
        <w:t>ego</w:t>
      </w:r>
      <w:r w:rsidRPr="008A7BC2">
        <w:rPr>
          <w:rStyle w:val="LPzwykly"/>
        </w:rPr>
        <w:t xml:space="preserve"> z </w:t>
      </w:r>
      <w:r w:rsidR="009B4700" w:rsidRPr="00784E89">
        <w:rPr>
          <w:rStyle w:val="LPzwykly"/>
        </w:rPr>
        <w:t>rozporządzeniem w sprawie warunków technicznych dla znaków</w:t>
      </w:r>
      <w:r w:rsidR="001353FC">
        <w:rPr>
          <w:rStyle w:val="Odwoanieprzypisudolnego"/>
        </w:rPr>
        <w:footnoteReference w:id="15"/>
      </w:r>
      <w:r w:rsidR="001353FC">
        <w:rPr>
          <w:rStyle w:val="LPzwykly"/>
        </w:rPr>
        <w:t xml:space="preserve"> </w:t>
      </w:r>
      <w:r w:rsidR="00057E5E">
        <w:rPr>
          <w:rStyle w:val="LPzwykly"/>
        </w:rPr>
        <w:t xml:space="preserve">albo </w:t>
      </w:r>
      <w:r w:rsidR="001353FC">
        <w:rPr>
          <w:rStyle w:val="LPzwykly"/>
        </w:rPr>
        <w:t xml:space="preserve">tablic kierunkowych, o których mowa w </w:t>
      </w:r>
      <w:r w:rsidR="001353FC" w:rsidRPr="001353FC">
        <w:rPr>
          <w:rStyle w:val="LPzwykly"/>
        </w:rPr>
        <w:t xml:space="preserve">rozdziale 7.5. Księgi identyfikacji wizualnej </w:t>
      </w:r>
      <w:r w:rsidR="00B11D06">
        <w:rPr>
          <w:rStyle w:val="LPzwykly"/>
        </w:rPr>
        <w:t>PGL LP</w:t>
      </w:r>
      <w:r w:rsidR="00C756F7">
        <w:rPr>
          <w:rStyle w:val="LPzwykly"/>
        </w:rPr>
        <w:t>.</w:t>
      </w:r>
    </w:p>
    <w:p w14:paraId="72802F0A" w14:textId="709F9C0F" w:rsidR="001178D6" w:rsidRDefault="00E33FE3" w:rsidP="00DD7B11">
      <w:pPr>
        <w:pStyle w:val="LPtekstpodstawowy"/>
        <w:numPr>
          <w:ilvl w:val="0"/>
          <w:numId w:val="16"/>
        </w:numPr>
        <w:jc w:val="both"/>
        <w:rPr>
          <w:rStyle w:val="LPzwykly"/>
        </w:rPr>
      </w:pPr>
      <w:r>
        <w:rPr>
          <w:rStyle w:val="LPzwykly"/>
        </w:rPr>
        <w:t xml:space="preserve">Lokalizacja tablic </w:t>
      </w:r>
      <w:r w:rsidR="001353FC">
        <w:rPr>
          <w:rStyle w:val="LPzwykly"/>
        </w:rPr>
        <w:t xml:space="preserve">kierunkowych, o których mowa w ust. 2 </w:t>
      </w:r>
      <w:r>
        <w:rPr>
          <w:rStyle w:val="LPzwykly"/>
        </w:rPr>
        <w:t xml:space="preserve">w pasie drogi publicznej wymaga uzgodnienia z zarządcą </w:t>
      </w:r>
      <w:r w:rsidR="00BD0BE8">
        <w:rPr>
          <w:rStyle w:val="LPzwykly"/>
        </w:rPr>
        <w:t>tej drogi</w:t>
      </w:r>
      <w:r>
        <w:rPr>
          <w:rStyle w:val="LPzwykly"/>
        </w:rPr>
        <w:t>.</w:t>
      </w:r>
    </w:p>
    <w:p w14:paraId="32DF91BE" w14:textId="6E00EBFC" w:rsidR="006F7CA3" w:rsidRDefault="006F7CA3" w:rsidP="00DD7B11">
      <w:pPr>
        <w:pStyle w:val="LPtekstpodstawowy"/>
        <w:numPr>
          <w:ilvl w:val="0"/>
          <w:numId w:val="16"/>
        </w:numPr>
        <w:jc w:val="both"/>
        <w:rPr>
          <w:rStyle w:val="LPzwykly"/>
        </w:rPr>
      </w:pPr>
      <w:r>
        <w:rPr>
          <w:rStyle w:val="LPzwykly"/>
        </w:rPr>
        <w:t>Poza drogowskazem, o którym mowa w ust. 2 droga le</w:t>
      </w:r>
      <w:r w:rsidRPr="006F7CA3">
        <w:rPr>
          <w:rStyle w:val="LPzwykly"/>
        </w:rPr>
        <w:t>śna udostępniona do ruchu publicznego</w:t>
      </w:r>
      <w:r>
        <w:rPr>
          <w:rStyle w:val="LPzwykly"/>
        </w:rPr>
        <w:t xml:space="preserve"> powinna być oznakowana tablicą informacyjną</w:t>
      </w:r>
      <w:r w:rsidR="000353FC">
        <w:rPr>
          <w:rStyle w:val="LPzwykly"/>
        </w:rPr>
        <w:t xml:space="preserve"> </w:t>
      </w:r>
      <w:r w:rsidR="000353FC" w:rsidRPr="00784E89">
        <w:rPr>
          <w:rStyle w:val="LPzwykly"/>
        </w:rPr>
        <w:t>TL-2</w:t>
      </w:r>
      <w:r w:rsidR="00057E5E" w:rsidRPr="00784E89">
        <w:rPr>
          <w:rStyle w:val="LPzwykly"/>
        </w:rPr>
        <w:t>, zlokalizowaną</w:t>
      </w:r>
      <w:r w:rsidR="00057E5E">
        <w:rPr>
          <w:rStyle w:val="LPzwykly"/>
        </w:rPr>
        <w:t xml:space="preserve"> na gruncie w zarządzie Lasów Państwowych</w:t>
      </w:r>
      <w:r>
        <w:rPr>
          <w:rStyle w:val="LPzwykly"/>
        </w:rPr>
        <w:t>.</w:t>
      </w:r>
    </w:p>
    <w:p w14:paraId="0007971C" w14:textId="37FF4D74" w:rsidR="002D2FA6" w:rsidRDefault="002D2FA6" w:rsidP="00DD7B11">
      <w:pPr>
        <w:pStyle w:val="LPtekstpodstawowy"/>
        <w:numPr>
          <w:ilvl w:val="0"/>
          <w:numId w:val="16"/>
        </w:numPr>
        <w:jc w:val="both"/>
        <w:rPr>
          <w:rStyle w:val="LPzwykly"/>
        </w:rPr>
      </w:pPr>
      <w:r>
        <w:rPr>
          <w:rStyle w:val="LPzwykly"/>
        </w:rPr>
        <w:t>Wz</w:t>
      </w:r>
      <w:r w:rsidR="00057E5E">
        <w:rPr>
          <w:rStyle w:val="LPzwykly"/>
        </w:rPr>
        <w:t>ór</w:t>
      </w:r>
      <w:r>
        <w:rPr>
          <w:rStyle w:val="LPzwykly"/>
        </w:rPr>
        <w:t xml:space="preserve"> </w:t>
      </w:r>
      <w:r w:rsidR="006F7CA3">
        <w:rPr>
          <w:rStyle w:val="LPzwykly"/>
        </w:rPr>
        <w:t>tablic</w:t>
      </w:r>
      <w:r w:rsidR="00057E5E">
        <w:rPr>
          <w:rStyle w:val="LPzwykly"/>
        </w:rPr>
        <w:t>y</w:t>
      </w:r>
      <w:r w:rsidR="006F7CA3">
        <w:rPr>
          <w:rStyle w:val="LPzwykly"/>
        </w:rPr>
        <w:t xml:space="preserve"> </w:t>
      </w:r>
      <w:r>
        <w:rPr>
          <w:rStyle w:val="LPzwykly"/>
        </w:rPr>
        <w:t>inform</w:t>
      </w:r>
      <w:r w:rsidR="00057E5E">
        <w:rPr>
          <w:rStyle w:val="LPzwykly"/>
        </w:rPr>
        <w:t>acyjn</w:t>
      </w:r>
      <w:r w:rsidR="00057E5E" w:rsidRPr="00B11D06">
        <w:rPr>
          <w:rStyle w:val="LPzwykly"/>
        </w:rPr>
        <w:t>ej</w:t>
      </w:r>
      <w:r w:rsidR="00B11D06">
        <w:rPr>
          <w:rStyle w:val="LPzwykly"/>
        </w:rPr>
        <w:t xml:space="preserve"> </w:t>
      </w:r>
      <w:r w:rsidR="00B11D06" w:rsidRPr="00784E89">
        <w:rPr>
          <w:rStyle w:val="LPzwykly"/>
        </w:rPr>
        <w:t>TL-2 powinien być</w:t>
      </w:r>
      <w:r w:rsidRPr="00784E89">
        <w:rPr>
          <w:rStyle w:val="LPzwykly"/>
        </w:rPr>
        <w:t xml:space="preserve"> </w:t>
      </w:r>
      <w:r w:rsidR="00B11D06" w:rsidRPr="00784E89">
        <w:rPr>
          <w:rStyle w:val="LPzwykly"/>
        </w:rPr>
        <w:t xml:space="preserve">zgodny ze wzorem przedstawionym w rozdziale 7.8. Księgi identyfikacji wizualnej </w:t>
      </w:r>
      <w:r w:rsidR="000353FC" w:rsidRPr="00784E89">
        <w:rPr>
          <w:rStyle w:val="LPzwykly"/>
        </w:rPr>
        <w:t>PGL LP</w:t>
      </w:r>
      <w:r w:rsidR="00B11D06" w:rsidRPr="00784E89">
        <w:rPr>
          <w:rStyle w:val="LPzwykly"/>
        </w:rPr>
        <w:t xml:space="preserve"> </w:t>
      </w:r>
      <w:r w:rsidR="00B11D06" w:rsidRPr="00784E89">
        <w:rPr>
          <w:rStyle w:val="LPzwykly"/>
          <w:i/>
        </w:rPr>
        <w:t>Oznakowanie dróg leśnych udostępnionych do ruchu publicznego</w:t>
      </w:r>
      <w:r w:rsidR="00B11D06" w:rsidRPr="00784E89">
        <w:rPr>
          <w:rStyle w:val="LPzwykly"/>
        </w:rPr>
        <w:t>.</w:t>
      </w:r>
    </w:p>
    <w:p w14:paraId="2512D7C2" w14:textId="584B3CFF" w:rsidR="000902F0" w:rsidRDefault="000902F0" w:rsidP="00DD7B11">
      <w:pPr>
        <w:pStyle w:val="LPtekstpodstawowy"/>
        <w:numPr>
          <w:ilvl w:val="0"/>
          <w:numId w:val="16"/>
        </w:numPr>
        <w:jc w:val="both"/>
        <w:rPr>
          <w:rStyle w:val="LPzwykly"/>
        </w:rPr>
      </w:pPr>
      <w:r>
        <w:rPr>
          <w:rStyle w:val="LPzwykly"/>
        </w:rPr>
        <w:t xml:space="preserve">Przy umieszczaniu tablic informacyjnych </w:t>
      </w:r>
      <w:r w:rsidR="000353FC" w:rsidRPr="00784E89">
        <w:rPr>
          <w:rStyle w:val="LPzwykly"/>
        </w:rPr>
        <w:t>TL-2</w:t>
      </w:r>
      <w:r w:rsidRPr="00784E89">
        <w:rPr>
          <w:rStyle w:val="LPzwykly"/>
        </w:rPr>
        <w:t xml:space="preserve">, zapisy załącznika nr 1 do </w:t>
      </w:r>
      <w:r w:rsidRPr="00784E89">
        <w:rPr>
          <w:rStyle w:val="LPzwykly"/>
          <w:color w:val="auto"/>
        </w:rPr>
        <w:t>r</w:t>
      </w:r>
      <w:r w:rsidRPr="00784E89">
        <w:t xml:space="preserve">ozporządzenia </w:t>
      </w:r>
      <w:r w:rsidR="000353FC" w:rsidRPr="00784E89">
        <w:t xml:space="preserve">w sprawie warunków technicznych dla znaków, </w:t>
      </w:r>
      <w:r w:rsidRPr="00784E89">
        <w:t>zawarte w pkt. 1.5.3, dotyczące odległości znaków od jezdni oraz wysokości ich umieszczenia, stosuje się odpowiednio</w:t>
      </w:r>
      <w:r w:rsidR="000353FC" w:rsidRPr="00784E89">
        <w:t>,</w:t>
      </w:r>
      <w:r w:rsidR="002177EC" w:rsidRPr="00784E89">
        <w:t xml:space="preserve"> </w:t>
      </w:r>
      <w:r w:rsidR="000353FC" w:rsidRPr="00784E89">
        <w:t>z zastrzeżeniem, że dopuszczalna odległość mierzona od poziomu jezdni powinna wynosić minimum 1,50 m, w zależności od warunków terenowych</w:t>
      </w:r>
      <w:r w:rsidRPr="00784E89">
        <w:t>.</w:t>
      </w:r>
    </w:p>
    <w:p w14:paraId="3E3CCE0F" w14:textId="77777777" w:rsidR="006B4454" w:rsidRDefault="006B4454" w:rsidP="00DD7B11">
      <w:pPr>
        <w:pStyle w:val="LPtekstpodstawowy"/>
        <w:jc w:val="both"/>
        <w:rPr>
          <w:rStyle w:val="LPzwykly"/>
        </w:rPr>
      </w:pPr>
    </w:p>
    <w:p w14:paraId="3DB9FAD4" w14:textId="1B83D5EF" w:rsidR="002D2FA6" w:rsidRDefault="00E112E9" w:rsidP="00DD7B11">
      <w:pPr>
        <w:pStyle w:val="LPtekstpodstawowy"/>
        <w:rPr>
          <w:rStyle w:val="LPzwykly"/>
        </w:rPr>
      </w:pPr>
      <w:r>
        <w:rPr>
          <w:rStyle w:val="LPzwykly"/>
        </w:rPr>
        <w:t>§</w:t>
      </w:r>
      <w:r w:rsidR="005A4138">
        <w:rPr>
          <w:rStyle w:val="LPzwykly"/>
        </w:rPr>
        <w:t xml:space="preserve"> </w:t>
      </w:r>
      <w:r w:rsidR="008A4737">
        <w:rPr>
          <w:rStyle w:val="LPzwykly"/>
        </w:rPr>
        <w:t>8</w:t>
      </w:r>
    </w:p>
    <w:p w14:paraId="22D87547" w14:textId="77777777" w:rsidR="006B4454" w:rsidRDefault="006B4454" w:rsidP="00DD7B11">
      <w:pPr>
        <w:pStyle w:val="LPtekstpodstawowy"/>
        <w:jc w:val="both"/>
        <w:rPr>
          <w:rStyle w:val="LPzwykly"/>
        </w:rPr>
      </w:pPr>
    </w:p>
    <w:p w14:paraId="6517EB99" w14:textId="60A83CF5" w:rsidR="00982DEF" w:rsidRPr="004A61FC" w:rsidRDefault="00982DEF" w:rsidP="00DD7B11">
      <w:pPr>
        <w:pStyle w:val="LPwiadomosczalacznik"/>
        <w:keepNext w:val="0"/>
        <w:widowControl w:val="0"/>
        <w:numPr>
          <w:ilvl w:val="0"/>
          <w:numId w:val="18"/>
        </w:numPr>
        <w:spacing w:line="276" w:lineRule="auto"/>
        <w:ind w:left="425" w:right="170" w:hanging="425"/>
        <w:jc w:val="both"/>
        <w:rPr>
          <w:rStyle w:val="LPzwykly"/>
          <w:color w:val="auto"/>
          <w:lang w:val="pl-PL"/>
        </w:rPr>
      </w:pPr>
      <w:r w:rsidRPr="004A61FC">
        <w:rPr>
          <w:rStyle w:val="LPzwykly"/>
          <w:color w:val="auto"/>
          <w:lang w:val="pl-PL"/>
        </w:rPr>
        <w:t>W przypadku udostępnienia drogi leśnej do ruchu publicznego</w:t>
      </w:r>
      <w:r w:rsidR="004A61FC" w:rsidRPr="004A61FC">
        <w:rPr>
          <w:rStyle w:val="LPzwykly"/>
          <w:color w:val="auto"/>
          <w:lang w:val="pl-PL"/>
        </w:rPr>
        <w:t xml:space="preserve"> mają zastosowanie przepisy Prawa o ruchu drogowym oraz oznakowanie drogi leśnej zgodnie z</w:t>
      </w:r>
      <w:r w:rsidR="004D5348">
        <w:rPr>
          <w:rStyle w:val="LPzwykly"/>
          <w:color w:val="auto"/>
          <w:lang w:val="pl-PL"/>
        </w:rPr>
        <w:t> </w:t>
      </w:r>
      <w:r w:rsidR="004A61FC" w:rsidRPr="004A61FC">
        <w:rPr>
          <w:rStyle w:val="LPzwykly"/>
          <w:color w:val="auto"/>
          <w:lang w:val="pl-PL"/>
        </w:rPr>
        <w:t xml:space="preserve">rozporządzeniem </w:t>
      </w:r>
      <w:r w:rsidR="001B154D" w:rsidRPr="00784E89">
        <w:rPr>
          <w:rStyle w:val="LPzwykly"/>
        </w:rPr>
        <w:t>Ministrów w sprawie znaków</w:t>
      </w:r>
      <w:r w:rsidR="001B154D">
        <w:rPr>
          <w:rStyle w:val="Odwoanieprzypisudolnego"/>
          <w:color w:val="auto"/>
          <w:lang w:val="pl-PL"/>
        </w:rPr>
        <w:t xml:space="preserve"> </w:t>
      </w:r>
      <w:r w:rsidR="00C7189D">
        <w:rPr>
          <w:rStyle w:val="Odwoanieprzypisudolnego"/>
          <w:color w:val="auto"/>
          <w:lang w:val="pl-PL"/>
        </w:rPr>
        <w:footnoteReference w:id="16"/>
      </w:r>
      <w:r w:rsidR="001A1260" w:rsidRPr="00350597">
        <w:rPr>
          <w:lang w:val="pl-PL"/>
        </w:rPr>
        <w:t>.</w:t>
      </w:r>
      <w:r w:rsidR="004A61FC" w:rsidRPr="00350597">
        <w:rPr>
          <w:lang w:val="pl-PL"/>
        </w:rPr>
        <w:t xml:space="preserve"> </w:t>
      </w:r>
    </w:p>
    <w:p w14:paraId="61B63F5F" w14:textId="647E412D" w:rsidR="004A61FC" w:rsidRDefault="00CE16E1" w:rsidP="00DD7B11">
      <w:pPr>
        <w:pStyle w:val="LPwiadomosczalacznik"/>
        <w:keepNext w:val="0"/>
        <w:widowControl w:val="0"/>
        <w:numPr>
          <w:ilvl w:val="0"/>
          <w:numId w:val="18"/>
        </w:numPr>
        <w:spacing w:line="276" w:lineRule="auto"/>
        <w:ind w:left="425" w:right="170" w:hanging="425"/>
        <w:jc w:val="both"/>
        <w:rPr>
          <w:rStyle w:val="LPzwykly"/>
          <w:color w:val="auto"/>
          <w:lang w:val="pl-PL"/>
        </w:rPr>
      </w:pPr>
      <w:r w:rsidRPr="004A61FC">
        <w:rPr>
          <w:rStyle w:val="LPzwykly"/>
          <w:color w:val="auto"/>
          <w:lang w:val="pl-PL"/>
        </w:rPr>
        <w:t xml:space="preserve">W przypadku </w:t>
      </w:r>
      <w:r w:rsidR="00E112E9" w:rsidRPr="004A61FC">
        <w:rPr>
          <w:rStyle w:val="LPzwykly"/>
          <w:color w:val="auto"/>
          <w:lang w:val="pl-PL"/>
        </w:rPr>
        <w:t>udostępnienia</w:t>
      </w:r>
      <w:r w:rsidRPr="004A61FC">
        <w:rPr>
          <w:rStyle w:val="LPzwykly"/>
          <w:color w:val="auto"/>
          <w:lang w:val="pl-PL"/>
        </w:rPr>
        <w:t xml:space="preserve"> drogi leśnej do ruchu</w:t>
      </w:r>
      <w:r w:rsidR="00E112E9" w:rsidRPr="004A61FC">
        <w:rPr>
          <w:rStyle w:val="LPzwykly"/>
          <w:color w:val="auto"/>
          <w:lang w:val="pl-PL"/>
        </w:rPr>
        <w:t xml:space="preserve"> publicznego</w:t>
      </w:r>
      <w:r w:rsidRPr="004A61FC">
        <w:rPr>
          <w:rStyle w:val="LPzwykly"/>
          <w:color w:val="auto"/>
          <w:lang w:val="pl-PL"/>
        </w:rPr>
        <w:t xml:space="preserve"> należy zastosować znaki D-52</w:t>
      </w:r>
      <w:r w:rsidR="0060402E">
        <w:rPr>
          <w:rStyle w:val="LPzwykly"/>
          <w:color w:val="auto"/>
          <w:lang w:val="pl-PL"/>
        </w:rPr>
        <w:t xml:space="preserve"> łącznie z B-33</w:t>
      </w:r>
      <w:r w:rsidR="005D0F60">
        <w:rPr>
          <w:rStyle w:val="LPzwykly"/>
          <w:color w:val="auto"/>
          <w:lang w:val="pl-PL"/>
        </w:rPr>
        <w:t xml:space="preserve"> </w:t>
      </w:r>
      <w:r w:rsidRPr="004A61FC">
        <w:rPr>
          <w:rStyle w:val="LPzwykly"/>
          <w:color w:val="auto"/>
          <w:lang w:val="pl-PL"/>
        </w:rPr>
        <w:t xml:space="preserve">i D-53. </w:t>
      </w:r>
    </w:p>
    <w:p w14:paraId="4BBC9DE6" w14:textId="5123E6EB" w:rsidR="008A4737" w:rsidRDefault="005D0F60" w:rsidP="00DD7B11">
      <w:pPr>
        <w:pStyle w:val="LPwiadomosczalacznik"/>
        <w:keepNext w:val="0"/>
        <w:widowControl w:val="0"/>
        <w:numPr>
          <w:ilvl w:val="0"/>
          <w:numId w:val="18"/>
        </w:numPr>
        <w:spacing w:line="276" w:lineRule="auto"/>
        <w:ind w:left="425" w:right="170" w:hanging="425"/>
        <w:jc w:val="both"/>
        <w:rPr>
          <w:rStyle w:val="LPzwykly"/>
          <w:color w:val="auto"/>
          <w:lang w:val="pl-PL"/>
        </w:rPr>
      </w:pPr>
      <w:r>
        <w:rPr>
          <w:rStyle w:val="LPzwykly"/>
          <w:color w:val="auto"/>
          <w:lang w:val="pl-PL"/>
        </w:rPr>
        <w:t xml:space="preserve">W uzasadnionych przypadkach </w:t>
      </w:r>
      <w:r w:rsidR="00B23CB0">
        <w:rPr>
          <w:rStyle w:val="LPzwykly"/>
          <w:color w:val="auto"/>
          <w:lang w:val="pl-PL"/>
        </w:rPr>
        <w:t xml:space="preserve">w strefie ruchu </w:t>
      </w:r>
      <w:r w:rsidR="008A4737">
        <w:rPr>
          <w:rStyle w:val="LPzwykly"/>
          <w:color w:val="auto"/>
          <w:lang w:val="pl-PL"/>
        </w:rPr>
        <w:t>na drodze leśnej, poza znakami, o</w:t>
      </w:r>
      <w:r w:rsidR="004D5348">
        <w:rPr>
          <w:rStyle w:val="LPzwykly"/>
          <w:color w:val="auto"/>
          <w:lang w:val="pl-PL"/>
        </w:rPr>
        <w:t> </w:t>
      </w:r>
      <w:r w:rsidR="008A4737">
        <w:rPr>
          <w:rStyle w:val="LPzwykly"/>
          <w:color w:val="auto"/>
          <w:lang w:val="pl-PL"/>
        </w:rPr>
        <w:t xml:space="preserve">których mowa w ust. 2 można </w:t>
      </w:r>
      <w:r>
        <w:rPr>
          <w:rStyle w:val="LPzwykly"/>
          <w:color w:val="auto"/>
          <w:lang w:val="pl-PL"/>
        </w:rPr>
        <w:t xml:space="preserve">stosować inne znaki drogowe, ze szczególnym uwzględnieniem połączeń z drogami publicznymi. </w:t>
      </w:r>
    </w:p>
    <w:p w14:paraId="1208AF3C" w14:textId="28A51876" w:rsidR="00982DEF" w:rsidRDefault="0060402E" w:rsidP="00DD7B11">
      <w:pPr>
        <w:pStyle w:val="LPtekstpodstawowy"/>
        <w:numPr>
          <w:ilvl w:val="0"/>
          <w:numId w:val="18"/>
        </w:numPr>
        <w:jc w:val="both"/>
        <w:rPr>
          <w:rStyle w:val="LPzwykly"/>
        </w:rPr>
      </w:pPr>
      <w:r>
        <w:rPr>
          <w:rStyle w:val="LPzwykly"/>
        </w:rPr>
        <w:t xml:space="preserve">Sposób oznakowania </w:t>
      </w:r>
      <w:r w:rsidR="00982DEF">
        <w:rPr>
          <w:rStyle w:val="LPzwykly"/>
        </w:rPr>
        <w:t>drog</w:t>
      </w:r>
      <w:r>
        <w:rPr>
          <w:rStyle w:val="LPzwykly"/>
        </w:rPr>
        <w:t>i</w:t>
      </w:r>
      <w:r w:rsidR="00982DEF">
        <w:rPr>
          <w:rStyle w:val="LPzwykly"/>
        </w:rPr>
        <w:t xml:space="preserve"> leśn</w:t>
      </w:r>
      <w:r>
        <w:rPr>
          <w:rStyle w:val="LPzwykly"/>
        </w:rPr>
        <w:t>ej</w:t>
      </w:r>
      <w:r w:rsidR="00982DEF">
        <w:rPr>
          <w:rStyle w:val="LPzwykly"/>
        </w:rPr>
        <w:t xml:space="preserve"> udostępnion</w:t>
      </w:r>
      <w:r>
        <w:rPr>
          <w:rStyle w:val="LPzwykly"/>
        </w:rPr>
        <w:t>ej</w:t>
      </w:r>
      <w:r w:rsidR="00982DEF">
        <w:rPr>
          <w:rStyle w:val="LPzwykly"/>
        </w:rPr>
        <w:t xml:space="preserve"> do ruchu publicznego jako strefa ruchu, </w:t>
      </w:r>
      <w:r>
        <w:rPr>
          <w:rStyle w:val="LPzwykly"/>
        </w:rPr>
        <w:t>znajduje się w</w:t>
      </w:r>
      <w:r w:rsidR="00982DEF">
        <w:rPr>
          <w:rStyle w:val="LPzwykly"/>
        </w:rPr>
        <w:t xml:space="preserve"> załącznik</w:t>
      </w:r>
      <w:r>
        <w:rPr>
          <w:rStyle w:val="LPzwykly"/>
        </w:rPr>
        <w:t>u</w:t>
      </w:r>
      <w:r w:rsidR="00982DEF">
        <w:rPr>
          <w:rStyle w:val="LPzwykly"/>
        </w:rPr>
        <w:t xml:space="preserve"> nr </w:t>
      </w:r>
      <w:r w:rsidR="006B1EDF" w:rsidRPr="00784E89">
        <w:rPr>
          <w:rStyle w:val="LPzwykly"/>
        </w:rPr>
        <w:t>3</w:t>
      </w:r>
      <w:r w:rsidR="00982DEF" w:rsidRPr="00784E89">
        <w:rPr>
          <w:rStyle w:val="LPzwykly"/>
        </w:rPr>
        <w:t>.</w:t>
      </w:r>
    </w:p>
    <w:p w14:paraId="723746BE" w14:textId="20CFE233" w:rsidR="00B23CB0" w:rsidRDefault="005156B3" w:rsidP="00DD7B11">
      <w:pPr>
        <w:pStyle w:val="LPtekstpodstawowy"/>
        <w:numPr>
          <w:ilvl w:val="0"/>
          <w:numId w:val="18"/>
        </w:numPr>
        <w:jc w:val="both"/>
        <w:rPr>
          <w:rStyle w:val="LPzwykly"/>
        </w:rPr>
      </w:pPr>
      <w:r>
        <w:rPr>
          <w:rStyle w:val="LPzwykly"/>
        </w:rPr>
        <w:lastRenderedPageBreak/>
        <w:t>Poza uzasadnionymi przypadkami n</w:t>
      </w:r>
      <w:r w:rsidR="00B23CB0">
        <w:rPr>
          <w:rStyle w:val="LPzwykly"/>
        </w:rPr>
        <w:t xml:space="preserve">a drogach leśnych w strefie ruchu </w:t>
      </w:r>
      <w:r>
        <w:rPr>
          <w:rStyle w:val="LPzwykly"/>
        </w:rPr>
        <w:t>zaleca się</w:t>
      </w:r>
      <w:r w:rsidR="00B76BF1">
        <w:rPr>
          <w:rStyle w:val="LPzwykly"/>
        </w:rPr>
        <w:t xml:space="preserve"> stosowa</w:t>
      </w:r>
      <w:r>
        <w:rPr>
          <w:rStyle w:val="LPzwykly"/>
        </w:rPr>
        <w:t>ć</w:t>
      </w:r>
      <w:r w:rsidR="00B76BF1">
        <w:rPr>
          <w:rStyle w:val="LPzwykly"/>
        </w:rPr>
        <w:t xml:space="preserve"> </w:t>
      </w:r>
      <w:r w:rsidR="00B23CB0">
        <w:rPr>
          <w:rStyle w:val="LPzwykly"/>
        </w:rPr>
        <w:t xml:space="preserve">znaki </w:t>
      </w:r>
      <w:r w:rsidR="00D20672">
        <w:rPr>
          <w:rStyle w:val="LPzwykly"/>
        </w:rPr>
        <w:t>z grupy mini</w:t>
      </w:r>
      <w:r w:rsidR="00B23CB0">
        <w:rPr>
          <w:rStyle w:val="Odwoanieprzypisudolnego"/>
        </w:rPr>
        <w:footnoteReference w:id="17"/>
      </w:r>
      <w:r w:rsidR="00CD2980">
        <w:rPr>
          <w:rStyle w:val="LPzwykly"/>
        </w:rPr>
        <w:t>, zgodnie z warunkami technicznymi wskazanymi w</w:t>
      </w:r>
      <w:r w:rsidR="004D5348">
        <w:rPr>
          <w:rStyle w:val="LPzwykly"/>
        </w:rPr>
        <w:t> </w:t>
      </w:r>
      <w:r w:rsidR="00CD2980" w:rsidRPr="00CD2980">
        <w:rPr>
          <w:rStyle w:val="LPzwykly"/>
        </w:rPr>
        <w:t>rozporządzeni</w:t>
      </w:r>
      <w:r w:rsidR="00CD2980">
        <w:rPr>
          <w:rStyle w:val="LPzwykly"/>
        </w:rPr>
        <w:t>u</w:t>
      </w:r>
      <w:r w:rsidR="00CD2980" w:rsidRPr="00CD2980">
        <w:rPr>
          <w:rStyle w:val="LPzwykly"/>
        </w:rPr>
        <w:t xml:space="preserve"> </w:t>
      </w:r>
      <w:r w:rsidR="001B154D" w:rsidRPr="00784E89">
        <w:t>w sprawie warunków technicznych dla znaków</w:t>
      </w:r>
      <w:r w:rsidR="0060402E">
        <w:rPr>
          <w:rStyle w:val="LPzwykly"/>
        </w:rPr>
        <w:t>.</w:t>
      </w:r>
    </w:p>
    <w:p w14:paraId="4DA1DED5" w14:textId="77777777" w:rsidR="005A4138" w:rsidRDefault="005A4138" w:rsidP="00DD7B11">
      <w:pPr>
        <w:pStyle w:val="LPwiadomosczalacznik"/>
        <w:keepNext w:val="0"/>
        <w:spacing w:line="276" w:lineRule="auto"/>
        <w:ind w:right="170"/>
        <w:jc w:val="both"/>
        <w:rPr>
          <w:rStyle w:val="LPzwykly"/>
          <w:color w:val="auto"/>
          <w:lang w:val="pl-PL"/>
        </w:rPr>
      </w:pPr>
    </w:p>
    <w:p w14:paraId="2118D8E1" w14:textId="31A42E51" w:rsidR="00107A70" w:rsidRDefault="00107A70" w:rsidP="00DD7B11">
      <w:pPr>
        <w:jc w:val="both"/>
        <w:rPr>
          <w:rStyle w:val="LPzwykly"/>
          <w:rFonts w:cs="Arial"/>
        </w:rPr>
      </w:pPr>
    </w:p>
    <w:p w14:paraId="39237788" w14:textId="2DE0B8A8" w:rsidR="00E112E9" w:rsidRDefault="005A4138" w:rsidP="00DD7B11">
      <w:pPr>
        <w:pStyle w:val="LPwiadomosczalacznik"/>
        <w:keepNext w:val="0"/>
        <w:spacing w:line="276" w:lineRule="auto"/>
        <w:ind w:right="170"/>
        <w:jc w:val="center"/>
        <w:rPr>
          <w:rStyle w:val="LPzwykly"/>
          <w:color w:val="auto"/>
          <w:lang w:val="pl-PL"/>
        </w:rPr>
      </w:pPr>
      <w:r>
        <w:rPr>
          <w:rStyle w:val="LPzwykly"/>
          <w:color w:val="auto"/>
          <w:lang w:val="pl-PL"/>
        </w:rPr>
        <w:t xml:space="preserve">§ </w:t>
      </w:r>
      <w:r w:rsidR="00B056C0">
        <w:rPr>
          <w:rStyle w:val="LPzwykly"/>
          <w:color w:val="auto"/>
          <w:lang w:val="pl-PL"/>
        </w:rPr>
        <w:t>9</w:t>
      </w:r>
    </w:p>
    <w:p w14:paraId="312EFBB0" w14:textId="77777777" w:rsidR="0090445E" w:rsidRDefault="0090445E" w:rsidP="00DD7B11">
      <w:pPr>
        <w:pStyle w:val="LPwiadomosczalacznik"/>
        <w:keepNext w:val="0"/>
        <w:spacing w:line="276" w:lineRule="auto"/>
        <w:ind w:right="170"/>
        <w:jc w:val="both"/>
        <w:rPr>
          <w:rStyle w:val="LPzwykly"/>
          <w:color w:val="auto"/>
          <w:lang w:val="pl-PL"/>
        </w:rPr>
      </w:pPr>
    </w:p>
    <w:p w14:paraId="1295CF18" w14:textId="624A7548" w:rsidR="00037888" w:rsidRDefault="000C5B0A" w:rsidP="00DD7B11">
      <w:pPr>
        <w:pStyle w:val="LPwiadomosczalacznik"/>
        <w:keepNext w:val="0"/>
        <w:tabs>
          <w:tab w:val="left" w:pos="426"/>
        </w:tabs>
        <w:spacing w:line="276" w:lineRule="auto"/>
        <w:ind w:right="170"/>
        <w:jc w:val="both"/>
        <w:rPr>
          <w:rStyle w:val="LPzwykly"/>
          <w:color w:val="auto"/>
          <w:lang w:val="pl-PL"/>
        </w:rPr>
      </w:pPr>
      <w:r w:rsidRPr="00037888">
        <w:rPr>
          <w:rStyle w:val="LPzwykly"/>
          <w:color w:val="auto"/>
          <w:lang w:val="pl-PL"/>
        </w:rPr>
        <w:t xml:space="preserve">Udostępnienie drogi leśnej do ruchu publicznego w przypadku </w:t>
      </w:r>
      <w:r w:rsidR="001B154D" w:rsidRPr="00784E89">
        <w:rPr>
          <w:rStyle w:val="LPzwykly"/>
          <w:color w:val="auto"/>
          <w:lang w:val="pl-PL"/>
        </w:rPr>
        <w:t>krzyżowania się</w:t>
      </w:r>
      <w:r w:rsidRPr="00037888">
        <w:rPr>
          <w:rStyle w:val="LPzwykly"/>
          <w:color w:val="auto"/>
          <w:lang w:val="pl-PL"/>
        </w:rPr>
        <w:t xml:space="preserve"> z</w:t>
      </w:r>
      <w:r w:rsidR="00784E89">
        <w:rPr>
          <w:rStyle w:val="LPzwykly"/>
          <w:color w:val="auto"/>
          <w:lang w:val="pl-PL"/>
        </w:rPr>
        <w:t xml:space="preserve"> </w:t>
      </w:r>
      <w:r w:rsidRPr="00DE16D0">
        <w:rPr>
          <w:rStyle w:val="LPzwykly"/>
          <w:lang w:val="pl-PL"/>
        </w:rPr>
        <w:t>drogą</w:t>
      </w:r>
      <w:r w:rsidR="001B154D">
        <w:rPr>
          <w:rStyle w:val="LPzwykly"/>
          <w:lang w:val="pl-PL"/>
        </w:rPr>
        <w:t xml:space="preserve"> </w:t>
      </w:r>
      <w:r w:rsidRPr="00037888">
        <w:rPr>
          <w:rStyle w:val="LPzwykly"/>
        </w:rPr>
        <w:t>(-</w:t>
      </w:r>
      <w:r w:rsidRPr="00DE16D0">
        <w:rPr>
          <w:rStyle w:val="LPzwykly"/>
          <w:lang w:val="pl-PL"/>
        </w:rPr>
        <w:t>ami</w:t>
      </w:r>
      <w:r w:rsidRPr="00037888">
        <w:rPr>
          <w:rStyle w:val="LPzwykly"/>
        </w:rPr>
        <w:t>)</w:t>
      </w:r>
      <w:r w:rsidRPr="00DE16D0">
        <w:rPr>
          <w:rStyle w:val="LPzwykly"/>
          <w:lang w:val="pl-PL"/>
        </w:rPr>
        <w:t xml:space="preserve"> nieudostępnianą</w:t>
      </w:r>
      <w:r w:rsidRPr="00037888">
        <w:rPr>
          <w:rStyle w:val="LPzwykly"/>
        </w:rPr>
        <w:t>(-</w:t>
      </w:r>
      <w:r w:rsidR="00037888">
        <w:rPr>
          <w:rStyle w:val="LPzwykly"/>
        </w:rPr>
        <w:t>y</w:t>
      </w:r>
      <w:r w:rsidRPr="00037888">
        <w:rPr>
          <w:rStyle w:val="LPzwykly"/>
        </w:rPr>
        <w:t>mi), w</w:t>
      </w:r>
      <w:r w:rsidRPr="00DE16D0">
        <w:rPr>
          <w:rStyle w:val="LPzwykly"/>
          <w:lang w:val="pl-PL"/>
        </w:rPr>
        <w:t xml:space="preserve"> szczególności</w:t>
      </w:r>
      <w:r w:rsidRPr="00037888">
        <w:rPr>
          <w:rStyle w:val="LPzwykly"/>
        </w:rPr>
        <w:t xml:space="preserve"> o</w:t>
      </w:r>
      <w:r w:rsidRPr="00DE16D0">
        <w:rPr>
          <w:rStyle w:val="LPzwykly"/>
          <w:lang w:val="pl-PL"/>
        </w:rPr>
        <w:t xml:space="preserve"> podobnej nawierzchni</w:t>
      </w:r>
      <w:r w:rsidRPr="00037888">
        <w:rPr>
          <w:rStyle w:val="LPzwykly"/>
        </w:rPr>
        <w:t>,</w:t>
      </w:r>
      <w:r w:rsidRPr="00DE16D0">
        <w:rPr>
          <w:rStyle w:val="LPzwykly"/>
          <w:lang w:val="pl-PL"/>
        </w:rPr>
        <w:t xml:space="preserve"> może wymagać oznakowania dróg</w:t>
      </w:r>
      <w:r w:rsidRPr="00037888">
        <w:rPr>
          <w:rStyle w:val="LPzwykly"/>
        </w:rPr>
        <w:t>, o</w:t>
      </w:r>
      <w:r w:rsidRPr="00DE16D0">
        <w:rPr>
          <w:rStyle w:val="LPzwykly"/>
          <w:lang w:val="pl-PL"/>
        </w:rPr>
        <w:t xml:space="preserve"> którym mowa</w:t>
      </w:r>
      <w:r w:rsidRPr="00037888">
        <w:rPr>
          <w:rStyle w:val="LPzwykly"/>
        </w:rPr>
        <w:t xml:space="preserve"> w § 4</w:t>
      </w:r>
      <w:r w:rsidRPr="00DE16D0">
        <w:rPr>
          <w:rStyle w:val="LPzwykly"/>
          <w:lang w:val="pl-PL"/>
        </w:rPr>
        <w:t xml:space="preserve"> ust</w:t>
      </w:r>
      <w:r w:rsidRPr="00037888">
        <w:rPr>
          <w:rStyle w:val="LPzwykly"/>
        </w:rPr>
        <w:t>. 3</w:t>
      </w:r>
      <w:r w:rsidRPr="00DE16D0">
        <w:rPr>
          <w:rStyle w:val="LPzwykly"/>
          <w:lang w:val="pl-PL"/>
        </w:rPr>
        <w:t xml:space="preserve"> niniejszego zarządzenia oraz ewentualnego zastosowania tablicy kierunkowej</w:t>
      </w:r>
      <w:r w:rsidRPr="00037888">
        <w:rPr>
          <w:rStyle w:val="LPzwykly"/>
        </w:rPr>
        <w:t>, o</w:t>
      </w:r>
      <w:r w:rsidRPr="00DE16D0">
        <w:rPr>
          <w:rStyle w:val="LPzwykly"/>
          <w:lang w:val="pl-PL"/>
        </w:rPr>
        <w:t xml:space="preserve"> której mowa</w:t>
      </w:r>
      <w:r w:rsidRPr="00037888">
        <w:rPr>
          <w:rStyle w:val="LPzwykly"/>
        </w:rPr>
        <w:t xml:space="preserve"> w § 7</w:t>
      </w:r>
      <w:r w:rsidRPr="00DE16D0">
        <w:rPr>
          <w:rStyle w:val="LPzwykly"/>
          <w:lang w:val="pl-PL"/>
        </w:rPr>
        <w:t xml:space="preserve"> ust</w:t>
      </w:r>
      <w:r w:rsidRPr="00037888">
        <w:rPr>
          <w:rStyle w:val="LPzwykly"/>
        </w:rPr>
        <w:t>. 2</w:t>
      </w:r>
      <w:r w:rsidRPr="00DE16D0">
        <w:rPr>
          <w:rStyle w:val="LPzwykly"/>
          <w:lang w:val="pl-PL"/>
        </w:rPr>
        <w:t xml:space="preserve"> dla drogi udostępnianej</w:t>
      </w:r>
      <w:r w:rsidR="00DE16D0">
        <w:rPr>
          <w:rStyle w:val="LPzwykly"/>
          <w:lang w:val="pl-PL"/>
        </w:rPr>
        <w:t>.</w:t>
      </w:r>
      <w:r w:rsidRPr="00037888">
        <w:rPr>
          <w:rStyle w:val="LPzwykly"/>
          <w:color w:val="auto"/>
          <w:lang w:val="pl-PL"/>
        </w:rPr>
        <w:t xml:space="preserve">  </w:t>
      </w:r>
    </w:p>
    <w:p w14:paraId="076E3435" w14:textId="77777777" w:rsidR="008C695D" w:rsidRDefault="008C695D" w:rsidP="00DD7B11">
      <w:pPr>
        <w:pStyle w:val="LPwiadomosczalacznik"/>
        <w:keepNext w:val="0"/>
        <w:tabs>
          <w:tab w:val="left" w:pos="426"/>
        </w:tabs>
        <w:spacing w:line="276" w:lineRule="auto"/>
        <w:ind w:right="170"/>
        <w:jc w:val="both"/>
        <w:rPr>
          <w:rStyle w:val="LPzwykly"/>
          <w:color w:val="auto"/>
          <w:lang w:val="pl-PL"/>
        </w:rPr>
      </w:pPr>
    </w:p>
    <w:p w14:paraId="5F5D2F8C" w14:textId="753042C3" w:rsidR="006B4454" w:rsidRDefault="005A4138" w:rsidP="00DD7B11">
      <w:pPr>
        <w:pStyle w:val="LPwiadomosczalacznik"/>
        <w:keepNext w:val="0"/>
        <w:tabs>
          <w:tab w:val="left" w:pos="426"/>
        </w:tabs>
        <w:spacing w:line="276" w:lineRule="auto"/>
        <w:ind w:right="170"/>
        <w:jc w:val="center"/>
        <w:rPr>
          <w:rStyle w:val="LPzwykly"/>
          <w:color w:val="auto"/>
          <w:lang w:val="pl-PL"/>
        </w:rPr>
      </w:pPr>
      <w:r>
        <w:rPr>
          <w:rStyle w:val="LPzwykly"/>
          <w:color w:val="auto"/>
          <w:lang w:val="pl-PL"/>
        </w:rPr>
        <w:t xml:space="preserve">§ </w:t>
      </w:r>
      <w:r w:rsidR="00B056C0">
        <w:rPr>
          <w:rStyle w:val="LPzwykly"/>
          <w:color w:val="auto"/>
          <w:lang w:val="pl-PL"/>
        </w:rPr>
        <w:t>10</w:t>
      </w:r>
    </w:p>
    <w:p w14:paraId="14F5EE85" w14:textId="77777777" w:rsidR="006B4454" w:rsidRDefault="006B4454" w:rsidP="00DD7B11">
      <w:pPr>
        <w:pStyle w:val="LPwiadomosczalacznik"/>
        <w:keepNext w:val="0"/>
        <w:tabs>
          <w:tab w:val="left" w:pos="426"/>
        </w:tabs>
        <w:spacing w:line="276" w:lineRule="auto"/>
        <w:ind w:right="170"/>
        <w:jc w:val="both"/>
        <w:rPr>
          <w:rStyle w:val="LPzwykly"/>
          <w:color w:val="auto"/>
          <w:lang w:val="pl-PL"/>
        </w:rPr>
      </w:pPr>
    </w:p>
    <w:p w14:paraId="39CC23EE" w14:textId="47DBA749" w:rsidR="00CE16E1" w:rsidRDefault="00867EE5" w:rsidP="00DD7B11">
      <w:pPr>
        <w:pStyle w:val="LPwiadomosczalacznik"/>
        <w:keepNext w:val="0"/>
        <w:tabs>
          <w:tab w:val="left" w:pos="426"/>
        </w:tabs>
        <w:spacing w:line="276" w:lineRule="auto"/>
        <w:ind w:left="426" w:right="170" w:hanging="426"/>
        <w:jc w:val="both"/>
        <w:rPr>
          <w:rStyle w:val="LPzwykly"/>
          <w:color w:val="auto"/>
          <w:lang w:val="pl-PL"/>
        </w:rPr>
      </w:pPr>
      <w:r>
        <w:rPr>
          <w:rStyle w:val="LPzwykly"/>
          <w:color w:val="auto"/>
          <w:lang w:val="pl-PL"/>
        </w:rPr>
        <w:t>1.</w:t>
      </w:r>
      <w:r>
        <w:rPr>
          <w:rStyle w:val="LPzwykly"/>
          <w:color w:val="auto"/>
          <w:lang w:val="pl-PL"/>
        </w:rPr>
        <w:tab/>
      </w:r>
      <w:r w:rsidR="00CE16E1">
        <w:rPr>
          <w:rStyle w:val="LPzwykly"/>
          <w:color w:val="auto"/>
          <w:lang w:val="pl-PL"/>
        </w:rPr>
        <w:t xml:space="preserve">Na drodze leśnej </w:t>
      </w:r>
      <w:r w:rsidR="00796CC5">
        <w:rPr>
          <w:rStyle w:val="LPzwykly"/>
          <w:color w:val="auto"/>
          <w:lang w:val="pl-PL"/>
        </w:rPr>
        <w:t>udostępnionej</w:t>
      </w:r>
      <w:r w:rsidR="00CE16E1">
        <w:rPr>
          <w:rStyle w:val="LPzwykly"/>
          <w:color w:val="auto"/>
          <w:lang w:val="pl-PL"/>
        </w:rPr>
        <w:t xml:space="preserve"> do ruchu </w:t>
      </w:r>
      <w:r w:rsidR="00796CC5">
        <w:rPr>
          <w:rStyle w:val="LPzwykly"/>
          <w:color w:val="auto"/>
          <w:lang w:val="pl-PL"/>
        </w:rPr>
        <w:t>publicznego,</w:t>
      </w:r>
      <w:r w:rsidR="009D112B">
        <w:rPr>
          <w:rStyle w:val="LPzwykly"/>
          <w:color w:val="auto"/>
          <w:lang w:val="pl-PL"/>
        </w:rPr>
        <w:t xml:space="preserve"> stosownie do art. 29 ust. 2 ustawy o lasach</w:t>
      </w:r>
      <w:r w:rsidR="00807337">
        <w:rPr>
          <w:rStyle w:val="LPzwykly"/>
          <w:color w:val="auto"/>
          <w:lang w:val="pl-PL"/>
        </w:rPr>
        <w:t>,</w:t>
      </w:r>
      <w:r w:rsidR="00796CC5">
        <w:rPr>
          <w:rStyle w:val="LPzwykly"/>
          <w:color w:val="auto"/>
          <w:lang w:val="pl-PL"/>
        </w:rPr>
        <w:t xml:space="preserve"> </w:t>
      </w:r>
      <w:r w:rsidR="00F54972">
        <w:rPr>
          <w:rStyle w:val="LPzwykly"/>
          <w:color w:val="auto"/>
          <w:lang w:val="pl-PL"/>
        </w:rPr>
        <w:t>p</w:t>
      </w:r>
      <w:r w:rsidR="00F54972" w:rsidRPr="00F54972">
        <w:rPr>
          <w:rStyle w:val="LPzwykly"/>
          <w:color w:val="auto"/>
          <w:lang w:val="pl-PL"/>
        </w:rPr>
        <w:t>ostój pojazdów jest dozwolony wyłącznie w miejscach oznakowanych</w:t>
      </w:r>
      <w:r w:rsidR="00CE16E1">
        <w:rPr>
          <w:rStyle w:val="LPzwykly"/>
          <w:color w:val="auto"/>
          <w:lang w:val="pl-PL"/>
        </w:rPr>
        <w:t>.</w:t>
      </w:r>
      <w:r w:rsidR="006B4454">
        <w:rPr>
          <w:rStyle w:val="LPzwykly"/>
          <w:color w:val="auto"/>
          <w:lang w:val="pl-PL"/>
        </w:rPr>
        <w:t xml:space="preserve"> </w:t>
      </w:r>
      <w:r w:rsidR="00807337">
        <w:rPr>
          <w:rStyle w:val="LPzwykly"/>
          <w:color w:val="auto"/>
          <w:lang w:val="pl-PL"/>
        </w:rPr>
        <w:t xml:space="preserve">Zaleca </w:t>
      </w:r>
      <w:r w:rsidR="006B4454">
        <w:rPr>
          <w:rStyle w:val="LPzwykly"/>
          <w:color w:val="auto"/>
          <w:lang w:val="pl-PL"/>
        </w:rPr>
        <w:t xml:space="preserve">się </w:t>
      </w:r>
      <w:r w:rsidR="00AE3387">
        <w:rPr>
          <w:rStyle w:val="LPzwykly"/>
          <w:color w:val="auto"/>
          <w:lang w:val="pl-PL"/>
        </w:rPr>
        <w:t xml:space="preserve">w tych miejscach </w:t>
      </w:r>
      <w:r w:rsidR="006B4454">
        <w:rPr>
          <w:rStyle w:val="LPzwykly"/>
          <w:color w:val="auto"/>
          <w:lang w:val="pl-PL"/>
        </w:rPr>
        <w:t>stosowanie znaku D-18.</w:t>
      </w:r>
    </w:p>
    <w:p w14:paraId="55773276" w14:textId="674C6BB6" w:rsidR="00867EE5" w:rsidRDefault="00867EE5" w:rsidP="00DD7B11">
      <w:pPr>
        <w:pStyle w:val="LPwiadomosczalacznik"/>
        <w:keepNext w:val="0"/>
        <w:tabs>
          <w:tab w:val="left" w:pos="426"/>
        </w:tabs>
        <w:spacing w:line="276" w:lineRule="auto"/>
        <w:ind w:left="426" w:right="170" w:hanging="426"/>
        <w:jc w:val="both"/>
        <w:rPr>
          <w:rStyle w:val="LPzwykly"/>
          <w:color w:val="auto"/>
          <w:lang w:val="pl-PL"/>
        </w:rPr>
      </w:pPr>
      <w:r>
        <w:rPr>
          <w:rStyle w:val="LPzwykly"/>
          <w:color w:val="auto"/>
          <w:lang w:val="pl-PL"/>
        </w:rPr>
        <w:t>2.</w:t>
      </w:r>
      <w:r>
        <w:rPr>
          <w:rStyle w:val="LPzwykly"/>
          <w:color w:val="auto"/>
          <w:lang w:val="pl-PL"/>
        </w:rPr>
        <w:tab/>
        <w:t xml:space="preserve">Miejsce postoju pojazdów oraz parking leśny zdefiniowane są w </w:t>
      </w:r>
      <w:r w:rsidRPr="001B154D">
        <w:rPr>
          <w:rStyle w:val="LPzwykly"/>
          <w:color w:val="auto"/>
          <w:lang w:val="pl-PL"/>
        </w:rPr>
        <w:t xml:space="preserve">zarządzeniu nr 74 </w:t>
      </w:r>
      <w:r w:rsidR="00807337" w:rsidRPr="001B154D">
        <w:rPr>
          <w:rStyle w:val="LPzwykly"/>
          <w:color w:val="auto"/>
          <w:lang w:val="pl-PL"/>
        </w:rPr>
        <w:t xml:space="preserve">Dyrektora Generalnego Lasów Państwowych </w:t>
      </w:r>
      <w:r w:rsidRPr="001B154D">
        <w:rPr>
          <w:rStyle w:val="LPzwykly"/>
          <w:color w:val="auto"/>
          <w:lang w:val="pl-PL"/>
        </w:rPr>
        <w:t xml:space="preserve">z dnia </w:t>
      </w:r>
      <w:r w:rsidR="00807337" w:rsidRPr="001B154D">
        <w:rPr>
          <w:rStyle w:val="LPzwykly"/>
          <w:color w:val="auto"/>
          <w:lang w:val="pl-PL"/>
        </w:rPr>
        <w:t>18</w:t>
      </w:r>
      <w:r w:rsidRPr="001B154D">
        <w:rPr>
          <w:rStyle w:val="LPzwykly"/>
          <w:color w:val="auto"/>
          <w:lang w:val="pl-PL"/>
        </w:rPr>
        <w:t xml:space="preserve"> października 2018 r. </w:t>
      </w:r>
      <w:r w:rsidR="00807337" w:rsidRPr="001B154D">
        <w:rPr>
          <w:rStyle w:val="LPzwykly"/>
          <w:color w:val="auto"/>
          <w:lang w:val="pl-PL"/>
        </w:rPr>
        <w:t>w</w:t>
      </w:r>
      <w:r w:rsidR="004D5348" w:rsidRPr="001B154D">
        <w:rPr>
          <w:rStyle w:val="LPzwykly"/>
          <w:color w:val="auto"/>
          <w:lang w:val="pl-PL"/>
        </w:rPr>
        <w:t> </w:t>
      </w:r>
      <w:r w:rsidR="00807337" w:rsidRPr="001B154D">
        <w:rPr>
          <w:rStyle w:val="LPzwykly"/>
          <w:color w:val="auto"/>
          <w:lang w:val="pl-PL"/>
        </w:rPr>
        <w:t xml:space="preserve">sprawie wprowadzenia </w:t>
      </w:r>
      <w:r w:rsidR="00807337" w:rsidRPr="0028255D">
        <w:rPr>
          <w:rStyle w:val="LPzwykly"/>
          <w:i/>
          <w:color w:val="auto"/>
          <w:lang w:val="pl-PL"/>
        </w:rPr>
        <w:t>„</w:t>
      </w:r>
      <w:r w:rsidRPr="0028255D">
        <w:rPr>
          <w:rStyle w:val="LPzwykly"/>
          <w:i/>
          <w:color w:val="auto"/>
          <w:lang w:val="pl-PL"/>
        </w:rPr>
        <w:t>Kategori</w:t>
      </w:r>
      <w:r w:rsidR="00807337" w:rsidRPr="0028255D">
        <w:rPr>
          <w:rStyle w:val="LPzwykly"/>
          <w:i/>
          <w:color w:val="auto"/>
          <w:lang w:val="pl-PL"/>
        </w:rPr>
        <w:t>i</w:t>
      </w:r>
      <w:r w:rsidRPr="0028255D">
        <w:rPr>
          <w:rStyle w:val="LPzwykly"/>
          <w:i/>
          <w:color w:val="auto"/>
          <w:lang w:val="pl-PL"/>
        </w:rPr>
        <w:t xml:space="preserve"> i definicj</w:t>
      </w:r>
      <w:r w:rsidR="00807337" w:rsidRPr="0028255D">
        <w:rPr>
          <w:rStyle w:val="LPzwykly"/>
          <w:i/>
          <w:color w:val="auto"/>
          <w:lang w:val="pl-PL"/>
        </w:rPr>
        <w:t>i</w:t>
      </w:r>
      <w:r w:rsidRPr="0028255D">
        <w:rPr>
          <w:rStyle w:val="LPzwykly"/>
          <w:i/>
          <w:color w:val="auto"/>
          <w:lang w:val="pl-PL"/>
        </w:rPr>
        <w:t xml:space="preserve"> wybranych obiektów rekreacyjno-wypoczynkowych</w:t>
      </w:r>
      <w:r w:rsidR="00807337" w:rsidRPr="0028255D">
        <w:rPr>
          <w:rStyle w:val="LPzwykly"/>
          <w:i/>
          <w:color w:val="auto"/>
          <w:lang w:val="pl-PL"/>
        </w:rPr>
        <w:t xml:space="preserve"> i edukacyjnych zlokalizowanych na terenach zarządzanych przez j.o. Państwowego Gospodarstwa Leśnego Lasy Państwowe</w:t>
      </w:r>
      <w:r w:rsidR="00037888" w:rsidRPr="0028255D">
        <w:rPr>
          <w:rStyle w:val="LPzwykly"/>
          <w:i/>
          <w:color w:val="auto"/>
          <w:lang w:val="pl-PL"/>
        </w:rPr>
        <w:t>”</w:t>
      </w:r>
      <w:r w:rsidR="00807337" w:rsidRPr="001B154D">
        <w:rPr>
          <w:rStyle w:val="LPzwykly"/>
          <w:color w:val="auto"/>
          <w:lang w:val="pl-PL"/>
        </w:rPr>
        <w:t>.</w:t>
      </w:r>
    </w:p>
    <w:p w14:paraId="678B4377" w14:textId="77777777" w:rsidR="006859F6" w:rsidRDefault="006859F6" w:rsidP="00DD7B11">
      <w:pPr>
        <w:pStyle w:val="LPtekstpodstawowy"/>
        <w:jc w:val="both"/>
        <w:rPr>
          <w:rStyle w:val="LPzwykly"/>
        </w:rPr>
      </w:pPr>
    </w:p>
    <w:p w14:paraId="64A81C8C" w14:textId="5E4A4981" w:rsidR="00CE16E1" w:rsidRDefault="00CE16E1" w:rsidP="00DD7B11">
      <w:pPr>
        <w:pStyle w:val="LPtekstpodstawowy"/>
        <w:rPr>
          <w:rStyle w:val="LPzwykly"/>
        </w:rPr>
      </w:pPr>
      <w:r>
        <w:rPr>
          <w:rStyle w:val="LPzwykly"/>
        </w:rPr>
        <w:t xml:space="preserve">§ </w:t>
      </w:r>
      <w:r w:rsidR="0090445E">
        <w:rPr>
          <w:rStyle w:val="LPzwykly"/>
        </w:rPr>
        <w:t>1</w:t>
      </w:r>
      <w:r w:rsidR="00110382">
        <w:rPr>
          <w:rStyle w:val="LPzwykly"/>
        </w:rPr>
        <w:t>1</w:t>
      </w:r>
    </w:p>
    <w:p w14:paraId="205C0B6A" w14:textId="77777777" w:rsidR="006B4454" w:rsidRDefault="006B4454" w:rsidP="00DD7B11">
      <w:pPr>
        <w:pStyle w:val="LPtekstpodstawowy"/>
        <w:jc w:val="both"/>
        <w:rPr>
          <w:rStyle w:val="LPzwykly"/>
        </w:rPr>
      </w:pPr>
    </w:p>
    <w:p w14:paraId="062EB236" w14:textId="57D8AB1C" w:rsidR="00CE16E1" w:rsidRDefault="00CE16E1" w:rsidP="00DD7B11">
      <w:pPr>
        <w:pStyle w:val="LPtekstpodstawowy"/>
        <w:numPr>
          <w:ilvl w:val="0"/>
          <w:numId w:val="17"/>
        </w:numPr>
        <w:jc w:val="both"/>
        <w:rPr>
          <w:rStyle w:val="LPzwykly"/>
        </w:rPr>
      </w:pPr>
      <w:r>
        <w:rPr>
          <w:rStyle w:val="LPzwykly"/>
        </w:rPr>
        <w:t xml:space="preserve">Zasady korzystania z </w:t>
      </w:r>
      <w:r w:rsidR="002A0FD6">
        <w:rPr>
          <w:rStyle w:val="LPzwykly"/>
        </w:rPr>
        <w:t xml:space="preserve">dróg leśnych </w:t>
      </w:r>
      <w:r w:rsidR="00E112E9">
        <w:rPr>
          <w:rStyle w:val="LPzwykly"/>
        </w:rPr>
        <w:t>udostępnionych</w:t>
      </w:r>
      <w:r w:rsidR="002A0FD6">
        <w:rPr>
          <w:rStyle w:val="LPzwykly"/>
        </w:rPr>
        <w:t xml:space="preserve"> do ruchu publicznego</w:t>
      </w:r>
      <w:r w:rsidR="00E112E9">
        <w:rPr>
          <w:rStyle w:val="LPzwykly"/>
        </w:rPr>
        <w:t xml:space="preserve"> </w:t>
      </w:r>
      <w:r>
        <w:rPr>
          <w:rStyle w:val="LPzwykly"/>
        </w:rPr>
        <w:t>określ</w:t>
      </w:r>
      <w:r w:rsidR="009D112B">
        <w:rPr>
          <w:rStyle w:val="LPzwykly"/>
        </w:rPr>
        <w:t>a</w:t>
      </w:r>
      <w:r>
        <w:rPr>
          <w:rStyle w:val="LPzwykly"/>
        </w:rPr>
        <w:t xml:space="preserve"> </w:t>
      </w:r>
      <w:r w:rsidR="00E112E9">
        <w:rPr>
          <w:rStyle w:val="LPzwykly"/>
        </w:rPr>
        <w:t>regulamin</w:t>
      </w:r>
      <w:r>
        <w:rPr>
          <w:rStyle w:val="LPzwykly"/>
        </w:rPr>
        <w:t xml:space="preserve">, który nadleśniczy wprowadza </w:t>
      </w:r>
      <w:r w:rsidR="00466D70">
        <w:rPr>
          <w:rStyle w:val="LPzwykly"/>
        </w:rPr>
        <w:t xml:space="preserve">odrębnym </w:t>
      </w:r>
      <w:r w:rsidR="004238E8">
        <w:rPr>
          <w:rStyle w:val="LPzwykly"/>
        </w:rPr>
        <w:t>zarządzeniem.</w:t>
      </w:r>
    </w:p>
    <w:p w14:paraId="487766C8" w14:textId="493564FA" w:rsidR="00CE16E1" w:rsidRDefault="00CE16E1" w:rsidP="00DD7B11">
      <w:pPr>
        <w:pStyle w:val="LPtekstpodstawowy"/>
        <w:numPr>
          <w:ilvl w:val="0"/>
          <w:numId w:val="17"/>
        </w:numPr>
        <w:jc w:val="both"/>
        <w:rPr>
          <w:rStyle w:val="LPzwykly"/>
        </w:rPr>
      </w:pPr>
      <w:r>
        <w:rPr>
          <w:rStyle w:val="LPzwykly"/>
        </w:rPr>
        <w:t xml:space="preserve">Regulamin korzystania z </w:t>
      </w:r>
      <w:r w:rsidR="00F54972">
        <w:rPr>
          <w:rStyle w:val="LPzwykly"/>
        </w:rPr>
        <w:t xml:space="preserve">udostępnionych </w:t>
      </w:r>
      <w:r>
        <w:rPr>
          <w:rStyle w:val="LPzwykly"/>
        </w:rPr>
        <w:t xml:space="preserve">dróg leśnych należy udostępnić na stronie </w:t>
      </w:r>
      <w:r w:rsidRPr="007E104A">
        <w:rPr>
          <w:rStyle w:val="LPzwykly"/>
        </w:rPr>
        <w:t>internetowej nadleśnictwa</w:t>
      </w:r>
      <w:r>
        <w:rPr>
          <w:rStyle w:val="LPzwykly"/>
        </w:rPr>
        <w:t xml:space="preserve">, w zakładce </w:t>
      </w:r>
      <w:r w:rsidR="001742E6">
        <w:rPr>
          <w:rStyle w:val="LPzwykly"/>
        </w:rPr>
        <w:t>„</w:t>
      </w:r>
      <w:r>
        <w:rPr>
          <w:rStyle w:val="LPzwykly"/>
        </w:rPr>
        <w:t>Informacje</w:t>
      </w:r>
      <w:r w:rsidR="001742E6">
        <w:rPr>
          <w:rStyle w:val="LPzwykly"/>
        </w:rPr>
        <w:t>”</w:t>
      </w:r>
      <w:r w:rsidR="000C5B0A">
        <w:rPr>
          <w:rStyle w:val="LPzwykly"/>
        </w:rPr>
        <w:t xml:space="preserve">, </w:t>
      </w:r>
      <w:r w:rsidR="00807337" w:rsidRPr="00807337">
        <w:rPr>
          <w:rStyle w:val="LPzwykly"/>
        </w:rPr>
        <w:t>w BIP w zakładce „Zarządzenia i decyzje”</w:t>
      </w:r>
      <w:r w:rsidR="00031DC1">
        <w:rPr>
          <w:rStyle w:val="LPzwykly"/>
        </w:rPr>
        <w:t xml:space="preserve"> oraz na tablicy ogłoszeń nadleśnictwa</w:t>
      </w:r>
      <w:r w:rsidR="00807337" w:rsidRPr="00807337">
        <w:rPr>
          <w:rStyle w:val="LPzwykly"/>
        </w:rPr>
        <w:t>.</w:t>
      </w:r>
    </w:p>
    <w:p w14:paraId="76E01C2A" w14:textId="6921EAA5" w:rsidR="00816021" w:rsidRDefault="008203D8" w:rsidP="00DD7B11">
      <w:pPr>
        <w:pStyle w:val="LPtekstpodstawowy"/>
        <w:numPr>
          <w:ilvl w:val="0"/>
          <w:numId w:val="17"/>
        </w:numPr>
        <w:jc w:val="both"/>
        <w:rPr>
          <w:rStyle w:val="LPzwykly"/>
        </w:rPr>
      </w:pPr>
      <w:r>
        <w:rPr>
          <w:rStyle w:val="LPzwykly"/>
        </w:rPr>
        <w:t xml:space="preserve">Ramowa treść </w:t>
      </w:r>
      <w:r w:rsidR="00816021">
        <w:rPr>
          <w:rStyle w:val="LPzwykly"/>
        </w:rPr>
        <w:t xml:space="preserve">regulaminu stanowi załącznik nr </w:t>
      </w:r>
      <w:r w:rsidR="008C695D">
        <w:rPr>
          <w:rStyle w:val="LPzwykly"/>
        </w:rPr>
        <w:t>4</w:t>
      </w:r>
      <w:r w:rsidR="00784E89">
        <w:rPr>
          <w:rStyle w:val="LPzwykly"/>
        </w:rPr>
        <w:t>.</w:t>
      </w:r>
      <w:r w:rsidR="00816021">
        <w:rPr>
          <w:rStyle w:val="LPzwykly"/>
        </w:rPr>
        <w:t xml:space="preserve"> </w:t>
      </w:r>
      <w:r w:rsidR="009B2191" w:rsidRPr="00784E89">
        <w:rPr>
          <w:rStyle w:val="LPzwykly"/>
        </w:rPr>
        <w:t>Regulamin należy dostosować do lokalnych uwarunkowań.</w:t>
      </w:r>
    </w:p>
    <w:p w14:paraId="27AEE418" w14:textId="4C1DC429" w:rsidR="009D112B" w:rsidRDefault="009D112B" w:rsidP="00DD7B11">
      <w:pPr>
        <w:pStyle w:val="LPtekstpodstawowy"/>
        <w:numPr>
          <w:ilvl w:val="0"/>
          <w:numId w:val="17"/>
        </w:numPr>
        <w:jc w:val="both"/>
        <w:rPr>
          <w:rStyle w:val="LPzwykly"/>
        </w:rPr>
      </w:pPr>
      <w:r>
        <w:rPr>
          <w:rStyle w:val="LPzwykly"/>
        </w:rPr>
        <w:t xml:space="preserve">Zamieszczenie adresu strony internetowej </w:t>
      </w:r>
      <w:r w:rsidR="00466D70">
        <w:rPr>
          <w:rStyle w:val="LPzwykly"/>
        </w:rPr>
        <w:t xml:space="preserve">oraz kodu QR </w:t>
      </w:r>
      <w:r>
        <w:rPr>
          <w:rStyle w:val="LPzwykly"/>
        </w:rPr>
        <w:t xml:space="preserve">na </w:t>
      </w:r>
      <w:r w:rsidR="00816021">
        <w:rPr>
          <w:rStyle w:val="LPzwykly"/>
        </w:rPr>
        <w:t xml:space="preserve">tablicy </w:t>
      </w:r>
      <w:r>
        <w:rPr>
          <w:rStyle w:val="LPzwykly"/>
        </w:rPr>
        <w:t>informacyjn</w:t>
      </w:r>
      <w:r w:rsidR="00816021">
        <w:rPr>
          <w:rStyle w:val="LPzwykly"/>
        </w:rPr>
        <w:t>ej</w:t>
      </w:r>
      <w:r w:rsidR="00B0117D">
        <w:rPr>
          <w:rStyle w:val="LPzwykly"/>
        </w:rPr>
        <w:t xml:space="preserve"> </w:t>
      </w:r>
      <w:r w:rsidR="00B0117D" w:rsidRPr="00784E89">
        <w:rPr>
          <w:rStyle w:val="LPzwykly"/>
        </w:rPr>
        <w:t>TL-2</w:t>
      </w:r>
      <w:r w:rsidRPr="00784E89">
        <w:rPr>
          <w:rStyle w:val="LPzwykly"/>
        </w:rPr>
        <w:t xml:space="preserve">, </w:t>
      </w:r>
      <w:r w:rsidR="00816021" w:rsidRPr="00784E89">
        <w:rPr>
          <w:rStyle w:val="LPzwykly"/>
        </w:rPr>
        <w:t>opisanej</w:t>
      </w:r>
      <w:r w:rsidRPr="00784E89">
        <w:rPr>
          <w:rStyle w:val="LPzwykly"/>
        </w:rPr>
        <w:t xml:space="preserve"> w § </w:t>
      </w:r>
      <w:r w:rsidR="00110382" w:rsidRPr="00784E89">
        <w:rPr>
          <w:rStyle w:val="LPzwykly"/>
        </w:rPr>
        <w:t>7</w:t>
      </w:r>
      <w:r w:rsidRPr="00784E89">
        <w:rPr>
          <w:rStyle w:val="LPzwykly"/>
        </w:rPr>
        <w:t xml:space="preserve"> ust. </w:t>
      </w:r>
      <w:r w:rsidR="00B76BF1" w:rsidRPr="00784E89">
        <w:rPr>
          <w:rStyle w:val="LPzwykly"/>
        </w:rPr>
        <w:t>5</w:t>
      </w:r>
      <w:r w:rsidRPr="00784E89">
        <w:rPr>
          <w:rStyle w:val="LPzwykly"/>
        </w:rPr>
        <w:t xml:space="preserve">, </w:t>
      </w:r>
      <w:r w:rsidR="00816021" w:rsidRPr="00784E89">
        <w:rPr>
          <w:rStyle w:val="LPzwykly"/>
        </w:rPr>
        <w:t xml:space="preserve">jest równoznaczne ze złożeniem </w:t>
      </w:r>
      <w:r w:rsidRPr="00784E89">
        <w:rPr>
          <w:rStyle w:val="LPzwykly"/>
        </w:rPr>
        <w:t>oświadczen</w:t>
      </w:r>
      <w:r w:rsidR="00816021" w:rsidRPr="00784E89">
        <w:rPr>
          <w:rStyle w:val="LPzwykly"/>
        </w:rPr>
        <w:t>ia</w:t>
      </w:r>
      <w:r w:rsidRPr="00784E89">
        <w:rPr>
          <w:rStyle w:val="LPzwykly"/>
        </w:rPr>
        <w:t xml:space="preserve"> woli</w:t>
      </w:r>
      <w:r w:rsidR="008203D8" w:rsidRPr="00784E89">
        <w:rPr>
          <w:rStyle w:val="LPzwykly"/>
        </w:rPr>
        <w:t xml:space="preserve"> zarządcy drogi</w:t>
      </w:r>
      <w:r w:rsidRPr="00784E89">
        <w:rPr>
          <w:rStyle w:val="LPzwykly"/>
        </w:rPr>
        <w:t>, o którym mowa w art. 60 i 61 Kodeksu cywilnego</w:t>
      </w:r>
      <w:r w:rsidR="00FA75B7" w:rsidRPr="00784E89">
        <w:rPr>
          <w:rStyle w:val="LPzwykly"/>
          <w:vertAlign w:val="superscript"/>
        </w:rPr>
        <w:t>11</w:t>
      </w:r>
      <w:r w:rsidRPr="00784E89">
        <w:rPr>
          <w:rStyle w:val="LPzwykly"/>
        </w:rPr>
        <w:t>.</w:t>
      </w:r>
    </w:p>
    <w:p w14:paraId="2CFB3FB3" w14:textId="77777777" w:rsidR="00DD7B11" w:rsidRDefault="00DD7B11" w:rsidP="00DD7B11">
      <w:pPr>
        <w:pStyle w:val="LPtekstpodstawowy"/>
        <w:ind w:left="502"/>
        <w:jc w:val="both"/>
        <w:rPr>
          <w:rStyle w:val="LPzwykly"/>
        </w:rPr>
      </w:pPr>
    </w:p>
    <w:p w14:paraId="2B11F0EF" w14:textId="377FB794" w:rsidR="00771B9C" w:rsidRDefault="00771B9C" w:rsidP="00DD7B11">
      <w:pPr>
        <w:pStyle w:val="LPtekstpodstawowy"/>
        <w:jc w:val="both"/>
        <w:rPr>
          <w:rStyle w:val="LPzwykly"/>
        </w:rPr>
      </w:pPr>
    </w:p>
    <w:p w14:paraId="39B28A19" w14:textId="1197F066" w:rsidR="00A27550" w:rsidRDefault="00A27550" w:rsidP="00DD7B11">
      <w:pPr>
        <w:pStyle w:val="LPtekstpodstawowy"/>
        <w:rPr>
          <w:rStyle w:val="LPzwykly"/>
        </w:rPr>
      </w:pPr>
      <w:r>
        <w:rPr>
          <w:rStyle w:val="LPzwykly"/>
        </w:rPr>
        <w:lastRenderedPageBreak/>
        <w:t>§ 12</w:t>
      </w:r>
    </w:p>
    <w:p w14:paraId="45B1F6DD" w14:textId="77777777" w:rsidR="00EC6D91" w:rsidRDefault="00EC6D91" w:rsidP="00DD7B11">
      <w:pPr>
        <w:pStyle w:val="LPtekstpodstawowy"/>
        <w:jc w:val="both"/>
        <w:rPr>
          <w:rStyle w:val="LPzwykly"/>
        </w:rPr>
      </w:pPr>
    </w:p>
    <w:p w14:paraId="1CD10691" w14:textId="52C85717" w:rsidR="00A27550" w:rsidRPr="00950267" w:rsidRDefault="00A27550" w:rsidP="00DD7B11">
      <w:pPr>
        <w:pStyle w:val="LPtekstpodstawowy"/>
        <w:numPr>
          <w:ilvl w:val="0"/>
          <w:numId w:val="38"/>
        </w:numPr>
        <w:jc w:val="both"/>
        <w:rPr>
          <w:rStyle w:val="LPzwykly"/>
        </w:rPr>
      </w:pPr>
      <w:r w:rsidRPr="00950267">
        <w:rPr>
          <w:rStyle w:val="LPzwykly"/>
        </w:rPr>
        <w:t xml:space="preserve">Dopuszcza się czasowe udostępnienie drogi do ruchu publicznego w wymiarze godzinowym (np. </w:t>
      </w:r>
      <w:r w:rsidR="004660B7" w:rsidRPr="00950267">
        <w:rPr>
          <w:rStyle w:val="LPzwykly"/>
        </w:rPr>
        <w:t>w godz</w:t>
      </w:r>
      <w:r w:rsidR="006E3687" w:rsidRPr="00950267">
        <w:rPr>
          <w:rStyle w:val="LPzwykly"/>
        </w:rPr>
        <w:t>.</w:t>
      </w:r>
      <w:r w:rsidR="004660B7" w:rsidRPr="00950267">
        <w:rPr>
          <w:rStyle w:val="LPzwykly"/>
        </w:rPr>
        <w:t xml:space="preserve"> </w:t>
      </w:r>
      <w:r w:rsidRPr="00950267">
        <w:rPr>
          <w:rStyle w:val="LPzwykly"/>
        </w:rPr>
        <w:t>6</w:t>
      </w:r>
      <w:r w:rsidR="004660B7" w:rsidRPr="00950267">
        <w:rPr>
          <w:rStyle w:val="LPzwykly"/>
          <w:vertAlign w:val="superscript"/>
        </w:rPr>
        <w:t>00</w:t>
      </w:r>
      <w:r w:rsidR="004660B7" w:rsidRPr="00950267">
        <w:rPr>
          <w:rStyle w:val="LPzwykly"/>
        </w:rPr>
        <w:t xml:space="preserve"> do </w:t>
      </w:r>
      <w:r w:rsidRPr="00950267">
        <w:rPr>
          <w:rStyle w:val="LPzwykly"/>
        </w:rPr>
        <w:t>16</w:t>
      </w:r>
      <w:r w:rsidR="004660B7" w:rsidRPr="00950267">
        <w:rPr>
          <w:rStyle w:val="LPzwykly"/>
          <w:vertAlign w:val="superscript"/>
        </w:rPr>
        <w:t>00</w:t>
      </w:r>
      <w:r w:rsidRPr="00950267">
        <w:rPr>
          <w:rStyle w:val="LPzwykly"/>
        </w:rPr>
        <w:t xml:space="preserve">) lub wskazanym czasie, wyznaczonym dniami (np. </w:t>
      </w:r>
      <w:r w:rsidR="004660B7" w:rsidRPr="00950267">
        <w:rPr>
          <w:rStyle w:val="LPzwykly"/>
        </w:rPr>
        <w:t xml:space="preserve">od </w:t>
      </w:r>
      <w:r w:rsidR="00B11D06" w:rsidRPr="00950267">
        <w:rPr>
          <w:rStyle w:val="LPzwykly"/>
        </w:rPr>
        <w:t>p</w:t>
      </w:r>
      <w:r w:rsidRPr="00950267">
        <w:rPr>
          <w:rStyle w:val="LPzwykly"/>
        </w:rPr>
        <w:t xml:space="preserve">n. </w:t>
      </w:r>
      <w:r w:rsidR="004660B7" w:rsidRPr="00950267">
        <w:rPr>
          <w:rStyle w:val="LPzwykly"/>
        </w:rPr>
        <w:t>do</w:t>
      </w:r>
      <w:r w:rsidR="00B11D06" w:rsidRPr="00950267">
        <w:rPr>
          <w:rStyle w:val="LPzwykly"/>
        </w:rPr>
        <w:t xml:space="preserve"> p</w:t>
      </w:r>
      <w:r w:rsidRPr="00950267">
        <w:rPr>
          <w:rStyle w:val="LPzwykly"/>
        </w:rPr>
        <w:t xml:space="preserve">t.) lub miesiącami (np. </w:t>
      </w:r>
      <w:r w:rsidR="004660B7" w:rsidRPr="00950267">
        <w:rPr>
          <w:rStyle w:val="LPzwykly"/>
        </w:rPr>
        <w:t xml:space="preserve">od 1 </w:t>
      </w:r>
      <w:r w:rsidRPr="00950267">
        <w:rPr>
          <w:rStyle w:val="LPzwykly"/>
        </w:rPr>
        <w:t>czerw</w:t>
      </w:r>
      <w:r w:rsidR="004660B7" w:rsidRPr="00950267">
        <w:rPr>
          <w:rStyle w:val="LPzwykly"/>
        </w:rPr>
        <w:t>ca do 30 września</w:t>
      </w:r>
      <w:r w:rsidRPr="00950267">
        <w:rPr>
          <w:rStyle w:val="LPzwykly"/>
        </w:rPr>
        <w:t>). Zakres czasowego udostępnienia drogi m</w:t>
      </w:r>
      <w:r w:rsidR="00991F0F" w:rsidRPr="00950267">
        <w:rPr>
          <w:rStyle w:val="LPzwykly"/>
        </w:rPr>
        <w:t>u</w:t>
      </w:r>
      <w:r w:rsidRPr="00950267">
        <w:rPr>
          <w:rStyle w:val="LPzwykly"/>
        </w:rPr>
        <w:t>si być szczegółowo opisany</w:t>
      </w:r>
      <w:r w:rsidR="00991F0F" w:rsidRPr="00950267">
        <w:rPr>
          <w:rStyle w:val="LPzwykly"/>
        </w:rPr>
        <w:t xml:space="preserve"> w </w:t>
      </w:r>
      <w:r w:rsidR="004B22CE" w:rsidRPr="00950267">
        <w:rPr>
          <w:rStyle w:val="LPzwykly"/>
        </w:rPr>
        <w:t>zarządzeniu</w:t>
      </w:r>
      <w:r w:rsidR="00991F0F" w:rsidRPr="00950267">
        <w:rPr>
          <w:rStyle w:val="LPzwykly"/>
        </w:rPr>
        <w:t>, o którym mowa w § 6 ust. 1</w:t>
      </w:r>
      <w:r w:rsidRPr="00950267">
        <w:rPr>
          <w:rStyle w:val="LPzwykly"/>
        </w:rPr>
        <w:t>.</w:t>
      </w:r>
    </w:p>
    <w:p w14:paraId="73542146" w14:textId="42D3EEDF" w:rsidR="004660B7" w:rsidRPr="00950267" w:rsidRDefault="004660B7" w:rsidP="00DD7B11">
      <w:pPr>
        <w:pStyle w:val="LPtekstpodstawowy"/>
        <w:numPr>
          <w:ilvl w:val="0"/>
          <w:numId w:val="38"/>
        </w:numPr>
        <w:jc w:val="both"/>
        <w:rPr>
          <w:rStyle w:val="LPzwykly"/>
        </w:rPr>
      </w:pPr>
      <w:r w:rsidRPr="00950267">
        <w:rPr>
          <w:rStyle w:val="LPzwykly"/>
        </w:rPr>
        <w:t>Możliwe jest łączenie udostępnienia czasowego wyznaczonego dniami wraz z</w:t>
      </w:r>
      <w:r w:rsidR="00B02A0F" w:rsidRPr="00950267">
        <w:rPr>
          <w:rStyle w:val="LPzwykly"/>
        </w:rPr>
        <w:t>e</w:t>
      </w:r>
      <w:r w:rsidRPr="00950267">
        <w:rPr>
          <w:rStyle w:val="LPzwykly"/>
        </w:rPr>
        <w:t> wskazaniem zakresu godzinowego (np. od pn. do pt. w godz. od. 6</w:t>
      </w:r>
      <w:r w:rsidRPr="00950267">
        <w:rPr>
          <w:rStyle w:val="LPzwykly"/>
          <w:vertAlign w:val="superscript"/>
        </w:rPr>
        <w:t>00</w:t>
      </w:r>
      <w:r w:rsidRPr="00950267">
        <w:rPr>
          <w:rStyle w:val="LPzwykly"/>
        </w:rPr>
        <w:t xml:space="preserve"> do 16</w:t>
      </w:r>
      <w:r w:rsidRPr="00950267">
        <w:rPr>
          <w:rStyle w:val="LPzwykly"/>
          <w:vertAlign w:val="superscript"/>
        </w:rPr>
        <w:t>00</w:t>
      </w:r>
      <w:r w:rsidRPr="00950267">
        <w:rPr>
          <w:rStyle w:val="LPzwykly"/>
        </w:rPr>
        <w:t>).</w:t>
      </w:r>
    </w:p>
    <w:p w14:paraId="1E3C2765" w14:textId="2FE311E6" w:rsidR="00A27550" w:rsidRPr="00950267" w:rsidRDefault="00A27550" w:rsidP="00DD7B11">
      <w:pPr>
        <w:pStyle w:val="LPtekstpodstawowy"/>
        <w:numPr>
          <w:ilvl w:val="0"/>
          <w:numId w:val="38"/>
        </w:numPr>
        <w:jc w:val="both"/>
        <w:rPr>
          <w:rStyle w:val="LPzwykly"/>
        </w:rPr>
      </w:pPr>
      <w:r w:rsidRPr="00950267">
        <w:rPr>
          <w:rStyle w:val="LPzwykly"/>
        </w:rPr>
        <w:t>Rozwiązanie, o którym mowa w ust. 2 wymaga zamontowania dodatkowo znaku T-0 z określeniem czasu, jakiego dotyczy udostępnienie pod tablicą informacyjną</w:t>
      </w:r>
      <w:r w:rsidR="00B11D06" w:rsidRPr="00950267">
        <w:rPr>
          <w:rStyle w:val="LPzwykly"/>
        </w:rPr>
        <w:t xml:space="preserve"> TL-2</w:t>
      </w:r>
      <w:r w:rsidRPr="00950267">
        <w:rPr>
          <w:rStyle w:val="LPzwykly"/>
        </w:rPr>
        <w:t xml:space="preserve">, o której mowa w § 7 ust. </w:t>
      </w:r>
      <w:r w:rsidR="00B138B9" w:rsidRPr="00950267">
        <w:rPr>
          <w:rStyle w:val="LPzwykly"/>
        </w:rPr>
        <w:t>4</w:t>
      </w:r>
      <w:r w:rsidRPr="00950267">
        <w:rPr>
          <w:rStyle w:val="LPzwykly"/>
        </w:rPr>
        <w:t>.</w:t>
      </w:r>
    </w:p>
    <w:p w14:paraId="69B593AD" w14:textId="77777777" w:rsidR="00A27550" w:rsidRDefault="00A27550" w:rsidP="00DD7B11">
      <w:pPr>
        <w:pStyle w:val="LPtekstpodstawowy"/>
        <w:jc w:val="both"/>
        <w:rPr>
          <w:rStyle w:val="LPzwykly"/>
        </w:rPr>
      </w:pPr>
    </w:p>
    <w:p w14:paraId="6A54D6D7" w14:textId="763C831A" w:rsidR="00CC148F" w:rsidRPr="006C736A" w:rsidRDefault="00CC148F" w:rsidP="00DD7B11">
      <w:pPr>
        <w:pStyle w:val="LPtekstpodstawowy"/>
        <w:rPr>
          <w:rStyle w:val="LPzwykly"/>
        </w:rPr>
      </w:pPr>
      <w:r>
        <w:rPr>
          <w:rStyle w:val="LPzwykly"/>
        </w:rPr>
        <w:t>§ 1</w:t>
      </w:r>
      <w:r w:rsidR="00A27550">
        <w:rPr>
          <w:rStyle w:val="LPzwykly"/>
        </w:rPr>
        <w:t>3</w:t>
      </w:r>
    </w:p>
    <w:p w14:paraId="53C2E406" w14:textId="77777777" w:rsidR="00771B9C" w:rsidRDefault="00771B9C" w:rsidP="00DD7B11">
      <w:pPr>
        <w:pStyle w:val="LPtekstpodstawowy"/>
        <w:jc w:val="both"/>
        <w:rPr>
          <w:rStyle w:val="LPzwykly"/>
        </w:rPr>
      </w:pPr>
    </w:p>
    <w:p w14:paraId="76B2A5EC" w14:textId="4CBE37FC" w:rsidR="00114514" w:rsidRPr="00950267" w:rsidRDefault="009850C0" w:rsidP="00DD7B11">
      <w:pPr>
        <w:pStyle w:val="LPtekstpodstawowy"/>
        <w:numPr>
          <w:ilvl w:val="0"/>
          <w:numId w:val="22"/>
        </w:numPr>
        <w:jc w:val="both"/>
        <w:rPr>
          <w:rStyle w:val="LPzwykly"/>
        </w:rPr>
      </w:pPr>
      <w:r>
        <w:rPr>
          <w:rStyle w:val="LPzwykly"/>
        </w:rPr>
        <w:t xml:space="preserve">Dopuszczalne jest </w:t>
      </w:r>
      <w:r w:rsidR="00CE136C" w:rsidRPr="00950267">
        <w:rPr>
          <w:rStyle w:val="LPzwykly"/>
        </w:rPr>
        <w:t xml:space="preserve">krótkotrwałe </w:t>
      </w:r>
      <w:r w:rsidR="00CE16E1" w:rsidRPr="00950267">
        <w:rPr>
          <w:rStyle w:val="LPzwykly"/>
        </w:rPr>
        <w:t>wyłączenie z udostępnienia</w:t>
      </w:r>
      <w:r w:rsidRPr="00950267">
        <w:rPr>
          <w:rStyle w:val="LPzwykly"/>
        </w:rPr>
        <w:t xml:space="preserve"> drogi leśnej.</w:t>
      </w:r>
    </w:p>
    <w:p w14:paraId="3E945694" w14:textId="387693D2" w:rsidR="006228A2" w:rsidRPr="00950267" w:rsidRDefault="00CE136C" w:rsidP="00DD7B11">
      <w:pPr>
        <w:pStyle w:val="LPtekstpodstawowy"/>
        <w:numPr>
          <w:ilvl w:val="0"/>
          <w:numId w:val="22"/>
        </w:numPr>
        <w:jc w:val="both"/>
        <w:rPr>
          <w:rStyle w:val="LPzwykly"/>
        </w:rPr>
      </w:pPr>
      <w:r w:rsidRPr="00950267">
        <w:rPr>
          <w:rStyle w:val="LPzwykly"/>
        </w:rPr>
        <w:t xml:space="preserve">Krótkotrwałe </w:t>
      </w:r>
      <w:r w:rsidR="003B482E" w:rsidRPr="00950267">
        <w:rPr>
          <w:rStyle w:val="LPzwykly"/>
        </w:rPr>
        <w:t>wyłączeni</w:t>
      </w:r>
      <w:r w:rsidR="00B76BF1" w:rsidRPr="00950267">
        <w:rPr>
          <w:rStyle w:val="LPzwykly"/>
        </w:rPr>
        <w:t>e</w:t>
      </w:r>
      <w:r w:rsidR="003B482E" w:rsidRPr="00950267">
        <w:rPr>
          <w:rStyle w:val="LPzwykly"/>
        </w:rPr>
        <w:t xml:space="preserve"> udostępnionej drogi leśnej na okres dłuższy niż 7 dni, </w:t>
      </w:r>
      <w:r w:rsidR="00B76BF1" w:rsidRPr="00950267">
        <w:rPr>
          <w:rStyle w:val="LPzwykly"/>
        </w:rPr>
        <w:t xml:space="preserve">powinno być wprowadzone przez nadleśniczego w formie </w:t>
      </w:r>
      <w:r w:rsidR="003B482E" w:rsidRPr="00950267">
        <w:rPr>
          <w:rStyle w:val="LPzwykly"/>
        </w:rPr>
        <w:t>decyzj</w:t>
      </w:r>
      <w:r w:rsidR="00B76BF1" w:rsidRPr="00950267">
        <w:rPr>
          <w:rStyle w:val="LPzwykly"/>
        </w:rPr>
        <w:t>i</w:t>
      </w:r>
      <w:r w:rsidR="003B482E" w:rsidRPr="00950267">
        <w:rPr>
          <w:rStyle w:val="LPzwykly"/>
        </w:rPr>
        <w:t xml:space="preserve">, którą </w:t>
      </w:r>
      <w:r w:rsidR="00B76BF1" w:rsidRPr="00950267">
        <w:rPr>
          <w:rStyle w:val="LPzwykly"/>
        </w:rPr>
        <w:t xml:space="preserve">należy przekazać </w:t>
      </w:r>
      <w:r w:rsidR="003B482E" w:rsidRPr="00950267">
        <w:rPr>
          <w:rStyle w:val="LPzwykly"/>
        </w:rPr>
        <w:t>do wiadomości os</w:t>
      </w:r>
      <w:r w:rsidR="00B76BF1" w:rsidRPr="00950267">
        <w:rPr>
          <w:rStyle w:val="LPzwykly"/>
        </w:rPr>
        <w:t>o</w:t>
      </w:r>
      <w:r w:rsidR="003B482E" w:rsidRPr="00950267">
        <w:rPr>
          <w:rStyle w:val="LPzwykly"/>
        </w:rPr>
        <w:t>b</w:t>
      </w:r>
      <w:r w:rsidR="00B76BF1" w:rsidRPr="00950267">
        <w:rPr>
          <w:rStyle w:val="LPzwykly"/>
        </w:rPr>
        <w:t>om i instytucjom</w:t>
      </w:r>
      <w:r w:rsidR="009D0676" w:rsidRPr="00950267">
        <w:rPr>
          <w:rStyle w:val="LPzwykly"/>
        </w:rPr>
        <w:t xml:space="preserve"> wskazany</w:t>
      </w:r>
      <w:r w:rsidR="00B76BF1" w:rsidRPr="00950267">
        <w:rPr>
          <w:rStyle w:val="LPzwykly"/>
        </w:rPr>
        <w:t>m</w:t>
      </w:r>
      <w:r w:rsidR="009D0676" w:rsidRPr="00950267">
        <w:rPr>
          <w:rStyle w:val="LPzwykly"/>
        </w:rPr>
        <w:t xml:space="preserve"> w § </w:t>
      </w:r>
      <w:r w:rsidR="008203D8" w:rsidRPr="00950267">
        <w:rPr>
          <w:rStyle w:val="LPzwykly"/>
        </w:rPr>
        <w:t xml:space="preserve">6 </w:t>
      </w:r>
      <w:r w:rsidR="009D0676" w:rsidRPr="00950267">
        <w:rPr>
          <w:rStyle w:val="LPzwykly"/>
        </w:rPr>
        <w:t xml:space="preserve">ust. 2 ppkt </w:t>
      </w:r>
      <w:r w:rsidRPr="00950267">
        <w:rPr>
          <w:rStyle w:val="LPzwykly"/>
        </w:rPr>
        <w:t>g</w:t>
      </w:r>
      <w:r w:rsidR="003B482E" w:rsidRPr="00950267">
        <w:rPr>
          <w:rStyle w:val="LPzwykly"/>
        </w:rPr>
        <w:t>.</w:t>
      </w:r>
    </w:p>
    <w:p w14:paraId="5BCA51BE" w14:textId="38119E88" w:rsidR="009850C0" w:rsidRPr="00950267" w:rsidRDefault="005574FB" w:rsidP="00DD7B11">
      <w:pPr>
        <w:pStyle w:val="LPtekstpodstawowy"/>
        <w:numPr>
          <w:ilvl w:val="0"/>
          <w:numId w:val="22"/>
        </w:numPr>
        <w:jc w:val="both"/>
      </w:pPr>
      <w:r w:rsidRPr="00950267">
        <w:t xml:space="preserve">W okresie </w:t>
      </w:r>
      <w:r w:rsidR="00CE136C" w:rsidRPr="00950267">
        <w:rPr>
          <w:rStyle w:val="LPzwykly"/>
        </w:rPr>
        <w:t xml:space="preserve">krótkotrwałego </w:t>
      </w:r>
      <w:r w:rsidR="009850C0" w:rsidRPr="00950267">
        <w:t>wyłączeni</w:t>
      </w:r>
      <w:r w:rsidRPr="00950267">
        <w:t>a</w:t>
      </w:r>
      <w:r w:rsidR="009850C0" w:rsidRPr="00950267">
        <w:t xml:space="preserve"> z udostępnienia drogi leśnej </w:t>
      </w:r>
      <w:r w:rsidRPr="00950267">
        <w:t>na oznakowaniu</w:t>
      </w:r>
      <w:r w:rsidR="009850C0" w:rsidRPr="00950267">
        <w:t>, o</w:t>
      </w:r>
      <w:r w:rsidR="00CE136C" w:rsidRPr="00950267">
        <w:t xml:space="preserve"> </w:t>
      </w:r>
      <w:r w:rsidR="009850C0" w:rsidRPr="00950267">
        <w:t>któr</w:t>
      </w:r>
      <w:r w:rsidRPr="00950267">
        <w:t>ym</w:t>
      </w:r>
      <w:r w:rsidR="009850C0" w:rsidRPr="00950267">
        <w:t xml:space="preserve"> mowa w § </w:t>
      </w:r>
      <w:r w:rsidR="008203D8" w:rsidRPr="00950267">
        <w:t>7</w:t>
      </w:r>
      <w:r w:rsidR="009850C0" w:rsidRPr="00950267">
        <w:t xml:space="preserve"> ust. 2</w:t>
      </w:r>
      <w:r w:rsidRPr="00950267">
        <w:t xml:space="preserve"> </w:t>
      </w:r>
      <w:r w:rsidR="008203D8" w:rsidRPr="00950267">
        <w:t xml:space="preserve">albo </w:t>
      </w:r>
      <w:r w:rsidRPr="00950267">
        <w:t>§</w:t>
      </w:r>
      <w:r w:rsidR="00A05628" w:rsidRPr="00950267">
        <w:t xml:space="preserve"> </w:t>
      </w:r>
      <w:r w:rsidR="008203D8" w:rsidRPr="00950267">
        <w:t>8</w:t>
      </w:r>
      <w:r w:rsidRPr="00950267">
        <w:t xml:space="preserve"> ust 2 </w:t>
      </w:r>
      <w:r w:rsidR="008203D8" w:rsidRPr="00950267">
        <w:t>n</w:t>
      </w:r>
      <w:r w:rsidRPr="00950267">
        <w:t xml:space="preserve">ależy nanieść dwa krzyżujące się pasy barwy pomarańczowej </w:t>
      </w:r>
      <w:r w:rsidR="006228A2" w:rsidRPr="00950267">
        <w:t xml:space="preserve">lub </w:t>
      </w:r>
      <w:r w:rsidRPr="00950267">
        <w:t xml:space="preserve">zapewnić </w:t>
      </w:r>
      <w:r w:rsidR="006228A2" w:rsidRPr="00950267">
        <w:t xml:space="preserve">zasłonięcie </w:t>
      </w:r>
      <w:r w:rsidRPr="00950267">
        <w:t xml:space="preserve">ww. </w:t>
      </w:r>
      <w:r w:rsidR="006228A2" w:rsidRPr="00950267">
        <w:t>tablic</w:t>
      </w:r>
      <w:r w:rsidR="00CE136C" w:rsidRPr="00950267">
        <w:t xml:space="preserve"> i </w:t>
      </w:r>
      <w:r w:rsidR="00AE3387" w:rsidRPr="00950267">
        <w:t>znak</w:t>
      </w:r>
      <w:r w:rsidRPr="00950267">
        <w:t>ów</w:t>
      </w:r>
      <w:r w:rsidR="009850C0" w:rsidRPr="00950267">
        <w:t>.</w:t>
      </w:r>
    </w:p>
    <w:p w14:paraId="7BAEC807" w14:textId="56876943" w:rsidR="009850C0" w:rsidRDefault="00CE136C" w:rsidP="00DD7B11">
      <w:pPr>
        <w:pStyle w:val="LPtekstpodstawowy"/>
        <w:numPr>
          <w:ilvl w:val="0"/>
          <w:numId w:val="22"/>
        </w:numPr>
        <w:jc w:val="both"/>
        <w:rPr>
          <w:rStyle w:val="LPzwykly"/>
        </w:rPr>
      </w:pPr>
      <w:r w:rsidRPr="00950267">
        <w:rPr>
          <w:rStyle w:val="LPzwykly"/>
        </w:rPr>
        <w:t>Krótkotrwałe</w:t>
      </w:r>
      <w:r>
        <w:rPr>
          <w:rStyle w:val="LPzwykly"/>
        </w:rPr>
        <w:t xml:space="preserve"> </w:t>
      </w:r>
      <w:r w:rsidR="008203D8" w:rsidRPr="008203D8">
        <w:rPr>
          <w:rStyle w:val="LPzwykly"/>
        </w:rPr>
        <w:t>wyłączenie z udostępnienia drogi leśnej</w:t>
      </w:r>
      <w:r w:rsidR="008203D8">
        <w:rPr>
          <w:rStyle w:val="LPzwykly"/>
        </w:rPr>
        <w:t xml:space="preserve"> </w:t>
      </w:r>
      <w:r w:rsidR="00A622D3">
        <w:rPr>
          <w:rStyle w:val="LPzwykly"/>
        </w:rPr>
        <w:t>ni</w:t>
      </w:r>
      <w:r w:rsidR="00950267">
        <w:rPr>
          <w:rStyle w:val="LPzwykly"/>
        </w:rPr>
        <w:t>e może być dłuższe niż 1 </w:t>
      </w:r>
      <w:r w:rsidR="00A622D3">
        <w:rPr>
          <w:rStyle w:val="LPzwykly"/>
        </w:rPr>
        <w:t>rok</w:t>
      </w:r>
      <w:r w:rsidR="009850C0">
        <w:rPr>
          <w:rStyle w:val="LPzwykly"/>
        </w:rPr>
        <w:t>.</w:t>
      </w:r>
    </w:p>
    <w:p w14:paraId="7B3CA4DB" w14:textId="33DF7CEB" w:rsidR="00B16BB0" w:rsidRDefault="00B16BB0" w:rsidP="00DD7B11">
      <w:pPr>
        <w:pStyle w:val="LPtekstpodstawowy"/>
        <w:jc w:val="both"/>
        <w:rPr>
          <w:rStyle w:val="LPzwykly"/>
        </w:rPr>
      </w:pPr>
    </w:p>
    <w:p w14:paraId="1FC81BF0" w14:textId="12195DBF" w:rsidR="00A27550" w:rsidRPr="00950267" w:rsidRDefault="00A27550" w:rsidP="00DD7B11">
      <w:pPr>
        <w:pStyle w:val="LPtekstpodstawowy"/>
        <w:rPr>
          <w:rStyle w:val="LPzwykly"/>
        </w:rPr>
      </w:pPr>
      <w:r w:rsidRPr="00950267">
        <w:rPr>
          <w:rStyle w:val="LPzwykly"/>
        </w:rPr>
        <w:t>§ 14</w:t>
      </w:r>
    </w:p>
    <w:p w14:paraId="722E1D36" w14:textId="77777777" w:rsidR="002320EE" w:rsidRPr="00950267" w:rsidRDefault="002320EE" w:rsidP="00DD7B11">
      <w:pPr>
        <w:pStyle w:val="LPtekstpodstawowy"/>
        <w:jc w:val="both"/>
        <w:rPr>
          <w:rStyle w:val="LPzwykly"/>
        </w:rPr>
      </w:pPr>
    </w:p>
    <w:p w14:paraId="57443580" w14:textId="14AE226D" w:rsidR="00A27550" w:rsidRPr="00950267" w:rsidRDefault="002320EE" w:rsidP="00DD7B11">
      <w:pPr>
        <w:pStyle w:val="LPtekstpodstawowy"/>
        <w:numPr>
          <w:ilvl w:val="0"/>
          <w:numId w:val="33"/>
        </w:numPr>
        <w:jc w:val="both"/>
        <w:rPr>
          <w:rStyle w:val="LPzwykly"/>
        </w:rPr>
      </w:pPr>
      <w:r w:rsidRPr="00950267">
        <w:rPr>
          <w:rStyle w:val="LPzwykly"/>
        </w:rPr>
        <w:t xml:space="preserve">Na drogach leśnych udostępnianych do ruchu publicznego, których długość nie przekracza 100 m, dopuszcza się </w:t>
      </w:r>
      <w:r w:rsidR="00A27550" w:rsidRPr="00950267">
        <w:rPr>
          <w:rStyle w:val="LPzwykly"/>
        </w:rPr>
        <w:t xml:space="preserve">oznakowanie wyłącznie </w:t>
      </w:r>
      <w:r w:rsidR="000F59F2" w:rsidRPr="00950267">
        <w:rPr>
          <w:rStyle w:val="LPzwykly"/>
        </w:rPr>
        <w:t xml:space="preserve">jedną </w:t>
      </w:r>
      <w:r w:rsidR="00A27550" w:rsidRPr="00950267">
        <w:rPr>
          <w:rStyle w:val="LPzwykly"/>
        </w:rPr>
        <w:t>tablicą informacyjn</w:t>
      </w:r>
      <w:r w:rsidR="00CE136C" w:rsidRPr="00950267">
        <w:rPr>
          <w:rStyle w:val="LPzwykly"/>
        </w:rPr>
        <w:t>ą TL-</w:t>
      </w:r>
      <w:r w:rsidR="00923CE4" w:rsidRPr="00950267">
        <w:rPr>
          <w:rStyle w:val="LPzwykly"/>
        </w:rPr>
        <w:t>2</w:t>
      </w:r>
      <w:r w:rsidRPr="00950267">
        <w:rPr>
          <w:rStyle w:val="LPzwykly"/>
        </w:rPr>
        <w:t>,</w:t>
      </w:r>
      <w:r w:rsidR="000F59F2" w:rsidRPr="00950267">
        <w:rPr>
          <w:rStyle w:val="LPzwykly"/>
        </w:rPr>
        <w:t xml:space="preserve"> </w:t>
      </w:r>
      <w:r w:rsidRPr="00950267">
        <w:rPr>
          <w:rStyle w:val="LPzwykly"/>
        </w:rPr>
        <w:t xml:space="preserve">o której mowa w § 7 ust. 4, </w:t>
      </w:r>
      <w:r w:rsidR="00923CE4" w:rsidRPr="00950267">
        <w:rPr>
          <w:rStyle w:val="LPzwykly"/>
        </w:rPr>
        <w:t>usytuowan</w:t>
      </w:r>
      <w:r w:rsidR="00E33D0A" w:rsidRPr="00950267">
        <w:rPr>
          <w:rStyle w:val="LPzwykly"/>
        </w:rPr>
        <w:t>ą</w:t>
      </w:r>
      <w:r w:rsidR="00923CE4" w:rsidRPr="00950267">
        <w:rPr>
          <w:rStyle w:val="LPzwykly"/>
        </w:rPr>
        <w:t xml:space="preserve"> od strony zjazdu z </w:t>
      </w:r>
      <w:r w:rsidR="000F59F2" w:rsidRPr="00950267">
        <w:rPr>
          <w:rStyle w:val="LPzwykly"/>
        </w:rPr>
        <w:t>drogi publicznej.</w:t>
      </w:r>
    </w:p>
    <w:p w14:paraId="2853A79F" w14:textId="28E341C1" w:rsidR="000F59F2" w:rsidRPr="00950267" w:rsidRDefault="000F59F2" w:rsidP="00DD7B11">
      <w:pPr>
        <w:pStyle w:val="LPtekstpodstawowy"/>
        <w:numPr>
          <w:ilvl w:val="0"/>
          <w:numId w:val="33"/>
        </w:numPr>
        <w:jc w:val="both"/>
        <w:rPr>
          <w:rStyle w:val="LPzwykly"/>
        </w:rPr>
      </w:pPr>
      <w:r w:rsidRPr="00950267">
        <w:rPr>
          <w:rStyle w:val="LPzwykly"/>
        </w:rPr>
        <w:t>Rozwiązanie, o którym mowa w ust. 1</w:t>
      </w:r>
      <w:r w:rsidR="002320EE" w:rsidRPr="00950267">
        <w:rPr>
          <w:rStyle w:val="LPzwykly"/>
        </w:rPr>
        <w:t xml:space="preserve"> wymaga zamontowania dodatkowo </w:t>
      </w:r>
      <w:r w:rsidRPr="00950267">
        <w:rPr>
          <w:rStyle w:val="LPzwykly"/>
        </w:rPr>
        <w:t>znaku T-20 z określeniem długości, jakiej dotyczy udostępnienie.</w:t>
      </w:r>
    </w:p>
    <w:p w14:paraId="315E4C2D" w14:textId="6BE4E8A6" w:rsidR="00E33D0A" w:rsidRPr="00DD7B11" w:rsidRDefault="00E33D0A" w:rsidP="00DD7B11">
      <w:pPr>
        <w:pStyle w:val="LPtekstpodstawowy"/>
        <w:numPr>
          <w:ilvl w:val="0"/>
          <w:numId w:val="33"/>
        </w:numPr>
        <w:jc w:val="both"/>
        <w:rPr>
          <w:rStyle w:val="LPzwykly"/>
        </w:rPr>
      </w:pPr>
      <w:r w:rsidRPr="004A61FC">
        <w:rPr>
          <w:rStyle w:val="LPzwykly"/>
          <w:color w:val="auto"/>
        </w:rPr>
        <w:t xml:space="preserve">W </w:t>
      </w:r>
      <w:r>
        <w:rPr>
          <w:rStyle w:val="LPzwykly"/>
          <w:color w:val="auto"/>
        </w:rPr>
        <w:t xml:space="preserve">takim </w:t>
      </w:r>
      <w:r w:rsidRPr="004A61FC">
        <w:rPr>
          <w:rStyle w:val="LPzwykly"/>
          <w:color w:val="auto"/>
        </w:rPr>
        <w:t xml:space="preserve">przypadku należy </w:t>
      </w:r>
      <w:r>
        <w:rPr>
          <w:rStyle w:val="LPzwykly"/>
          <w:color w:val="auto"/>
        </w:rPr>
        <w:t xml:space="preserve">obustronnie </w:t>
      </w:r>
      <w:r w:rsidRPr="004A61FC">
        <w:rPr>
          <w:rStyle w:val="LPzwykly"/>
          <w:color w:val="auto"/>
        </w:rPr>
        <w:t>zastosować znaki D-52</w:t>
      </w:r>
      <w:r>
        <w:rPr>
          <w:rStyle w:val="LPzwykly"/>
          <w:color w:val="auto"/>
        </w:rPr>
        <w:t xml:space="preserve"> łącznie </w:t>
      </w:r>
      <w:r>
        <w:rPr>
          <w:rStyle w:val="LPzwykly"/>
          <w:color w:val="auto"/>
        </w:rPr>
        <w:br/>
        <w:t>z B-33 i </w:t>
      </w:r>
      <w:r w:rsidRPr="004A61FC">
        <w:rPr>
          <w:rStyle w:val="LPzwykly"/>
          <w:color w:val="auto"/>
        </w:rPr>
        <w:t>D-53</w:t>
      </w:r>
      <w:r>
        <w:rPr>
          <w:rStyle w:val="LPzwykly"/>
          <w:color w:val="auto"/>
        </w:rPr>
        <w:t>.</w:t>
      </w:r>
    </w:p>
    <w:p w14:paraId="47BE2728" w14:textId="73606182" w:rsidR="00DD7B11" w:rsidRDefault="00DD7B11" w:rsidP="00DD7B11">
      <w:pPr>
        <w:pStyle w:val="LPtekstpodstawowy"/>
        <w:jc w:val="both"/>
        <w:rPr>
          <w:rStyle w:val="LPzwykly"/>
          <w:color w:val="auto"/>
        </w:rPr>
      </w:pPr>
    </w:p>
    <w:p w14:paraId="5389BDBF" w14:textId="729216A9" w:rsidR="00DD7B11" w:rsidRDefault="00DD7B11" w:rsidP="00DD7B11">
      <w:pPr>
        <w:pStyle w:val="LPtekstpodstawowy"/>
        <w:jc w:val="both"/>
        <w:rPr>
          <w:rStyle w:val="LPzwykly"/>
          <w:color w:val="auto"/>
        </w:rPr>
      </w:pPr>
    </w:p>
    <w:p w14:paraId="697C3F9D" w14:textId="77777777" w:rsidR="00DD7B11" w:rsidRDefault="00DD7B11" w:rsidP="00DD7B11">
      <w:pPr>
        <w:pStyle w:val="LPtekstpodstawowy"/>
        <w:jc w:val="both"/>
        <w:rPr>
          <w:rStyle w:val="LPzwykly"/>
        </w:rPr>
      </w:pPr>
    </w:p>
    <w:p w14:paraId="5775FA4C" w14:textId="77777777" w:rsidR="00A27550" w:rsidRDefault="00A27550" w:rsidP="00DD7B11">
      <w:pPr>
        <w:pStyle w:val="LPtekstpodstawowy"/>
        <w:jc w:val="both"/>
        <w:rPr>
          <w:rStyle w:val="LPzwykly"/>
        </w:rPr>
      </w:pPr>
    </w:p>
    <w:p w14:paraId="608D708D" w14:textId="77777777" w:rsidR="00B16BB0" w:rsidRPr="00107A70" w:rsidRDefault="00B16BB0" w:rsidP="00DD7B11">
      <w:pPr>
        <w:pStyle w:val="LPtekstpodstawowy"/>
        <w:rPr>
          <w:rStyle w:val="LPzwykly"/>
          <w:b/>
        </w:rPr>
      </w:pPr>
      <w:r w:rsidRPr="00107A70">
        <w:rPr>
          <w:rStyle w:val="LPzwykly"/>
          <w:b/>
        </w:rPr>
        <w:lastRenderedPageBreak/>
        <w:t>Rozdział II</w:t>
      </w:r>
      <w:r w:rsidR="00107813" w:rsidRPr="00107A70">
        <w:rPr>
          <w:rStyle w:val="LPzwykly"/>
          <w:b/>
        </w:rPr>
        <w:t>I</w:t>
      </w:r>
    </w:p>
    <w:p w14:paraId="348F86EF" w14:textId="4BF641CA" w:rsidR="006B58E2" w:rsidRPr="00107A70" w:rsidRDefault="004526C9" w:rsidP="00DD7B11">
      <w:pPr>
        <w:pStyle w:val="LPwiadomosczalacznik"/>
        <w:spacing w:line="276" w:lineRule="auto"/>
        <w:ind w:right="170"/>
        <w:jc w:val="center"/>
        <w:rPr>
          <w:rStyle w:val="LPzwykly"/>
          <w:b/>
          <w:lang w:val="pl-PL"/>
        </w:rPr>
      </w:pPr>
      <w:r w:rsidRPr="00107A70">
        <w:rPr>
          <w:rStyle w:val="LPzwykly"/>
          <w:b/>
          <w:lang w:val="pl-PL"/>
        </w:rPr>
        <w:t xml:space="preserve">Zapory </w:t>
      </w:r>
      <w:r w:rsidR="006D3FCF" w:rsidRPr="00107A70">
        <w:rPr>
          <w:rStyle w:val="LPzwykly"/>
          <w:b/>
          <w:lang w:val="pl-PL"/>
        </w:rPr>
        <w:t>leśne</w:t>
      </w:r>
    </w:p>
    <w:p w14:paraId="36A16C59" w14:textId="12CCBEC6" w:rsidR="00B138B9" w:rsidRPr="00107A70" w:rsidRDefault="00B138B9" w:rsidP="00DD7B11">
      <w:pPr>
        <w:pStyle w:val="LPwiadomosczalacznik"/>
        <w:spacing w:line="276" w:lineRule="auto"/>
        <w:ind w:right="170"/>
        <w:jc w:val="both"/>
        <w:rPr>
          <w:rStyle w:val="LPzwykly"/>
          <w:b/>
          <w:lang w:val="pl-PL"/>
        </w:rPr>
      </w:pPr>
    </w:p>
    <w:p w14:paraId="59AA616A" w14:textId="6FB3F389" w:rsidR="004229D1" w:rsidRPr="00107A70" w:rsidRDefault="004229D1" w:rsidP="00DD7B11">
      <w:pPr>
        <w:pStyle w:val="LPtekstpodstawowy"/>
        <w:rPr>
          <w:rStyle w:val="LPzwykly"/>
        </w:rPr>
      </w:pPr>
      <w:r w:rsidRPr="00107A70">
        <w:rPr>
          <w:rStyle w:val="LPzwykly"/>
        </w:rPr>
        <w:t>§ 15</w:t>
      </w:r>
    </w:p>
    <w:p w14:paraId="78680BA0" w14:textId="77777777" w:rsidR="004229D1" w:rsidRPr="004229D1" w:rsidRDefault="004229D1" w:rsidP="00DD7B11">
      <w:pPr>
        <w:pStyle w:val="LPtekstpodstawowy"/>
        <w:jc w:val="both"/>
        <w:rPr>
          <w:rStyle w:val="LPzwykly"/>
          <w:highlight w:val="yellow"/>
        </w:rPr>
      </w:pPr>
    </w:p>
    <w:p w14:paraId="4A92FD73" w14:textId="3ACBEB46" w:rsidR="004229D1" w:rsidRPr="00107A70" w:rsidRDefault="000C69F6" w:rsidP="00DD7B11">
      <w:pPr>
        <w:pStyle w:val="LPtekstpodstawowy"/>
        <w:numPr>
          <w:ilvl w:val="0"/>
          <w:numId w:val="24"/>
        </w:numPr>
        <w:jc w:val="both"/>
      </w:pPr>
      <w:r w:rsidRPr="00107A70">
        <w:rPr>
          <w:rStyle w:val="LPzwykly"/>
        </w:rPr>
        <w:t>W wyjątkowych sytuacjach, n</w:t>
      </w:r>
      <w:r w:rsidR="004229D1" w:rsidRPr="00107A70">
        <w:rPr>
          <w:rStyle w:val="LPzwykly"/>
        </w:rPr>
        <w:t>a drogach leśnych, które nie są udostępniane do ruchu publicznego</w:t>
      </w:r>
      <w:r w:rsidRPr="00107A70">
        <w:rPr>
          <w:rStyle w:val="LPzwykly"/>
        </w:rPr>
        <w:t>,</w:t>
      </w:r>
      <w:r w:rsidR="004229D1" w:rsidRPr="00107A70">
        <w:rPr>
          <w:rStyle w:val="LPzwykly"/>
        </w:rPr>
        <w:t xml:space="preserve"> dopuszcza się stosowanie dodatkowych </w:t>
      </w:r>
      <w:r w:rsidR="004229D1" w:rsidRPr="00107A70">
        <w:t>ograniczeń ruchu poprzez zastosowanie blokad mechanicznych w postaci zapory leśnej.</w:t>
      </w:r>
    </w:p>
    <w:p w14:paraId="0411F63A" w14:textId="77777777" w:rsidR="004229D1" w:rsidRPr="00107A70" w:rsidRDefault="004229D1" w:rsidP="00DD7B11">
      <w:pPr>
        <w:pStyle w:val="LPtekstpodstawowy"/>
        <w:numPr>
          <w:ilvl w:val="0"/>
          <w:numId w:val="24"/>
        </w:numPr>
        <w:jc w:val="both"/>
      </w:pPr>
      <w:r w:rsidRPr="00107A70">
        <w:t>Zapory leśne można stosować w szczególności w celu:</w:t>
      </w:r>
    </w:p>
    <w:p w14:paraId="401FD38E" w14:textId="77777777" w:rsidR="004229D1" w:rsidRPr="00107A70" w:rsidRDefault="004229D1" w:rsidP="00DD7B11">
      <w:pPr>
        <w:pStyle w:val="LPtekstpodstawowy"/>
        <w:numPr>
          <w:ilvl w:val="1"/>
          <w:numId w:val="24"/>
        </w:numPr>
        <w:jc w:val="both"/>
      </w:pPr>
      <w:r w:rsidRPr="00107A70">
        <w:t>zabezpieczenia mienia znajdującego się w zarządzie Lasów Państwowych;</w:t>
      </w:r>
    </w:p>
    <w:p w14:paraId="2003C92D" w14:textId="77777777" w:rsidR="004229D1" w:rsidRPr="00107A70" w:rsidRDefault="004229D1" w:rsidP="00DD7B11">
      <w:pPr>
        <w:pStyle w:val="LPtekstpodstawowy"/>
        <w:numPr>
          <w:ilvl w:val="1"/>
          <w:numId w:val="24"/>
        </w:numPr>
        <w:jc w:val="both"/>
      </w:pPr>
      <w:r w:rsidRPr="00107A70">
        <w:t>zabezpieczenia terenów o szczególnie cennych walorach przyrodniczych, kulturowych itp.;</w:t>
      </w:r>
    </w:p>
    <w:p w14:paraId="4C498DFA" w14:textId="77777777" w:rsidR="004229D1" w:rsidRPr="00107A70" w:rsidRDefault="004229D1" w:rsidP="00DD7B11">
      <w:pPr>
        <w:pStyle w:val="LPtekstpodstawowy"/>
        <w:numPr>
          <w:ilvl w:val="1"/>
          <w:numId w:val="24"/>
        </w:numPr>
        <w:jc w:val="both"/>
      </w:pPr>
      <w:r w:rsidRPr="00107A70">
        <w:t>zapewnienia bezpieczeństwa osób korzystających z lasu.</w:t>
      </w:r>
    </w:p>
    <w:p w14:paraId="3CD8865D" w14:textId="1DCC1BDE" w:rsidR="004229D1" w:rsidRPr="00107A70" w:rsidRDefault="004229D1" w:rsidP="00DD7B11">
      <w:pPr>
        <w:pStyle w:val="LPtekstpodstawowy"/>
        <w:numPr>
          <w:ilvl w:val="0"/>
          <w:numId w:val="24"/>
        </w:numPr>
        <w:jc w:val="both"/>
      </w:pPr>
      <w:r w:rsidRPr="00107A70">
        <w:rPr>
          <w:rStyle w:val="LPzwykly"/>
        </w:rPr>
        <w:t xml:space="preserve">Przed zaporą leśną należy zastosować </w:t>
      </w:r>
      <w:r w:rsidRPr="00107A70">
        <w:t>oznakowanie, o którym mowa w § 4 ust. 3.</w:t>
      </w:r>
    </w:p>
    <w:p w14:paraId="59A76FC1" w14:textId="489AE697" w:rsidR="004229D1" w:rsidRPr="00107A70" w:rsidRDefault="004229D1" w:rsidP="00DD7B11">
      <w:pPr>
        <w:pStyle w:val="LPtekstpodstawowy"/>
        <w:numPr>
          <w:ilvl w:val="0"/>
          <w:numId w:val="24"/>
        </w:numPr>
        <w:jc w:val="both"/>
      </w:pPr>
      <w:r w:rsidRPr="00107A70">
        <w:t>Zapór leśnych nie stosuje się na drogach leśnych udostępnionych do ruchu publicznego</w:t>
      </w:r>
      <w:r w:rsidR="000C69F6" w:rsidRPr="00107A70">
        <w:t xml:space="preserve"> oraz dróg pełniących funkcje dojazdów pożarowych</w:t>
      </w:r>
      <w:r w:rsidRPr="00107A70">
        <w:t>.</w:t>
      </w:r>
    </w:p>
    <w:p w14:paraId="07773461" w14:textId="1387EC49" w:rsidR="004229D1" w:rsidRPr="00107A70" w:rsidRDefault="004229D1" w:rsidP="00DD7B11">
      <w:pPr>
        <w:pStyle w:val="LPtekstpodstawowy"/>
        <w:numPr>
          <w:ilvl w:val="0"/>
          <w:numId w:val="24"/>
        </w:numPr>
        <w:jc w:val="both"/>
      </w:pPr>
      <w:r w:rsidRPr="00107A70">
        <w:t>Wzór zapory leśnej wraz z podstawowymi parametrami technicznymi stanowi załącznik nr 5.</w:t>
      </w:r>
    </w:p>
    <w:p w14:paraId="22D36D91" w14:textId="7DC35563" w:rsidR="00E328BD" w:rsidRPr="00107A70" w:rsidRDefault="00E328BD" w:rsidP="00DD7B11">
      <w:pPr>
        <w:pStyle w:val="LPtekstpodstawowy"/>
        <w:numPr>
          <w:ilvl w:val="0"/>
          <w:numId w:val="24"/>
        </w:numPr>
        <w:jc w:val="both"/>
        <w:rPr>
          <w:rStyle w:val="LPzwykly"/>
        </w:rPr>
      </w:pPr>
      <w:r w:rsidRPr="00107A70">
        <w:t xml:space="preserve">Dopuszcza się stosowanie innych systemów ograniczających wjazd w postaci zapór wertykalnych uruchamianych automatycznie lub zdalnie. Zapisy dotyczące </w:t>
      </w:r>
      <w:r w:rsidR="0038187C" w:rsidRPr="00107A70">
        <w:t xml:space="preserve">odblaskowości i barwy </w:t>
      </w:r>
      <w:r w:rsidRPr="00107A70">
        <w:t>opisane w załączniku nr 5 stosuje się odpowiednio</w:t>
      </w:r>
      <w:r w:rsidR="0038187C" w:rsidRPr="00107A70">
        <w:t>.</w:t>
      </w:r>
    </w:p>
    <w:p w14:paraId="03212AFC" w14:textId="77777777" w:rsidR="004229D1" w:rsidRPr="00107A70" w:rsidRDefault="004229D1" w:rsidP="00DD7B11">
      <w:pPr>
        <w:pStyle w:val="LPtekstpodstawowy"/>
        <w:jc w:val="both"/>
        <w:rPr>
          <w:rStyle w:val="LPzwykly"/>
        </w:rPr>
      </w:pPr>
    </w:p>
    <w:p w14:paraId="2A7AAC70" w14:textId="4BD03B91" w:rsidR="004229D1" w:rsidRPr="00107A70" w:rsidRDefault="004229D1" w:rsidP="00DD7B11">
      <w:pPr>
        <w:pStyle w:val="LPtekstpodstawowy"/>
        <w:rPr>
          <w:rStyle w:val="LPzwykly"/>
        </w:rPr>
      </w:pPr>
      <w:r w:rsidRPr="00107A70">
        <w:rPr>
          <w:rStyle w:val="LPzwykly"/>
        </w:rPr>
        <w:t>§ 16</w:t>
      </w:r>
    </w:p>
    <w:p w14:paraId="3F360295" w14:textId="77777777" w:rsidR="004229D1" w:rsidRPr="00107A70" w:rsidRDefault="004229D1" w:rsidP="00DD7B11">
      <w:pPr>
        <w:pStyle w:val="LPtekstpodstawowy"/>
        <w:jc w:val="both"/>
        <w:rPr>
          <w:rStyle w:val="LPzwykly"/>
        </w:rPr>
      </w:pPr>
    </w:p>
    <w:p w14:paraId="160DD9F6" w14:textId="77777777" w:rsidR="004229D1" w:rsidRPr="00107A70" w:rsidRDefault="004229D1" w:rsidP="00DD7B11">
      <w:pPr>
        <w:pStyle w:val="LPtekstpodstawowy"/>
        <w:jc w:val="both"/>
        <w:rPr>
          <w:rStyle w:val="LPzwykly"/>
        </w:rPr>
      </w:pPr>
      <w:r w:rsidRPr="00107A70">
        <w:rPr>
          <w:rStyle w:val="LPzwykly"/>
        </w:rPr>
        <w:t>1.</w:t>
      </w:r>
      <w:r w:rsidRPr="00107A70">
        <w:rPr>
          <w:rStyle w:val="LPzwykly"/>
        </w:rPr>
        <w:tab/>
        <w:t>Montaż zapory leśnej musi spełniać poniższe warunki:</w:t>
      </w:r>
    </w:p>
    <w:p w14:paraId="2C6F5EF3" w14:textId="77777777" w:rsidR="004229D1" w:rsidRPr="00107A70" w:rsidRDefault="004229D1" w:rsidP="00DD7B11">
      <w:pPr>
        <w:pStyle w:val="LPtekstpodstawowy"/>
        <w:jc w:val="both"/>
        <w:rPr>
          <w:rStyle w:val="LPzwykly"/>
        </w:rPr>
      </w:pPr>
      <w:r w:rsidRPr="00107A70">
        <w:rPr>
          <w:rStyle w:val="LPzwykly"/>
        </w:rPr>
        <w:t>a.</w:t>
      </w:r>
      <w:r w:rsidRPr="00107A70">
        <w:rPr>
          <w:rStyle w:val="LPzwykly"/>
        </w:rPr>
        <w:tab/>
        <w:t>zapewnienie swobodnego dostępu oraz korzystania z lasu przez osoby piesze oraz rowerzystów, bez konieczności jej otwierania;</w:t>
      </w:r>
    </w:p>
    <w:p w14:paraId="479A6D0A" w14:textId="434E88D0" w:rsidR="004229D1" w:rsidRPr="00107A70" w:rsidRDefault="004229D1" w:rsidP="00DD7B11">
      <w:pPr>
        <w:pStyle w:val="LPtekstpodstawowy"/>
        <w:jc w:val="both"/>
        <w:rPr>
          <w:rStyle w:val="LPzwykly"/>
        </w:rPr>
      </w:pPr>
      <w:r w:rsidRPr="00107A70">
        <w:rPr>
          <w:rStyle w:val="LPzwykly"/>
        </w:rPr>
        <w:t>b.</w:t>
      </w:r>
      <w:r w:rsidRPr="00107A70">
        <w:rPr>
          <w:rStyle w:val="LPzwykly"/>
        </w:rPr>
        <w:tab/>
        <w:t>możliwość otwierania/zamykania</w:t>
      </w:r>
      <w:r w:rsidR="00513FEC" w:rsidRPr="00107A70">
        <w:rPr>
          <w:rStyle w:val="LPzwykly"/>
        </w:rPr>
        <w:t>, z zapewnieniem</w:t>
      </w:r>
      <w:r w:rsidRPr="00107A70">
        <w:rPr>
          <w:rStyle w:val="LPzwykly"/>
        </w:rPr>
        <w:t xml:space="preserve"> </w:t>
      </w:r>
      <w:r w:rsidR="00513FEC" w:rsidRPr="00107A70">
        <w:rPr>
          <w:rStyle w:val="LPzwykly"/>
        </w:rPr>
        <w:t xml:space="preserve">bezpiecznego zatrzymania się pojazdu po </w:t>
      </w:r>
      <w:r w:rsidRPr="00107A70">
        <w:rPr>
          <w:rStyle w:val="LPzwykly"/>
        </w:rPr>
        <w:t>zjeździ</w:t>
      </w:r>
      <w:r w:rsidR="00513FEC" w:rsidRPr="00107A70">
        <w:rPr>
          <w:rStyle w:val="LPzwykly"/>
        </w:rPr>
        <w:t>e z drogi publicznej.</w:t>
      </w:r>
    </w:p>
    <w:p w14:paraId="29F2556C" w14:textId="48FC4C08" w:rsidR="008B5200" w:rsidRPr="00107A70" w:rsidRDefault="004229D1" w:rsidP="00DD7B11">
      <w:pPr>
        <w:pStyle w:val="LPtekstpodstawowy"/>
        <w:jc w:val="both"/>
        <w:rPr>
          <w:rStyle w:val="LPzwykly"/>
        </w:rPr>
      </w:pPr>
      <w:r w:rsidRPr="00107A70">
        <w:rPr>
          <w:rStyle w:val="LPzwykly"/>
        </w:rPr>
        <w:t>2.</w:t>
      </w:r>
      <w:r w:rsidRPr="00107A70">
        <w:rPr>
          <w:rStyle w:val="LPzwykly"/>
        </w:rPr>
        <w:tab/>
        <w:t xml:space="preserve">Przykładowy sposób usytuowania zapory leśnej na drodze leśnej stanowi załącznik nr </w:t>
      </w:r>
      <w:r w:rsidR="008B5200" w:rsidRPr="00107A70">
        <w:rPr>
          <w:rStyle w:val="LPzwykly"/>
        </w:rPr>
        <w:t>6</w:t>
      </w:r>
      <w:r w:rsidR="00513FEC" w:rsidRPr="00107A70">
        <w:rPr>
          <w:rStyle w:val="LPzwykly"/>
        </w:rPr>
        <w:t>.</w:t>
      </w:r>
    </w:p>
    <w:p w14:paraId="6CC473FE" w14:textId="32195FC6" w:rsidR="008B5200" w:rsidRPr="00107A70" w:rsidRDefault="008B5200" w:rsidP="00DD7B11">
      <w:pPr>
        <w:pStyle w:val="LPtekstpodstawowy"/>
        <w:jc w:val="both"/>
        <w:rPr>
          <w:rStyle w:val="LPzwykly"/>
        </w:rPr>
      </w:pPr>
      <w:r w:rsidRPr="00107A70">
        <w:rPr>
          <w:rStyle w:val="LPzwykly"/>
        </w:rPr>
        <w:t>3.</w:t>
      </w:r>
      <w:r w:rsidRPr="00107A70">
        <w:rPr>
          <w:rStyle w:val="LPzwykly"/>
        </w:rPr>
        <w:tab/>
      </w:r>
      <w:r w:rsidR="004229D1" w:rsidRPr="00107A70">
        <w:rPr>
          <w:rStyle w:val="LPzwykly"/>
        </w:rPr>
        <w:t xml:space="preserve">Wzory usytuowania zapory leśnej przy włączeniu drogi leśnej do drogi publicznej stanowią załącznik nr </w:t>
      </w:r>
      <w:r w:rsidRPr="00107A70">
        <w:rPr>
          <w:rStyle w:val="LPzwykly"/>
        </w:rPr>
        <w:t>7</w:t>
      </w:r>
      <w:r w:rsidR="00513FEC" w:rsidRPr="00107A70">
        <w:rPr>
          <w:rStyle w:val="LPzwykly"/>
        </w:rPr>
        <w:t xml:space="preserve"> do niniejszego zarządzenia.</w:t>
      </w:r>
    </w:p>
    <w:p w14:paraId="0A55ED88" w14:textId="5815CF87" w:rsidR="004229D1" w:rsidRPr="00107A70" w:rsidRDefault="008B5200" w:rsidP="00DD7B11">
      <w:pPr>
        <w:pStyle w:val="LPtekstpodstawowy"/>
        <w:jc w:val="both"/>
        <w:rPr>
          <w:rStyle w:val="LPzwykly"/>
        </w:rPr>
      </w:pPr>
      <w:r w:rsidRPr="00107A70">
        <w:rPr>
          <w:rStyle w:val="LPzwykly"/>
        </w:rPr>
        <w:t>4.</w:t>
      </w:r>
      <w:r w:rsidRPr="00107A70">
        <w:rPr>
          <w:rStyle w:val="LPzwykly"/>
        </w:rPr>
        <w:tab/>
      </w:r>
      <w:r w:rsidR="004229D1" w:rsidRPr="00107A70">
        <w:rPr>
          <w:rStyle w:val="LPzwykly"/>
        </w:rPr>
        <w:t xml:space="preserve">Rozwiązania przedstawione w załącznikach nr </w:t>
      </w:r>
      <w:r w:rsidRPr="00107A70">
        <w:rPr>
          <w:rStyle w:val="LPzwykly"/>
        </w:rPr>
        <w:t>6</w:t>
      </w:r>
      <w:r w:rsidR="004229D1" w:rsidRPr="00107A70">
        <w:rPr>
          <w:rStyle w:val="LPzwykly"/>
        </w:rPr>
        <w:t xml:space="preserve"> i </w:t>
      </w:r>
      <w:r w:rsidRPr="00107A70">
        <w:rPr>
          <w:rStyle w:val="LPzwykly"/>
        </w:rPr>
        <w:t>7</w:t>
      </w:r>
      <w:r w:rsidR="004229D1" w:rsidRPr="00107A70">
        <w:rPr>
          <w:rStyle w:val="LPzwykly"/>
        </w:rPr>
        <w:t xml:space="preserve"> mogą ulegać modyfikacjom związanym z ich dostosowaniem do warunków terenowych.</w:t>
      </w:r>
    </w:p>
    <w:p w14:paraId="1D86262B" w14:textId="3789B47F" w:rsidR="004229D1" w:rsidRPr="00107A70" w:rsidRDefault="008B5200" w:rsidP="00DD7B11">
      <w:pPr>
        <w:pStyle w:val="LPtekstpodstawowy"/>
        <w:jc w:val="both"/>
        <w:rPr>
          <w:rStyle w:val="LPzwykly"/>
        </w:rPr>
      </w:pPr>
      <w:r w:rsidRPr="00107A70">
        <w:rPr>
          <w:rStyle w:val="LPzwykly"/>
        </w:rPr>
        <w:t>5</w:t>
      </w:r>
      <w:r w:rsidR="004229D1" w:rsidRPr="00107A70">
        <w:rPr>
          <w:rStyle w:val="LPzwykly"/>
        </w:rPr>
        <w:t>.</w:t>
      </w:r>
      <w:r w:rsidR="004229D1" w:rsidRPr="00107A70">
        <w:rPr>
          <w:rStyle w:val="LPzwykly"/>
        </w:rPr>
        <w:tab/>
        <w:t>W przypadku braku możliwości montażu w sposób, o którym mowa w ust. 1 lit. b oraz ust. 2, należy zaporę leśną montować w odległości nie mniejszej niż 20 m od zakończenia pasa drogowego drogi publicznej.</w:t>
      </w:r>
    </w:p>
    <w:p w14:paraId="57C75691" w14:textId="77777777" w:rsidR="008B5200" w:rsidRPr="004229D1" w:rsidRDefault="008B5200" w:rsidP="00DD7B11">
      <w:pPr>
        <w:pStyle w:val="LPtekstpodstawowy"/>
        <w:jc w:val="both"/>
        <w:rPr>
          <w:rStyle w:val="LPzwykly"/>
          <w:highlight w:val="yellow"/>
        </w:rPr>
      </w:pPr>
    </w:p>
    <w:p w14:paraId="53366C21" w14:textId="5F7F1315" w:rsidR="004229D1" w:rsidRPr="00107A70" w:rsidRDefault="004229D1" w:rsidP="00DD7B11">
      <w:pPr>
        <w:pStyle w:val="LPtekstpodstawowy"/>
        <w:rPr>
          <w:rStyle w:val="LPzwykly"/>
        </w:rPr>
      </w:pPr>
      <w:r w:rsidRPr="00107A70">
        <w:rPr>
          <w:rStyle w:val="LPzwykly"/>
        </w:rPr>
        <w:lastRenderedPageBreak/>
        <w:t>§ 17</w:t>
      </w:r>
    </w:p>
    <w:p w14:paraId="69DF0B32" w14:textId="77777777" w:rsidR="004229D1" w:rsidRPr="00107A70" w:rsidRDefault="004229D1" w:rsidP="00DD7B11">
      <w:pPr>
        <w:pStyle w:val="LPtekstpodstawowy"/>
        <w:jc w:val="both"/>
        <w:rPr>
          <w:rStyle w:val="LPzwykly"/>
        </w:rPr>
      </w:pPr>
    </w:p>
    <w:p w14:paraId="2CBD7BDF" w14:textId="47AB1E78" w:rsidR="004229D1" w:rsidRDefault="00784CB5" w:rsidP="00DD7B11">
      <w:pPr>
        <w:pStyle w:val="LPtekstpodstawowy"/>
        <w:jc w:val="both"/>
        <w:rPr>
          <w:rStyle w:val="LPzwykly"/>
        </w:rPr>
      </w:pPr>
      <w:r w:rsidRPr="00107A70">
        <w:rPr>
          <w:rStyle w:val="LPzwykly"/>
        </w:rPr>
        <w:t>Realizacja robót budowlanych na odcinku drogi</w:t>
      </w:r>
      <w:r w:rsidR="004229D1" w:rsidRPr="00107A70">
        <w:rPr>
          <w:rStyle w:val="LPzwykly"/>
        </w:rPr>
        <w:t xml:space="preserve"> leśnej, na której znajduje się zapora leśna, nie spełniająca warunków, o których mowa w § 1</w:t>
      </w:r>
      <w:r w:rsidR="006D3FCF" w:rsidRPr="00107A70">
        <w:rPr>
          <w:rStyle w:val="LPzwykly"/>
        </w:rPr>
        <w:t>5</w:t>
      </w:r>
      <w:r w:rsidR="004229D1" w:rsidRPr="00107A70">
        <w:rPr>
          <w:rStyle w:val="LPzwykly"/>
        </w:rPr>
        <w:t xml:space="preserve"> i § 1</w:t>
      </w:r>
      <w:r w:rsidR="006D3FCF" w:rsidRPr="00107A70">
        <w:rPr>
          <w:rStyle w:val="LPzwykly"/>
        </w:rPr>
        <w:t>6</w:t>
      </w:r>
      <w:r w:rsidR="004229D1" w:rsidRPr="00107A70">
        <w:rPr>
          <w:rStyle w:val="LPzwykly"/>
        </w:rPr>
        <w:t>, powinna być połączona z dostosowaniem wyglądu i usytuowania zapory leśnej do postanowień niniejszego zarządzenia</w:t>
      </w:r>
      <w:r w:rsidR="006D3FCF" w:rsidRPr="00107A70">
        <w:rPr>
          <w:rStyle w:val="LPzwykly"/>
        </w:rPr>
        <w:t>, z zastrzeżeniem § 19</w:t>
      </w:r>
      <w:r w:rsidR="004229D1" w:rsidRPr="00107A70">
        <w:rPr>
          <w:rStyle w:val="LPzwykly"/>
        </w:rPr>
        <w:t>.</w:t>
      </w:r>
    </w:p>
    <w:p w14:paraId="53BF7464" w14:textId="3509E801" w:rsidR="00B138B9" w:rsidRDefault="00B138B9" w:rsidP="00DD7B11">
      <w:pPr>
        <w:pStyle w:val="LPwiadomosczalacznik"/>
        <w:spacing w:line="276" w:lineRule="auto"/>
        <w:ind w:right="170"/>
        <w:jc w:val="both"/>
        <w:rPr>
          <w:rStyle w:val="LPzwykly"/>
          <w:b/>
          <w:lang w:val="pl-PL"/>
        </w:rPr>
      </w:pPr>
    </w:p>
    <w:p w14:paraId="188DB3C3" w14:textId="09181909" w:rsidR="00B138B9" w:rsidRPr="00107A70" w:rsidRDefault="00B138B9" w:rsidP="00DD7B11">
      <w:pPr>
        <w:pStyle w:val="LPtekstpodstawowy"/>
        <w:rPr>
          <w:rStyle w:val="LPzwykly"/>
          <w:b/>
        </w:rPr>
      </w:pPr>
      <w:r w:rsidRPr="00107A70">
        <w:rPr>
          <w:rStyle w:val="LPzwykly"/>
          <w:b/>
        </w:rPr>
        <w:t>Rozdział IV</w:t>
      </w:r>
    </w:p>
    <w:p w14:paraId="0F360CCB" w14:textId="77777777" w:rsidR="00B138B9" w:rsidRPr="00107A70" w:rsidRDefault="00B138B9" w:rsidP="00DD7B11">
      <w:pPr>
        <w:pStyle w:val="LPwiadomosczalacznik"/>
        <w:spacing w:line="276" w:lineRule="auto"/>
        <w:ind w:right="170"/>
        <w:jc w:val="center"/>
        <w:rPr>
          <w:rStyle w:val="LPzwykly"/>
          <w:b/>
        </w:rPr>
      </w:pPr>
      <w:r w:rsidRPr="00107A70">
        <w:rPr>
          <w:rStyle w:val="LPzwykly"/>
          <w:b/>
          <w:lang w:val="pl-PL"/>
        </w:rPr>
        <w:t>Przepisy przejściowe</w:t>
      </w:r>
    </w:p>
    <w:p w14:paraId="58164BDF" w14:textId="77777777" w:rsidR="00B138B9" w:rsidRPr="00107A70" w:rsidRDefault="00B138B9" w:rsidP="00DD7B11">
      <w:pPr>
        <w:pStyle w:val="LPwiadomosczalacznik"/>
        <w:spacing w:line="276" w:lineRule="auto"/>
        <w:ind w:right="170"/>
        <w:jc w:val="center"/>
        <w:rPr>
          <w:rStyle w:val="LPzwykly"/>
          <w:b/>
        </w:rPr>
      </w:pPr>
    </w:p>
    <w:p w14:paraId="6669C910" w14:textId="48C07953" w:rsidR="006B58E2" w:rsidRDefault="006B58E2" w:rsidP="00DD7B11">
      <w:pPr>
        <w:pStyle w:val="LPtekstpodstawowy"/>
        <w:rPr>
          <w:rStyle w:val="LPzwykly"/>
        </w:rPr>
      </w:pPr>
      <w:r w:rsidRPr="00107A70">
        <w:rPr>
          <w:rStyle w:val="LPzwykly"/>
        </w:rPr>
        <w:t xml:space="preserve">§ </w:t>
      </w:r>
      <w:r w:rsidR="0085301D" w:rsidRPr="00107A70">
        <w:rPr>
          <w:rStyle w:val="LPzwykly"/>
        </w:rPr>
        <w:t>1</w:t>
      </w:r>
      <w:r w:rsidR="004229D1" w:rsidRPr="00107A70">
        <w:rPr>
          <w:rStyle w:val="LPzwykly"/>
        </w:rPr>
        <w:t>8</w:t>
      </w:r>
    </w:p>
    <w:p w14:paraId="03534E2C" w14:textId="77777777" w:rsidR="006B58E2" w:rsidRDefault="006B58E2" w:rsidP="00DD7B11">
      <w:pPr>
        <w:pStyle w:val="LPtekstpodstawowy"/>
        <w:jc w:val="both"/>
        <w:rPr>
          <w:rStyle w:val="LPzwykly"/>
        </w:rPr>
      </w:pPr>
    </w:p>
    <w:p w14:paraId="2DEAA762" w14:textId="68B8AFC9" w:rsidR="006B58E2" w:rsidRPr="00107A70" w:rsidRDefault="006B58E2" w:rsidP="00DD7B11">
      <w:pPr>
        <w:pStyle w:val="LPtekstpodstawowy"/>
        <w:numPr>
          <w:ilvl w:val="0"/>
          <w:numId w:val="34"/>
        </w:numPr>
        <w:jc w:val="both"/>
        <w:rPr>
          <w:rStyle w:val="LPzwykly"/>
        </w:rPr>
      </w:pPr>
      <w:r w:rsidRPr="00107A70">
        <w:rPr>
          <w:rStyle w:val="LPzwykly"/>
        </w:rPr>
        <w:t xml:space="preserve">Do dnia 31 </w:t>
      </w:r>
      <w:r w:rsidR="00ED041B" w:rsidRPr="00107A70">
        <w:rPr>
          <w:rStyle w:val="LPzwykly"/>
        </w:rPr>
        <w:t xml:space="preserve">grudnia </w:t>
      </w:r>
      <w:r w:rsidRPr="00107A70">
        <w:rPr>
          <w:rStyle w:val="LPzwykly"/>
        </w:rPr>
        <w:t>202</w:t>
      </w:r>
      <w:r w:rsidR="00EA3EFE" w:rsidRPr="00107A70">
        <w:rPr>
          <w:rStyle w:val="LPzwykly"/>
        </w:rPr>
        <w:t>1</w:t>
      </w:r>
      <w:r w:rsidRPr="00107A70">
        <w:rPr>
          <w:rStyle w:val="LPzwykly"/>
        </w:rPr>
        <w:t xml:space="preserve"> r. należy usunąć wszelkie </w:t>
      </w:r>
      <w:r w:rsidR="001309A7" w:rsidRPr="00107A70">
        <w:rPr>
          <w:rStyle w:val="LPzwykly"/>
        </w:rPr>
        <w:t xml:space="preserve">oznakowania </w:t>
      </w:r>
      <w:r w:rsidRPr="00107A70">
        <w:rPr>
          <w:rStyle w:val="LPzwykly"/>
        </w:rPr>
        <w:t>niezgodne z</w:t>
      </w:r>
      <w:r w:rsidR="004D5348" w:rsidRPr="00107A70">
        <w:rPr>
          <w:rStyle w:val="LPzwykly"/>
        </w:rPr>
        <w:t> </w:t>
      </w:r>
      <w:r w:rsidRPr="00107A70">
        <w:rPr>
          <w:rStyle w:val="LPzwykly"/>
        </w:rPr>
        <w:t>niniejszym zarządzeniem</w:t>
      </w:r>
      <w:r w:rsidRPr="00107A70">
        <w:rPr>
          <w:rStyle w:val="LPzwykly"/>
          <w:color w:val="auto"/>
        </w:rPr>
        <w:t xml:space="preserve">, z zastrzeżeniem § </w:t>
      </w:r>
      <w:r w:rsidR="0085301D" w:rsidRPr="00107A70">
        <w:rPr>
          <w:rStyle w:val="LPzwykly"/>
          <w:color w:val="auto"/>
        </w:rPr>
        <w:t>1</w:t>
      </w:r>
      <w:r w:rsidR="00795215" w:rsidRPr="00107A70">
        <w:rPr>
          <w:rStyle w:val="LPzwykly"/>
          <w:color w:val="auto"/>
        </w:rPr>
        <w:t>9</w:t>
      </w:r>
      <w:r w:rsidR="00FD2C24" w:rsidRPr="00107A70">
        <w:rPr>
          <w:rStyle w:val="LPzwykly"/>
          <w:color w:val="auto"/>
        </w:rPr>
        <w:t>.</w:t>
      </w:r>
    </w:p>
    <w:p w14:paraId="62311983" w14:textId="64A56BD0" w:rsidR="00C2231D" w:rsidRPr="00107A70" w:rsidRDefault="00C2231D" w:rsidP="00DD7B11">
      <w:pPr>
        <w:pStyle w:val="LPtekstpodstawowy"/>
        <w:numPr>
          <w:ilvl w:val="0"/>
          <w:numId w:val="34"/>
        </w:numPr>
        <w:jc w:val="both"/>
        <w:rPr>
          <w:rStyle w:val="LPzwykly"/>
        </w:rPr>
      </w:pPr>
      <w:r w:rsidRPr="00107A70">
        <w:rPr>
          <w:rStyle w:val="LPzwykly"/>
        </w:rPr>
        <w:t xml:space="preserve">Oznakowanie, o którym mowa w § 4 ust. 3, § 7 ust. </w:t>
      </w:r>
      <w:r w:rsidR="00B138B9" w:rsidRPr="00107A70">
        <w:rPr>
          <w:rStyle w:val="LPzwykly"/>
        </w:rPr>
        <w:t>4</w:t>
      </w:r>
      <w:r w:rsidRPr="00107A70">
        <w:rPr>
          <w:rStyle w:val="LPzwykly"/>
        </w:rPr>
        <w:t xml:space="preserve"> oraz § 8 ust. 2 należy zamontować </w:t>
      </w:r>
      <w:r w:rsidR="00B138B9" w:rsidRPr="00107A70">
        <w:rPr>
          <w:rStyle w:val="LPzwykly"/>
        </w:rPr>
        <w:t>niezwłocznie</w:t>
      </w:r>
      <w:r w:rsidR="00F522DA" w:rsidRPr="00107A70">
        <w:rPr>
          <w:rStyle w:val="LPzwykly"/>
        </w:rPr>
        <w:t xml:space="preserve"> po wykonaniu zapisów ust. 1</w:t>
      </w:r>
      <w:r w:rsidR="00B138B9" w:rsidRPr="00107A70">
        <w:rPr>
          <w:rStyle w:val="LPzwykly"/>
        </w:rPr>
        <w:t>.</w:t>
      </w:r>
    </w:p>
    <w:p w14:paraId="690634E3" w14:textId="77777777" w:rsidR="006B58E2" w:rsidRDefault="006B58E2" w:rsidP="00DD7B11">
      <w:pPr>
        <w:pStyle w:val="LPtekstpodstawowy"/>
        <w:jc w:val="both"/>
        <w:rPr>
          <w:rStyle w:val="LPzwykly"/>
        </w:rPr>
      </w:pPr>
    </w:p>
    <w:p w14:paraId="6898CC60" w14:textId="25DEC43C" w:rsidR="006D3FCF" w:rsidRPr="00107A70" w:rsidRDefault="006D3FCF" w:rsidP="00DD7B11">
      <w:pPr>
        <w:pStyle w:val="LPtekstpodstawowy"/>
        <w:rPr>
          <w:rStyle w:val="LPzwykly"/>
        </w:rPr>
      </w:pPr>
      <w:r w:rsidRPr="00107A70">
        <w:rPr>
          <w:rStyle w:val="LPzwykly"/>
        </w:rPr>
        <w:t>§ 19</w:t>
      </w:r>
    </w:p>
    <w:p w14:paraId="2E4A68E8" w14:textId="77777777" w:rsidR="006D3FCF" w:rsidRPr="00107A70" w:rsidRDefault="006D3FCF" w:rsidP="00DD7B11">
      <w:pPr>
        <w:pStyle w:val="LPtekstpodstawowy"/>
        <w:jc w:val="both"/>
        <w:rPr>
          <w:rStyle w:val="LPzwykly"/>
        </w:rPr>
      </w:pPr>
    </w:p>
    <w:p w14:paraId="77A74F44" w14:textId="22B35749" w:rsidR="006D3FCF" w:rsidRDefault="006D3FCF" w:rsidP="00DD7B11">
      <w:pPr>
        <w:pStyle w:val="LPtekstpodstawowy"/>
        <w:jc w:val="both"/>
        <w:rPr>
          <w:rStyle w:val="LPzwykly"/>
        </w:rPr>
      </w:pPr>
      <w:r w:rsidRPr="00107A70">
        <w:rPr>
          <w:rStyle w:val="LPzwykly"/>
        </w:rPr>
        <w:t xml:space="preserve">Do dnia 31 grudnia 2025 r. należy dostosować zapory leśne do wymogów określonych w niniejszym zarządzeniu </w:t>
      </w:r>
      <w:r w:rsidR="00717A75">
        <w:rPr>
          <w:rStyle w:val="LPzwykly"/>
        </w:rPr>
        <w:t>albo</w:t>
      </w:r>
      <w:r w:rsidRPr="00107A70">
        <w:rPr>
          <w:rStyle w:val="LPzwykly"/>
        </w:rPr>
        <w:t xml:space="preserve"> zlikwidować zapory leśne, które tych warunków nie spełniają.</w:t>
      </w:r>
    </w:p>
    <w:p w14:paraId="6E1AF95A" w14:textId="77777777" w:rsidR="006D3FCF" w:rsidRPr="006C736A" w:rsidRDefault="006D3FCF" w:rsidP="00DD7B11">
      <w:pPr>
        <w:pStyle w:val="LPtekstpodstawowy"/>
        <w:jc w:val="both"/>
        <w:rPr>
          <w:rStyle w:val="LPzwykly"/>
        </w:rPr>
      </w:pPr>
    </w:p>
    <w:p w14:paraId="51693915" w14:textId="05F2C2DF" w:rsidR="006B58E2" w:rsidRPr="000329A6" w:rsidRDefault="006B58E2" w:rsidP="00DD7B11">
      <w:pPr>
        <w:pStyle w:val="LPtekstpodstawowy"/>
        <w:rPr>
          <w:rStyle w:val="LPzwykly"/>
          <w:b/>
        </w:rPr>
      </w:pPr>
      <w:r>
        <w:rPr>
          <w:rStyle w:val="LPzwykly"/>
          <w:b/>
        </w:rPr>
        <w:t xml:space="preserve">Rozdział </w:t>
      </w:r>
      <w:r w:rsidRPr="00107A70">
        <w:rPr>
          <w:rStyle w:val="LPzwykly"/>
          <w:b/>
        </w:rPr>
        <w:t>V</w:t>
      </w:r>
    </w:p>
    <w:p w14:paraId="4CBFB43E" w14:textId="77777777" w:rsidR="006B58E2" w:rsidRPr="00135CEB" w:rsidRDefault="006B58E2" w:rsidP="00DD7B11">
      <w:pPr>
        <w:pStyle w:val="LPwiadomosczalacznik"/>
        <w:spacing w:line="276" w:lineRule="auto"/>
        <w:ind w:right="170"/>
        <w:jc w:val="center"/>
        <w:rPr>
          <w:rStyle w:val="LPzwykly"/>
          <w:b/>
          <w:lang w:val="pl-PL"/>
        </w:rPr>
      </w:pPr>
      <w:r w:rsidRPr="000329A6">
        <w:rPr>
          <w:rStyle w:val="LPzwykly"/>
          <w:b/>
          <w:lang w:val="pl-PL"/>
        </w:rPr>
        <w:t>Przepisy końcowe</w:t>
      </w:r>
    </w:p>
    <w:p w14:paraId="717291A7" w14:textId="77777777" w:rsidR="006B58E2" w:rsidRDefault="006B58E2" w:rsidP="00DD7B11">
      <w:pPr>
        <w:pStyle w:val="LPtekstpodstawowy"/>
        <w:jc w:val="both"/>
        <w:rPr>
          <w:rStyle w:val="LPzwykly"/>
        </w:rPr>
      </w:pPr>
    </w:p>
    <w:p w14:paraId="06E6F8B9" w14:textId="774DF5CB" w:rsidR="00186378" w:rsidRPr="00107A70" w:rsidRDefault="00186378" w:rsidP="00DD7B11">
      <w:pPr>
        <w:pStyle w:val="LPtekstpodstawowy"/>
        <w:rPr>
          <w:rStyle w:val="LPzwykly"/>
        </w:rPr>
      </w:pPr>
      <w:r w:rsidRPr="00107A70">
        <w:rPr>
          <w:rStyle w:val="LPzwykly"/>
        </w:rPr>
        <w:t xml:space="preserve">§ </w:t>
      </w:r>
      <w:r w:rsidR="006D3FCF" w:rsidRPr="00107A70">
        <w:rPr>
          <w:rStyle w:val="LPzwykly"/>
        </w:rPr>
        <w:t>20</w:t>
      </w:r>
    </w:p>
    <w:p w14:paraId="023A61F7" w14:textId="77777777" w:rsidR="00871F1E" w:rsidRPr="00107A70" w:rsidRDefault="00871F1E" w:rsidP="00DD7B11">
      <w:pPr>
        <w:pStyle w:val="LPtekstpodstawowy"/>
        <w:jc w:val="both"/>
        <w:rPr>
          <w:rStyle w:val="LPzwykly"/>
        </w:rPr>
      </w:pPr>
    </w:p>
    <w:p w14:paraId="5E94D5E3" w14:textId="39CB364A" w:rsidR="00871F1E" w:rsidRDefault="00871F1E" w:rsidP="00DD7B11">
      <w:pPr>
        <w:pStyle w:val="LPtekstpodstawowy"/>
        <w:jc w:val="both"/>
        <w:rPr>
          <w:rStyle w:val="LPzwykly"/>
        </w:rPr>
      </w:pPr>
      <w:r w:rsidRPr="00107A70">
        <w:rPr>
          <w:rStyle w:val="LPzwykly"/>
        </w:rPr>
        <w:t>Zapisy zarządzenia nie dotyczą dróg leśnych położonych na terenach poligonów i placów ćwiczeń, o których mowa w Porozumieniu Ministra Obrony Narodowej i </w:t>
      </w:r>
      <w:r w:rsidR="00231F15" w:rsidRPr="00107A70">
        <w:rPr>
          <w:rStyle w:val="LPzwykly"/>
        </w:rPr>
        <w:t>Dyrektora Generalnego Lasów Państwowych</w:t>
      </w:r>
      <w:r w:rsidRPr="00107A70">
        <w:rPr>
          <w:rStyle w:val="LPzwykly"/>
        </w:rPr>
        <w:t xml:space="preserve"> w sprawie warunków użytkowan</w:t>
      </w:r>
      <w:r w:rsidR="00231F15" w:rsidRPr="00107A70">
        <w:rPr>
          <w:rStyle w:val="LPzwykly"/>
        </w:rPr>
        <w:t xml:space="preserve">ia lasów na potrzeby związane z </w:t>
      </w:r>
      <w:r w:rsidRPr="00107A70">
        <w:rPr>
          <w:rStyle w:val="LPzwykly"/>
        </w:rPr>
        <w:t xml:space="preserve">obronnością i bezpieczeństwem państwa z dnia </w:t>
      </w:r>
      <w:r w:rsidR="00231F15" w:rsidRPr="00107A70">
        <w:rPr>
          <w:rStyle w:val="LPzwykly"/>
        </w:rPr>
        <w:t>25 września</w:t>
      </w:r>
      <w:r w:rsidRPr="00107A70">
        <w:rPr>
          <w:rStyle w:val="LPzwykly"/>
        </w:rPr>
        <w:t xml:space="preserve"> 201</w:t>
      </w:r>
      <w:r w:rsidR="00231F15" w:rsidRPr="00107A70">
        <w:rPr>
          <w:rStyle w:val="LPzwykly"/>
        </w:rPr>
        <w:t>9</w:t>
      </w:r>
      <w:r w:rsidRPr="00107A70">
        <w:rPr>
          <w:rStyle w:val="LPzwykly"/>
        </w:rPr>
        <w:t xml:space="preserve"> r. (przekazanych </w:t>
      </w:r>
      <w:r w:rsidRPr="00107A70">
        <w:t>w</w:t>
      </w:r>
      <w:r w:rsidR="00231F15" w:rsidRPr="00107A70">
        <w:t xml:space="preserve"> </w:t>
      </w:r>
      <w:r w:rsidRPr="00107A70">
        <w:t>użytkowanie w rozumieniu art. 40 ust. 1 pkt 1)</w:t>
      </w:r>
      <w:r w:rsidRPr="00231F15">
        <w:t xml:space="preserve"> ustawy o lasach</w:t>
      </w:r>
      <w:r w:rsidRPr="00231F15">
        <w:rPr>
          <w:rStyle w:val="LPzwykly"/>
        </w:rPr>
        <w:t>).</w:t>
      </w:r>
    </w:p>
    <w:p w14:paraId="65E07CE3" w14:textId="4242AF44" w:rsidR="00EA3EFE" w:rsidRDefault="00EA3EFE" w:rsidP="00DD7B11">
      <w:pPr>
        <w:jc w:val="both"/>
        <w:rPr>
          <w:rStyle w:val="LPzwykly"/>
          <w:rFonts w:cs="Arial"/>
          <w:color w:val="000000"/>
        </w:rPr>
      </w:pPr>
    </w:p>
    <w:p w14:paraId="72C2B4F7" w14:textId="70685E06" w:rsidR="00871F1E" w:rsidRDefault="00EA3EFE" w:rsidP="00DD7B11">
      <w:pPr>
        <w:pStyle w:val="LPtekstpodstawowy"/>
        <w:rPr>
          <w:rStyle w:val="LPzwykly"/>
        </w:rPr>
      </w:pPr>
      <w:r w:rsidRPr="00107A70">
        <w:rPr>
          <w:rStyle w:val="LPzwykly"/>
        </w:rPr>
        <w:t xml:space="preserve">§ </w:t>
      </w:r>
      <w:r w:rsidR="004229D1" w:rsidRPr="00107A70">
        <w:rPr>
          <w:rStyle w:val="LPzwykly"/>
        </w:rPr>
        <w:t>2</w:t>
      </w:r>
      <w:r w:rsidR="006D3FCF" w:rsidRPr="00107A70">
        <w:rPr>
          <w:rStyle w:val="LPzwykly"/>
        </w:rPr>
        <w:t>1</w:t>
      </w:r>
    </w:p>
    <w:p w14:paraId="1BAD6728" w14:textId="77777777" w:rsidR="00871F1E" w:rsidRDefault="00871F1E" w:rsidP="00DD7B11">
      <w:pPr>
        <w:pStyle w:val="LPtekstpodstawowy"/>
        <w:jc w:val="both"/>
        <w:rPr>
          <w:rStyle w:val="LPzwykly"/>
        </w:rPr>
      </w:pPr>
    </w:p>
    <w:p w14:paraId="70240CB1" w14:textId="12AF6C51" w:rsidR="00186378" w:rsidRDefault="00186378" w:rsidP="00DD7B11">
      <w:pPr>
        <w:pStyle w:val="LPtekstpodstawowy"/>
        <w:jc w:val="both"/>
        <w:rPr>
          <w:rStyle w:val="LPzwykly"/>
        </w:rPr>
      </w:pPr>
      <w:r>
        <w:rPr>
          <w:rStyle w:val="LPzwykly"/>
        </w:rPr>
        <w:t xml:space="preserve">W przypadku innego zarządcy drogi leśnej niż </w:t>
      </w:r>
      <w:r w:rsidRPr="006E49E0">
        <w:rPr>
          <w:rStyle w:val="LPzwykly"/>
        </w:rPr>
        <w:t>nadleśnic</w:t>
      </w:r>
      <w:r w:rsidR="006E49E0">
        <w:rPr>
          <w:rStyle w:val="LPzwykly"/>
        </w:rPr>
        <w:t>zy</w:t>
      </w:r>
      <w:r>
        <w:rPr>
          <w:rStyle w:val="LPzwykly"/>
        </w:rPr>
        <w:t>, przepisy niniejszego zarządzenia stosuje się odpowiednio.</w:t>
      </w:r>
    </w:p>
    <w:p w14:paraId="3207E8A6" w14:textId="77777777" w:rsidR="006B58E2" w:rsidRDefault="006B58E2" w:rsidP="00DD7B11">
      <w:pPr>
        <w:pStyle w:val="LPtekstpodstawowy"/>
        <w:jc w:val="both"/>
        <w:rPr>
          <w:rStyle w:val="LPzwykly"/>
        </w:rPr>
      </w:pPr>
    </w:p>
    <w:p w14:paraId="76AE8760" w14:textId="77777777" w:rsidR="009E714D" w:rsidRPr="006C736A" w:rsidRDefault="009E714D" w:rsidP="00DD7B11">
      <w:pPr>
        <w:pStyle w:val="LPtekstpodstawowy"/>
        <w:jc w:val="both"/>
        <w:rPr>
          <w:rStyle w:val="LPzwykly"/>
        </w:rPr>
      </w:pPr>
    </w:p>
    <w:p w14:paraId="7474F601" w14:textId="1773B8EC" w:rsidR="006B58E2" w:rsidRPr="00107A70" w:rsidRDefault="006B58E2" w:rsidP="00DD7B11">
      <w:pPr>
        <w:pStyle w:val="LPtekstpodstawowy"/>
        <w:rPr>
          <w:rStyle w:val="LPzwykly"/>
        </w:rPr>
      </w:pPr>
      <w:r w:rsidRPr="00107A70">
        <w:rPr>
          <w:rStyle w:val="LPzwykly"/>
        </w:rPr>
        <w:t xml:space="preserve">§ </w:t>
      </w:r>
      <w:r w:rsidR="004229D1" w:rsidRPr="00107A70">
        <w:rPr>
          <w:rStyle w:val="LPzwykly"/>
        </w:rPr>
        <w:t>2</w:t>
      </w:r>
      <w:r w:rsidR="005A41B7" w:rsidRPr="00107A70">
        <w:rPr>
          <w:rStyle w:val="LPzwykly"/>
        </w:rPr>
        <w:t>2</w:t>
      </w:r>
    </w:p>
    <w:p w14:paraId="460E6C10" w14:textId="77777777" w:rsidR="00B16BB0" w:rsidRPr="00107A70" w:rsidRDefault="00B16BB0" w:rsidP="00DD7B11">
      <w:pPr>
        <w:pStyle w:val="LPtekstpodstawowy"/>
        <w:jc w:val="both"/>
        <w:rPr>
          <w:rStyle w:val="LPzwykly"/>
        </w:rPr>
      </w:pPr>
    </w:p>
    <w:p w14:paraId="39CA2686" w14:textId="77777777" w:rsidR="00DE1331" w:rsidRPr="00107A70" w:rsidRDefault="00DE1331" w:rsidP="00DD7B11">
      <w:pPr>
        <w:pStyle w:val="Akapitzlist"/>
        <w:numPr>
          <w:ilvl w:val="0"/>
          <w:numId w:val="35"/>
        </w:numPr>
        <w:autoSpaceDE w:val="0"/>
        <w:autoSpaceDN w:val="0"/>
        <w:adjustRightInd w:val="0"/>
        <w:ind w:left="567" w:hanging="578"/>
        <w:jc w:val="both"/>
        <w:rPr>
          <w:rFonts w:ascii="Arial" w:hAnsi="Arial" w:cs="Arial"/>
          <w:sz w:val="24"/>
        </w:rPr>
      </w:pPr>
      <w:r w:rsidRPr="00107A70">
        <w:rPr>
          <w:rFonts w:ascii="Arial" w:hAnsi="Arial" w:cs="Arial"/>
          <w:sz w:val="24"/>
        </w:rPr>
        <w:t>Zarządzenie wchodzi w życie z dniem podpisania.</w:t>
      </w:r>
    </w:p>
    <w:p w14:paraId="32548AA3" w14:textId="3F01D44F" w:rsidR="006B58E2" w:rsidRPr="00107A70" w:rsidRDefault="004526C9" w:rsidP="00DD7B11">
      <w:pPr>
        <w:pStyle w:val="Akapitzlist"/>
        <w:numPr>
          <w:ilvl w:val="0"/>
          <w:numId w:val="35"/>
        </w:numPr>
        <w:autoSpaceDE w:val="0"/>
        <w:autoSpaceDN w:val="0"/>
        <w:adjustRightInd w:val="0"/>
        <w:ind w:left="567" w:hanging="567"/>
        <w:jc w:val="both"/>
        <w:rPr>
          <w:rFonts w:ascii="Arial" w:hAnsi="Arial" w:cs="Arial"/>
          <w:sz w:val="24"/>
        </w:rPr>
      </w:pPr>
      <w:r w:rsidRPr="00107A70">
        <w:rPr>
          <w:rFonts w:ascii="Arial" w:hAnsi="Arial" w:cs="Arial"/>
          <w:sz w:val="24"/>
        </w:rPr>
        <w:t xml:space="preserve">Z dniem wejścia w życie niniejszego </w:t>
      </w:r>
      <w:r w:rsidR="004229D1" w:rsidRPr="00107A70">
        <w:rPr>
          <w:rFonts w:ascii="Arial" w:hAnsi="Arial" w:cs="Arial"/>
          <w:sz w:val="24"/>
        </w:rPr>
        <w:t>z</w:t>
      </w:r>
      <w:r w:rsidRPr="00107A70">
        <w:rPr>
          <w:rFonts w:ascii="Arial" w:hAnsi="Arial" w:cs="Arial"/>
          <w:sz w:val="24"/>
        </w:rPr>
        <w:t>arządzenia t</w:t>
      </w:r>
      <w:r w:rsidR="007B17EB" w:rsidRPr="00107A70">
        <w:rPr>
          <w:rFonts w:ascii="Arial" w:hAnsi="Arial" w:cs="Arial"/>
          <w:sz w:val="24"/>
        </w:rPr>
        <w:t xml:space="preserve">raci moc </w:t>
      </w:r>
      <w:r w:rsidR="004229D1" w:rsidRPr="00107A70">
        <w:rPr>
          <w:rFonts w:ascii="Arial" w:hAnsi="Arial" w:cs="Arial"/>
          <w:sz w:val="24"/>
        </w:rPr>
        <w:t>z</w:t>
      </w:r>
      <w:r w:rsidR="007B17EB" w:rsidRPr="00107A70">
        <w:rPr>
          <w:rFonts w:ascii="Arial" w:hAnsi="Arial" w:cs="Arial"/>
          <w:sz w:val="24"/>
        </w:rPr>
        <w:t>arządzenie nr 54 Dyrektora Generalnego Lasów Państwowych z dnia 8 października 2019 r.</w:t>
      </w:r>
      <w:r w:rsidR="004229D1" w:rsidRPr="00107A70">
        <w:rPr>
          <w:rFonts w:ascii="Arial" w:hAnsi="Arial" w:cs="Arial"/>
          <w:sz w:val="24"/>
        </w:rPr>
        <w:t xml:space="preserve"> w sprawie wprowadzenia wytycznych dotyczących korzystania z dróg leśnych, a także ich oznakowania i udostępniania dla ruchu pojazdami silnikowymi, zaprzęgowymi i motorowerami (zn. ZI.771.1.2018.2019).</w:t>
      </w:r>
    </w:p>
    <w:p w14:paraId="70576D79" w14:textId="77777777" w:rsidR="006B58E2" w:rsidRPr="00201831" w:rsidRDefault="006B58E2" w:rsidP="00DD7B11">
      <w:pPr>
        <w:jc w:val="both"/>
      </w:pPr>
    </w:p>
    <w:p w14:paraId="650FA820" w14:textId="77777777" w:rsidR="006B58E2" w:rsidRDefault="006B58E2" w:rsidP="00DD7B11">
      <w:pPr>
        <w:jc w:val="both"/>
      </w:pPr>
    </w:p>
    <w:p w14:paraId="31F910A3" w14:textId="77777777" w:rsidR="00487EF0" w:rsidRDefault="00487EF0" w:rsidP="00DD7B11">
      <w:pPr>
        <w:jc w:val="both"/>
      </w:pPr>
    </w:p>
    <w:p w14:paraId="3B000F30" w14:textId="77777777" w:rsidR="00487EF0" w:rsidRPr="00201831" w:rsidRDefault="00487EF0" w:rsidP="00DD7B11">
      <w:pPr>
        <w:jc w:val="both"/>
      </w:pPr>
    </w:p>
    <w:p w14:paraId="531894B5" w14:textId="1447A659" w:rsidR="006B58E2" w:rsidRDefault="00DD7B11" w:rsidP="00DD7B11">
      <w:pPr>
        <w:pStyle w:val="Bezodstpw"/>
        <w:ind w:right="27" w:firstLine="4820"/>
        <w:jc w:val="right"/>
        <w:rPr>
          <w:rFonts w:cs="Arial"/>
          <w:b/>
        </w:rPr>
      </w:pPr>
      <w:r>
        <w:rPr>
          <w:rFonts w:cs="Arial"/>
          <w:b/>
        </w:rPr>
        <w:t>p.o. DYREKTORA GENERALNEGO</w:t>
      </w:r>
    </w:p>
    <w:p w14:paraId="1BC56D04" w14:textId="40F8CB46" w:rsidR="00DD7B11" w:rsidRPr="00DD7B11" w:rsidRDefault="00DD7B11" w:rsidP="00DD7B11">
      <w:pPr>
        <w:pStyle w:val="Bezodstpw"/>
        <w:ind w:right="27" w:firstLine="4820"/>
        <w:jc w:val="right"/>
        <w:rPr>
          <w:rFonts w:cs="Arial"/>
          <w:b/>
        </w:rPr>
      </w:pPr>
      <w:r>
        <w:rPr>
          <w:rFonts w:cs="Arial"/>
          <w:b/>
        </w:rPr>
        <w:t>LASÓW PAŃSTWOWYCH</w:t>
      </w:r>
    </w:p>
    <w:p w14:paraId="46244679" w14:textId="01FADFCE" w:rsidR="00DD7B11" w:rsidRPr="00DD7B11" w:rsidRDefault="00DD7B11" w:rsidP="00DD7B11">
      <w:pPr>
        <w:pStyle w:val="Bezodstpw"/>
        <w:ind w:right="27" w:firstLine="4820"/>
        <w:jc w:val="right"/>
        <w:rPr>
          <w:rFonts w:cs="Arial"/>
          <w:b/>
        </w:rPr>
      </w:pPr>
    </w:p>
    <w:p w14:paraId="1068A1E7" w14:textId="6D56D58E" w:rsidR="00DD7B11" w:rsidRPr="00DD7B11" w:rsidRDefault="00DD7B11" w:rsidP="00DD7B11">
      <w:pPr>
        <w:pStyle w:val="Bezodstpw"/>
        <w:ind w:right="27" w:firstLine="4820"/>
        <w:jc w:val="right"/>
        <w:rPr>
          <w:rFonts w:cs="Arial"/>
          <w:b/>
        </w:rPr>
      </w:pPr>
      <w:r w:rsidRPr="00DD7B11">
        <w:rPr>
          <w:rFonts w:cs="Arial"/>
          <w:b/>
        </w:rPr>
        <w:t>Józef Kubica</w:t>
      </w:r>
    </w:p>
    <w:p w14:paraId="1CCA1403" w14:textId="77777777" w:rsidR="007241E7" w:rsidRPr="00170D58" w:rsidRDefault="007241E7" w:rsidP="00DD7B11">
      <w:pPr>
        <w:pStyle w:val="Bezodstpw"/>
        <w:ind w:right="1468"/>
        <w:jc w:val="both"/>
        <w:rPr>
          <w:rFonts w:cs="Arial"/>
        </w:rPr>
      </w:pPr>
    </w:p>
    <w:sectPr w:rsidR="007241E7" w:rsidRPr="00170D58" w:rsidSect="00082A7E">
      <w:footerReference w:type="even" r:id="rId8"/>
      <w:footerReference w:type="default" r:id="rId9"/>
      <w:headerReference w:type="first" r:id="rId10"/>
      <w:footerReference w:type="first" r:id="rId11"/>
      <w:pgSz w:w="11906" w:h="16838" w:code="9"/>
      <w:pgMar w:top="1304" w:right="964" w:bottom="1985" w:left="1701" w:header="346"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A43F3" w14:textId="77777777" w:rsidR="008A1DDB" w:rsidRDefault="008A1DDB">
      <w:r>
        <w:separator/>
      </w:r>
    </w:p>
    <w:p w14:paraId="448D8A42" w14:textId="77777777" w:rsidR="008A1DDB" w:rsidRDefault="008A1DDB"/>
  </w:endnote>
  <w:endnote w:type="continuationSeparator" w:id="0">
    <w:p w14:paraId="1A076C08" w14:textId="77777777" w:rsidR="008A1DDB" w:rsidRDefault="008A1DDB">
      <w:r>
        <w:continuationSeparator/>
      </w:r>
    </w:p>
    <w:p w14:paraId="29C83591" w14:textId="77777777" w:rsidR="008A1DDB" w:rsidRDefault="008A1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9EF62" w14:textId="77777777" w:rsidR="008228AB" w:rsidRDefault="00B83B54" w:rsidP="004007F2">
    <w:r>
      <w:fldChar w:fldCharType="begin"/>
    </w:r>
    <w:r w:rsidR="008228AB">
      <w:instrText xml:space="preserve">PAGE  </w:instrText>
    </w:r>
    <w:r>
      <w:fldChar w:fldCharType="end"/>
    </w:r>
  </w:p>
  <w:p w14:paraId="0EE137E1" w14:textId="77777777" w:rsidR="008228AB" w:rsidRDefault="008228AB"/>
  <w:p w14:paraId="71296BD5" w14:textId="77777777" w:rsidR="008228AB" w:rsidRDefault="008228AB"/>
  <w:p w14:paraId="5D1AB3F4" w14:textId="77777777" w:rsidR="008228AB" w:rsidRDefault="008228AB"/>
  <w:p w14:paraId="64766EEE" w14:textId="77777777" w:rsidR="008228AB" w:rsidRDefault="00B83B54" w:rsidP="00110784">
    <w:pPr>
      <w:pStyle w:val="LPstopkasrodek"/>
    </w:pPr>
    <w:r w:rsidRPr="00B77DCF">
      <w:fldChar w:fldCharType="begin"/>
    </w:r>
    <w:r w:rsidR="008228AB" w:rsidRPr="00B77DCF">
      <w:instrText xml:space="preserve"> PAGE </w:instrText>
    </w:r>
    <w:r w:rsidRPr="00B77DCF">
      <w:fldChar w:fldCharType="separate"/>
    </w:r>
    <w:r w:rsidR="008228AB">
      <w:rPr>
        <w:noProof/>
      </w:rPr>
      <w:t>2</w:t>
    </w:r>
    <w:r w:rsidRPr="00B77DCF">
      <w:fldChar w:fldCharType="end"/>
    </w:r>
  </w:p>
  <w:p w14:paraId="2E8A91C1" w14:textId="77777777" w:rsidR="008228AB" w:rsidRPr="00807343" w:rsidRDefault="008228AB" w:rsidP="00D3550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170852"/>
      <w:docPartObj>
        <w:docPartGallery w:val="Page Numbers (Bottom of Page)"/>
        <w:docPartUnique/>
      </w:docPartObj>
    </w:sdtPr>
    <w:sdtEndPr>
      <w:rPr>
        <w:sz w:val="20"/>
      </w:rPr>
    </w:sdtEndPr>
    <w:sdtContent>
      <w:p w14:paraId="0EB4BD24" w14:textId="7B8F6811" w:rsidR="00544DCB" w:rsidRPr="00544DCB" w:rsidRDefault="00544DCB">
        <w:pPr>
          <w:pStyle w:val="Stopka"/>
          <w:jc w:val="center"/>
          <w:rPr>
            <w:sz w:val="20"/>
          </w:rPr>
        </w:pPr>
        <w:r w:rsidRPr="00544DCB">
          <w:rPr>
            <w:sz w:val="20"/>
          </w:rPr>
          <w:fldChar w:fldCharType="begin"/>
        </w:r>
        <w:r w:rsidRPr="00544DCB">
          <w:rPr>
            <w:sz w:val="20"/>
          </w:rPr>
          <w:instrText>PAGE   \* MERGEFORMAT</w:instrText>
        </w:r>
        <w:r w:rsidRPr="00544DCB">
          <w:rPr>
            <w:sz w:val="20"/>
          </w:rPr>
          <w:fldChar w:fldCharType="separate"/>
        </w:r>
        <w:r w:rsidR="00DD7B11">
          <w:rPr>
            <w:noProof/>
            <w:sz w:val="20"/>
          </w:rPr>
          <w:t>2</w:t>
        </w:r>
        <w:r w:rsidRPr="00544DCB">
          <w:rPr>
            <w:sz w:val="20"/>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465A8" w14:textId="77777777" w:rsidR="008228AB" w:rsidRPr="00807343" w:rsidRDefault="00DA696B" w:rsidP="009B09E5">
    <w:r>
      <w:rPr>
        <w:noProof/>
        <w:lang w:eastAsia="pl-PL"/>
      </w:rPr>
      <mc:AlternateContent>
        <mc:Choice Requires="wps">
          <w:drawing>
            <wp:anchor distT="0" distB="0" distL="114300" distR="114300" simplePos="0" relativeHeight="251657728" behindDoc="0" locked="0" layoutInCell="1" allowOverlap="1" wp14:anchorId="72CEB86C" wp14:editId="7F85FD18">
              <wp:simplePos x="0" y="0"/>
              <wp:positionH relativeFrom="column">
                <wp:posOffset>0</wp:posOffset>
              </wp:positionH>
              <wp:positionV relativeFrom="paragraph">
                <wp:posOffset>96520</wp:posOffset>
              </wp:positionV>
              <wp:extent cx="5868035" cy="3810"/>
              <wp:effectExtent l="9525" t="10795" r="8890" b="13970"/>
              <wp:wrapNone/>
              <wp:docPr id="2"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3810"/>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4A2E4" id="Line 1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6pt" to="462.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" strokecolor="#005846" strokeweight=".5pt"/>
          </w:pict>
        </mc:Fallback>
      </mc:AlternateContent>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r w:rsidR="008228AB">
      <w:tab/>
    </w:r>
  </w:p>
  <w:p w14:paraId="2BAC9D92" w14:textId="77777777" w:rsidR="008228AB" w:rsidRDefault="00DA696B" w:rsidP="009B09E5">
    <w:pPr>
      <w:pStyle w:val="LPstopka"/>
    </w:pPr>
    <w:r>
      <w:rPr>
        <w:noProof/>
        <w:lang w:eastAsia="pl-PL"/>
      </w:rPr>
      <mc:AlternateContent>
        <mc:Choice Requires="wps">
          <w:drawing>
            <wp:anchor distT="0" distB="0" distL="114300" distR="114300" simplePos="0" relativeHeight="251656704" behindDoc="0" locked="0" layoutInCell="1" allowOverlap="1" wp14:anchorId="524B7748" wp14:editId="342BDED9">
              <wp:simplePos x="0" y="0"/>
              <wp:positionH relativeFrom="column">
                <wp:posOffset>4591050</wp:posOffset>
              </wp:positionH>
              <wp:positionV relativeFrom="paragraph">
                <wp:posOffset>46990</wp:posOffset>
              </wp:positionV>
              <wp:extent cx="1391920" cy="342900"/>
              <wp:effectExtent l="9525" t="8890" r="8255" b="10160"/>
              <wp:wrapNone/>
              <wp:docPr id="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920" cy="342900"/>
                      </a:xfrm>
                      <a:prstGeom prst="rect">
                        <a:avLst/>
                      </a:prstGeom>
                      <a:solidFill>
                        <a:srgbClr val="FFFFFF"/>
                      </a:solidFill>
                      <a:ln w="0">
                        <a:solidFill>
                          <a:srgbClr val="FFFFFF"/>
                        </a:solidFill>
                        <a:miter lim="800000"/>
                        <a:headEnd/>
                        <a:tailEnd/>
                      </a:ln>
                    </wps:spPr>
                    <wps:txbx>
                      <w:txbxContent>
                        <w:p w14:paraId="6FE6C151" w14:textId="77777777" w:rsidR="008228AB" w:rsidRPr="00807343" w:rsidRDefault="008228AB" w:rsidP="009B09E5">
                          <w:pPr>
                            <w:pStyle w:val="LPStopkaStrona"/>
                          </w:pPr>
                          <w:r w:rsidRPr="00807343">
                            <w:t>www.lasy.gov.pl</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B7748" id="_x0000_t202" coordsize="21600,21600" o:spt="202" path="m,l,21600r21600,l21600,xe">
              <v:stroke joinstyle="miter"/>
              <v:path gradientshapeok="t" o:connecttype="rect"/>
            </v:shapetype>
            <v:shape id="Text Box 109" o:spid="_x0000_s1027" type="#_x0000_t202" style="position:absolute;margin-left:361.5pt;margin-top:3.7pt;width:109.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" strokecolor="white" strokeweight="0">
              <v:textbox inset=",0">
                <w:txbxContent>
                  <w:p w14:paraId="6FE6C151" w14:textId="77777777" w:rsidR="008228AB" w:rsidRPr="00807343" w:rsidRDefault="008228AB" w:rsidP="009B09E5">
                    <w:pPr>
                      <w:pStyle w:val="LPStopkaStrona"/>
                    </w:pPr>
                    <w:r w:rsidRPr="00807343">
                      <w:t>www.lasy.gov.pl</w:t>
                    </w:r>
                  </w:p>
                </w:txbxContent>
              </v:textbox>
            </v:shape>
          </w:pict>
        </mc:Fallback>
      </mc:AlternateContent>
    </w:r>
    <w:r w:rsidR="00200CEC" w:rsidRPr="00200CEC">
      <w:t>Regionalna Dyrekcja</w:t>
    </w:r>
    <w:r w:rsidR="008228AB">
      <w:t xml:space="preserve"> Lasów Państwowych</w:t>
    </w:r>
    <w:r w:rsidR="009508AB">
      <w:t xml:space="preserve"> w Pile</w:t>
    </w:r>
    <w:r w:rsidR="008228AB">
      <w:t xml:space="preserve">, ul. </w:t>
    </w:r>
    <w:r w:rsidR="00200CEC" w:rsidRPr="00200CEC">
      <w:t>Kalina nr 10, 64-920 Piła</w:t>
    </w:r>
    <w:r w:rsidR="008228AB">
      <w:tab/>
    </w:r>
  </w:p>
  <w:p w14:paraId="1825C514" w14:textId="77777777" w:rsidR="008228AB" w:rsidRPr="00EB0927" w:rsidRDefault="008228AB" w:rsidP="009B09E5">
    <w:pPr>
      <w:pStyle w:val="LPstopka"/>
    </w:pPr>
    <w:r w:rsidRPr="00EB0927">
      <w:t xml:space="preserve">tel.: +48 </w:t>
    </w:r>
    <w:r w:rsidR="00200CEC" w:rsidRPr="00EB0927">
      <w:t>67 212-48-44, fax: +48 67 212-64-78</w:t>
    </w:r>
    <w:r w:rsidRPr="00EB0927">
      <w:t xml:space="preserve">, e-mail: </w:t>
    </w:r>
    <w:r w:rsidR="00200CEC" w:rsidRPr="00EB0927">
      <w:t>rdlp@pila.</w:t>
    </w:r>
    <w:r w:rsidRPr="00EB0927">
      <w:t>lasy.gov.pl</w:t>
    </w:r>
  </w:p>
  <w:p w14:paraId="7C065E56" w14:textId="77777777" w:rsidR="007B226F" w:rsidRPr="009508AB" w:rsidRDefault="007B226F" w:rsidP="009B09E5">
    <w:pPr>
      <w:pStyle w:val="LPstopka"/>
    </w:pPr>
    <w:r>
      <w:t>NIP: 764-000-29-74  REGON: 570536970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DC1AC" w14:textId="77777777" w:rsidR="008A1DDB" w:rsidRDefault="008A1DDB">
      <w:r>
        <w:separator/>
      </w:r>
    </w:p>
    <w:p w14:paraId="634BA86B" w14:textId="77777777" w:rsidR="008A1DDB" w:rsidRDefault="008A1DDB"/>
  </w:footnote>
  <w:footnote w:type="continuationSeparator" w:id="0">
    <w:p w14:paraId="6842128B" w14:textId="77777777" w:rsidR="008A1DDB" w:rsidRDefault="008A1DDB">
      <w:r>
        <w:continuationSeparator/>
      </w:r>
    </w:p>
    <w:p w14:paraId="49CE5DA6" w14:textId="77777777" w:rsidR="008A1DDB" w:rsidRDefault="008A1DDB"/>
  </w:footnote>
  <w:footnote w:id="1">
    <w:p w14:paraId="1210EE92" w14:textId="5154EB72" w:rsidR="00E70E8E" w:rsidRDefault="00E70E8E" w:rsidP="00E70E8E">
      <w:pPr>
        <w:pStyle w:val="Tekstprzypisudolnego"/>
        <w:jc w:val="both"/>
      </w:pPr>
      <w:r>
        <w:rPr>
          <w:rStyle w:val="Odwoanieprzypisudolnego"/>
        </w:rPr>
        <w:footnoteRef/>
      </w:r>
      <w:r>
        <w:t xml:space="preserve"> </w:t>
      </w:r>
      <w:r w:rsidRPr="00E70E8E">
        <w:t xml:space="preserve">Tekst jednolity ustawy z dnia 28 września 1991 r. o lasach został ogłoszony w Dz. U. z </w:t>
      </w:r>
      <w:r w:rsidRPr="00784E89">
        <w:t>20</w:t>
      </w:r>
      <w:r w:rsidR="00250294" w:rsidRPr="00784E89">
        <w:t>20</w:t>
      </w:r>
      <w:r w:rsidRPr="00784E89">
        <w:t xml:space="preserve"> r. poz. </w:t>
      </w:r>
      <w:r w:rsidR="00250294" w:rsidRPr="00784E89">
        <w:t>1463</w:t>
      </w:r>
      <w:r w:rsidR="001E358D" w:rsidRPr="00784E89">
        <w:t xml:space="preserve"> ze zm.</w:t>
      </w:r>
      <w:r w:rsidRPr="00784E89">
        <w:t>;</w:t>
      </w:r>
      <w:r w:rsidRPr="00E70E8E">
        <w:t xml:space="preserve"> art. 33 ust.1. ustawy o lasach stanowi, że Lasami Państwowymi kieruje Dyrektor Generalny Lasów Państwowych, dokonując tego przy pomocy dyrektorów regionalnych dyrekcji Lasów Państwowych.</w:t>
      </w:r>
    </w:p>
  </w:footnote>
  <w:footnote w:id="2">
    <w:p w14:paraId="2E9D124F" w14:textId="0B5BD1CC" w:rsidR="00E70E8E" w:rsidRDefault="00E70E8E" w:rsidP="00E70E8E">
      <w:pPr>
        <w:pStyle w:val="Tekstprzypisudolnego"/>
        <w:jc w:val="both"/>
      </w:pPr>
      <w:r>
        <w:rPr>
          <w:rStyle w:val="Odwoanieprzypisudolnego"/>
        </w:rPr>
        <w:footnoteRef/>
      </w:r>
      <w:r>
        <w:t xml:space="preserve"> </w:t>
      </w:r>
      <w:r w:rsidRPr="00E70E8E">
        <w:t>Statut Państwowego Gospodarstwa Leśnego Lasy Państwowe został nadany zarządzeniem nr 50 Ministra Ochrony Środowiska, Zasobów Naturalnych i Leśnictwa z dnia 18. maja 1994 r. § 6 Statutu Lasów Państwowych stanowi, że w wykonaniu zadań określonych przez ustawę (o lasach) oraz przez przepisy wykonawcze do ustawy, a także innych przepisów prawnych, Dyrektor Generalny wydaje zarządzenia i</w:t>
      </w:r>
      <w:r w:rsidR="004D5348">
        <w:t> </w:t>
      </w:r>
      <w:r w:rsidRPr="00E70E8E">
        <w:t>decyzje obowiązujące w Lasach Państwowych.</w:t>
      </w:r>
    </w:p>
  </w:footnote>
  <w:footnote w:id="3">
    <w:p w14:paraId="5AD42E2C" w14:textId="5C8C4371" w:rsidR="00E70E8E" w:rsidRDefault="00E70E8E" w:rsidP="00E70E8E">
      <w:pPr>
        <w:pStyle w:val="Tekstprzypisudolnego"/>
        <w:jc w:val="both"/>
      </w:pPr>
      <w:r>
        <w:rPr>
          <w:rStyle w:val="Odwoanieprzypisudolnego"/>
        </w:rPr>
        <w:footnoteRef/>
      </w:r>
      <w:r>
        <w:t xml:space="preserve"> </w:t>
      </w:r>
      <w:r w:rsidRPr="00E70E8E">
        <w:t>Art. 33 ust.3 pkt. 3 ustawy o lasach stanowi, że Dyrektor Generalny Lasów Państwowych inicjuje, organizuje oraz koordynuje przedsięwzięcia na rzecz ochrony lasów, racjonalnej gospodarki leśnej i</w:t>
      </w:r>
      <w:r w:rsidR="004D5348">
        <w:t> </w:t>
      </w:r>
      <w:r w:rsidRPr="00E70E8E">
        <w:t>rozwoju leśnictwa; art. 33 ust. 3 pkt. 8 ustawy o lasach stanowi, że Dyrektor Generalny Lasów Państwowych organizuje wspólne przedsięwzięcia jednostek organizacyjnych Lasów Państwowych.</w:t>
      </w:r>
    </w:p>
  </w:footnote>
  <w:footnote w:id="4">
    <w:p w14:paraId="18FC4725" w14:textId="0C043912" w:rsidR="00E70E8E" w:rsidRDefault="00E70E8E" w:rsidP="00E70E8E">
      <w:pPr>
        <w:pStyle w:val="Tekstprzypisudolnego"/>
        <w:jc w:val="both"/>
      </w:pPr>
      <w:r>
        <w:rPr>
          <w:rStyle w:val="Odwoanieprzypisudolnego"/>
        </w:rPr>
        <w:footnoteRef/>
      </w:r>
      <w:r>
        <w:t xml:space="preserve"> </w:t>
      </w:r>
      <w:r w:rsidRPr="00E70E8E">
        <w:t xml:space="preserve">Art. </w:t>
      </w:r>
      <w:r>
        <w:t>29</w:t>
      </w:r>
      <w:r w:rsidRPr="00E70E8E">
        <w:t xml:space="preserve"> ust.</w:t>
      </w:r>
      <w:r>
        <w:t xml:space="preserve"> 1</w:t>
      </w:r>
      <w:r w:rsidRPr="00E70E8E">
        <w:t xml:space="preserve"> ustawy o lasach stanowi, że </w:t>
      </w:r>
      <w:r>
        <w:t>r</w:t>
      </w:r>
      <w:r w:rsidRPr="00E70E8E">
        <w:t>uch pojazdem silnikowym, zaprzęgowym i motorowerem w</w:t>
      </w:r>
      <w:r w:rsidR="004D5348">
        <w:t> </w:t>
      </w:r>
      <w:r w:rsidRPr="00E70E8E">
        <w:t>lesie dozwolony jest jedynie drogami publicznymi, natomiast drogami leśnymi jest dozwolony tylko wtedy, gdy są one oznakowane drogowskazami dopuszczającymi ruch po tych drogach. Nie dotyczy to inwalidów poruszających się pojazdami przystosowanymi do ich potrzeb</w:t>
      </w:r>
      <w:r>
        <w:t>; art. 29 ust. 2 stanowi, że p</w:t>
      </w:r>
      <w:r w:rsidRPr="00E70E8E">
        <w:t>ostój pojazdów, o których mowa w ust. 1, na drogach leśnych jest dozwolony wyłącznie w miejscach oznakowanych.</w:t>
      </w:r>
    </w:p>
  </w:footnote>
  <w:footnote w:id="5">
    <w:p w14:paraId="21422545" w14:textId="77777777" w:rsidR="00E70E8E" w:rsidRDefault="00E70E8E" w:rsidP="00E70E8E">
      <w:pPr>
        <w:pStyle w:val="Tekstprzypisudolnego"/>
        <w:jc w:val="both"/>
      </w:pPr>
      <w:r>
        <w:rPr>
          <w:rStyle w:val="Odwoanieprzypisudolnego"/>
        </w:rPr>
        <w:footnoteRef/>
      </w:r>
      <w:r>
        <w:t xml:space="preserve"> </w:t>
      </w:r>
      <w:r w:rsidRPr="00E70E8E">
        <w:t xml:space="preserve">Art. </w:t>
      </w:r>
      <w:r>
        <w:t>35</w:t>
      </w:r>
      <w:r w:rsidRPr="00E70E8E">
        <w:t xml:space="preserve"> ust.</w:t>
      </w:r>
      <w:r>
        <w:t xml:space="preserve"> 1 pkt 2a</w:t>
      </w:r>
      <w:r w:rsidRPr="00E70E8E">
        <w:t xml:space="preserve"> ustawy o lasach stanowi, że </w:t>
      </w:r>
      <w:r>
        <w:t>n</w:t>
      </w:r>
      <w:r w:rsidRPr="00E70E8E">
        <w:t>adleśniczy prowadzi samodzielnie gospodarkę leśną w nadleśnictwie na podstawie planu urządzenia lasu oraz odpowiada za stan lasu. W szczególności nadleśniczy: bezpośrednio zarządza lasami, gruntami i innymi nieruchomościami Skarbu Państwa, pozostającymi w zarządzie Lasów Państwowych</w:t>
      </w:r>
      <w:r>
        <w:t>.</w:t>
      </w:r>
    </w:p>
  </w:footnote>
  <w:footnote w:id="6">
    <w:p w14:paraId="019C7ED8" w14:textId="2D70896D" w:rsidR="00E70E8E" w:rsidRDefault="00E70E8E" w:rsidP="00E70E8E">
      <w:pPr>
        <w:pStyle w:val="Tekstprzypisudolnego"/>
        <w:jc w:val="both"/>
      </w:pPr>
      <w:r>
        <w:rPr>
          <w:rStyle w:val="Odwoanieprzypisudolnego"/>
        </w:rPr>
        <w:footnoteRef/>
      </w:r>
      <w:r>
        <w:t xml:space="preserve"> </w:t>
      </w:r>
      <w:r w:rsidRPr="00E70E8E">
        <w:t xml:space="preserve">Art. </w:t>
      </w:r>
      <w:r w:rsidR="00A81910">
        <w:t>8</w:t>
      </w:r>
      <w:r w:rsidRPr="00E70E8E">
        <w:t xml:space="preserve"> ust. 1 ustawy </w:t>
      </w:r>
      <w:r w:rsidR="00A81910" w:rsidRPr="00A81910">
        <w:t xml:space="preserve">z dnia 21 marca 1985 r. </w:t>
      </w:r>
      <w:r w:rsidRPr="00E70E8E">
        <w:t>o</w:t>
      </w:r>
      <w:r w:rsidR="00A81910">
        <w:t xml:space="preserve"> drogach publicznych (t.j Dz. U. z </w:t>
      </w:r>
      <w:r w:rsidR="00A81910" w:rsidRPr="00784E89">
        <w:t>20</w:t>
      </w:r>
      <w:r w:rsidR="001E358D" w:rsidRPr="00784E89">
        <w:t>20</w:t>
      </w:r>
      <w:r w:rsidR="00A81910" w:rsidRPr="00784E89">
        <w:t xml:space="preserve"> poz. </w:t>
      </w:r>
      <w:r w:rsidR="001E358D" w:rsidRPr="00784E89">
        <w:t>470</w:t>
      </w:r>
      <w:r w:rsidR="00A81910">
        <w:t xml:space="preserve"> z</w:t>
      </w:r>
      <w:r w:rsidR="001E358D">
        <w:t>e</w:t>
      </w:r>
      <w:r w:rsidR="00A81910">
        <w:t xml:space="preserve"> zm.) stanowi, że d</w:t>
      </w:r>
      <w:r w:rsidR="00A81910" w:rsidRPr="00A81910">
        <w:t>rogi, drogi rowerowe, parkingi oraz place przeznaczone do ruchu pojazdów, niezaliczone do żadnej z kategorii dróg publicznych i niezlokalizowane w pasie drogowym tych dróg są drogami wewnętrznymi</w:t>
      </w:r>
      <w:r w:rsidR="00A81910">
        <w:t>;</w:t>
      </w:r>
      <w:r w:rsidR="00A81910" w:rsidRPr="00A81910">
        <w:t xml:space="preserve"> </w:t>
      </w:r>
      <w:r w:rsidR="00A81910">
        <w:t>art. 8 ust. 2 stanowi, że b</w:t>
      </w:r>
      <w:r w:rsidR="00A81910" w:rsidRPr="00A81910">
        <w:t>udowa, przebudowa, remont, utrzymanie, ochrona i</w:t>
      </w:r>
      <w:r w:rsidR="004D5348">
        <w:t> </w:t>
      </w:r>
      <w:r w:rsidR="00A81910" w:rsidRPr="00A81910">
        <w:t>oznakowanie dróg wewnętrznych oraz zarządzanie nimi należy do zarządcy terenu, na którym jest zlokalizowana droga, a w przypadku jego braku - do właściciela tego terenu.</w:t>
      </w:r>
    </w:p>
  </w:footnote>
  <w:footnote w:id="7">
    <w:p w14:paraId="6BBACF7A" w14:textId="51E011BD" w:rsidR="009C60BB" w:rsidRDefault="009C60BB" w:rsidP="007B6613">
      <w:pPr>
        <w:pStyle w:val="Tekstprzypisudolnego"/>
        <w:jc w:val="both"/>
      </w:pPr>
      <w:r>
        <w:rPr>
          <w:rStyle w:val="Odwoanieprzypisudolnego"/>
        </w:rPr>
        <w:footnoteRef/>
      </w:r>
      <w:r>
        <w:t xml:space="preserve"> </w:t>
      </w:r>
      <w:r w:rsidRPr="009C60BB">
        <w:t xml:space="preserve">Art. </w:t>
      </w:r>
      <w:r>
        <w:t>10</w:t>
      </w:r>
      <w:r w:rsidRPr="009C60BB">
        <w:t xml:space="preserve"> ust. </w:t>
      </w:r>
      <w:r>
        <w:t>7</w:t>
      </w:r>
      <w:r w:rsidRPr="009C60BB">
        <w:t xml:space="preserve"> ustawy z dnia 20 czerwca 1997 r. </w:t>
      </w:r>
      <w:r>
        <w:t xml:space="preserve">Prawo </w:t>
      </w:r>
      <w:r w:rsidRPr="009C60BB">
        <w:t xml:space="preserve">o </w:t>
      </w:r>
      <w:r>
        <w:t>ruchu drogowym</w:t>
      </w:r>
      <w:r w:rsidRPr="009C60BB">
        <w:t xml:space="preserve"> (t.j</w:t>
      </w:r>
      <w:r w:rsidR="00BF4A5E">
        <w:t>.</w:t>
      </w:r>
      <w:r w:rsidRPr="009C60BB">
        <w:t xml:space="preserve"> Dz. U. z </w:t>
      </w:r>
      <w:r w:rsidRPr="00784E89">
        <w:t>20</w:t>
      </w:r>
      <w:r w:rsidR="001E358D" w:rsidRPr="00784E89">
        <w:t>2</w:t>
      </w:r>
      <w:r w:rsidRPr="00784E89">
        <w:t xml:space="preserve">1 poz. </w:t>
      </w:r>
      <w:r w:rsidR="001E358D" w:rsidRPr="00784E89">
        <w:t>45</w:t>
      </w:r>
      <w:r w:rsidR="007B6613" w:rsidRPr="00784E89">
        <w:t>0</w:t>
      </w:r>
      <w:r w:rsidR="001E358D">
        <w:t xml:space="preserve"> ze zm.</w:t>
      </w:r>
      <w:r w:rsidR="00893BA9">
        <w:t xml:space="preserve"> – </w:t>
      </w:r>
      <w:r w:rsidR="0029340B" w:rsidRPr="00784E89">
        <w:t>zwana</w:t>
      </w:r>
      <w:r w:rsidR="00893BA9" w:rsidRPr="00784E89">
        <w:t xml:space="preserve"> dalej Prawem o ruchu drogowym</w:t>
      </w:r>
      <w:r w:rsidRPr="009C60BB">
        <w:t>) stanowi, że</w:t>
      </w:r>
      <w:r w:rsidR="007B6613" w:rsidRPr="007B6613">
        <w:t xml:space="preserve"> </w:t>
      </w:r>
      <w:r w:rsidR="007B6613">
        <w:t>z</w:t>
      </w:r>
      <w:r w:rsidR="007B6613" w:rsidRPr="007B6613">
        <w:t>arządzanie ruchem na drogach wewnętrznych, w tym w strefie ruchu i strefie zamieszkania, należy do podmiotu zarządzającego tymi drogami</w:t>
      </w:r>
      <w:r w:rsidR="007B6613">
        <w:t>; art. 10 ust. 10a stanowi, że p</w:t>
      </w:r>
      <w:r w:rsidR="007B6613" w:rsidRPr="007B6613">
        <w:t>odmioty zarządzające drogami, o których mowa w ust. 7, ustalając organizację ruchu na tych drogach stosują znaki i sygnały drogowe oraz zasady ich umieszczania wynikające z ustawy i jej przepisów wykonawczych. Koszt oznakowania drogi wewnętrznej ponosi podmiot zarządzający drogą.</w:t>
      </w:r>
    </w:p>
  </w:footnote>
  <w:footnote w:id="8">
    <w:p w14:paraId="78B65F33" w14:textId="49B1BF44" w:rsidR="007B6613" w:rsidRDefault="007B6613" w:rsidP="007B6613">
      <w:pPr>
        <w:pStyle w:val="Tekstprzypisudolnego"/>
        <w:jc w:val="both"/>
      </w:pPr>
      <w:r>
        <w:rPr>
          <w:rStyle w:val="Odwoanieprzypisudolnego"/>
        </w:rPr>
        <w:footnoteRef/>
      </w:r>
      <w:r>
        <w:t xml:space="preserve"> </w:t>
      </w:r>
      <w:r w:rsidRPr="007B6613">
        <w:t xml:space="preserve">Art. </w:t>
      </w:r>
      <w:r>
        <w:t>84</w:t>
      </w:r>
      <w:r w:rsidRPr="007B6613">
        <w:t xml:space="preserve"> ustawy z dnia 20 maja 1971 r.</w:t>
      </w:r>
      <w:r>
        <w:t xml:space="preserve"> Kodeks wykroczeń</w:t>
      </w:r>
      <w:r w:rsidRPr="007B6613">
        <w:t xml:space="preserve"> (t.j Dz. U. z </w:t>
      </w:r>
      <w:r w:rsidRPr="00784E89">
        <w:t>20</w:t>
      </w:r>
      <w:r w:rsidR="001E358D" w:rsidRPr="00784E89">
        <w:t>2</w:t>
      </w:r>
      <w:r w:rsidRPr="00784E89">
        <w:t xml:space="preserve">1 poz. </w:t>
      </w:r>
      <w:r w:rsidR="001E358D" w:rsidRPr="00784E89">
        <w:t>281</w:t>
      </w:r>
      <w:r>
        <w:t xml:space="preserve"> z</w:t>
      </w:r>
      <w:r w:rsidR="001E358D">
        <w:t>e</w:t>
      </w:r>
      <w:r>
        <w:t xml:space="preserve"> zm.) stanowi, że kto wbrew obowiązkowi nie oznacza w sposób odpowiadający wymaganiom i łatwo dostrzegalny, zarówno w dzień, jak i w porze nocnej, jakiejkolwiek przeszkody w ruchu drogowym, urządzenia lub przedmiotu znajdujących się na drodze lub też miejsca prowadzonych robót, jeżeli to może zagrozić bezpieczeństwu ruchu albo utrudnić ruch na drodze, podlega karze aresztu albo grzywny; art.</w:t>
      </w:r>
      <w:r w:rsidR="004D5348">
        <w:t> </w:t>
      </w:r>
      <w:r>
        <w:t xml:space="preserve">85a stanowi, że </w:t>
      </w:r>
      <w:r w:rsidR="002829FD">
        <w:t>w § 1</w:t>
      </w:r>
      <w:r w:rsidR="00261C0E">
        <w:t>.</w:t>
      </w:r>
      <w:r w:rsidR="002829FD">
        <w:t xml:space="preserve"> K</w:t>
      </w:r>
      <w:r>
        <w:t xml:space="preserve">to narusza przepisy dotyczące sposobu znakowania dróg wewnętrznych, podlega karze grzywny; </w:t>
      </w:r>
      <w:r w:rsidR="002829FD">
        <w:t>w § 2</w:t>
      </w:r>
      <w:r w:rsidR="00261C0E">
        <w:t>.</w:t>
      </w:r>
      <w:r w:rsidR="002829FD">
        <w:t xml:space="preserve"> </w:t>
      </w:r>
      <w:r w:rsidR="00261C0E">
        <w:t>T</w:t>
      </w:r>
      <w:r>
        <w:t>ej samej karze za czyn określony w § 1 podlega ten, kto zlecił wadliwe dokonanie tej czynności.</w:t>
      </w:r>
    </w:p>
  </w:footnote>
  <w:footnote w:id="9">
    <w:p w14:paraId="076F11DB" w14:textId="2C4A5F64" w:rsidR="00F12A06" w:rsidRDefault="00F12A06" w:rsidP="00F12A06">
      <w:pPr>
        <w:pStyle w:val="Tekstprzypisudolnego"/>
        <w:jc w:val="both"/>
      </w:pPr>
      <w:r>
        <w:rPr>
          <w:rStyle w:val="Odwoanieprzypisudolnego"/>
        </w:rPr>
        <w:footnoteRef/>
      </w:r>
      <w:r>
        <w:t xml:space="preserve"> Art. 29 ust. 3 ustawy o lasach stanowi, że przepisy ust. 1 oraz art. 26 ust. 2 i 3, a także art. 28, nie dotyczą wykonujących czynności służbowe lub gospodarcze: 1) pracowników nadleśnictw; 2) osób nadzorujących gospodarkę leśną oraz kontrolujących jednostki organizacyjne Lasów Państwowych; 3)</w:t>
      </w:r>
      <w:r w:rsidR="00384C6A">
        <w:t> </w:t>
      </w:r>
      <w:r>
        <w:t>osób zwalczających pożary oraz ratujących życie lub zdrowie ludzkie; 4) funkcjonariuszy Straży Granicznej chroniących granicę państwową oraz funkcjonariuszy innych organów odpowiedzialnych za bezpieczeństwo i porządek publiczny; 5) osób wykonujących czynności z zakresu gospodarki łowieckiej oraz właścicieli pasiek zlokalizowanych na obszarach leśnych; 6) właścicieli lasów we własnych lasach;</w:t>
      </w:r>
    </w:p>
    <w:p w14:paraId="4B0CA871" w14:textId="1915EA79" w:rsidR="00F12A06" w:rsidRDefault="00F12A06" w:rsidP="00F12A06">
      <w:pPr>
        <w:pStyle w:val="Tekstprzypisudolnego"/>
        <w:jc w:val="both"/>
      </w:pPr>
      <w:r>
        <w:t>7) osób użytkujących grunty rolne położone wśród lasów; 8) pracowników leśnych jednostek naukowych, instytutów badawczych i doświadczalnych, w związku z wykonywaniem badań naukowych i doświadczeń z zakresu leśnictwa i ochrony przyrody; 9) wojewódzkich konserwatorów przyrody oraz pracowników Służb Parków Krajobrazowych; 10) osób sporządzających plany urządzenia lasu, uproszczone plany urządzenia lasu lub inwentaryzację stanu lasu, o której mowa w art. 19 ust. 3.</w:t>
      </w:r>
    </w:p>
  </w:footnote>
  <w:footnote w:id="10">
    <w:p w14:paraId="748998A9" w14:textId="2CEF302E" w:rsidR="00B11D06" w:rsidRPr="00784E89" w:rsidRDefault="00B11D06" w:rsidP="00B11D06">
      <w:pPr>
        <w:pStyle w:val="Tekstprzypisudolnego"/>
        <w:jc w:val="both"/>
      </w:pPr>
      <w:r>
        <w:rPr>
          <w:rStyle w:val="Odwoanieprzypisudolnego"/>
        </w:rPr>
        <w:footnoteRef/>
      </w:r>
      <w:r>
        <w:t xml:space="preserve"> </w:t>
      </w:r>
      <w:r w:rsidRPr="00784E89">
        <w:t>Zarządzenie nr 15 Dyrektora Generalnego Lasów Państwowych z dnia 5 marca 2018 r. w sprawie zmiany zarządzenia nr 71 z dnia 19 października 2015 r. w części dotyczącej Księgi Identyfikacji Wizualnej Państwowego Gospodarstwa Leśnego Lasy Państwowe – zwana dalej Księgą Identyfikacji Wizualnej PGL LP.</w:t>
      </w:r>
    </w:p>
  </w:footnote>
  <w:footnote w:id="11">
    <w:p w14:paraId="16F2D74E" w14:textId="1EA54AFE" w:rsidR="00FA75B7" w:rsidRDefault="00FA75B7" w:rsidP="00FA75B7">
      <w:pPr>
        <w:pStyle w:val="Tekstprzypisudolnego"/>
        <w:jc w:val="both"/>
      </w:pPr>
      <w:r w:rsidRPr="00784E89">
        <w:rPr>
          <w:rStyle w:val="Odwoanieprzypisudolnego"/>
        </w:rPr>
        <w:footnoteRef/>
      </w:r>
      <w:r w:rsidRPr="00784E89">
        <w:t xml:space="preserve"> Art. 60 ustawy z dnia 23 kwietnia 1964 r. Kodeks cywilny stanowi, że z zastrzeżeniem wyjątków w ustawie przewidzianych, wola osoby dokonującej czynności prawnej może być wyrażona przez każde zachowanie się tej osoby, które ujawnia jej wolę w sposób dostateczny, w tym również przez ujawnienie tej woli w postaci elektronicznej (oświadczenie woli). Art. 61 stanowi, że w § 1. Oświadczenie woli, które ma być złożone innej osobie, jest złożone z chwilą, gdy doszło do niej w taki sposób, że mogła zapoznać się z jego treścią. Odwołanie takiego oświadczenia jest skuteczne, jeżeli doszło jednocześnie z tym oświadczeniem lub wcześniej; w § 2. Oświadczenie woli wyrażone w postaci elektronicznej jest złożone innej osobie z chwilą, gdy wprowadzono je do środka komunikacji elektronicznej w taki sposób, żeby osoba ta mogła zapoznać się z jego treścią.</w:t>
      </w:r>
    </w:p>
  </w:footnote>
  <w:footnote w:id="12">
    <w:p w14:paraId="63E903E6" w14:textId="31634B84" w:rsidR="00164254" w:rsidRDefault="00164254" w:rsidP="00164254">
      <w:pPr>
        <w:pStyle w:val="Tekstprzypisudolnego"/>
        <w:jc w:val="both"/>
      </w:pPr>
      <w:r>
        <w:rPr>
          <w:rStyle w:val="Odwoanieprzypisudolnego"/>
        </w:rPr>
        <w:footnoteRef/>
      </w:r>
      <w:r>
        <w:t xml:space="preserve"> § 1 ust. 2 pkt 2) rozporządzenia Ministra Infrastruktury z dnia </w:t>
      </w:r>
      <w:r w:rsidRPr="0060276E">
        <w:t>23 września 2003 r.</w:t>
      </w:r>
      <w:r>
        <w:t xml:space="preserve"> </w:t>
      </w:r>
      <w:r w:rsidRPr="0060276E">
        <w:t>w sprawie szczegółowych warunków zarządzania ruchem na drogach oraz wykonywania nadzoru nad tym zarządzaniem</w:t>
      </w:r>
      <w:r>
        <w:t xml:space="preserve"> (t. j. Dz. U. z 2017 poz. 784) stanowi, że i</w:t>
      </w:r>
      <w:r w:rsidRPr="0060276E">
        <w:t>lekroć w rozporządzeniu jest mowa o:</w:t>
      </w:r>
      <w:r>
        <w:t xml:space="preserve"> (…) </w:t>
      </w:r>
      <w:r w:rsidRPr="0060276E">
        <w:t xml:space="preserve">projekcie organizacji ruchu </w:t>
      </w:r>
      <w:r w:rsidR="001C5150">
        <w:t>–</w:t>
      </w:r>
      <w:r w:rsidRPr="0060276E">
        <w:t xml:space="preserve"> rozumie się przez to dokumentację sporządzoną w celu zatwierdzenia stałej, zmiennej albo czasowej organizacji ruchu przez właściwy organ zarządzający ruchem albo właściwy podmiot zarządzający drogą wewnętrzną.</w:t>
      </w:r>
      <w:r w:rsidR="007442E7">
        <w:t xml:space="preserve"> </w:t>
      </w:r>
      <w:r w:rsidR="007442E7" w:rsidRPr="007442E7">
        <w:t xml:space="preserve">Autorem projektu organizacji ruchu </w:t>
      </w:r>
      <w:r w:rsidR="007442E7">
        <w:t>nie musi być osoba z uprawnieniami</w:t>
      </w:r>
      <w:r w:rsidR="007442E7" w:rsidRPr="007442E7">
        <w:t>. Prawo nie przewiduje konieczności posiadania uprawnień do opracowania tego typu dokumentacji.</w:t>
      </w:r>
    </w:p>
  </w:footnote>
  <w:footnote w:id="13">
    <w:p w14:paraId="7D477D12" w14:textId="016E2E45" w:rsidR="00164254" w:rsidRDefault="00164254" w:rsidP="00164254">
      <w:pPr>
        <w:pStyle w:val="Tekstprzypisudolnego"/>
        <w:jc w:val="both"/>
      </w:pPr>
      <w:r>
        <w:rPr>
          <w:rStyle w:val="Odwoanieprzypisudolnego"/>
        </w:rPr>
        <w:footnoteRef/>
      </w:r>
      <w:r>
        <w:t xml:space="preserve"> Art. 10 ust. 2 pkt 5) </w:t>
      </w:r>
      <w:r w:rsidR="00893BA9">
        <w:t>Prawa</w:t>
      </w:r>
      <w:r w:rsidRPr="0060276E">
        <w:t xml:space="preserve"> o ruchu drogowym</w:t>
      </w:r>
      <w:r>
        <w:t xml:space="preserve"> stanowi, że w</w:t>
      </w:r>
      <w:r w:rsidRPr="0060276E">
        <w:t>ojewoda sprawuje nadzór nad zarządzaniem ruchem na drogach:</w:t>
      </w:r>
      <w:r>
        <w:t xml:space="preserve"> (…) </w:t>
      </w:r>
      <w:r w:rsidRPr="00AA6CB9">
        <w:t>wewnętrznych położonych w strefach ruchu lub strefach zamieszkania.</w:t>
      </w:r>
    </w:p>
  </w:footnote>
  <w:footnote w:id="14">
    <w:p w14:paraId="3A962422" w14:textId="5863DE6F" w:rsidR="00164254" w:rsidRDefault="00164254" w:rsidP="00164254">
      <w:pPr>
        <w:pStyle w:val="Tekstprzypisudolnego"/>
        <w:jc w:val="both"/>
      </w:pPr>
      <w:r>
        <w:rPr>
          <w:rStyle w:val="Odwoanieprzypisudolnego"/>
        </w:rPr>
        <w:footnoteRef/>
      </w:r>
      <w:r>
        <w:t xml:space="preserve"> § 3 ust. 3 rozporządzenia Ministra Infrastruktury z dnia </w:t>
      </w:r>
      <w:r w:rsidRPr="0060276E">
        <w:t>23 września 2003 r.</w:t>
      </w:r>
      <w:r>
        <w:t xml:space="preserve"> </w:t>
      </w:r>
      <w:r w:rsidRPr="0060276E">
        <w:t>w sprawie szczegółowych warunków zarządzania ruchem na drogach oraz wykonywania nadzoru nad tym zarządzaniem</w:t>
      </w:r>
      <w:r w:rsidR="00991F0F">
        <w:t xml:space="preserve"> (t. j. Dz. </w:t>
      </w:r>
      <w:r>
        <w:t>U. z 2017 poz. 784) stanowi, że</w:t>
      </w:r>
      <w:r w:rsidRPr="00DD6AF1">
        <w:t xml:space="preserve"> </w:t>
      </w:r>
      <w:r>
        <w:t>w</w:t>
      </w:r>
      <w:r w:rsidRPr="00DD6AF1">
        <w:t xml:space="preserve"> przypadku drogi wewnętrznej objętej strefą zamieszkania albo strefą ruchu organ sprawujący nadzór nad zarządzaniem ruchem podejmuje, na podstawie wniosku zainteresowanego podmiotu złożonego do tego organu, działania w zakresie określonym w ust. 2 pkt 1.</w:t>
      </w:r>
    </w:p>
  </w:footnote>
  <w:footnote w:id="15">
    <w:p w14:paraId="45EEDE6D" w14:textId="0ABA56E6" w:rsidR="001353FC" w:rsidRDefault="001353FC" w:rsidP="001353FC">
      <w:pPr>
        <w:pStyle w:val="Tekstprzypisudolnego"/>
        <w:jc w:val="both"/>
      </w:pPr>
      <w:r>
        <w:rPr>
          <w:rStyle w:val="Odwoanieprzypisudolnego"/>
        </w:rPr>
        <w:footnoteRef/>
      </w:r>
      <w:r>
        <w:t xml:space="preserve"> Rozdział 6 załącznika nr 1 do </w:t>
      </w:r>
      <w:r w:rsidR="009B4700" w:rsidRPr="00784E89">
        <w:t>rozporządzenia w sprawie warunków technicznych dla znaków</w:t>
      </w:r>
      <w:r w:rsidR="009B4700">
        <w:t>.</w:t>
      </w:r>
    </w:p>
  </w:footnote>
  <w:footnote w:id="16">
    <w:p w14:paraId="3FA6E57F" w14:textId="7AF1C87B" w:rsidR="00C7189D" w:rsidRDefault="00C7189D" w:rsidP="00C7189D">
      <w:pPr>
        <w:pStyle w:val="Tekstprzypisudolnego"/>
        <w:jc w:val="both"/>
      </w:pPr>
      <w:r>
        <w:rPr>
          <w:rStyle w:val="Odwoanieprzypisudolnego"/>
        </w:rPr>
        <w:footnoteRef/>
      </w:r>
      <w:r>
        <w:t xml:space="preserve"> </w:t>
      </w:r>
      <w:r w:rsidR="00BE208B" w:rsidRPr="00784E89">
        <w:t xml:space="preserve">Jeśli nie wskazano inaczej </w:t>
      </w:r>
      <w:r w:rsidR="00BE208B">
        <w:t>z</w:t>
      </w:r>
      <w:r>
        <w:t>naki i ich symbole, o których mowa w niniejszym zarządzeniu są tożsame</w:t>
      </w:r>
      <w:r w:rsidR="001B154D">
        <w:t xml:space="preserve"> ze znakami opisanymi w § </w:t>
      </w:r>
      <w:r>
        <w:t xml:space="preserve">2 ust. 8 </w:t>
      </w:r>
      <w:r w:rsidRPr="00C7189D">
        <w:t>rozporządzeni</w:t>
      </w:r>
      <w:r>
        <w:t>a</w:t>
      </w:r>
      <w:r w:rsidRPr="00C7189D">
        <w:t xml:space="preserve"> </w:t>
      </w:r>
      <w:r w:rsidR="001B154D" w:rsidRPr="00784E89">
        <w:rPr>
          <w:rStyle w:val="LPzwykly"/>
        </w:rPr>
        <w:t>Ministrów w sprawie znaków</w:t>
      </w:r>
      <w:r w:rsidR="00DD7CF8">
        <w:rPr>
          <w:rStyle w:val="LPzwykly"/>
        </w:rPr>
        <w:t>.</w:t>
      </w:r>
    </w:p>
  </w:footnote>
  <w:footnote w:id="17">
    <w:p w14:paraId="00BF08F1" w14:textId="5A33D5A5" w:rsidR="00B23CB0" w:rsidRDefault="00B23CB0" w:rsidP="00B23CB0">
      <w:pPr>
        <w:pStyle w:val="Tekstprzypisudolnego"/>
        <w:jc w:val="both"/>
      </w:pPr>
      <w:r>
        <w:rPr>
          <w:rStyle w:val="Odwoanieprzypisudolnego"/>
        </w:rPr>
        <w:footnoteRef/>
      </w:r>
      <w:r>
        <w:t xml:space="preserve"> Załącznik nr 1 część 5 „Znaki informacyjne” punkt 5.2.56</w:t>
      </w:r>
      <w:r w:rsidR="00784E89">
        <w:t>,</w:t>
      </w:r>
      <w:r>
        <w:t xml:space="preserve"> do </w:t>
      </w:r>
      <w:r w:rsidRPr="00B23CB0">
        <w:t>rozporządzeni</w:t>
      </w:r>
      <w:r>
        <w:t>a</w:t>
      </w:r>
      <w:r w:rsidR="001B154D" w:rsidRPr="00784E89">
        <w:t xml:space="preserve"> w sprawie warunków technicznych dla znaków</w:t>
      </w:r>
      <w:r w:rsidR="001B154D">
        <w:t xml:space="preserve"> </w:t>
      </w:r>
      <w:r>
        <w:t>stanowi, że w strefie ruchu stosuje się znaki takie jak na drogach wewnętrznych, t.j. z grupy małych lub mini.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D8801" w14:textId="77777777" w:rsidR="008228AB" w:rsidRDefault="00DA696B" w:rsidP="009B09E5">
    <w:r>
      <w:rPr>
        <w:noProof/>
        <w:lang w:eastAsia="pl-PL"/>
      </w:rPr>
      <mc:AlternateContent>
        <mc:Choice Requires="wps">
          <w:drawing>
            <wp:anchor distT="0" distB="0" distL="114300" distR="114300" simplePos="0" relativeHeight="251655680" behindDoc="0" locked="0" layoutInCell="1" allowOverlap="1" wp14:anchorId="77A91629" wp14:editId="2CC420B4">
              <wp:simplePos x="0" y="0"/>
              <wp:positionH relativeFrom="column">
                <wp:posOffset>401320</wp:posOffset>
              </wp:positionH>
              <wp:positionV relativeFrom="paragraph">
                <wp:posOffset>91440</wp:posOffset>
              </wp:positionV>
              <wp:extent cx="5735955" cy="375285"/>
              <wp:effectExtent l="1270" t="0" r="0" b="0"/>
              <wp:wrapTopAndBottom/>
              <wp:docPr id="5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D885D10" w14:textId="77777777" w:rsidR="008228AB" w:rsidRPr="008F1094" w:rsidRDefault="008228AB" w:rsidP="009B09E5">
                          <w:pPr>
                            <w:pStyle w:val="LPNaglowek"/>
                          </w:pPr>
                          <w:r>
                            <w:t xml:space="preserve"> </w:t>
                          </w:r>
                          <w:r w:rsidR="00752868" w:rsidRPr="00752868">
                            <w:t>Regionalna Dyrekcja Lasów Państwowych w Pile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91629" id="_x0000_t202" coordsize="21600,21600" o:spt="202" path="m,l,21600r21600,l21600,xe">
              <v:stroke joinstyle="miter"/>
              <v:path gradientshapeok="t" o:connecttype="rect"/>
            </v:shapetype>
            <v:shape id="Text Box 108" o:spid="_x0000_s1026" type="#_x0000_t202" style="position:absolute;margin-left:31.6pt;margin-top:7.2pt;width:451.65pt;height:2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" filled="f" stroked="f" strokecolor="white" strokeweight="0">
              <v:textbox>
                <w:txbxContent>
                  <w:p w14:paraId="1D885D10" w14:textId="77777777" w:rsidR="008228AB" w:rsidRPr="008F1094" w:rsidRDefault="008228AB" w:rsidP="009B09E5">
                    <w:pPr>
                      <w:pStyle w:val="LPNaglowek"/>
                    </w:pPr>
                    <w:r>
                      <w:t xml:space="preserve"> </w:t>
                    </w:r>
                    <w:r w:rsidR="00752868" w:rsidRPr="00752868">
                      <w:t>Regionalna Dyrekcja Lasów Państwowych w Pile</w:t>
                    </w:r>
                  </w:p>
                </w:txbxContent>
              </v:textbox>
              <w10:wrap type="topAndBottom"/>
            </v:shape>
          </w:pict>
        </mc:Fallback>
      </mc:AlternateContent>
    </w:r>
    <w:r>
      <w:rPr>
        <w:noProof/>
        <w:lang w:eastAsia="pl-PL"/>
      </w:rPr>
      <mc:AlternateContent>
        <mc:Choice Requires="wpc">
          <w:drawing>
            <wp:inline distT="0" distB="0" distL="0" distR="0" wp14:anchorId="7B2762E4" wp14:editId="3109CC4D">
              <wp:extent cx="508635" cy="494665"/>
              <wp:effectExtent l="9525" t="9525" r="0" b="635"/>
              <wp:docPr id="52" name="Kanwa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Freeform 61"/>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2"/>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3"/>
                      <wps:cNvSpPr>
                        <a:spLocks/>
                      </wps:cNvSpPr>
                      <wps:spPr bwMode="auto">
                        <a:xfrm>
                          <a:off x="3175" y="635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4"/>
                      <wps:cNvSpPr>
                        <a:spLocks/>
                      </wps:cNvSpPr>
                      <wps:spPr bwMode="auto">
                        <a:xfrm>
                          <a:off x="0" y="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5"/>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6"/>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7"/>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8"/>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9"/>
                      <wps:cNvSpPr>
                        <a:spLocks noEditPoints="1"/>
                      </wps:cNvSpPr>
                      <wps:spPr bwMode="auto">
                        <a:xfrm>
                          <a:off x="111125" y="139065"/>
                          <a:ext cx="234950" cy="173355"/>
                        </a:xfrm>
                        <a:custGeom>
                          <a:avLst/>
                          <a:gdLst>
                            <a:gd name="T0" fmla="*/ 150 w 370"/>
                            <a:gd name="T1" fmla="*/ 273 h 273"/>
                            <a:gd name="T2" fmla="*/ 205 w 370"/>
                            <a:gd name="T3" fmla="*/ 0 h 273"/>
                            <a:gd name="T4" fmla="*/ 120 w 370"/>
                            <a:gd name="T5" fmla="*/ 99 h 273"/>
                            <a:gd name="T6" fmla="*/ 140 w 370"/>
                            <a:gd name="T7" fmla="*/ 99 h 273"/>
                            <a:gd name="T8" fmla="*/ 55 w 370"/>
                            <a:gd name="T9" fmla="*/ 193 h 273"/>
                            <a:gd name="T10" fmla="*/ 75 w 370"/>
                            <a:gd name="T11" fmla="*/ 193 h 273"/>
                            <a:gd name="T12" fmla="*/ 0 w 370"/>
                            <a:gd name="T13" fmla="*/ 273 h 273"/>
                            <a:gd name="T14" fmla="*/ 150 w 370"/>
                            <a:gd name="T15" fmla="*/ 273 h 273"/>
                            <a:gd name="T16" fmla="*/ 160 w 370"/>
                            <a:gd name="T17" fmla="*/ 273 h 273"/>
                            <a:gd name="T18" fmla="*/ 200 w 370"/>
                            <a:gd name="T19" fmla="*/ 79 h 273"/>
                            <a:gd name="T20" fmla="*/ 265 w 370"/>
                            <a:gd name="T21" fmla="*/ 79 h 273"/>
                            <a:gd name="T22" fmla="*/ 240 w 370"/>
                            <a:gd name="T23" fmla="*/ 213 h 273"/>
                            <a:gd name="T24" fmla="*/ 275 w 370"/>
                            <a:gd name="T25" fmla="*/ 213 h 273"/>
                            <a:gd name="T26" fmla="*/ 260 w 370"/>
                            <a:gd name="T27" fmla="*/ 273 h 273"/>
                            <a:gd name="T28" fmla="*/ 160 w 370"/>
                            <a:gd name="T29" fmla="*/ 273 h 273"/>
                            <a:gd name="T30" fmla="*/ 200 w 370"/>
                            <a:gd name="T31" fmla="*/ 69 h 273"/>
                            <a:gd name="T32" fmla="*/ 215 w 370"/>
                            <a:gd name="T33" fmla="*/ 4 h 273"/>
                            <a:gd name="T34" fmla="*/ 305 w 370"/>
                            <a:gd name="T35" fmla="*/ 4 h 273"/>
                            <a:gd name="T36" fmla="*/ 305 w 370"/>
                            <a:gd name="T37" fmla="*/ 4 h 273"/>
                            <a:gd name="T38" fmla="*/ 330 w 370"/>
                            <a:gd name="T39" fmla="*/ 9 h 273"/>
                            <a:gd name="T40" fmla="*/ 345 w 370"/>
                            <a:gd name="T41" fmla="*/ 19 h 273"/>
                            <a:gd name="T42" fmla="*/ 355 w 370"/>
                            <a:gd name="T43" fmla="*/ 29 h 273"/>
                            <a:gd name="T44" fmla="*/ 355 w 370"/>
                            <a:gd name="T45" fmla="*/ 29 h 273"/>
                            <a:gd name="T46" fmla="*/ 365 w 370"/>
                            <a:gd name="T47" fmla="*/ 49 h 273"/>
                            <a:gd name="T48" fmla="*/ 370 w 370"/>
                            <a:gd name="T49" fmla="*/ 79 h 273"/>
                            <a:gd name="T50" fmla="*/ 370 w 370"/>
                            <a:gd name="T51" fmla="*/ 79 h 273"/>
                            <a:gd name="T52" fmla="*/ 365 w 370"/>
                            <a:gd name="T53" fmla="*/ 94 h 273"/>
                            <a:gd name="T54" fmla="*/ 360 w 370"/>
                            <a:gd name="T55" fmla="*/ 109 h 273"/>
                            <a:gd name="T56" fmla="*/ 350 w 370"/>
                            <a:gd name="T57" fmla="*/ 124 h 273"/>
                            <a:gd name="T58" fmla="*/ 345 w 370"/>
                            <a:gd name="T59" fmla="*/ 134 h 273"/>
                            <a:gd name="T60" fmla="*/ 345 w 370"/>
                            <a:gd name="T61" fmla="*/ 134 h 273"/>
                            <a:gd name="T62" fmla="*/ 320 w 370"/>
                            <a:gd name="T63" fmla="*/ 144 h 273"/>
                            <a:gd name="T64" fmla="*/ 305 w 370"/>
                            <a:gd name="T65" fmla="*/ 149 h 273"/>
                            <a:gd name="T66" fmla="*/ 260 w 370"/>
                            <a:gd name="T67" fmla="*/ 149 h 273"/>
                            <a:gd name="T68" fmla="*/ 275 w 370"/>
                            <a:gd name="T69" fmla="*/ 79 h 273"/>
                            <a:gd name="T70" fmla="*/ 290 w 370"/>
                            <a:gd name="T71" fmla="*/ 79 h 273"/>
                            <a:gd name="T72" fmla="*/ 290 w 370"/>
                            <a:gd name="T73" fmla="*/ 79 h 273"/>
                            <a:gd name="T74" fmla="*/ 295 w 370"/>
                            <a:gd name="T75" fmla="*/ 79 h 273"/>
                            <a:gd name="T76" fmla="*/ 300 w 370"/>
                            <a:gd name="T77" fmla="*/ 74 h 273"/>
                            <a:gd name="T78" fmla="*/ 300 w 370"/>
                            <a:gd name="T79" fmla="*/ 74 h 273"/>
                            <a:gd name="T80" fmla="*/ 295 w 370"/>
                            <a:gd name="T81" fmla="*/ 69 h 273"/>
                            <a:gd name="T82" fmla="*/ 290 w 370"/>
                            <a:gd name="T83" fmla="*/ 69 h 273"/>
                            <a:gd name="T84" fmla="*/ 200 w 370"/>
                            <a:gd name="T85" fmla="*/ 69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70" h="273">
                              <a:moveTo>
                                <a:pt x="150" y="273"/>
                              </a:moveTo>
                              <a:lnTo>
                                <a:pt x="205" y="0"/>
                              </a:lnTo>
                              <a:lnTo>
                                <a:pt x="120" y="99"/>
                              </a:lnTo>
                              <a:lnTo>
                                <a:pt x="140" y="99"/>
                              </a:lnTo>
                              <a:lnTo>
                                <a:pt x="55" y="193"/>
                              </a:lnTo>
                              <a:lnTo>
                                <a:pt x="75" y="193"/>
                              </a:lnTo>
                              <a:lnTo>
                                <a:pt x="0" y="273"/>
                              </a:lnTo>
                              <a:lnTo>
                                <a:pt x="150" y="273"/>
                              </a:lnTo>
                              <a:close/>
                              <a:moveTo>
                                <a:pt x="160" y="273"/>
                              </a:moveTo>
                              <a:lnTo>
                                <a:pt x="200" y="79"/>
                              </a:lnTo>
                              <a:lnTo>
                                <a:pt x="265" y="79"/>
                              </a:lnTo>
                              <a:lnTo>
                                <a:pt x="240" y="213"/>
                              </a:lnTo>
                              <a:lnTo>
                                <a:pt x="275" y="213"/>
                              </a:lnTo>
                              <a:lnTo>
                                <a:pt x="260" y="273"/>
                              </a:lnTo>
                              <a:lnTo>
                                <a:pt x="160" y="273"/>
                              </a:lnTo>
                              <a:close/>
                              <a:moveTo>
                                <a:pt x="200" y="69"/>
                              </a:moveTo>
                              <a:lnTo>
                                <a:pt x="215" y="4"/>
                              </a:lnTo>
                              <a:lnTo>
                                <a:pt x="305" y="4"/>
                              </a:lnTo>
                              <a:lnTo>
                                <a:pt x="330" y="9"/>
                              </a:lnTo>
                              <a:lnTo>
                                <a:pt x="345" y="19"/>
                              </a:lnTo>
                              <a:lnTo>
                                <a:pt x="355" y="29"/>
                              </a:lnTo>
                              <a:lnTo>
                                <a:pt x="365" y="49"/>
                              </a:lnTo>
                              <a:lnTo>
                                <a:pt x="370" y="79"/>
                              </a:lnTo>
                              <a:lnTo>
                                <a:pt x="365" y="94"/>
                              </a:lnTo>
                              <a:lnTo>
                                <a:pt x="360" y="109"/>
                              </a:lnTo>
                              <a:lnTo>
                                <a:pt x="350" y="124"/>
                              </a:lnTo>
                              <a:lnTo>
                                <a:pt x="345" y="134"/>
                              </a:lnTo>
                              <a:lnTo>
                                <a:pt x="320" y="144"/>
                              </a:lnTo>
                              <a:lnTo>
                                <a:pt x="305" y="149"/>
                              </a:lnTo>
                              <a:lnTo>
                                <a:pt x="260" y="149"/>
                              </a:lnTo>
                              <a:lnTo>
                                <a:pt x="275" y="79"/>
                              </a:lnTo>
                              <a:lnTo>
                                <a:pt x="290" y="79"/>
                              </a:lnTo>
                              <a:lnTo>
                                <a:pt x="295" y="79"/>
                              </a:lnTo>
                              <a:lnTo>
                                <a:pt x="300" y="74"/>
                              </a:lnTo>
                              <a:lnTo>
                                <a:pt x="295" y="69"/>
                              </a:lnTo>
                              <a:lnTo>
                                <a:pt x="290" y="69"/>
                              </a:lnTo>
                              <a:lnTo>
                                <a:pt x="200" y="69"/>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0"/>
                      <wps:cNvSpPr>
                        <a:spLocks noEditPoints="1"/>
                      </wps:cNvSpPr>
                      <wps:spPr bwMode="auto">
                        <a:xfrm>
                          <a:off x="22225" y="22225"/>
                          <a:ext cx="422275" cy="195580"/>
                        </a:xfrm>
                        <a:custGeom>
                          <a:avLst/>
                          <a:gdLst>
                            <a:gd name="T0" fmla="*/ 650 w 665"/>
                            <a:gd name="T1" fmla="*/ 268 h 308"/>
                            <a:gd name="T2" fmla="*/ 615 w 665"/>
                            <a:gd name="T3" fmla="*/ 273 h 308"/>
                            <a:gd name="T4" fmla="*/ 620 w 665"/>
                            <a:gd name="T5" fmla="*/ 159 h 308"/>
                            <a:gd name="T6" fmla="*/ 605 w 665"/>
                            <a:gd name="T7" fmla="*/ 228 h 308"/>
                            <a:gd name="T8" fmla="*/ 625 w 665"/>
                            <a:gd name="T9" fmla="*/ 198 h 308"/>
                            <a:gd name="T10" fmla="*/ 550 w 665"/>
                            <a:gd name="T11" fmla="*/ 139 h 308"/>
                            <a:gd name="T12" fmla="*/ 565 w 665"/>
                            <a:gd name="T13" fmla="*/ 159 h 308"/>
                            <a:gd name="T14" fmla="*/ 585 w 665"/>
                            <a:gd name="T15" fmla="*/ 139 h 308"/>
                            <a:gd name="T16" fmla="*/ 565 w 665"/>
                            <a:gd name="T17" fmla="*/ 119 h 308"/>
                            <a:gd name="T18" fmla="*/ 560 w 665"/>
                            <a:gd name="T19" fmla="*/ 109 h 308"/>
                            <a:gd name="T20" fmla="*/ 580 w 665"/>
                            <a:gd name="T21" fmla="*/ 109 h 308"/>
                            <a:gd name="T22" fmla="*/ 600 w 665"/>
                            <a:gd name="T23" fmla="*/ 139 h 308"/>
                            <a:gd name="T24" fmla="*/ 565 w 665"/>
                            <a:gd name="T25" fmla="*/ 169 h 308"/>
                            <a:gd name="T26" fmla="*/ 535 w 665"/>
                            <a:gd name="T27" fmla="*/ 149 h 308"/>
                            <a:gd name="T28" fmla="*/ 550 w 665"/>
                            <a:gd name="T29" fmla="*/ 119 h 308"/>
                            <a:gd name="T30" fmla="*/ 520 w 665"/>
                            <a:gd name="T31" fmla="*/ 54 h 308"/>
                            <a:gd name="T32" fmla="*/ 510 w 665"/>
                            <a:gd name="T33" fmla="*/ 124 h 308"/>
                            <a:gd name="T34" fmla="*/ 425 w 665"/>
                            <a:gd name="T35" fmla="*/ 74 h 308"/>
                            <a:gd name="T36" fmla="*/ 470 w 665"/>
                            <a:gd name="T37" fmla="*/ 39 h 308"/>
                            <a:gd name="T38" fmla="*/ 370 w 665"/>
                            <a:gd name="T39" fmla="*/ 39 h 308"/>
                            <a:gd name="T40" fmla="*/ 380 w 665"/>
                            <a:gd name="T41" fmla="*/ 54 h 308"/>
                            <a:gd name="T42" fmla="*/ 390 w 665"/>
                            <a:gd name="T43" fmla="*/ 44 h 308"/>
                            <a:gd name="T44" fmla="*/ 380 w 665"/>
                            <a:gd name="T45" fmla="*/ 35 h 308"/>
                            <a:gd name="T46" fmla="*/ 365 w 665"/>
                            <a:gd name="T47" fmla="*/ 10 h 308"/>
                            <a:gd name="T48" fmla="*/ 385 w 665"/>
                            <a:gd name="T49" fmla="*/ 5 h 308"/>
                            <a:gd name="T50" fmla="*/ 405 w 665"/>
                            <a:gd name="T51" fmla="*/ 25 h 308"/>
                            <a:gd name="T52" fmla="*/ 385 w 665"/>
                            <a:gd name="T53" fmla="*/ 15 h 308"/>
                            <a:gd name="T54" fmla="*/ 375 w 665"/>
                            <a:gd name="T55" fmla="*/ 20 h 308"/>
                            <a:gd name="T56" fmla="*/ 400 w 665"/>
                            <a:gd name="T57" fmla="*/ 35 h 308"/>
                            <a:gd name="T58" fmla="*/ 405 w 665"/>
                            <a:gd name="T59" fmla="*/ 49 h 308"/>
                            <a:gd name="T60" fmla="*/ 375 w 665"/>
                            <a:gd name="T61" fmla="*/ 64 h 308"/>
                            <a:gd name="T62" fmla="*/ 360 w 665"/>
                            <a:gd name="T63" fmla="*/ 49 h 308"/>
                            <a:gd name="T64" fmla="*/ 300 w 665"/>
                            <a:gd name="T65" fmla="*/ 0 h 308"/>
                            <a:gd name="T66" fmla="*/ 330 w 665"/>
                            <a:gd name="T67" fmla="*/ 59 h 308"/>
                            <a:gd name="T68" fmla="*/ 245 w 665"/>
                            <a:gd name="T69" fmla="*/ 25 h 308"/>
                            <a:gd name="T70" fmla="*/ 265 w 665"/>
                            <a:gd name="T71" fmla="*/ 54 h 308"/>
                            <a:gd name="T72" fmla="*/ 245 w 665"/>
                            <a:gd name="T73" fmla="*/ 10 h 308"/>
                            <a:gd name="T74" fmla="*/ 190 w 665"/>
                            <a:gd name="T75" fmla="*/ 64 h 308"/>
                            <a:gd name="T76" fmla="*/ 200 w 665"/>
                            <a:gd name="T77" fmla="*/ 49 h 308"/>
                            <a:gd name="T78" fmla="*/ 190 w 665"/>
                            <a:gd name="T79" fmla="*/ 44 h 308"/>
                            <a:gd name="T80" fmla="*/ 175 w 665"/>
                            <a:gd name="T81" fmla="*/ 39 h 308"/>
                            <a:gd name="T82" fmla="*/ 200 w 665"/>
                            <a:gd name="T83" fmla="*/ 35 h 308"/>
                            <a:gd name="T84" fmla="*/ 210 w 665"/>
                            <a:gd name="T85" fmla="*/ 59 h 308"/>
                            <a:gd name="T86" fmla="*/ 185 w 665"/>
                            <a:gd name="T87" fmla="*/ 74 h 308"/>
                            <a:gd name="T88" fmla="*/ 80 w 665"/>
                            <a:gd name="T89" fmla="*/ 114 h 308"/>
                            <a:gd name="T90" fmla="*/ 130 w 665"/>
                            <a:gd name="T91" fmla="*/ 114 h 308"/>
                            <a:gd name="T92" fmla="*/ 80 w 665"/>
                            <a:gd name="T93" fmla="*/ 179 h 308"/>
                            <a:gd name="T94" fmla="*/ 100 w 665"/>
                            <a:gd name="T95" fmla="*/ 164 h 308"/>
                            <a:gd name="T96" fmla="*/ 95 w 665"/>
                            <a:gd name="T97" fmla="*/ 159 h 308"/>
                            <a:gd name="T98" fmla="*/ 70 w 665"/>
                            <a:gd name="T99" fmla="*/ 174 h 308"/>
                            <a:gd name="T100" fmla="*/ 50 w 665"/>
                            <a:gd name="T101" fmla="*/ 164 h 308"/>
                            <a:gd name="T102" fmla="*/ 65 w 665"/>
                            <a:gd name="T103" fmla="*/ 139 h 308"/>
                            <a:gd name="T104" fmla="*/ 75 w 665"/>
                            <a:gd name="T105" fmla="*/ 149 h 308"/>
                            <a:gd name="T106" fmla="*/ 65 w 665"/>
                            <a:gd name="T107" fmla="*/ 149 h 308"/>
                            <a:gd name="T108" fmla="*/ 65 w 665"/>
                            <a:gd name="T109" fmla="*/ 164 h 308"/>
                            <a:gd name="T110" fmla="*/ 90 w 665"/>
                            <a:gd name="T111" fmla="*/ 149 h 308"/>
                            <a:gd name="T112" fmla="*/ 110 w 665"/>
                            <a:gd name="T113" fmla="*/ 159 h 308"/>
                            <a:gd name="T114" fmla="*/ 105 w 665"/>
                            <a:gd name="T115" fmla="*/ 179 h 308"/>
                            <a:gd name="T116" fmla="*/ 75 w 665"/>
                            <a:gd name="T117" fmla="*/ 188 h 308"/>
                            <a:gd name="T118" fmla="*/ 60 w 665"/>
                            <a:gd name="T119" fmla="*/ 218 h 308"/>
                            <a:gd name="T120" fmla="*/ 70 w 665"/>
                            <a:gd name="T121" fmla="*/ 248 h 308"/>
                            <a:gd name="T122" fmla="*/ 60 w 665"/>
                            <a:gd name="T123" fmla="*/ 308 h 308"/>
                            <a:gd name="T124" fmla="*/ 65 w 665"/>
                            <a:gd name="T125" fmla="*/ 263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65" h="308">
                              <a:moveTo>
                                <a:pt x="600" y="263"/>
                              </a:moveTo>
                              <a:lnTo>
                                <a:pt x="660" y="253"/>
                              </a:lnTo>
                              <a:lnTo>
                                <a:pt x="665" y="298"/>
                              </a:lnTo>
                              <a:lnTo>
                                <a:pt x="660" y="298"/>
                              </a:lnTo>
                              <a:lnTo>
                                <a:pt x="650" y="268"/>
                              </a:lnTo>
                              <a:lnTo>
                                <a:pt x="640" y="268"/>
                              </a:lnTo>
                              <a:lnTo>
                                <a:pt x="645" y="298"/>
                              </a:lnTo>
                              <a:lnTo>
                                <a:pt x="635" y="298"/>
                              </a:lnTo>
                              <a:lnTo>
                                <a:pt x="630" y="273"/>
                              </a:lnTo>
                              <a:lnTo>
                                <a:pt x="615" y="273"/>
                              </a:lnTo>
                              <a:lnTo>
                                <a:pt x="620" y="308"/>
                              </a:lnTo>
                              <a:lnTo>
                                <a:pt x="610" y="308"/>
                              </a:lnTo>
                              <a:lnTo>
                                <a:pt x="600" y="263"/>
                              </a:lnTo>
                              <a:close/>
                              <a:moveTo>
                                <a:pt x="575" y="198"/>
                              </a:moveTo>
                              <a:lnTo>
                                <a:pt x="620" y="159"/>
                              </a:lnTo>
                              <a:lnTo>
                                <a:pt x="625" y="169"/>
                              </a:lnTo>
                              <a:lnTo>
                                <a:pt x="595" y="193"/>
                              </a:lnTo>
                              <a:lnTo>
                                <a:pt x="635" y="188"/>
                              </a:lnTo>
                              <a:lnTo>
                                <a:pt x="640" y="203"/>
                              </a:lnTo>
                              <a:lnTo>
                                <a:pt x="605" y="228"/>
                              </a:lnTo>
                              <a:lnTo>
                                <a:pt x="650" y="218"/>
                              </a:lnTo>
                              <a:lnTo>
                                <a:pt x="655" y="228"/>
                              </a:lnTo>
                              <a:lnTo>
                                <a:pt x="595" y="243"/>
                              </a:lnTo>
                              <a:lnTo>
                                <a:pt x="590" y="228"/>
                              </a:lnTo>
                              <a:lnTo>
                                <a:pt x="625" y="198"/>
                              </a:lnTo>
                              <a:lnTo>
                                <a:pt x="580" y="208"/>
                              </a:lnTo>
                              <a:lnTo>
                                <a:pt x="575" y="198"/>
                              </a:lnTo>
                              <a:close/>
                              <a:moveTo>
                                <a:pt x="555" y="124"/>
                              </a:moveTo>
                              <a:lnTo>
                                <a:pt x="555" y="124"/>
                              </a:lnTo>
                              <a:lnTo>
                                <a:pt x="550" y="139"/>
                              </a:lnTo>
                              <a:lnTo>
                                <a:pt x="550" y="154"/>
                              </a:lnTo>
                              <a:lnTo>
                                <a:pt x="565" y="159"/>
                              </a:lnTo>
                              <a:lnTo>
                                <a:pt x="580" y="149"/>
                              </a:lnTo>
                              <a:lnTo>
                                <a:pt x="585" y="144"/>
                              </a:lnTo>
                              <a:lnTo>
                                <a:pt x="585" y="139"/>
                              </a:lnTo>
                              <a:lnTo>
                                <a:pt x="580" y="124"/>
                              </a:lnTo>
                              <a:lnTo>
                                <a:pt x="570" y="119"/>
                              </a:lnTo>
                              <a:lnTo>
                                <a:pt x="565" y="119"/>
                              </a:lnTo>
                              <a:lnTo>
                                <a:pt x="555" y="124"/>
                              </a:lnTo>
                              <a:close/>
                              <a:moveTo>
                                <a:pt x="550" y="119"/>
                              </a:moveTo>
                              <a:lnTo>
                                <a:pt x="550" y="119"/>
                              </a:lnTo>
                              <a:lnTo>
                                <a:pt x="560" y="109"/>
                              </a:lnTo>
                              <a:lnTo>
                                <a:pt x="570" y="109"/>
                              </a:lnTo>
                              <a:lnTo>
                                <a:pt x="580" y="109"/>
                              </a:lnTo>
                              <a:lnTo>
                                <a:pt x="590" y="119"/>
                              </a:lnTo>
                              <a:lnTo>
                                <a:pt x="595" y="129"/>
                              </a:lnTo>
                              <a:lnTo>
                                <a:pt x="600" y="139"/>
                              </a:lnTo>
                              <a:lnTo>
                                <a:pt x="595" y="149"/>
                              </a:lnTo>
                              <a:lnTo>
                                <a:pt x="585" y="159"/>
                              </a:lnTo>
                              <a:lnTo>
                                <a:pt x="575" y="169"/>
                              </a:lnTo>
                              <a:lnTo>
                                <a:pt x="565" y="169"/>
                              </a:lnTo>
                              <a:lnTo>
                                <a:pt x="555" y="164"/>
                              </a:lnTo>
                              <a:lnTo>
                                <a:pt x="545" y="159"/>
                              </a:lnTo>
                              <a:lnTo>
                                <a:pt x="535" y="149"/>
                              </a:lnTo>
                              <a:lnTo>
                                <a:pt x="535" y="139"/>
                              </a:lnTo>
                              <a:lnTo>
                                <a:pt x="540" y="129"/>
                              </a:lnTo>
                              <a:lnTo>
                                <a:pt x="550" y="119"/>
                              </a:lnTo>
                              <a:close/>
                              <a:moveTo>
                                <a:pt x="470" y="94"/>
                              </a:moveTo>
                              <a:lnTo>
                                <a:pt x="490" y="39"/>
                              </a:lnTo>
                              <a:lnTo>
                                <a:pt x="500" y="44"/>
                              </a:lnTo>
                              <a:lnTo>
                                <a:pt x="485" y="84"/>
                              </a:lnTo>
                              <a:lnTo>
                                <a:pt x="520" y="54"/>
                              </a:lnTo>
                              <a:lnTo>
                                <a:pt x="530" y="64"/>
                              </a:lnTo>
                              <a:lnTo>
                                <a:pt x="515" y="104"/>
                              </a:lnTo>
                              <a:lnTo>
                                <a:pt x="545" y="74"/>
                              </a:lnTo>
                              <a:lnTo>
                                <a:pt x="555" y="84"/>
                              </a:lnTo>
                              <a:lnTo>
                                <a:pt x="510" y="124"/>
                              </a:lnTo>
                              <a:lnTo>
                                <a:pt x="500" y="114"/>
                              </a:lnTo>
                              <a:lnTo>
                                <a:pt x="515" y="69"/>
                              </a:lnTo>
                              <a:lnTo>
                                <a:pt x="480" y="99"/>
                              </a:lnTo>
                              <a:lnTo>
                                <a:pt x="470" y="94"/>
                              </a:lnTo>
                              <a:close/>
                              <a:moveTo>
                                <a:pt x="425" y="74"/>
                              </a:moveTo>
                              <a:lnTo>
                                <a:pt x="445" y="30"/>
                              </a:lnTo>
                              <a:lnTo>
                                <a:pt x="425" y="25"/>
                              </a:lnTo>
                              <a:lnTo>
                                <a:pt x="430" y="15"/>
                              </a:lnTo>
                              <a:lnTo>
                                <a:pt x="475" y="30"/>
                              </a:lnTo>
                              <a:lnTo>
                                <a:pt x="470" y="39"/>
                              </a:lnTo>
                              <a:lnTo>
                                <a:pt x="455" y="35"/>
                              </a:lnTo>
                              <a:lnTo>
                                <a:pt x="435" y="79"/>
                              </a:lnTo>
                              <a:lnTo>
                                <a:pt x="425" y="74"/>
                              </a:lnTo>
                              <a:close/>
                              <a:moveTo>
                                <a:pt x="355" y="39"/>
                              </a:moveTo>
                              <a:lnTo>
                                <a:pt x="370" y="39"/>
                              </a:lnTo>
                              <a:lnTo>
                                <a:pt x="370" y="49"/>
                              </a:lnTo>
                              <a:lnTo>
                                <a:pt x="380" y="54"/>
                              </a:lnTo>
                              <a:lnTo>
                                <a:pt x="390" y="54"/>
                              </a:lnTo>
                              <a:lnTo>
                                <a:pt x="390" y="49"/>
                              </a:lnTo>
                              <a:lnTo>
                                <a:pt x="390" y="44"/>
                              </a:lnTo>
                              <a:lnTo>
                                <a:pt x="390" y="39"/>
                              </a:lnTo>
                              <a:lnTo>
                                <a:pt x="380" y="35"/>
                              </a:lnTo>
                              <a:lnTo>
                                <a:pt x="365" y="30"/>
                              </a:lnTo>
                              <a:lnTo>
                                <a:pt x="365" y="15"/>
                              </a:lnTo>
                              <a:lnTo>
                                <a:pt x="365" y="10"/>
                              </a:lnTo>
                              <a:lnTo>
                                <a:pt x="375" y="5"/>
                              </a:lnTo>
                              <a:lnTo>
                                <a:pt x="385" y="5"/>
                              </a:lnTo>
                              <a:lnTo>
                                <a:pt x="395" y="5"/>
                              </a:lnTo>
                              <a:lnTo>
                                <a:pt x="405" y="10"/>
                              </a:lnTo>
                              <a:lnTo>
                                <a:pt x="405" y="20"/>
                              </a:lnTo>
                              <a:lnTo>
                                <a:pt x="405" y="25"/>
                              </a:lnTo>
                              <a:lnTo>
                                <a:pt x="395" y="25"/>
                              </a:lnTo>
                              <a:lnTo>
                                <a:pt x="395" y="15"/>
                              </a:lnTo>
                              <a:lnTo>
                                <a:pt x="385" y="15"/>
                              </a:lnTo>
                              <a:lnTo>
                                <a:pt x="375" y="15"/>
                              </a:lnTo>
                              <a:lnTo>
                                <a:pt x="375" y="20"/>
                              </a:lnTo>
                              <a:lnTo>
                                <a:pt x="385" y="25"/>
                              </a:lnTo>
                              <a:lnTo>
                                <a:pt x="400" y="35"/>
                              </a:lnTo>
                              <a:lnTo>
                                <a:pt x="405" y="39"/>
                              </a:lnTo>
                              <a:lnTo>
                                <a:pt x="405" y="49"/>
                              </a:lnTo>
                              <a:lnTo>
                                <a:pt x="400" y="59"/>
                              </a:lnTo>
                              <a:lnTo>
                                <a:pt x="390" y="64"/>
                              </a:lnTo>
                              <a:lnTo>
                                <a:pt x="375" y="64"/>
                              </a:lnTo>
                              <a:lnTo>
                                <a:pt x="370" y="59"/>
                              </a:lnTo>
                              <a:lnTo>
                                <a:pt x="360" y="54"/>
                              </a:lnTo>
                              <a:lnTo>
                                <a:pt x="360" y="49"/>
                              </a:lnTo>
                              <a:lnTo>
                                <a:pt x="355" y="39"/>
                              </a:lnTo>
                              <a:close/>
                              <a:moveTo>
                                <a:pt x="295" y="64"/>
                              </a:moveTo>
                              <a:lnTo>
                                <a:pt x="290" y="5"/>
                              </a:lnTo>
                              <a:lnTo>
                                <a:pt x="300" y="0"/>
                              </a:lnTo>
                              <a:lnTo>
                                <a:pt x="330" y="39"/>
                              </a:lnTo>
                              <a:lnTo>
                                <a:pt x="325" y="0"/>
                              </a:lnTo>
                              <a:lnTo>
                                <a:pt x="335" y="0"/>
                              </a:lnTo>
                              <a:lnTo>
                                <a:pt x="340" y="59"/>
                              </a:lnTo>
                              <a:lnTo>
                                <a:pt x="330" y="59"/>
                              </a:lnTo>
                              <a:lnTo>
                                <a:pt x="300" y="25"/>
                              </a:lnTo>
                              <a:lnTo>
                                <a:pt x="305" y="59"/>
                              </a:lnTo>
                              <a:lnTo>
                                <a:pt x="295" y="64"/>
                              </a:lnTo>
                              <a:close/>
                              <a:moveTo>
                                <a:pt x="260" y="44"/>
                              </a:moveTo>
                              <a:lnTo>
                                <a:pt x="245" y="25"/>
                              </a:lnTo>
                              <a:lnTo>
                                <a:pt x="240" y="49"/>
                              </a:lnTo>
                              <a:lnTo>
                                <a:pt x="260" y="44"/>
                              </a:lnTo>
                              <a:close/>
                              <a:moveTo>
                                <a:pt x="285" y="64"/>
                              </a:moveTo>
                              <a:lnTo>
                                <a:pt x="270" y="64"/>
                              </a:lnTo>
                              <a:lnTo>
                                <a:pt x="265" y="54"/>
                              </a:lnTo>
                              <a:lnTo>
                                <a:pt x="240" y="59"/>
                              </a:lnTo>
                              <a:lnTo>
                                <a:pt x="240" y="74"/>
                              </a:lnTo>
                              <a:lnTo>
                                <a:pt x="225" y="79"/>
                              </a:lnTo>
                              <a:lnTo>
                                <a:pt x="235" y="15"/>
                              </a:lnTo>
                              <a:lnTo>
                                <a:pt x="245" y="10"/>
                              </a:lnTo>
                              <a:lnTo>
                                <a:pt x="285" y="64"/>
                              </a:lnTo>
                              <a:close/>
                              <a:moveTo>
                                <a:pt x="175" y="49"/>
                              </a:moveTo>
                              <a:lnTo>
                                <a:pt x="185" y="64"/>
                              </a:lnTo>
                              <a:lnTo>
                                <a:pt x="190" y="64"/>
                              </a:lnTo>
                              <a:lnTo>
                                <a:pt x="195" y="59"/>
                              </a:lnTo>
                              <a:lnTo>
                                <a:pt x="200" y="54"/>
                              </a:lnTo>
                              <a:lnTo>
                                <a:pt x="200" y="49"/>
                              </a:lnTo>
                              <a:lnTo>
                                <a:pt x="195" y="44"/>
                              </a:lnTo>
                              <a:lnTo>
                                <a:pt x="190" y="44"/>
                              </a:lnTo>
                              <a:lnTo>
                                <a:pt x="180" y="49"/>
                              </a:lnTo>
                              <a:lnTo>
                                <a:pt x="175" y="49"/>
                              </a:lnTo>
                              <a:close/>
                              <a:moveTo>
                                <a:pt x="185" y="99"/>
                              </a:moveTo>
                              <a:lnTo>
                                <a:pt x="160" y="49"/>
                              </a:lnTo>
                              <a:lnTo>
                                <a:pt x="175" y="39"/>
                              </a:lnTo>
                              <a:lnTo>
                                <a:pt x="190" y="35"/>
                              </a:lnTo>
                              <a:lnTo>
                                <a:pt x="200" y="35"/>
                              </a:lnTo>
                              <a:lnTo>
                                <a:pt x="210" y="44"/>
                              </a:lnTo>
                              <a:lnTo>
                                <a:pt x="210" y="54"/>
                              </a:lnTo>
                              <a:lnTo>
                                <a:pt x="210" y="59"/>
                              </a:lnTo>
                              <a:lnTo>
                                <a:pt x="205" y="64"/>
                              </a:lnTo>
                              <a:lnTo>
                                <a:pt x="195" y="69"/>
                              </a:lnTo>
                              <a:lnTo>
                                <a:pt x="185" y="74"/>
                              </a:lnTo>
                              <a:lnTo>
                                <a:pt x="200" y="94"/>
                              </a:lnTo>
                              <a:lnTo>
                                <a:pt x="185" y="99"/>
                              </a:lnTo>
                              <a:close/>
                              <a:moveTo>
                                <a:pt x="140" y="139"/>
                              </a:moveTo>
                              <a:lnTo>
                                <a:pt x="120" y="124"/>
                              </a:lnTo>
                              <a:lnTo>
                                <a:pt x="80" y="114"/>
                              </a:lnTo>
                              <a:lnTo>
                                <a:pt x="90" y="104"/>
                              </a:lnTo>
                              <a:lnTo>
                                <a:pt x="120" y="109"/>
                              </a:lnTo>
                              <a:lnTo>
                                <a:pt x="110" y="84"/>
                              </a:lnTo>
                              <a:lnTo>
                                <a:pt x="120" y="74"/>
                              </a:lnTo>
                              <a:lnTo>
                                <a:pt x="130" y="114"/>
                              </a:lnTo>
                              <a:lnTo>
                                <a:pt x="145" y="134"/>
                              </a:lnTo>
                              <a:lnTo>
                                <a:pt x="140" y="139"/>
                              </a:lnTo>
                              <a:close/>
                              <a:moveTo>
                                <a:pt x="75" y="188"/>
                              </a:moveTo>
                              <a:lnTo>
                                <a:pt x="80" y="179"/>
                              </a:lnTo>
                              <a:lnTo>
                                <a:pt x="90" y="179"/>
                              </a:lnTo>
                              <a:lnTo>
                                <a:pt x="100" y="174"/>
                              </a:lnTo>
                              <a:lnTo>
                                <a:pt x="100" y="164"/>
                              </a:lnTo>
                              <a:lnTo>
                                <a:pt x="100" y="159"/>
                              </a:lnTo>
                              <a:lnTo>
                                <a:pt x="95" y="159"/>
                              </a:lnTo>
                              <a:lnTo>
                                <a:pt x="90" y="159"/>
                              </a:lnTo>
                              <a:lnTo>
                                <a:pt x="80" y="169"/>
                              </a:lnTo>
                              <a:lnTo>
                                <a:pt x="70" y="174"/>
                              </a:lnTo>
                              <a:lnTo>
                                <a:pt x="55" y="174"/>
                              </a:lnTo>
                              <a:lnTo>
                                <a:pt x="50" y="164"/>
                              </a:lnTo>
                              <a:lnTo>
                                <a:pt x="50" y="154"/>
                              </a:lnTo>
                              <a:lnTo>
                                <a:pt x="55" y="144"/>
                              </a:lnTo>
                              <a:lnTo>
                                <a:pt x="65" y="139"/>
                              </a:lnTo>
                              <a:lnTo>
                                <a:pt x="70" y="134"/>
                              </a:lnTo>
                              <a:lnTo>
                                <a:pt x="75" y="134"/>
                              </a:lnTo>
                              <a:lnTo>
                                <a:pt x="85" y="139"/>
                              </a:lnTo>
                              <a:lnTo>
                                <a:pt x="75" y="149"/>
                              </a:lnTo>
                              <a:lnTo>
                                <a:pt x="70" y="144"/>
                              </a:lnTo>
                              <a:lnTo>
                                <a:pt x="65" y="149"/>
                              </a:lnTo>
                              <a:lnTo>
                                <a:pt x="60" y="159"/>
                              </a:lnTo>
                              <a:lnTo>
                                <a:pt x="65" y="164"/>
                              </a:lnTo>
                              <a:lnTo>
                                <a:pt x="75" y="159"/>
                              </a:lnTo>
                              <a:lnTo>
                                <a:pt x="90" y="149"/>
                              </a:lnTo>
                              <a:lnTo>
                                <a:pt x="95" y="149"/>
                              </a:lnTo>
                              <a:lnTo>
                                <a:pt x="105" y="149"/>
                              </a:lnTo>
                              <a:lnTo>
                                <a:pt x="110" y="159"/>
                              </a:lnTo>
                              <a:lnTo>
                                <a:pt x="110" y="169"/>
                              </a:lnTo>
                              <a:lnTo>
                                <a:pt x="105" y="179"/>
                              </a:lnTo>
                              <a:lnTo>
                                <a:pt x="100" y="188"/>
                              </a:lnTo>
                              <a:lnTo>
                                <a:pt x="90" y="193"/>
                              </a:lnTo>
                              <a:lnTo>
                                <a:pt x="85" y="193"/>
                              </a:lnTo>
                              <a:lnTo>
                                <a:pt x="75" y="188"/>
                              </a:lnTo>
                              <a:close/>
                              <a:moveTo>
                                <a:pt x="60" y="218"/>
                              </a:moveTo>
                              <a:lnTo>
                                <a:pt x="35" y="218"/>
                              </a:lnTo>
                              <a:lnTo>
                                <a:pt x="50" y="233"/>
                              </a:lnTo>
                              <a:lnTo>
                                <a:pt x="60" y="218"/>
                              </a:lnTo>
                              <a:close/>
                              <a:moveTo>
                                <a:pt x="90" y="203"/>
                              </a:moveTo>
                              <a:lnTo>
                                <a:pt x="85" y="218"/>
                              </a:lnTo>
                              <a:lnTo>
                                <a:pt x="70" y="218"/>
                              </a:lnTo>
                              <a:lnTo>
                                <a:pt x="60" y="238"/>
                              </a:lnTo>
                              <a:lnTo>
                                <a:pt x="70" y="248"/>
                              </a:lnTo>
                              <a:lnTo>
                                <a:pt x="65" y="258"/>
                              </a:lnTo>
                              <a:lnTo>
                                <a:pt x="20" y="218"/>
                              </a:lnTo>
                              <a:lnTo>
                                <a:pt x="25" y="203"/>
                              </a:lnTo>
                              <a:lnTo>
                                <a:pt x="90" y="203"/>
                              </a:lnTo>
                              <a:close/>
                              <a:moveTo>
                                <a:pt x="60" y="308"/>
                              </a:moveTo>
                              <a:lnTo>
                                <a:pt x="0" y="293"/>
                              </a:lnTo>
                              <a:lnTo>
                                <a:pt x="0" y="283"/>
                              </a:lnTo>
                              <a:lnTo>
                                <a:pt x="50" y="293"/>
                              </a:lnTo>
                              <a:lnTo>
                                <a:pt x="55" y="263"/>
                              </a:lnTo>
                              <a:lnTo>
                                <a:pt x="65" y="263"/>
                              </a:lnTo>
                              <a:lnTo>
                                <a:pt x="60" y="3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71"/>
                      <wps:cNvSpPr>
                        <a:spLocks/>
                      </wps:cNvSpPr>
                      <wps:spPr bwMode="auto">
                        <a:xfrm>
                          <a:off x="219075" y="15875"/>
                          <a:ext cx="9525" cy="6350"/>
                        </a:xfrm>
                        <a:custGeom>
                          <a:avLst/>
                          <a:gdLst>
                            <a:gd name="T0" fmla="*/ 0 w 15"/>
                            <a:gd name="T1" fmla="*/ 10 h 10"/>
                            <a:gd name="T2" fmla="*/ 5 w 15"/>
                            <a:gd name="T3" fmla="*/ 0 h 10"/>
                            <a:gd name="T4" fmla="*/ 15 w 15"/>
                            <a:gd name="T5" fmla="*/ 0 h 10"/>
                            <a:gd name="T6" fmla="*/ 5 w 15"/>
                            <a:gd name="T7" fmla="*/ 10 h 10"/>
                            <a:gd name="T8" fmla="*/ 0 w 15"/>
                            <a:gd name="T9" fmla="*/ 10 h 10"/>
                          </a:gdLst>
                          <a:ahLst/>
                          <a:cxnLst>
                            <a:cxn ang="0">
                              <a:pos x="T0" y="T1"/>
                            </a:cxn>
                            <a:cxn ang="0">
                              <a:pos x="T2" y="T3"/>
                            </a:cxn>
                            <a:cxn ang="0">
                              <a:pos x="T4" y="T5"/>
                            </a:cxn>
                            <a:cxn ang="0">
                              <a:pos x="T6" y="T7"/>
                            </a:cxn>
                            <a:cxn ang="0">
                              <a:pos x="T8" y="T9"/>
                            </a:cxn>
                          </a:cxnLst>
                          <a:rect l="0" t="0" r="r" b="b"/>
                          <a:pathLst>
                            <a:path w="15" h="10">
                              <a:moveTo>
                                <a:pt x="0" y="10"/>
                              </a:moveTo>
                              <a:lnTo>
                                <a:pt x="5" y="0"/>
                              </a:lnTo>
                              <a:lnTo>
                                <a:pt x="15" y="0"/>
                              </a:lnTo>
                              <a:lnTo>
                                <a:pt x="5" y="10"/>
                              </a:lnTo>
                              <a:lnTo>
                                <a:pt x="0" y="1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72"/>
                      <wps:cNvSpPr>
                        <a:spLocks/>
                      </wps:cNvSpPr>
                      <wps:spPr bwMode="auto">
                        <a:xfrm>
                          <a:off x="31750" y="312420"/>
                          <a:ext cx="184150" cy="132080"/>
                        </a:xfrm>
                        <a:custGeom>
                          <a:avLst/>
                          <a:gdLst>
                            <a:gd name="T0" fmla="*/ 285 w 290"/>
                            <a:gd name="T1" fmla="*/ 208 h 208"/>
                            <a:gd name="T2" fmla="*/ 260 w 290"/>
                            <a:gd name="T3" fmla="*/ 203 h 208"/>
                            <a:gd name="T4" fmla="*/ 240 w 290"/>
                            <a:gd name="T5" fmla="*/ 198 h 208"/>
                            <a:gd name="T6" fmla="*/ 215 w 290"/>
                            <a:gd name="T7" fmla="*/ 188 h 208"/>
                            <a:gd name="T8" fmla="*/ 190 w 290"/>
                            <a:gd name="T9" fmla="*/ 183 h 208"/>
                            <a:gd name="T10" fmla="*/ 170 w 290"/>
                            <a:gd name="T11" fmla="*/ 173 h 208"/>
                            <a:gd name="T12" fmla="*/ 145 w 290"/>
                            <a:gd name="T13" fmla="*/ 164 h 208"/>
                            <a:gd name="T14" fmla="*/ 125 w 290"/>
                            <a:gd name="T15" fmla="*/ 149 h 208"/>
                            <a:gd name="T16" fmla="*/ 105 w 290"/>
                            <a:gd name="T17" fmla="*/ 134 h 208"/>
                            <a:gd name="T18" fmla="*/ 90 w 290"/>
                            <a:gd name="T19" fmla="*/ 124 h 208"/>
                            <a:gd name="T20" fmla="*/ 70 w 290"/>
                            <a:gd name="T21" fmla="*/ 109 h 208"/>
                            <a:gd name="T22" fmla="*/ 55 w 290"/>
                            <a:gd name="T23" fmla="*/ 89 h 208"/>
                            <a:gd name="T24" fmla="*/ 45 w 290"/>
                            <a:gd name="T25" fmla="*/ 74 h 208"/>
                            <a:gd name="T26" fmla="*/ 30 w 290"/>
                            <a:gd name="T27" fmla="*/ 54 h 208"/>
                            <a:gd name="T28" fmla="*/ 20 w 290"/>
                            <a:gd name="T29" fmla="*/ 39 h 208"/>
                            <a:gd name="T30" fmla="*/ 10 w 290"/>
                            <a:gd name="T31" fmla="*/ 20 h 208"/>
                            <a:gd name="T32" fmla="*/ 0 w 290"/>
                            <a:gd name="T33" fmla="*/ 0 h 208"/>
                            <a:gd name="T34" fmla="*/ 10 w 290"/>
                            <a:gd name="T35" fmla="*/ 5 h 208"/>
                            <a:gd name="T36" fmla="*/ 20 w 290"/>
                            <a:gd name="T37" fmla="*/ 24 h 208"/>
                            <a:gd name="T38" fmla="*/ 30 w 290"/>
                            <a:gd name="T39" fmla="*/ 44 h 208"/>
                            <a:gd name="T40" fmla="*/ 40 w 290"/>
                            <a:gd name="T41" fmla="*/ 64 h 208"/>
                            <a:gd name="T42" fmla="*/ 55 w 290"/>
                            <a:gd name="T43" fmla="*/ 79 h 208"/>
                            <a:gd name="T44" fmla="*/ 70 w 290"/>
                            <a:gd name="T45" fmla="*/ 94 h 208"/>
                            <a:gd name="T46" fmla="*/ 85 w 290"/>
                            <a:gd name="T47" fmla="*/ 109 h 208"/>
                            <a:gd name="T48" fmla="*/ 100 w 290"/>
                            <a:gd name="T49" fmla="*/ 124 h 208"/>
                            <a:gd name="T50" fmla="*/ 120 w 290"/>
                            <a:gd name="T51" fmla="*/ 139 h 208"/>
                            <a:gd name="T52" fmla="*/ 140 w 290"/>
                            <a:gd name="T53" fmla="*/ 154 h 208"/>
                            <a:gd name="T54" fmla="*/ 160 w 290"/>
                            <a:gd name="T55" fmla="*/ 164 h 208"/>
                            <a:gd name="T56" fmla="*/ 180 w 290"/>
                            <a:gd name="T57" fmla="*/ 173 h 208"/>
                            <a:gd name="T58" fmla="*/ 205 w 290"/>
                            <a:gd name="T59" fmla="*/ 183 h 208"/>
                            <a:gd name="T60" fmla="*/ 225 w 290"/>
                            <a:gd name="T61" fmla="*/ 188 h 208"/>
                            <a:gd name="T62" fmla="*/ 250 w 290"/>
                            <a:gd name="T63" fmla="*/ 193 h 208"/>
                            <a:gd name="T64" fmla="*/ 275 w 290"/>
                            <a:gd name="T65" fmla="*/ 19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08">
                              <a:moveTo>
                                <a:pt x="290" y="203"/>
                              </a:moveTo>
                              <a:lnTo>
                                <a:pt x="285" y="208"/>
                              </a:lnTo>
                              <a:lnTo>
                                <a:pt x="275" y="203"/>
                              </a:lnTo>
                              <a:lnTo>
                                <a:pt x="260" y="203"/>
                              </a:lnTo>
                              <a:lnTo>
                                <a:pt x="250" y="198"/>
                              </a:lnTo>
                              <a:lnTo>
                                <a:pt x="240" y="198"/>
                              </a:lnTo>
                              <a:lnTo>
                                <a:pt x="225" y="193"/>
                              </a:lnTo>
                              <a:lnTo>
                                <a:pt x="215" y="188"/>
                              </a:lnTo>
                              <a:lnTo>
                                <a:pt x="200" y="188"/>
                              </a:lnTo>
                              <a:lnTo>
                                <a:pt x="190" y="183"/>
                              </a:lnTo>
                              <a:lnTo>
                                <a:pt x="180" y="178"/>
                              </a:lnTo>
                              <a:lnTo>
                                <a:pt x="170" y="173"/>
                              </a:lnTo>
                              <a:lnTo>
                                <a:pt x="155" y="169"/>
                              </a:lnTo>
                              <a:lnTo>
                                <a:pt x="145" y="164"/>
                              </a:lnTo>
                              <a:lnTo>
                                <a:pt x="135" y="154"/>
                              </a:lnTo>
                              <a:lnTo>
                                <a:pt x="125" y="149"/>
                              </a:lnTo>
                              <a:lnTo>
                                <a:pt x="115" y="144"/>
                              </a:lnTo>
                              <a:lnTo>
                                <a:pt x="105" y="134"/>
                              </a:lnTo>
                              <a:lnTo>
                                <a:pt x="100" y="129"/>
                              </a:lnTo>
                              <a:lnTo>
                                <a:pt x="90" y="124"/>
                              </a:lnTo>
                              <a:lnTo>
                                <a:pt x="80" y="114"/>
                              </a:lnTo>
                              <a:lnTo>
                                <a:pt x="70" y="109"/>
                              </a:lnTo>
                              <a:lnTo>
                                <a:pt x="65" y="99"/>
                              </a:lnTo>
                              <a:lnTo>
                                <a:pt x="55" y="89"/>
                              </a:lnTo>
                              <a:lnTo>
                                <a:pt x="50" y="84"/>
                              </a:lnTo>
                              <a:lnTo>
                                <a:pt x="45" y="74"/>
                              </a:lnTo>
                              <a:lnTo>
                                <a:pt x="35" y="64"/>
                              </a:lnTo>
                              <a:lnTo>
                                <a:pt x="30" y="54"/>
                              </a:lnTo>
                              <a:lnTo>
                                <a:pt x="25" y="49"/>
                              </a:lnTo>
                              <a:lnTo>
                                <a:pt x="20" y="39"/>
                              </a:lnTo>
                              <a:lnTo>
                                <a:pt x="15" y="29"/>
                              </a:lnTo>
                              <a:lnTo>
                                <a:pt x="10" y="20"/>
                              </a:lnTo>
                              <a:lnTo>
                                <a:pt x="5" y="10"/>
                              </a:lnTo>
                              <a:lnTo>
                                <a:pt x="0" y="0"/>
                              </a:lnTo>
                              <a:lnTo>
                                <a:pt x="5" y="0"/>
                              </a:lnTo>
                              <a:lnTo>
                                <a:pt x="10" y="5"/>
                              </a:lnTo>
                              <a:lnTo>
                                <a:pt x="15" y="15"/>
                              </a:lnTo>
                              <a:lnTo>
                                <a:pt x="20" y="24"/>
                              </a:lnTo>
                              <a:lnTo>
                                <a:pt x="25" y="34"/>
                              </a:lnTo>
                              <a:lnTo>
                                <a:pt x="30" y="44"/>
                              </a:lnTo>
                              <a:lnTo>
                                <a:pt x="35" y="54"/>
                              </a:lnTo>
                              <a:lnTo>
                                <a:pt x="40" y="64"/>
                              </a:lnTo>
                              <a:lnTo>
                                <a:pt x="45" y="69"/>
                              </a:lnTo>
                              <a:lnTo>
                                <a:pt x="55" y="79"/>
                              </a:lnTo>
                              <a:lnTo>
                                <a:pt x="60" y="89"/>
                              </a:lnTo>
                              <a:lnTo>
                                <a:pt x="70" y="94"/>
                              </a:lnTo>
                              <a:lnTo>
                                <a:pt x="75" y="104"/>
                              </a:lnTo>
                              <a:lnTo>
                                <a:pt x="85" y="109"/>
                              </a:lnTo>
                              <a:lnTo>
                                <a:pt x="90" y="119"/>
                              </a:lnTo>
                              <a:lnTo>
                                <a:pt x="100" y="124"/>
                              </a:lnTo>
                              <a:lnTo>
                                <a:pt x="110" y="134"/>
                              </a:lnTo>
                              <a:lnTo>
                                <a:pt x="120" y="139"/>
                              </a:lnTo>
                              <a:lnTo>
                                <a:pt x="130" y="144"/>
                              </a:lnTo>
                              <a:lnTo>
                                <a:pt x="140" y="154"/>
                              </a:lnTo>
                              <a:lnTo>
                                <a:pt x="150" y="159"/>
                              </a:lnTo>
                              <a:lnTo>
                                <a:pt x="160" y="164"/>
                              </a:lnTo>
                              <a:lnTo>
                                <a:pt x="170" y="169"/>
                              </a:lnTo>
                              <a:lnTo>
                                <a:pt x="180" y="173"/>
                              </a:lnTo>
                              <a:lnTo>
                                <a:pt x="190" y="178"/>
                              </a:lnTo>
                              <a:lnTo>
                                <a:pt x="205" y="183"/>
                              </a:lnTo>
                              <a:lnTo>
                                <a:pt x="215" y="183"/>
                              </a:lnTo>
                              <a:lnTo>
                                <a:pt x="225" y="188"/>
                              </a:lnTo>
                              <a:lnTo>
                                <a:pt x="240" y="193"/>
                              </a:lnTo>
                              <a:lnTo>
                                <a:pt x="250" y="193"/>
                              </a:lnTo>
                              <a:lnTo>
                                <a:pt x="265" y="198"/>
                              </a:lnTo>
                              <a:lnTo>
                                <a:pt x="275" y="198"/>
                              </a:lnTo>
                              <a:lnTo>
                                <a:pt x="290" y="20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73"/>
                      <wps:cNvSpPr>
                        <a:spLocks/>
                      </wps:cNvSpPr>
                      <wps:spPr bwMode="auto">
                        <a:xfrm>
                          <a:off x="47625" y="293370"/>
                          <a:ext cx="187325" cy="135255"/>
                        </a:xfrm>
                        <a:custGeom>
                          <a:avLst/>
                          <a:gdLst>
                            <a:gd name="T0" fmla="*/ 295 w 295"/>
                            <a:gd name="T1" fmla="*/ 213 h 213"/>
                            <a:gd name="T2" fmla="*/ 265 w 295"/>
                            <a:gd name="T3" fmla="*/ 213 h 213"/>
                            <a:gd name="T4" fmla="*/ 240 w 295"/>
                            <a:gd name="T5" fmla="*/ 208 h 213"/>
                            <a:gd name="T6" fmla="*/ 215 w 295"/>
                            <a:gd name="T7" fmla="*/ 203 h 213"/>
                            <a:gd name="T8" fmla="*/ 190 w 295"/>
                            <a:gd name="T9" fmla="*/ 194 h 213"/>
                            <a:gd name="T10" fmla="*/ 165 w 295"/>
                            <a:gd name="T11" fmla="*/ 184 h 213"/>
                            <a:gd name="T12" fmla="*/ 145 w 295"/>
                            <a:gd name="T13" fmla="*/ 174 h 213"/>
                            <a:gd name="T14" fmla="*/ 125 w 295"/>
                            <a:gd name="T15" fmla="*/ 164 h 213"/>
                            <a:gd name="T16" fmla="*/ 105 w 295"/>
                            <a:gd name="T17" fmla="*/ 149 h 213"/>
                            <a:gd name="T18" fmla="*/ 85 w 295"/>
                            <a:gd name="T19" fmla="*/ 134 h 213"/>
                            <a:gd name="T20" fmla="*/ 70 w 295"/>
                            <a:gd name="T21" fmla="*/ 119 h 213"/>
                            <a:gd name="T22" fmla="*/ 50 w 295"/>
                            <a:gd name="T23" fmla="*/ 99 h 213"/>
                            <a:gd name="T24" fmla="*/ 40 w 295"/>
                            <a:gd name="T25" fmla="*/ 84 h 213"/>
                            <a:gd name="T26" fmla="*/ 25 w 295"/>
                            <a:gd name="T27" fmla="*/ 64 h 213"/>
                            <a:gd name="T28" fmla="*/ 15 w 295"/>
                            <a:gd name="T29" fmla="*/ 45 h 213"/>
                            <a:gd name="T30" fmla="*/ 5 w 295"/>
                            <a:gd name="T31" fmla="*/ 25 h 213"/>
                            <a:gd name="T32" fmla="*/ 0 w 295"/>
                            <a:gd name="T33" fmla="*/ 0 h 213"/>
                            <a:gd name="T34" fmla="*/ 5 w 295"/>
                            <a:gd name="T35" fmla="*/ 10 h 213"/>
                            <a:gd name="T36" fmla="*/ 15 w 295"/>
                            <a:gd name="T37" fmla="*/ 30 h 213"/>
                            <a:gd name="T38" fmla="*/ 25 w 295"/>
                            <a:gd name="T39" fmla="*/ 50 h 213"/>
                            <a:gd name="T40" fmla="*/ 35 w 295"/>
                            <a:gd name="T41" fmla="*/ 69 h 213"/>
                            <a:gd name="T42" fmla="*/ 50 w 295"/>
                            <a:gd name="T43" fmla="*/ 89 h 213"/>
                            <a:gd name="T44" fmla="*/ 65 w 295"/>
                            <a:gd name="T45" fmla="*/ 104 h 213"/>
                            <a:gd name="T46" fmla="*/ 80 w 295"/>
                            <a:gd name="T47" fmla="*/ 119 h 213"/>
                            <a:gd name="T48" fmla="*/ 95 w 295"/>
                            <a:gd name="T49" fmla="*/ 139 h 213"/>
                            <a:gd name="T50" fmla="*/ 115 w 295"/>
                            <a:gd name="T51" fmla="*/ 149 h 213"/>
                            <a:gd name="T52" fmla="*/ 135 w 295"/>
                            <a:gd name="T53" fmla="*/ 164 h 213"/>
                            <a:gd name="T54" fmla="*/ 160 w 295"/>
                            <a:gd name="T55" fmla="*/ 174 h 213"/>
                            <a:gd name="T56" fmla="*/ 180 w 295"/>
                            <a:gd name="T57" fmla="*/ 184 h 213"/>
                            <a:gd name="T58" fmla="*/ 205 w 295"/>
                            <a:gd name="T59" fmla="*/ 194 h 213"/>
                            <a:gd name="T60" fmla="*/ 230 w 295"/>
                            <a:gd name="T61" fmla="*/ 199 h 213"/>
                            <a:gd name="T62" fmla="*/ 255 w 295"/>
                            <a:gd name="T63" fmla="*/ 203 h 213"/>
                            <a:gd name="T64" fmla="*/ 280 w 295"/>
                            <a:gd name="T65" fmla="*/ 208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5" h="213">
                              <a:moveTo>
                                <a:pt x="295" y="208"/>
                              </a:moveTo>
                              <a:lnTo>
                                <a:pt x="295" y="213"/>
                              </a:lnTo>
                              <a:lnTo>
                                <a:pt x="280" y="213"/>
                              </a:lnTo>
                              <a:lnTo>
                                <a:pt x="265" y="213"/>
                              </a:lnTo>
                              <a:lnTo>
                                <a:pt x="255" y="208"/>
                              </a:lnTo>
                              <a:lnTo>
                                <a:pt x="240" y="208"/>
                              </a:lnTo>
                              <a:lnTo>
                                <a:pt x="225" y="203"/>
                              </a:lnTo>
                              <a:lnTo>
                                <a:pt x="215" y="203"/>
                              </a:lnTo>
                              <a:lnTo>
                                <a:pt x="200" y="199"/>
                              </a:lnTo>
                              <a:lnTo>
                                <a:pt x="190" y="194"/>
                              </a:lnTo>
                              <a:lnTo>
                                <a:pt x="180" y="189"/>
                              </a:lnTo>
                              <a:lnTo>
                                <a:pt x="165" y="184"/>
                              </a:lnTo>
                              <a:lnTo>
                                <a:pt x="155" y="179"/>
                              </a:lnTo>
                              <a:lnTo>
                                <a:pt x="145" y="174"/>
                              </a:lnTo>
                              <a:lnTo>
                                <a:pt x="135" y="169"/>
                              </a:lnTo>
                              <a:lnTo>
                                <a:pt x="125" y="164"/>
                              </a:lnTo>
                              <a:lnTo>
                                <a:pt x="115" y="154"/>
                              </a:lnTo>
                              <a:lnTo>
                                <a:pt x="105" y="149"/>
                              </a:lnTo>
                              <a:lnTo>
                                <a:pt x="95" y="139"/>
                              </a:lnTo>
                              <a:lnTo>
                                <a:pt x="85" y="134"/>
                              </a:lnTo>
                              <a:lnTo>
                                <a:pt x="75" y="124"/>
                              </a:lnTo>
                              <a:lnTo>
                                <a:pt x="70" y="119"/>
                              </a:lnTo>
                              <a:lnTo>
                                <a:pt x="60" y="109"/>
                              </a:lnTo>
                              <a:lnTo>
                                <a:pt x="50" y="99"/>
                              </a:lnTo>
                              <a:lnTo>
                                <a:pt x="45" y="89"/>
                              </a:lnTo>
                              <a:lnTo>
                                <a:pt x="40" y="84"/>
                              </a:lnTo>
                              <a:lnTo>
                                <a:pt x="30" y="74"/>
                              </a:lnTo>
                              <a:lnTo>
                                <a:pt x="25" y="64"/>
                              </a:lnTo>
                              <a:lnTo>
                                <a:pt x="20" y="54"/>
                              </a:lnTo>
                              <a:lnTo>
                                <a:pt x="15" y="45"/>
                              </a:lnTo>
                              <a:lnTo>
                                <a:pt x="10" y="35"/>
                              </a:lnTo>
                              <a:lnTo>
                                <a:pt x="5" y="25"/>
                              </a:lnTo>
                              <a:lnTo>
                                <a:pt x="0" y="15"/>
                              </a:lnTo>
                              <a:lnTo>
                                <a:pt x="0" y="0"/>
                              </a:lnTo>
                              <a:lnTo>
                                <a:pt x="5" y="0"/>
                              </a:lnTo>
                              <a:lnTo>
                                <a:pt x="5" y="10"/>
                              </a:lnTo>
                              <a:lnTo>
                                <a:pt x="10" y="20"/>
                              </a:lnTo>
                              <a:lnTo>
                                <a:pt x="15" y="30"/>
                              </a:lnTo>
                              <a:lnTo>
                                <a:pt x="20" y="40"/>
                              </a:lnTo>
                              <a:lnTo>
                                <a:pt x="25" y="50"/>
                              </a:lnTo>
                              <a:lnTo>
                                <a:pt x="30" y="59"/>
                              </a:lnTo>
                              <a:lnTo>
                                <a:pt x="35" y="69"/>
                              </a:lnTo>
                              <a:lnTo>
                                <a:pt x="40" y="79"/>
                              </a:lnTo>
                              <a:lnTo>
                                <a:pt x="50" y="89"/>
                              </a:lnTo>
                              <a:lnTo>
                                <a:pt x="55" y="94"/>
                              </a:lnTo>
                              <a:lnTo>
                                <a:pt x="65" y="104"/>
                              </a:lnTo>
                              <a:lnTo>
                                <a:pt x="70" y="114"/>
                              </a:lnTo>
                              <a:lnTo>
                                <a:pt x="80" y="119"/>
                              </a:lnTo>
                              <a:lnTo>
                                <a:pt x="90" y="129"/>
                              </a:lnTo>
                              <a:lnTo>
                                <a:pt x="95" y="139"/>
                              </a:lnTo>
                              <a:lnTo>
                                <a:pt x="105" y="144"/>
                              </a:lnTo>
                              <a:lnTo>
                                <a:pt x="115" y="149"/>
                              </a:lnTo>
                              <a:lnTo>
                                <a:pt x="125" y="159"/>
                              </a:lnTo>
                              <a:lnTo>
                                <a:pt x="135" y="164"/>
                              </a:lnTo>
                              <a:lnTo>
                                <a:pt x="145" y="169"/>
                              </a:lnTo>
                              <a:lnTo>
                                <a:pt x="160" y="174"/>
                              </a:lnTo>
                              <a:lnTo>
                                <a:pt x="170" y="179"/>
                              </a:lnTo>
                              <a:lnTo>
                                <a:pt x="180" y="184"/>
                              </a:lnTo>
                              <a:lnTo>
                                <a:pt x="190" y="189"/>
                              </a:lnTo>
                              <a:lnTo>
                                <a:pt x="205" y="194"/>
                              </a:lnTo>
                              <a:lnTo>
                                <a:pt x="215" y="199"/>
                              </a:lnTo>
                              <a:lnTo>
                                <a:pt x="230" y="199"/>
                              </a:lnTo>
                              <a:lnTo>
                                <a:pt x="240" y="203"/>
                              </a:lnTo>
                              <a:lnTo>
                                <a:pt x="255" y="203"/>
                              </a:lnTo>
                              <a:lnTo>
                                <a:pt x="265" y="208"/>
                              </a:lnTo>
                              <a:lnTo>
                                <a:pt x="280" y="208"/>
                              </a:lnTo>
                              <a:lnTo>
                                <a:pt x="295" y="2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74"/>
                      <wps:cNvSpPr>
                        <a:spLocks/>
                      </wps:cNvSpPr>
                      <wps:spPr bwMode="auto">
                        <a:xfrm>
                          <a:off x="69850" y="302895"/>
                          <a:ext cx="149225" cy="110490"/>
                        </a:xfrm>
                        <a:custGeom>
                          <a:avLst/>
                          <a:gdLst>
                            <a:gd name="T0" fmla="*/ 235 w 235"/>
                            <a:gd name="T1" fmla="*/ 174 h 174"/>
                            <a:gd name="T2" fmla="*/ 215 w 235"/>
                            <a:gd name="T3" fmla="*/ 169 h 174"/>
                            <a:gd name="T4" fmla="*/ 195 w 235"/>
                            <a:gd name="T5" fmla="*/ 164 h 174"/>
                            <a:gd name="T6" fmla="*/ 175 w 235"/>
                            <a:gd name="T7" fmla="*/ 159 h 174"/>
                            <a:gd name="T8" fmla="*/ 155 w 235"/>
                            <a:gd name="T9" fmla="*/ 149 h 174"/>
                            <a:gd name="T10" fmla="*/ 140 w 235"/>
                            <a:gd name="T11" fmla="*/ 144 h 174"/>
                            <a:gd name="T12" fmla="*/ 120 w 235"/>
                            <a:gd name="T13" fmla="*/ 134 h 174"/>
                            <a:gd name="T14" fmla="*/ 105 w 235"/>
                            <a:gd name="T15" fmla="*/ 124 h 174"/>
                            <a:gd name="T16" fmla="*/ 90 w 235"/>
                            <a:gd name="T17" fmla="*/ 114 h 174"/>
                            <a:gd name="T18" fmla="*/ 75 w 235"/>
                            <a:gd name="T19" fmla="*/ 99 h 174"/>
                            <a:gd name="T20" fmla="*/ 60 w 235"/>
                            <a:gd name="T21" fmla="*/ 89 h 174"/>
                            <a:gd name="T22" fmla="*/ 45 w 235"/>
                            <a:gd name="T23" fmla="*/ 74 h 174"/>
                            <a:gd name="T24" fmla="*/ 35 w 235"/>
                            <a:gd name="T25" fmla="*/ 59 h 174"/>
                            <a:gd name="T26" fmla="*/ 25 w 235"/>
                            <a:gd name="T27" fmla="*/ 49 h 174"/>
                            <a:gd name="T28" fmla="*/ 15 w 235"/>
                            <a:gd name="T29" fmla="*/ 35 h 174"/>
                            <a:gd name="T30" fmla="*/ 5 w 235"/>
                            <a:gd name="T31" fmla="*/ 15 h 174"/>
                            <a:gd name="T32" fmla="*/ 0 w 235"/>
                            <a:gd name="T33" fmla="*/ 0 h 174"/>
                            <a:gd name="T34" fmla="*/ 10 w 235"/>
                            <a:gd name="T35" fmla="*/ 5 h 174"/>
                            <a:gd name="T36" fmla="*/ 15 w 235"/>
                            <a:gd name="T37" fmla="*/ 25 h 174"/>
                            <a:gd name="T38" fmla="*/ 25 w 235"/>
                            <a:gd name="T39" fmla="*/ 39 h 174"/>
                            <a:gd name="T40" fmla="*/ 35 w 235"/>
                            <a:gd name="T41" fmla="*/ 49 h 174"/>
                            <a:gd name="T42" fmla="*/ 45 w 235"/>
                            <a:gd name="T43" fmla="*/ 64 h 174"/>
                            <a:gd name="T44" fmla="*/ 55 w 235"/>
                            <a:gd name="T45" fmla="*/ 79 h 174"/>
                            <a:gd name="T46" fmla="*/ 70 w 235"/>
                            <a:gd name="T47" fmla="*/ 89 h 174"/>
                            <a:gd name="T48" fmla="*/ 85 w 235"/>
                            <a:gd name="T49" fmla="*/ 104 h 174"/>
                            <a:gd name="T50" fmla="*/ 100 w 235"/>
                            <a:gd name="T51" fmla="*/ 114 h 174"/>
                            <a:gd name="T52" fmla="*/ 115 w 235"/>
                            <a:gd name="T53" fmla="*/ 124 h 174"/>
                            <a:gd name="T54" fmla="*/ 130 w 235"/>
                            <a:gd name="T55" fmla="*/ 134 h 174"/>
                            <a:gd name="T56" fmla="*/ 150 w 235"/>
                            <a:gd name="T57" fmla="*/ 144 h 174"/>
                            <a:gd name="T58" fmla="*/ 165 w 235"/>
                            <a:gd name="T59" fmla="*/ 149 h 174"/>
                            <a:gd name="T60" fmla="*/ 185 w 235"/>
                            <a:gd name="T61" fmla="*/ 154 h 174"/>
                            <a:gd name="T62" fmla="*/ 205 w 235"/>
                            <a:gd name="T63" fmla="*/ 159 h 174"/>
                            <a:gd name="T64" fmla="*/ 225 w 235"/>
                            <a:gd name="T65" fmla="*/ 16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235" y="169"/>
                              </a:moveTo>
                              <a:lnTo>
                                <a:pt x="235" y="174"/>
                              </a:lnTo>
                              <a:lnTo>
                                <a:pt x="225" y="169"/>
                              </a:lnTo>
                              <a:lnTo>
                                <a:pt x="215" y="169"/>
                              </a:lnTo>
                              <a:lnTo>
                                <a:pt x="205" y="164"/>
                              </a:lnTo>
                              <a:lnTo>
                                <a:pt x="195" y="164"/>
                              </a:lnTo>
                              <a:lnTo>
                                <a:pt x="185" y="159"/>
                              </a:lnTo>
                              <a:lnTo>
                                <a:pt x="175" y="159"/>
                              </a:lnTo>
                              <a:lnTo>
                                <a:pt x="165" y="154"/>
                              </a:lnTo>
                              <a:lnTo>
                                <a:pt x="155" y="149"/>
                              </a:lnTo>
                              <a:lnTo>
                                <a:pt x="145" y="149"/>
                              </a:lnTo>
                              <a:lnTo>
                                <a:pt x="140" y="144"/>
                              </a:lnTo>
                              <a:lnTo>
                                <a:pt x="130" y="139"/>
                              </a:lnTo>
                              <a:lnTo>
                                <a:pt x="120" y="134"/>
                              </a:lnTo>
                              <a:lnTo>
                                <a:pt x="110" y="129"/>
                              </a:lnTo>
                              <a:lnTo>
                                <a:pt x="105" y="124"/>
                              </a:lnTo>
                              <a:lnTo>
                                <a:pt x="95" y="119"/>
                              </a:lnTo>
                              <a:lnTo>
                                <a:pt x="90" y="114"/>
                              </a:lnTo>
                              <a:lnTo>
                                <a:pt x="80" y="109"/>
                              </a:lnTo>
                              <a:lnTo>
                                <a:pt x="75" y="99"/>
                              </a:lnTo>
                              <a:lnTo>
                                <a:pt x="65" y="94"/>
                              </a:lnTo>
                              <a:lnTo>
                                <a:pt x="60" y="89"/>
                              </a:lnTo>
                              <a:lnTo>
                                <a:pt x="55" y="84"/>
                              </a:lnTo>
                              <a:lnTo>
                                <a:pt x="45" y="74"/>
                              </a:lnTo>
                              <a:lnTo>
                                <a:pt x="40" y="69"/>
                              </a:lnTo>
                              <a:lnTo>
                                <a:pt x="35" y="59"/>
                              </a:lnTo>
                              <a:lnTo>
                                <a:pt x="30" y="54"/>
                              </a:lnTo>
                              <a:lnTo>
                                <a:pt x="25" y="49"/>
                              </a:lnTo>
                              <a:lnTo>
                                <a:pt x="20" y="39"/>
                              </a:lnTo>
                              <a:lnTo>
                                <a:pt x="15" y="35"/>
                              </a:lnTo>
                              <a:lnTo>
                                <a:pt x="10" y="25"/>
                              </a:lnTo>
                              <a:lnTo>
                                <a:pt x="5" y="15"/>
                              </a:lnTo>
                              <a:lnTo>
                                <a:pt x="5" y="10"/>
                              </a:lnTo>
                              <a:lnTo>
                                <a:pt x="0" y="0"/>
                              </a:lnTo>
                              <a:lnTo>
                                <a:pt x="5" y="0"/>
                              </a:lnTo>
                              <a:lnTo>
                                <a:pt x="10" y="5"/>
                              </a:lnTo>
                              <a:lnTo>
                                <a:pt x="10" y="15"/>
                              </a:lnTo>
                              <a:lnTo>
                                <a:pt x="15" y="25"/>
                              </a:lnTo>
                              <a:lnTo>
                                <a:pt x="20" y="30"/>
                              </a:lnTo>
                              <a:lnTo>
                                <a:pt x="25" y="39"/>
                              </a:lnTo>
                              <a:lnTo>
                                <a:pt x="30" y="44"/>
                              </a:lnTo>
                              <a:lnTo>
                                <a:pt x="35" y="49"/>
                              </a:lnTo>
                              <a:lnTo>
                                <a:pt x="40" y="59"/>
                              </a:lnTo>
                              <a:lnTo>
                                <a:pt x="45" y="64"/>
                              </a:lnTo>
                              <a:lnTo>
                                <a:pt x="50" y="74"/>
                              </a:lnTo>
                              <a:lnTo>
                                <a:pt x="55" y="79"/>
                              </a:lnTo>
                              <a:lnTo>
                                <a:pt x="65" y="84"/>
                              </a:lnTo>
                              <a:lnTo>
                                <a:pt x="70" y="89"/>
                              </a:lnTo>
                              <a:lnTo>
                                <a:pt x="75" y="99"/>
                              </a:lnTo>
                              <a:lnTo>
                                <a:pt x="85" y="104"/>
                              </a:lnTo>
                              <a:lnTo>
                                <a:pt x="90" y="109"/>
                              </a:lnTo>
                              <a:lnTo>
                                <a:pt x="100" y="114"/>
                              </a:lnTo>
                              <a:lnTo>
                                <a:pt x="105" y="119"/>
                              </a:lnTo>
                              <a:lnTo>
                                <a:pt x="115" y="124"/>
                              </a:lnTo>
                              <a:lnTo>
                                <a:pt x="125" y="129"/>
                              </a:lnTo>
                              <a:lnTo>
                                <a:pt x="130" y="134"/>
                              </a:lnTo>
                              <a:lnTo>
                                <a:pt x="140" y="139"/>
                              </a:lnTo>
                              <a:lnTo>
                                <a:pt x="150" y="144"/>
                              </a:lnTo>
                              <a:lnTo>
                                <a:pt x="160" y="144"/>
                              </a:lnTo>
                              <a:lnTo>
                                <a:pt x="165" y="149"/>
                              </a:lnTo>
                              <a:lnTo>
                                <a:pt x="175" y="154"/>
                              </a:lnTo>
                              <a:lnTo>
                                <a:pt x="185" y="154"/>
                              </a:lnTo>
                              <a:lnTo>
                                <a:pt x="195" y="159"/>
                              </a:lnTo>
                              <a:lnTo>
                                <a:pt x="205" y="159"/>
                              </a:lnTo>
                              <a:lnTo>
                                <a:pt x="215" y="164"/>
                              </a:lnTo>
                              <a:lnTo>
                                <a:pt x="225" y="164"/>
                              </a:lnTo>
                              <a:lnTo>
                                <a:pt x="235" y="16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75"/>
                      <wps:cNvSpPr>
                        <a:spLocks/>
                      </wps:cNvSpPr>
                      <wps:spPr bwMode="auto">
                        <a:xfrm>
                          <a:off x="212725" y="425450"/>
                          <a:ext cx="22225" cy="19050"/>
                        </a:xfrm>
                        <a:custGeom>
                          <a:avLst/>
                          <a:gdLst>
                            <a:gd name="T0" fmla="*/ 0 w 35"/>
                            <a:gd name="T1" fmla="*/ 25 h 30"/>
                            <a:gd name="T2" fmla="*/ 30 w 35"/>
                            <a:gd name="T3" fmla="*/ 0 h 30"/>
                            <a:gd name="T4" fmla="*/ 35 w 35"/>
                            <a:gd name="T5" fmla="*/ 5 h 30"/>
                            <a:gd name="T6" fmla="*/ 5 w 35"/>
                            <a:gd name="T7" fmla="*/ 30 h 30"/>
                            <a:gd name="T8" fmla="*/ 0 w 35"/>
                            <a:gd name="T9" fmla="*/ 25 h 30"/>
                          </a:gdLst>
                          <a:ahLst/>
                          <a:cxnLst>
                            <a:cxn ang="0">
                              <a:pos x="T0" y="T1"/>
                            </a:cxn>
                            <a:cxn ang="0">
                              <a:pos x="T2" y="T3"/>
                            </a:cxn>
                            <a:cxn ang="0">
                              <a:pos x="T4" y="T5"/>
                            </a:cxn>
                            <a:cxn ang="0">
                              <a:pos x="T6" y="T7"/>
                            </a:cxn>
                            <a:cxn ang="0">
                              <a:pos x="T8" y="T9"/>
                            </a:cxn>
                          </a:cxnLst>
                          <a:rect l="0" t="0" r="r" b="b"/>
                          <a:pathLst>
                            <a:path w="35" h="30">
                              <a:moveTo>
                                <a:pt x="0" y="25"/>
                              </a:moveTo>
                              <a:lnTo>
                                <a:pt x="30" y="0"/>
                              </a:lnTo>
                              <a:lnTo>
                                <a:pt x="35" y="5"/>
                              </a:lnTo>
                              <a:lnTo>
                                <a:pt x="5" y="30"/>
                              </a:lnTo>
                              <a:lnTo>
                                <a:pt x="0" y="2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76"/>
                      <wps:cNvSpPr>
                        <a:spLocks/>
                      </wps:cNvSpPr>
                      <wps:spPr bwMode="auto">
                        <a:xfrm>
                          <a:off x="219075" y="410210"/>
                          <a:ext cx="15875" cy="18415"/>
                        </a:xfrm>
                        <a:custGeom>
                          <a:avLst/>
                          <a:gdLst>
                            <a:gd name="T0" fmla="*/ 0 w 25"/>
                            <a:gd name="T1" fmla="*/ 0 h 29"/>
                            <a:gd name="T2" fmla="*/ 25 w 25"/>
                            <a:gd name="T3" fmla="*/ 29 h 29"/>
                            <a:gd name="T4" fmla="*/ 20 w 25"/>
                            <a:gd name="T5" fmla="*/ 29 h 29"/>
                            <a:gd name="T6" fmla="*/ 0 w 25"/>
                            <a:gd name="T7" fmla="*/ 0 h 29"/>
                            <a:gd name="T8" fmla="*/ 0 w 25"/>
                            <a:gd name="T9" fmla="*/ 0 h 29"/>
                          </a:gdLst>
                          <a:ahLst/>
                          <a:cxnLst>
                            <a:cxn ang="0">
                              <a:pos x="T0" y="T1"/>
                            </a:cxn>
                            <a:cxn ang="0">
                              <a:pos x="T2" y="T3"/>
                            </a:cxn>
                            <a:cxn ang="0">
                              <a:pos x="T4" y="T5"/>
                            </a:cxn>
                            <a:cxn ang="0">
                              <a:pos x="T6" y="T7"/>
                            </a:cxn>
                            <a:cxn ang="0">
                              <a:pos x="T8" y="T9"/>
                            </a:cxn>
                          </a:cxnLst>
                          <a:rect l="0" t="0" r="r" b="b"/>
                          <a:pathLst>
                            <a:path w="25" h="29">
                              <a:moveTo>
                                <a:pt x="0" y="0"/>
                              </a:moveTo>
                              <a:lnTo>
                                <a:pt x="25" y="29"/>
                              </a:lnTo>
                              <a:lnTo>
                                <a:pt x="20" y="29"/>
                              </a:lnTo>
                              <a:lnTo>
                                <a:pt x="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77"/>
                      <wps:cNvSpPr>
                        <a:spLocks noEditPoints="1"/>
                      </wps:cNvSpPr>
                      <wps:spPr bwMode="auto">
                        <a:xfrm>
                          <a:off x="193675" y="407035"/>
                          <a:ext cx="25400" cy="34290"/>
                        </a:xfrm>
                        <a:custGeom>
                          <a:avLst/>
                          <a:gdLst>
                            <a:gd name="T0" fmla="*/ 20 w 40"/>
                            <a:gd name="T1" fmla="*/ 0 h 54"/>
                            <a:gd name="T2" fmla="*/ 40 w 40"/>
                            <a:gd name="T3" fmla="*/ 29 h 54"/>
                            <a:gd name="T4" fmla="*/ 35 w 40"/>
                            <a:gd name="T5" fmla="*/ 34 h 54"/>
                            <a:gd name="T6" fmla="*/ 15 w 40"/>
                            <a:gd name="T7" fmla="*/ 0 h 54"/>
                            <a:gd name="T8" fmla="*/ 20 w 40"/>
                            <a:gd name="T9" fmla="*/ 0 h 54"/>
                            <a:gd name="T10" fmla="*/ 40 w 40"/>
                            <a:gd name="T11" fmla="*/ 29 h 54"/>
                            <a:gd name="T12" fmla="*/ 40 w 40"/>
                            <a:gd name="T13" fmla="*/ 34 h 54"/>
                            <a:gd name="T14" fmla="*/ 35 w 40"/>
                            <a:gd name="T15" fmla="*/ 34 h 54"/>
                            <a:gd name="T16" fmla="*/ 40 w 40"/>
                            <a:gd name="T17" fmla="*/ 29 h 54"/>
                            <a:gd name="T18" fmla="*/ 40 w 40"/>
                            <a:gd name="T19" fmla="*/ 29 h 54"/>
                            <a:gd name="T20" fmla="*/ 35 w 40"/>
                            <a:gd name="T21" fmla="*/ 34 h 54"/>
                            <a:gd name="T22" fmla="*/ 5 w 40"/>
                            <a:gd name="T23" fmla="*/ 54 h 54"/>
                            <a:gd name="T24" fmla="*/ 0 w 40"/>
                            <a:gd name="T25" fmla="*/ 49 h 54"/>
                            <a:gd name="T26" fmla="*/ 35 w 40"/>
                            <a:gd name="T27" fmla="*/ 29 h 54"/>
                            <a:gd name="T28" fmla="*/ 40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0" y="0"/>
                              </a:moveTo>
                              <a:lnTo>
                                <a:pt x="40" y="29"/>
                              </a:lnTo>
                              <a:lnTo>
                                <a:pt x="35" y="34"/>
                              </a:lnTo>
                              <a:lnTo>
                                <a:pt x="15" y="0"/>
                              </a:lnTo>
                              <a:lnTo>
                                <a:pt x="20" y="0"/>
                              </a:lnTo>
                              <a:close/>
                              <a:moveTo>
                                <a:pt x="40" y="29"/>
                              </a:moveTo>
                              <a:lnTo>
                                <a:pt x="40" y="34"/>
                              </a:lnTo>
                              <a:lnTo>
                                <a:pt x="35" y="34"/>
                              </a:lnTo>
                              <a:lnTo>
                                <a:pt x="40" y="29"/>
                              </a:lnTo>
                              <a:close/>
                              <a:moveTo>
                                <a:pt x="40" y="29"/>
                              </a:moveTo>
                              <a:lnTo>
                                <a:pt x="35" y="34"/>
                              </a:lnTo>
                              <a:lnTo>
                                <a:pt x="5" y="54"/>
                              </a:lnTo>
                              <a:lnTo>
                                <a:pt x="0" y="49"/>
                              </a:lnTo>
                              <a:lnTo>
                                <a:pt x="35" y="29"/>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78"/>
                      <wps:cNvSpPr>
                        <a:spLocks noEditPoints="1"/>
                      </wps:cNvSpPr>
                      <wps:spPr bwMode="auto">
                        <a:xfrm>
                          <a:off x="174625" y="403860"/>
                          <a:ext cx="28575" cy="31115"/>
                        </a:xfrm>
                        <a:custGeom>
                          <a:avLst/>
                          <a:gdLst>
                            <a:gd name="T0" fmla="*/ 25 w 45"/>
                            <a:gd name="T1" fmla="*/ 0 h 49"/>
                            <a:gd name="T2" fmla="*/ 40 w 45"/>
                            <a:gd name="T3" fmla="*/ 29 h 49"/>
                            <a:gd name="T4" fmla="*/ 35 w 45"/>
                            <a:gd name="T5" fmla="*/ 34 h 49"/>
                            <a:gd name="T6" fmla="*/ 20 w 45"/>
                            <a:gd name="T7" fmla="*/ 0 h 49"/>
                            <a:gd name="T8" fmla="*/ 25 w 45"/>
                            <a:gd name="T9" fmla="*/ 0 h 49"/>
                            <a:gd name="T10" fmla="*/ 40 w 45"/>
                            <a:gd name="T11" fmla="*/ 29 h 49"/>
                            <a:gd name="T12" fmla="*/ 45 w 45"/>
                            <a:gd name="T13" fmla="*/ 34 h 49"/>
                            <a:gd name="T14" fmla="*/ 40 w 45"/>
                            <a:gd name="T15" fmla="*/ 34 h 49"/>
                            <a:gd name="T16" fmla="*/ 40 w 45"/>
                            <a:gd name="T17" fmla="*/ 29 h 49"/>
                            <a:gd name="T18" fmla="*/ 40 w 45"/>
                            <a:gd name="T19" fmla="*/ 29 h 49"/>
                            <a:gd name="T20" fmla="*/ 40 w 45"/>
                            <a:gd name="T21" fmla="*/ 34 h 49"/>
                            <a:gd name="T22" fmla="*/ 5 w 45"/>
                            <a:gd name="T23" fmla="*/ 49 h 49"/>
                            <a:gd name="T24" fmla="*/ 0 w 45"/>
                            <a:gd name="T25" fmla="*/ 44 h 49"/>
                            <a:gd name="T26" fmla="*/ 40 w 45"/>
                            <a:gd name="T27" fmla="*/ 29 h 49"/>
                            <a:gd name="T28" fmla="*/ 40 w 45"/>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25" y="0"/>
                              </a:moveTo>
                              <a:lnTo>
                                <a:pt x="40" y="29"/>
                              </a:lnTo>
                              <a:lnTo>
                                <a:pt x="35" y="34"/>
                              </a:lnTo>
                              <a:lnTo>
                                <a:pt x="20" y="0"/>
                              </a:lnTo>
                              <a:lnTo>
                                <a:pt x="25" y="0"/>
                              </a:lnTo>
                              <a:close/>
                              <a:moveTo>
                                <a:pt x="40" y="29"/>
                              </a:moveTo>
                              <a:lnTo>
                                <a:pt x="45" y="34"/>
                              </a:lnTo>
                              <a:lnTo>
                                <a:pt x="40" y="34"/>
                              </a:lnTo>
                              <a:lnTo>
                                <a:pt x="40" y="29"/>
                              </a:lnTo>
                              <a:close/>
                              <a:moveTo>
                                <a:pt x="40" y="29"/>
                              </a:moveTo>
                              <a:lnTo>
                                <a:pt x="40" y="34"/>
                              </a:lnTo>
                              <a:lnTo>
                                <a:pt x="5" y="49"/>
                              </a:lnTo>
                              <a:lnTo>
                                <a:pt x="0" y="44"/>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79"/>
                      <wps:cNvSpPr>
                        <a:spLocks noEditPoints="1"/>
                      </wps:cNvSpPr>
                      <wps:spPr bwMode="auto">
                        <a:xfrm>
                          <a:off x="158750" y="397510"/>
                          <a:ext cx="25400" cy="31115"/>
                        </a:xfrm>
                        <a:custGeom>
                          <a:avLst/>
                          <a:gdLst>
                            <a:gd name="T0" fmla="*/ 25 w 40"/>
                            <a:gd name="T1" fmla="*/ 0 h 49"/>
                            <a:gd name="T2" fmla="*/ 40 w 40"/>
                            <a:gd name="T3" fmla="*/ 35 h 49"/>
                            <a:gd name="T4" fmla="*/ 35 w 40"/>
                            <a:gd name="T5" fmla="*/ 35 h 49"/>
                            <a:gd name="T6" fmla="*/ 20 w 40"/>
                            <a:gd name="T7" fmla="*/ 5 h 49"/>
                            <a:gd name="T8" fmla="*/ 25 w 40"/>
                            <a:gd name="T9" fmla="*/ 0 h 49"/>
                            <a:gd name="T10" fmla="*/ 40 w 40"/>
                            <a:gd name="T11" fmla="*/ 35 h 49"/>
                            <a:gd name="T12" fmla="*/ 40 w 40"/>
                            <a:gd name="T13" fmla="*/ 35 h 49"/>
                            <a:gd name="T14" fmla="*/ 40 w 40"/>
                            <a:gd name="T15" fmla="*/ 35 h 49"/>
                            <a:gd name="T16" fmla="*/ 40 w 40"/>
                            <a:gd name="T17" fmla="*/ 35 h 49"/>
                            <a:gd name="T18" fmla="*/ 40 w 40"/>
                            <a:gd name="T19" fmla="*/ 35 h 49"/>
                            <a:gd name="T20" fmla="*/ 40 w 40"/>
                            <a:gd name="T21" fmla="*/ 35 h 49"/>
                            <a:gd name="T22" fmla="*/ 0 w 40"/>
                            <a:gd name="T23" fmla="*/ 49 h 49"/>
                            <a:gd name="T24" fmla="*/ 0 w 40"/>
                            <a:gd name="T25" fmla="*/ 49 h 49"/>
                            <a:gd name="T26" fmla="*/ 35 w 40"/>
                            <a:gd name="T27" fmla="*/ 35 h 49"/>
                            <a:gd name="T28" fmla="*/ 4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5" y="0"/>
                              </a:moveTo>
                              <a:lnTo>
                                <a:pt x="40" y="35"/>
                              </a:lnTo>
                              <a:lnTo>
                                <a:pt x="35" y="35"/>
                              </a:lnTo>
                              <a:lnTo>
                                <a:pt x="20" y="5"/>
                              </a:lnTo>
                              <a:lnTo>
                                <a:pt x="25" y="0"/>
                              </a:lnTo>
                              <a:close/>
                              <a:moveTo>
                                <a:pt x="40" y="35"/>
                              </a:moveTo>
                              <a:lnTo>
                                <a:pt x="40" y="35"/>
                              </a:lnTo>
                              <a:close/>
                              <a:moveTo>
                                <a:pt x="40" y="35"/>
                              </a:moveTo>
                              <a:lnTo>
                                <a:pt x="40" y="35"/>
                              </a:lnTo>
                              <a:lnTo>
                                <a:pt x="0" y="49"/>
                              </a:lnTo>
                              <a:lnTo>
                                <a:pt x="35" y="35"/>
                              </a:lnTo>
                              <a:lnTo>
                                <a:pt x="4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80"/>
                      <wps:cNvSpPr>
                        <a:spLocks noEditPoints="1"/>
                      </wps:cNvSpPr>
                      <wps:spPr bwMode="auto">
                        <a:xfrm>
                          <a:off x="139700" y="394335"/>
                          <a:ext cx="28575" cy="27940"/>
                        </a:xfrm>
                        <a:custGeom>
                          <a:avLst/>
                          <a:gdLst>
                            <a:gd name="T0" fmla="*/ 35 w 45"/>
                            <a:gd name="T1" fmla="*/ 0 h 44"/>
                            <a:gd name="T2" fmla="*/ 45 w 45"/>
                            <a:gd name="T3" fmla="*/ 30 h 44"/>
                            <a:gd name="T4" fmla="*/ 40 w 45"/>
                            <a:gd name="T5" fmla="*/ 30 h 44"/>
                            <a:gd name="T6" fmla="*/ 30 w 45"/>
                            <a:gd name="T7" fmla="*/ 0 h 44"/>
                            <a:gd name="T8" fmla="*/ 35 w 45"/>
                            <a:gd name="T9" fmla="*/ 0 h 44"/>
                            <a:gd name="T10" fmla="*/ 45 w 45"/>
                            <a:gd name="T11" fmla="*/ 30 h 44"/>
                            <a:gd name="T12" fmla="*/ 45 w 45"/>
                            <a:gd name="T13" fmla="*/ 35 h 44"/>
                            <a:gd name="T14" fmla="*/ 40 w 45"/>
                            <a:gd name="T15" fmla="*/ 35 h 44"/>
                            <a:gd name="T16" fmla="*/ 45 w 45"/>
                            <a:gd name="T17" fmla="*/ 30 h 44"/>
                            <a:gd name="T18" fmla="*/ 45 w 45"/>
                            <a:gd name="T19" fmla="*/ 30 h 44"/>
                            <a:gd name="T20" fmla="*/ 40 w 45"/>
                            <a:gd name="T21" fmla="*/ 35 h 44"/>
                            <a:gd name="T22" fmla="*/ 5 w 45"/>
                            <a:gd name="T23" fmla="*/ 44 h 44"/>
                            <a:gd name="T24" fmla="*/ 0 w 45"/>
                            <a:gd name="T25" fmla="*/ 40 h 44"/>
                            <a:gd name="T26" fmla="*/ 40 w 45"/>
                            <a:gd name="T27" fmla="*/ 30 h 44"/>
                            <a:gd name="T28" fmla="*/ 45 w 45"/>
                            <a:gd name="T29" fmla="*/ 3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4">
                              <a:moveTo>
                                <a:pt x="35" y="0"/>
                              </a:moveTo>
                              <a:lnTo>
                                <a:pt x="45" y="30"/>
                              </a:lnTo>
                              <a:lnTo>
                                <a:pt x="40" y="30"/>
                              </a:lnTo>
                              <a:lnTo>
                                <a:pt x="30" y="0"/>
                              </a:lnTo>
                              <a:lnTo>
                                <a:pt x="35" y="0"/>
                              </a:lnTo>
                              <a:close/>
                              <a:moveTo>
                                <a:pt x="45" y="30"/>
                              </a:moveTo>
                              <a:lnTo>
                                <a:pt x="45" y="35"/>
                              </a:lnTo>
                              <a:lnTo>
                                <a:pt x="40" y="35"/>
                              </a:lnTo>
                              <a:lnTo>
                                <a:pt x="45" y="30"/>
                              </a:lnTo>
                              <a:close/>
                              <a:moveTo>
                                <a:pt x="45" y="30"/>
                              </a:moveTo>
                              <a:lnTo>
                                <a:pt x="40" y="35"/>
                              </a:lnTo>
                              <a:lnTo>
                                <a:pt x="5" y="44"/>
                              </a:lnTo>
                              <a:lnTo>
                                <a:pt x="0" y="40"/>
                              </a:lnTo>
                              <a:lnTo>
                                <a:pt x="40" y="3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81"/>
                      <wps:cNvSpPr>
                        <a:spLocks noEditPoints="1"/>
                      </wps:cNvSpPr>
                      <wps:spPr bwMode="auto">
                        <a:xfrm>
                          <a:off x="41275" y="315595"/>
                          <a:ext cx="38100" cy="21590"/>
                        </a:xfrm>
                        <a:custGeom>
                          <a:avLst/>
                          <a:gdLst>
                            <a:gd name="T0" fmla="*/ 60 w 60"/>
                            <a:gd name="T1" fmla="*/ 0 h 34"/>
                            <a:gd name="T2" fmla="*/ 40 w 60"/>
                            <a:gd name="T3" fmla="*/ 29 h 34"/>
                            <a:gd name="T4" fmla="*/ 35 w 60"/>
                            <a:gd name="T5" fmla="*/ 29 h 34"/>
                            <a:gd name="T6" fmla="*/ 55 w 60"/>
                            <a:gd name="T7" fmla="*/ 0 h 34"/>
                            <a:gd name="T8" fmla="*/ 60 w 60"/>
                            <a:gd name="T9" fmla="*/ 0 h 34"/>
                            <a:gd name="T10" fmla="*/ 40 w 60"/>
                            <a:gd name="T11" fmla="*/ 29 h 34"/>
                            <a:gd name="T12" fmla="*/ 40 w 60"/>
                            <a:gd name="T13" fmla="*/ 34 h 34"/>
                            <a:gd name="T14" fmla="*/ 40 w 60"/>
                            <a:gd name="T15" fmla="*/ 34 h 34"/>
                            <a:gd name="T16" fmla="*/ 40 w 60"/>
                            <a:gd name="T17" fmla="*/ 29 h 34"/>
                            <a:gd name="T18" fmla="*/ 40 w 60"/>
                            <a:gd name="T19" fmla="*/ 29 h 34"/>
                            <a:gd name="T20" fmla="*/ 40 w 60"/>
                            <a:gd name="T21" fmla="*/ 34 h 34"/>
                            <a:gd name="T22" fmla="*/ 0 w 60"/>
                            <a:gd name="T23" fmla="*/ 19 h 34"/>
                            <a:gd name="T24" fmla="*/ 0 w 60"/>
                            <a:gd name="T25" fmla="*/ 15 h 34"/>
                            <a:gd name="T26" fmla="*/ 40 w 60"/>
                            <a:gd name="T27" fmla="*/ 29 h 34"/>
                            <a:gd name="T28" fmla="*/ 40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60" y="0"/>
                              </a:moveTo>
                              <a:lnTo>
                                <a:pt x="40" y="29"/>
                              </a:lnTo>
                              <a:lnTo>
                                <a:pt x="35" y="29"/>
                              </a:lnTo>
                              <a:lnTo>
                                <a:pt x="55" y="0"/>
                              </a:lnTo>
                              <a:lnTo>
                                <a:pt x="60" y="0"/>
                              </a:lnTo>
                              <a:close/>
                              <a:moveTo>
                                <a:pt x="40" y="29"/>
                              </a:moveTo>
                              <a:lnTo>
                                <a:pt x="40" y="34"/>
                              </a:lnTo>
                              <a:lnTo>
                                <a:pt x="40" y="29"/>
                              </a:lnTo>
                              <a:close/>
                              <a:moveTo>
                                <a:pt x="40" y="29"/>
                              </a:moveTo>
                              <a:lnTo>
                                <a:pt x="40" y="34"/>
                              </a:lnTo>
                              <a:lnTo>
                                <a:pt x="0" y="19"/>
                              </a:lnTo>
                              <a:lnTo>
                                <a:pt x="0" y="15"/>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82"/>
                      <wps:cNvSpPr>
                        <a:spLocks noEditPoints="1"/>
                      </wps:cNvSpPr>
                      <wps:spPr bwMode="auto">
                        <a:xfrm>
                          <a:off x="47625" y="327660"/>
                          <a:ext cx="38100" cy="22225"/>
                        </a:xfrm>
                        <a:custGeom>
                          <a:avLst/>
                          <a:gdLst>
                            <a:gd name="T0" fmla="*/ 60 w 60"/>
                            <a:gd name="T1" fmla="*/ 0 h 35"/>
                            <a:gd name="T2" fmla="*/ 45 w 60"/>
                            <a:gd name="T3" fmla="*/ 30 h 35"/>
                            <a:gd name="T4" fmla="*/ 40 w 60"/>
                            <a:gd name="T5" fmla="*/ 30 h 35"/>
                            <a:gd name="T6" fmla="*/ 55 w 60"/>
                            <a:gd name="T7" fmla="*/ 0 h 35"/>
                            <a:gd name="T8" fmla="*/ 60 w 60"/>
                            <a:gd name="T9" fmla="*/ 0 h 35"/>
                            <a:gd name="T10" fmla="*/ 45 w 60"/>
                            <a:gd name="T11" fmla="*/ 30 h 35"/>
                            <a:gd name="T12" fmla="*/ 45 w 60"/>
                            <a:gd name="T13" fmla="*/ 35 h 35"/>
                            <a:gd name="T14" fmla="*/ 45 w 60"/>
                            <a:gd name="T15" fmla="*/ 35 h 35"/>
                            <a:gd name="T16" fmla="*/ 45 w 60"/>
                            <a:gd name="T17" fmla="*/ 30 h 35"/>
                            <a:gd name="T18" fmla="*/ 45 w 60"/>
                            <a:gd name="T19" fmla="*/ 30 h 35"/>
                            <a:gd name="T20" fmla="*/ 45 w 60"/>
                            <a:gd name="T21" fmla="*/ 35 h 35"/>
                            <a:gd name="T22" fmla="*/ 0 w 60"/>
                            <a:gd name="T23" fmla="*/ 25 h 35"/>
                            <a:gd name="T24" fmla="*/ 0 w 60"/>
                            <a:gd name="T25" fmla="*/ 20 h 35"/>
                            <a:gd name="T26" fmla="*/ 45 w 60"/>
                            <a:gd name="T27" fmla="*/ 30 h 35"/>
                            <a:gd name="T28" fmla="*/ 4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60" y="0"/>
                              </a:moveTo>
                              <a:lnTo>
                                <a:pt x="45" y="30"/>
                              </a:lnTo>
                              <a:lnTo>
                                <a:pt x="40" y="30"/>
                              </a:lnTo>
                              <a:lnTo>
                                <a:pt x="55" y="0"/>
                              </a:lnTo>
                              <a:lnTo>
                                <a:pt x="60" y="0"/>
                              </a:lnTo>
                              <a:close/>
                              <a:moveTo>
                                <a:pt x="45" y="30"/>
                              </a:moveTo>
                              <a:lnTo>
                                <a:pt x="45" y="35"/>
                              </a:lnTo>
                              <a:lnTo>
                                <a:pt x="45" y="30"/>
                              </a:lnTo>
                              <a:close/>
                              <a:moveTo>
                                <a:pt x="45" y="30"/>
                              </a:moveTo>
                              <a:lnTo>
                                <a:pt x="45" y="35"/>
                              </a:lnTo>
                              <a:lnTo>
                                <a:pt x="0" y="25"/>
                              </a:lnTo>
                              <a:lnTo>
                                <a:pt x="0" y="2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3"/>
                      <wps:cNvSpPr>
                        <a:spLocks noEditPoints="1"/>
                      </wps:cNvSpPr>
                      <wps:spPr bwMode="auto">
                        <a:xfrm>
                          <a:off x="57150" y="337185"/>
                          <a:ext cx="34925" cy="22225"/>
                        </a:xfrm>
                        <a:custGeom>
                          <a:avLst/>
                          <a:gdLst>
                            <a:gd name="T0" fmla="*/ 55 w 55"/>
                            <a:gd name="T1" fmla="*/ 5 h 35"/>
                            <a:gd name="T2" fmla="*/ 45 w 55"/>
                            <a:gd name="T3" fmla="*/ 35 h 35"/>
                            <a:gd name="T4" fmla="*/ 40 w 55"/>
                            <a:gd name="T5" fmla="*/ 35 h 35"/>
                            <a:gd name="T6" fmla="*/ 50 w 55"/>
                            <a:gd name="T7" fmla="*/ 0 h 35"/>
                            <a:gd name="T8" fmla="*/ 55 w 55"/>
                            <a:gd name="T9" fmla="*/ 5 h 35"/>
                            <a:gd name="T10" fmla="*/ 45 w 55"/>
                            <a:gd name="T11" fmla="*/ 35 h 35"/>
                            <a:gd name="T12" fmla="*/ 45 w 55"/>
                            <a:gd name="T13" fmla="*/ 35 h 35"/>
                            <a:gd name="T14" fmla="*/ 45 w 55"/>
                            <a:gd name="T15" fmla="*/ 35 h 35"/>
                            <a:gd name="T16" fmla="*/ 45 w 55"/>
                            <a:gd name="T17" fmla="*/ 35 h 35"/>
                            <a:gd name="T18" fmla="*/ 45 w 55"/>
                            <a:gd name="T19" fmla="*/ 35 h 35"/>
                            <a:gd name="T20" fmla="*/ 45 w 55"/>
                            <a:gd name="T21" fmla="*/ 35 h 35"/>
                            <a:gd name="T22" fmla="*/ 0 w 55"/>
                            <a:gd name="T23" fmla="*/ 30 h 35"/>
                            <a:gd name="T24" fmla="*/ 0 w 55"/>
                            <a:gd name="T25" fmla="*/ 25 h 35"/>
                            <a:gd name="T26" fmla="*/ 45 w 55"/>
                            <a:gd name="T27" fmla="*/ 30 h 35"/>
                            <a:gd name="T28" fmla="*/ 4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5" y="5"/>
                              </a:moveTo>
                              <a:lnTo>
                                <a:pt x="45" y="35"/>
                              </a:lnTo>
                              <a:lnTo>
                                <a:pt x="40" y="35"/>
                              </a:lnTo>
                              <a:lnTo>
                                <a:pt x="50" y="0"/>
                              </a:lnTo>
                              <a:lnTo>
                                <a:pt x="55" y="5"/>
                              </a:lnTo>
                              <a:close/>
                              <a:moveTo>
                                <a:pt x="45" y="35"/>
                              </a:moveTo>
                              <a:lnTo>
                                <a:pt x="45" y="35"/>
                              </a:lnTo>
                              <a:close/>
                              <a:moveTo>
                                <a:pt x="45" y="35"/>
                              </a:moveTo>
                              <a:lnTo>
                                <a:pt x="45" y="35"/>
                              </a:lnTo>
                              <a:lnTo>
                                <a:pt x="0" y="30"/>
                              </a:lnTo>
                              <a:lnTo>
                                <a:pt x="0" y="25"/>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84"/>
                      <wps:cNvSpPr>
                        <a:spLocks noEditPoints="1"/>
                      </wps:cNvSpPr>
                      <wps:spPr bwMode="auto">
                        <a:xfrm>
                          <a:off x="69850" y="349885"/>
                          <a:ext cx="31750" cy="22225"/>
                        </a:xfrm>
                        <a:custGeom>
                          <a:avLst/>
                          <a:gdLst>
                            <a:gd name="T0" fmla="*/ 50 w 50"/>
                            <a:gd name="T1" fmla="*/ 0 h 35"/>
                            <a:gd name="T2" fmla="*/ 45 w 50"/>
                            <a:gd name="T3" fmla="*/ 35 h 35"/>
                            <a:gd name="T4" fmla="*/ 40 w 50"/>
                            <a:gd name="T5" fmla="*/ 35 h 35"/>
                            <a:gd name="T6" fmla="*/ 45 w 50"/>
                            <a:gd name="T7" fmla="*/ 0 h 35"/>
                            <a:gd name="T8" fmla="*/ 50 w 50"/>
                            <a:gd name="T9" fmla="*/ 0 h 35"/>
                            <a:gd name="T10" fmla="*/ 45 w 50"/>
                            <a:gd name="T11" fmla="*/ 35 h 35"/>
                            <a:gd name="T12" fmla="*/ 45 w 50"/>
                            <a:gd name="T13" fmla="*/ 35 h 35"/>
                            <a:gd name="T14" fmla="*/ 40 w 50"/>
                            <a:gd name="T15" fmla="*/ 35 h 35"/>
                            <a:gd name="T16" fmla="*/ 45 w 50"/>
                            <a:gd name="T17" fmla="*/ 35 h 35"/>
                            <a:gd name="T18" fmla="*/ 45 w 50"/>
                            <a:gd name="T19" fmla="*/ 35 h 35"/>
                            <a:gd name="T20" fmla="*/ 40 w 50"/>
                            <a:gd name="T21" fmla="*/ 35 h 35"/>
                            <a:gd name="T22" fmla="*/ 0 w 50"/>
                            <a:gd name="T23" fmla="*/ 35 h 35"/>
                            <a:gd name="T24" fmla="*/ 0 w 50"/>
                            <a:gd name="T25" fmla="*/ 30 h 35"/>
                            <a:gd name="T26" fmla="*/ 40 w 50"/>
                            <a:gd name="T27" fmla="*/ 30 h 35"/>
                            <a:gd name="T28" fmla="*/ 45 w 50"/>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35">
                              <a:moveTo>
                                <a:pt x="50" y="0"/>
                              </a:moveTo>
                              <a:lnTo>
                                <a:pt x="45" y="35"/>
                              </a:lnTo>
                              <a:lnTo>
                                <a:pt x="40" y="35"/>
                              </a:lnTo>
                              <a:lnTo>
                                <a:pt x="45" y="0"/>
                              </a:lnTo>
                              <a:lnTo>
                                <a:pt x="50" y="0"/>
                              </a:lnTo>
                              <a:close/>
                              <a:moveTo>
                                <a:pt x="45" y="35"/>
                              </a:moveTo>
                              <a:lnTo>
                                <a:pt x="45" y="35"/>
                              </a:lnTo>
                              <a:lnTo>
                                <a:pt x="40" y="35"/>
                              </a:lnTo>
                              <a:lnTo>
                                <a:pt x="45" y="35"/>
                              </a:lnTo>
                              <a:close/>
                              <a:moveTo>
                                <a:pt x="45" y="35"/>
                              </a:moveTo>
                              <a:lnTo>
                                <a:pt x="40" y="35"/>
                              </a:lnTo>
                              <a:lnTo>
                                <a:pt x="0" y="35"/>
                              </a:lnTo>
                              <a:lnTo>
                                <a:pt x="0" y="30"/>
                              </a:lnTo>
                              <a:lnTo>
                                <a:pt x="40"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85"/>
                      <wps:cNvSpPr>
                        <a:spLocks noEditPoints="1"/>
                      </wps:cNvSpPr>
                      <wps:spPr bwMode="auto">
                        <a:xfrm>
                          <a:off x="82550" y="359410"/>
                          <a:ext cx="28575" cy="25400"/>
                        </a:xfrm>
                        <a:custGeom>
                          <a:avLst/>
                          <a:gdLst>
                            <a:gd name="T0" fmla="*/ 45 w 45"/>
                            <a:gd name="T1" fmla="*/ 0 h 40"/>
                            <a:gd name="T2" fmla="*/ 45 w 45"/>
                            <a:gd name="T3" fmla="*/ 35 h 40"/>
                            <a:gd name="T4" fmla="*/ 40 w 45"/>
                            <a:gd name="T5" fmla="*/ 35 h 40"/>
                            <a:gd name="T6" fmla="*/ 40 w 45"/>
                            <a:gd name="T7" fmla="*/ 0 h 40"/>
                            <a:gd name="T8" fmla="*/ 45 w 45"/>
                            <a:gd name="T9" fmla="*/ 0 h 40"/>
                            <a:gd name="T10" fmla="*/ 45 w 45"/>
                            <a:gd name="T11" fmla="*/ 35 h 40"/>
                            <a:gd name="T12" fmla="*/ 45 w 45"/>
                            <a:gd name="T13" fmla="*/ 40 h 40"/>
                            <a:gd name="T14" fmla="*/ 40 w 45"/>
                            <a:gd name="T15" fmla="*/ 40 h 40"/>
                            <a:gd name="T16" fmla="*/ 45 w 45"/>
                            <a:gd name="T17" fmla="*/ 35 h 40"/>
                            <a:gd name="T18" fmla="*/ 45 w 45"/>
                            <a:gd name="T19" fmla="*/ 35 h 40"/>
                            <a:gd name="T20" fmla="*/ 40 w 45"/>
                            <a:gd name="T21" fmla="*/ 40 h 40"/>
                            <a:gd name="T22" fmla="*/ 0 w 45"/>
                            <a:gd name="T23" fmla="*/ 35 h 40"/>
                            <a:gd name="T24" fmla="*/ 0 w 45"/>
                            <a:gd name="T25" fmla="*/ 30 h 40"/>
                            <a:gd name="T26" fmla="*/ 40 w 45"/>
                            <a:gd name="T27" fmla="*/ 35 h 40"/>
                            <a:gd name="T28" fmla="*/ 45 w 45"/>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0"/>
                              </a:moveTo>
                              <a:lnTo>
                                <a:pt x="45" y="35"/>
                              </a:lnTo>
                              <a:lnTo>
                                <a:pt x="40" y="35"/>
                              </a:lnTo>
                              <a:lnTo>
                                <a:pt x="40" y="0"/>
                              </a:lnTo>
                              <a:lnTo>
                                <a:pt x="45" y="0"/>
                              </a:lnTo>
                              <a:close/>
                              <a:moveTo>
                                <a:pt x="45" y="35"/>
                              </a:moveTo>
                              <a:lnTo>
                                <a:pt x="45" y="40"/>
                              </a:lnTo>
                              <a:lnTo>
                                <a:pt x="40" y="40"/>
                              </a:lnTo>
                              <a:lnTo>
                                <a:pt x="45" y="35"/>
                              </a:lnTo>
                              <a:close/>
                              <a:moveTo>
                                <a:pt x="45" y="35"/>
                              </a:moveTo>
                              <a:lnTo>
                                <a:pt x="40" y="40"/>
                              </a:lnTo>
                              <a:lnTo>
                                <a:pt x="0" y="35"/>
                              </a:lnTo>
                              <a:lnTo>
                                <a:pt x="0" y="30"/>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86"/>
                      <wps:cNvSpPr>
                        <a:spLocks noEditPoints="1"/>
                      </wps:cNvSpPr>
                      <wps:spPr bwMode="auto">
                        <a:xfrm>
                          <a:off x="95250" y="368935"/>
                          <a:ext cx="28575" cy="25400"/>
                        </a:xfrm>
                        <a:custGeom>
                          <a:avLst/>
                          <a:gdLst>
                            <a:gd name="T0" fmla="*/ 0 w 45"/>
                            <a:gd name="T1" fmla="*/ 35 h 40"/>
                            <a:gd name="T2" fmla="*/ 40 w 45"/>
                            <a:gd name="T3" fmla="*/ 35 h 40"/>
                            <a:gd name="T4" fmla="*/ 40 w 45"/>
                            <a:gd name="T5" fmla="*/ 40 h 40"/>
                            <a:gd name="T6" fmla="*/ 0 w 45"/>
                            <a:gd name="T7" fmla="*/ 40 h 40"/>
                            <a:gd name="T8" fmla="*/ 0 w 45"/>
                            <a:gd name="T9" fmla="*/ 35 h 40"/>
                            <a:gd name="T10" fmla="*/ 45 w 45"/>
                            <a:gd name="T11" fmla="*/ 35 h 40"/>
                            <a:gd name="T12" fmla="*/ 45 w 45"/>
                            <a:gd name="T13" fmla="*/ 40 h 40"/>
                            <a:gd name="T14" fmla="*/ 40 w 45"/>
                            <a:gd name="T15" fmla="*/ 40 h 40"/>
                            <a:gd name="T16" fmla="*/ 45 w 45"/>
                            <a:gd name="T17" fmla="*/ 35 h 40"/>
                            <a:gd name="T18" fmla="*/ 40 w 45"/>
                            <a:gd name="T19" fmla="*/ 40 h 40"/>
                            <a:gd name="T20" fmla="*/ 40 w 45"/>
                            <a:gd name="T21" fmla="*/ 35 h 40"/>
                            <a:gd name="T22" fmla="*/ 40 w 45"/>
                            <a:gd name="T23" fmla="*/ 0 h 40"/>
                            <a:gd name="T24" fmla="*/ 45 w 45"/>
                            <a:gd name="T25" fmla="*/ 0 h 40"/>
                            <a:gd name="T26" fmla="*/ 45 w 45"/>
                            <a:gd name="T27" fmla="*/ 35 h 40"/>
                            <a:gd name="T28" fmla="*/ 40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0" y="35"/>
                              </a:moveTo>
                              <a:lnTo>
                                <a:pt x="40" y="35"/>
                              </a:lnTo>
                              <a:lnTo>
                                <a:pt x="40" y="40"/>
                              </a:lnTo>
                              <a:lnTo>
                                <a:pt x="0" y="40"/>
                              </a:lnTo>
                              <a:lnTo>
                                <a:pt x="0" y="35"/>
                              </a:lnTo>
                              <a:close/>
                              <a:moveTo>
                                <a:pt x="45" y="35"/>
                              </a:moveTo>
                              <a:lnTo>
                                <a:pt x="45" y="40"/>
                              </a:lnTo>
                              <a:lnTo>
                                <a:pt x="40" y="40"/>
                              </a:lnTo>
                              <a:lnTo>
                                <a:pt x="45" y="35"/>
                              </a:lnTo>
                              <a:close/>
                              <a:moveTo>
                                <a:pt x="40" y="40"/>
                              </a:moveTo>
                              <a:lnTo>
                                <a:pt x="40" y="35"/>
                              </a:lnTo>
                              <a:lnTo>
                                <a:pt x="40" y="0"/>
                              </a:lnTo>
                              <a:lnTo>
                                <a:pt x="45" y="0"/>
                              </a:lnTo>
                              <a:lnTo>
                                <a:pt x="45" y="35"/>
                              </a:lnTo>
                              <a:lnTo>
                                <a:pt x="40"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87"/>
                      <wps:cNvSpPr>
                        <a:spLocks noEditPoints="1"/>
                      </wps:cNvSpPr>
                      <wps:spPr bwMode="auto">
                        <a:xfrm>
                          <a:off x="123825" y="384810"/>
                          <a:ext cx="28575" cy="31750"/>
                        </a:xfrm>
                        <a:custGeom>
                          <a:avLst/>
                          <a:gdLst>
                            <a:gd name="T0" fmla="*/ 40 w 45"/>
                            <a:gd name="T1" fmla="*/ 0 h 50"/>
                            <a:gd name="T2" fmla="*/ 45 w 45"/>
                            <a:gd name="T3" fmla="*/ 35 h 50"/>
                            <a:gd name="T4" fmla="*/ 40 w 45"/>
                            <a:gd name="T5" fmla="*/ 35 h 50"/>
                            <a:gd name="T6" fmla="*/ 35 w 45"/>
                            <a:gd name="T7" fmla="*/ 5 h 50"/>
                            <a:gd name="T8" fmla="*/ 40 w 45"/>
                            <a:gd name="T9" fmla="*/ 0 h 50"/>
                            <a:gd name="T10" fmla="*/ 45 w 45"/>
                            <a:gd name="T11" fmla="*/ 35 h 50"/>
                            <a:gd name="T12" fmla="*/ 45 w 45"/>
                            <a:gd name="T13" fmla="*/ 40 h 50"/>
                            <a:gd name="T14" fmla="*/ 45 w 45"/>
                            <a:gd name="T15" fmla="*/ 40 h 50"/>
                            <a:gd name="T16" fmla="*/ 45 w 45"/>
                            <a:gd name="T17" fmla="*/ 35 h 50"/>
                            <a:gd name="T18" fmla="*/ 45 w 45"/>
                            <a:gd name="T19" fmla="*/ 35 h 50"/>
                            <a:gd name="T20" fmla="*/ 45 w 45"/>
                            <a:gd name="T21" fmla="*/ 40 h 50"/>
                            <a:gd name="T22" fmla="*/ 0 w 45"/>
                            <a:gd name="T23" fmla="*/ 50 h 50"/>
                            <a:gd name="T24" fmla="*/ 0 w 45"/>
                            <a:gd name="T25" fmla="*/ 45 h 50"/>
                            <a:gd name="T26" fmla="*/ 40 w 45"/>
                            <a:gd name="T27" fmla="*/ 35 h 50"/>
                            <a:gd name="T28" fmla="*/ 45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40" y="0"/>
                              </a:moveTo>
                              <a:lnTo>
                                <a:pt x="45" y="35"/>
                              </a:lnTo>
                              <a:lnTo>
                                <a:pt x="40" y="35"/>
                              </a:lnTo>
                              <a:lnTo>
                                <a:pt x="35" y="5"/>
                              </a:lnTo>
                              <a:lnTo>
                                <a:pt x="40" y="0"/>
                              </a:lnTo>
                              <a:close/>
                              <a:moveTo>
                                <a:pt x="45" y="35"/>
                              </a:moveTo>
                              <a:lnTo>
                                <a:pt x="45" y="40"/>
                              </a:lnTo>
                              <a:lnTo>
                                <a:pt x="45" y="35"/>
                              </a:lnTo>
                              <a:close/>
                              <a:moveTo>
                                <a:pt x="45" y="35"/>
                              </a:moveTo>
                              <a:lnTo>
                                <a:pt x="45" y="40"/>
                              </a:lnTo>
                              <a:lnTo>
                                <a:pt x="0" y="50"/>
                              </a:lnTo>
                              <a:lnTo>
                                <a:pt x="0" y="45"/>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88"/>
                      <wps:cNvSpPr>
                        <a:spLocks noEditPoints="1"/>
                      </wps:cNvSpPr>
                      <wps:spPr bwMode="auto">
                        <a:xfrm>
                          <a:off x="107950" y="378460"/>
                          <a:ext cx="28575" cy="28575"/>
                        </a:xfrm>
                        <a:custGeom>
                          <a:avLst/>
                          <a:gdLst>
                            <a:gd name="T0" fmla="*/ 45 w 45"/>
                            <a:gd name="T1" fmla="*/ 0 h 45"/>
                            <a:gd name="T2" fmla="*/ 45 w 45"/>
                            <a:gd name="T3" fmla="*/ 35 h 45"/>
                            <a:gd name="T4" fmla="*/ 40 w 45"/>
                            <a:gd name="T5" fmla="*/ 35 h 45"/>
                            <a:gd name="T6" fmla="*/ 40 w 45"/>
                            <a:gd name="T7" fmla="*/ 0 h 45"/>
                            <a:gd name="T8" fmla="*/ 45 w 45"/>
                            <a:gd name="T9" fmla="*/ 0 h 45"/>
                            <a:gd name="T10" fmla="*/ 45 w 45"/>
                            <a:gd name="T11" fmla="*/ 35 h 45"/>
                            <a:gd name="T12" fmla="*/ 45 w 45"/>
                            <a:gd name="T13" fmla="*/ 35 h 45"/>
                            <a:gd name="T14" fmla="*/ 45 w 45"/>
                            <a:gd name="T15" fmla="*/ 35 h 45"/>
                            <a:gd name="T16" fmla="*/ 45 w 45"/>
                            <a:gd name="T17" fmla="*/ 35 h 45"/>
                            <a:gd name="T18" fmla="*/ 45 w 45"/>
                            <a:gd name="T19" fmla="*/ 35 h 45"/>
                            <a:gd name="T20" fmla="*/ 45 w 45"/>
                            <a:gd name="T21" fmla="*/ 35 h 45"/>
                            <a:gd name="T22" fmla="*/ 5 w 45"/>
                            <a:gd name="T23" fmla="*/ 45 h 45"/>
                            <a:gd name="T24" fmla="*/ 0 w 45"/>
                            <a:gd name="T25" fmla="*/ 40 h 45"/>
                            <a:gd name="T26" fmla="*/ 45 w 45"/>
                            <a:gd name="T27" fmla="*/ 30 h 45"/>
                            <a:gd name="T28" fmla="*/ 45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45" y="0"/>
                              </a:moveTo>
                              <a:lnTo>
                                <a:pt x="45" y="35"/>
                              </a:lnTo>
                              <a:lnTo>
                                <a:pt x="40" y="35"/>
                              </a:lnTo>
                              <a:lnTo>
                                <a:pt x="40" y="0"/>
                              </a:lnTo>
                              <a:lnTo>
                                <a:pt x="45" y="0"/>
                              </a:lnTo>
                              <a:close/>
                              <a:moveTo>
                                <a:pt x="45" y="35"/>
                              </a:moveTo>
                              <a:lnTo>
                                <a:pt x="45" y="35"/>
                              </a:lnTo>
                              <a:close/>
                              <a:moveTo>
                                <a:pt x="45" y="35"/>
                              </a:moveTo>
                              <a:lnTo>
                                <a:pt x="45" y="35"/>
                              </a:lnTo>
                              <a:lnTo>
                                <a:pt x="5" y="45"/>
                              </a:lnTo>
                              <a:lnTo>
                                <a:pt x="0" y="40"/>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89"/>
                      <wps:cNvSpPr>
                        <a:spLocks noEditPoints="1"/>
                      </wps:cNvSpPr>
                      <wps:spPr bwMode="auto">
                        <a:xfrm>
                          <a:off x="31750" y="290195"/>
                          <a:ext cx="41275" cy="31750"/>
                        </a:xfrm>
                        <a:custGeom>
                          <a:avLst/>
                          <a:gdLst>
                            <a:gd name="T0" fmla="*/ 65 w 65"/>
                            <a:gd name="T1" fmla="*/ 20 h 50"/>
                            <a:gd name="T2" fmla="*/ 65 w 65"/>
                            <a:gd name="T3" fmla="*/ 20 h 50"/>
                            <a:gd name="T4" fmla="*/ 65 w 65"/>
                            <a:gd name="T5" fmla="*/ 20 h 50"/>
                            <a:gd name="T6" fmla="*/ 65 w 65"/>
                            <a:gd name="T7" fmla="*/ 20 h 50"/>
                            <a:gd name="T8" fmla="*/ 65 w 65"/>
                            <a:gd name="T9" fmla="*/ 20 h 50"/>
                            <a:gd name="T10" fmla="*/ 65 w 65"/>
                            <a:gd name="T11" fmla="*/ 20 h 50"/>
                            <a:gd name="T12" fmla="*/ 45 w 65"/>
                            <a:gd name="T13" fmla="*/ 50 h 50"/>
                            <a:gd name="T14" fmla="*/ 40 w 65"/>
                            <a:gd name="T15" fmla="*/ 50 h 50"/>
                            <a:gd name="T16" fmla="*/ 60 w 65"/>
                            <a:gd name="T17" fmla="*/ 20 h 50"/>
                            <a:gd name="T18" fmla="*/ 65 w 65"/>
                            <a:gd name="T19" fmla="*/ 20 h 50"/>
                            <a:gd name="T20" fmla="*/ 45 w 65"/>
                            <a:gd name="T21" fmla="*/ 50 h 50"/>
                            <a:gd name="T22" fmla="*/ 45 w 65"/>
                            <a:gd name="T23" fmla="*/ 50 h 50"/>
                            <a:gd name="T24" fmla="*/ 40 w 65"/>
                            <a:gd name="T25" fmla="*/ 50 h 50"/>
                            <a:gd name="T26" fmla="*/ 45 w 65"/>
                            <a:gd name="T27" fmla="*/ 50 h 50"/>
                            <a:gd name="T28" fmla="*/ 45 w 65"/>
                            <a:gd name="T29" fmla="*/ 50 h 50"/>
                            <a:gd name="T30" fmla="*/ 40 w 65"/>
                            <a:gd name="T31" fmla="*/ 50 h 50"/>
                            <a:gd name="T32" fmla="*/ 5 w 65"/>
                            <a:gd name="T33" fmla="*/ 35 h 50"/>
                            <a:gd name="T34" fmla="*/ 5 w 65"/>
                            <a:gd name="T35" fmla="*/ 30 h 50"/>
                            <a:gd name="T36" fmla="*/ 45 w 65"/>
                            <a:gd name="T37" fmla="*/ 45 h 50"/>
                            <a:gd name="T38" fmla="*/ 45 w 65"/>
                            <a:gd name="T39" fmla="*/ 50 h 50"/>
                            <a:gd name="T40" fmla="*/ 5 w 65"/>
                            <a:gd name="T41" fmla="*/ 35 h 50"/>
                            <a:gd name="T42" fmla="*/ 0 w 65"/>
                            <a:gd name="T43" fmla="*/ 35 h 50"/>
                            <a:gd name="T44" fmla="*/ 5 w 65"/>
                            <a:gd name="T45" fmla="*/ 35 h 50"/>
                            <a:gd name="T46" fmla="*/ 5 w 65"/>
                            <a:gd name="T47" fmla="*/ 35 h 50"/>
                            <a:gd name="T48" fmla="*/ 5 w 65"/>
                            <a:gd name="T49" fmla="*/ 35 h 50"/>
                            <a:gd name="T50" fmla="*/ 5 w 65"/>
                            <a:gd name="T51" fmla="*/ 35 h 50"/>
                            <a:gd name="T52" fmla="*/ 25 w 65"/>
                            <a:gd name="T53" fmla="*/ 5 h 50"/>
                            <a:gd name="T54" fmla="*/ 30 w 65"/>
                            <a:gd name="T55" fmla="*/ 5 h 50"/>
                            <a:gd name="T56" fmla="*/ 5 w 65"/>
                            <a:gd name="T57" fmla="*/ 35 h 50"/>
                            <a:gd name="T58" fmla="*/ 5 w 65"/>
                            <a:gd name="T59" fmla="*/ 35 h 50"/>
                            <a:gd name="T60" fmla="*/ 25 w 65"/>
                            <a:gd name="T61" fmla="*/ 5 h 50"/>
                            <a:gd name="T62" fmla="*/ 25 w 65"/>
                            <a:gd name="T63" fmla="*/ 0 h 50"/>
                            <a:gd name="T64" fmla="*/ 25 w 65"/>
                            <a:gd name="T65" fmla="*/ 0 h 50"/>
                            <a:gd name="T66" fmla="*/ 25 w 65"/>
                            <a:gd name="T67" fmla="*/ 5 h 50"/>
                            <a:gd name="T68" fmla="*/ 25 w 65"/>
                            <a:gd name="T69" fmla="*/ 5 h 50"/>
                            <a:gd name="T70" fmla="*/ 25 w 65"/>
                            <a:gd name="T71" fmla="*/ 0 h 50"/>
                            <a:gd name="T72" fmla="*/ 65 w 65"/>
                            <a:gd name="T73" fmla="*/ 20 h 50"/>
                            <a:gd name="T74" fmla="*/ 60 w 65"/>
                            <a:gd name="T75" fmla="*/ 20 h 50"/>
                            <a:gd name="T76" fmla="*/ 25 w 65"/>
                            <a:gd name="T77" fmla="*/ 5 h 50"/>
                            <a:gd name="T78" fmla="*/ 25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65" y="20"/>
                              </a:moveTo>
                              <a:lnTo>
                                <a:pt x="65" y="20"/>
                              </a:lnTo>
                              <a:close/>
                              <a:moveTo>
                                <a:pt x="65" y="20"/>
                              </a:moveTo>
                              <a:lnTo>
                                <a:pt x="65" y="20"/>
                              </a:lnTo>
                              <a:lnTo>
                                <a:pt x="45" y="50"/>
                              </a:lnTo>
                              <a:lnTo>
                                <a:pt x="40" y="50"/>
                              </a:lnTo>
                              <a:lnTo>
                                <a:pt x="60" y="20"/>
                              </a:lnTo>
                              <a:lnTo>
                                <a:pt x="65" y="20"/>
                              </a:lnTo>
                              <a:close/>
                              <a:moveTo>
                                <a:pt x="45" y="50"/>
                              </a:moveTo>
                              <a:lnTo>
                                <a:pt x="45" y="50"/>
                              </a:lnTo>
                              <a:lnTo>
                                <a:pt x="40" y="50"/>
                              </a:lnTo>
                              <a:lnTo>
                                <a:pt x="45" y="50"/>
                              </a:lnTo>
                              <a:close/>
                              <a:moveTo>
                                <a:pt x="45" y="50"/>
                              </a:moveTo>
                              <a:lnTo>
                                <a:pt x="40" y="50"/>
                              </a:lnTo>
                              <a:lnTo>
                                <a:pt x="5" y="35"/>
                              </a:lnTo>
                              <a:lnTo>
                                <a:pt x="5" y="30"/>
                              </a:lnTo>
                              <a:lnTo>
                                <a:pt x="45" y="45"/>
                              </a:lnTo>
                              <a:lnTo>
                                <a:pt x="45" y="50"/>
                              </a:lnTo>
                              <a:close/>
                              <a:moveTo>
                                <a:pt x="5" y="35"/>
                              </a:moveTo>
                              <a:lnTo>
                                <a:pt x="0" y="35"/>
                              </a:lnTo>
                              <a:lnTo>
                                <a:pt x="5" y="35"/>
                              </a:lnTo>
                              <a:close/>
                              <a:moveTo>
                                <a:pt x="5" y="35"/>
                              </a:moveTo>
                              <a:lnTo>
                                <a:pt x="5" y="35"/>
                              </a:lnTo>
                              <a:lnTo>
                                <a:pt x="25" y="5"/>
                              </a:lnTo>
                              <a:lnTo>
                                <a:pt x="30" y="5"/>
                              </a:lnTo>
                              <a:lnTo>
                                <a:pt x="5" y="35"/>
                              </a:lnTo>
                              <a:close/>
                              <a:moveTo>
                                <a:pt x="25" y="5"/>
                              </a:moveTo>
                              <a:lnTo>
                                <a:pt x="25" y="0"/>
                              </a:lnTo>
                              <a:lnTo>
                                <a:pt x="25" y="5"/>
                              </a:lnTo>
                              <a:close/>
                              <a:moveTo>
                                <a:pt x="25" y="5"/>
                              </a:moveTo>
                              <a:lnTo>
                                <a:pt x="25" y="0"/>
                              </a:lnTo>
                              <a:lnTo>
                                <a:pt x="65" y="20"/>
                              </a:lnTo>
                              <a:lnTo>
                                <a:pt x="60" y="20"/>
                              </a:lnTo>
                              <a:lnTo>
                                <a:pt x="25"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90"/>
                      <wps:cNvSpPr>
                        <a:spLocks/>
                      </wps:cNvSpPr>
                      <wps:spPr bwMode="auto">
                        <a:xfrm>
                          <a:off x="254000" y="312420"/>
                          <a:ext cx="180975" cy="132080"/>
                        </a:xfrm>
                        <a:custGeom>
                          <a:avLst/>
                          <a:gdLst>
                            <a:gd name="T0" fmla="*/ 0 w 285"/>
                            <a:gd name="T1" fmla="*/ 203 h 208"/>
                            <a:gd name="T2" fmla="*/ 25 w 285"/>
                            <a:gd name="T3" fmla="*/ 198 h 208"/>
                            <a:gd name="T4" fmla="*/ 45 w 285"/>
                            <a:gd name="T5" fmla="*/ 193 h 208"/>
                            <a:gd name="T6" fmla="*/ 70 w 285"/>
                            <a:gd name="T7" fmla="*/ 183 h 208"/>
                            <a:gd name="T8" fmla="*/ 95 w 285"/>
                            <a:gd name="T9" fmla="*/ 178 h 208"/>
                            <a:gd name="T10" fmla="*/ 115 w 285"/>
                            <a:gd name="T11" fmla="*/ 169 h 208"/>
                            <a:gd name="T12" fmla="*/ 135 w 285"/>
                            <a:gd name="T13" fmla="*/ 159 h 208"/>
                            <a:gd name="T14" fmla="*/ 155 w 285"/>
                            <a:gd name="T15" fmla="*/ 144 h 208"/>
                            <a:gd name="T16" fmla="*/ 175 w 285"/>
                            <a:gd name="T17" fmla="*/ 134 h 208"/>
                            <a:gd name="T18" fmla="*/ 195 w 285"/>
                            <a:gd name="T19" fmla="*/ 119 h 208"/>
                            <a:gd name="T20" fmla="*/ 210 w 285"/>
                            <a:gd name="T21" fmla="*/ 104 h 208"/>
                            <a:gd name="T22" fmla="*/ 225 w 285"/>
                            <a:gd name="T23" fmla="*/ 89 h 208"/>
                            <a:gd name="T24" fmla="*/ 240 w 285"/>
                            <a:gd name="T25" fmla="*/ 69 h 208"/>
                            <a:gd name="T26" fmla="*/ 250 w 285"/>
                            <a:gd name="T27" fmla="*/ 54 h 208"/>
                            <a:gd name="T28" fmla="*/ 265 w 285"/>
                            <a:gd name="T29" fmla="*/ 34 h 208"/>
                            <a:gd name="T30" fmla="*/ 270 w 285"/>
                            <a:gd name="T31" fmla="*/ 15 h 208"/>
                            <a:gd name="T32" fmla="*/ 280 w 285"/>
                            <a:gd name="T33" fmla="*/ 0 h 208"/>
                            <a:gd name="T34" fmla="*/ 280 w 285"/>
                            <a:gd name="T35" fmla="*/ 10 h 208"/>
                            <a:gd name="T36" fmla="*/ 270 w 285"/>
                            <a:gd name="T37" fmla="*/ 29 h 208"/>
                            <a:gd name="T38" fmla="*/ 260 w 285"/>
                            <a:gd name="T39" fmla="*/ 49 h 208"/>
                            <a:gd name="T40" fmla="*/ 250 w 285"/>
                            <a:gd name="T41" fmla="*/ 64 h 208"/>
                            <a:gd name="T42" fmla="*/ 235 w 285"/>
                            <a:gd name="T43" fmla="*/ 84 h 208"/>
                            <a:gd name="T44" fmla="*/ 220 w 285"/>
                            <a:gd name="T45" fmla="*/ 99 h 208"/>
                            <a:gd name="T46" fmla="*/ 205 w 285"/>
                            <a:gd name="T47" fmla="*/ 114 h 208"/>
                            <a:gd name="T48" fmla="*/ 190 w 285"/>
                            <a:gd name="T49" fmla="*/ 129 h 208"/>
                            <a:gd name="T50" fmla="*/ 170 w 285"/>
                            <a:gd name="T51" fmla="*/ 144 h 208"/>
                            <a:gd name="T52" fmla="*/ 150 w 285"/>
                            <a:gd name="T53" fmla="*/ 154 h 208"/>
                            <a:gd name="T54" fmla="*/ 130 w 285"/>
                            <a:gd name="T55" fmla="*/ 169 h 208"/>
                            <a:gd name="T56" fmla="*/ 105 w 285"/>
                            <a:gd name="T57" fmla="*/ 178 h 208"/>
                            <a:gd name="T58" fmla="*/ 85 w 285"/>
                            <a:gd name="T59" fmla="*/ 188 h 208"/>
                            <a:gd name="T60" fmla="*/ 60 w 285"/>
                            <a:gd name="T61" fmla="*/ 193 h 208"/>
                            <a:gd name="T62" fmla="*/ 35 w 285"/>
                            <a:gd name="T63" fmla="*/ 198 h 208"/>
                            <a:gd name="T64" fmla="*/ 10 w 285"/>
                            <a:gd name="T65" fmla="*/ 203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5" h="208">
                              <a:moveTo>
                                <a:pt x="0" y="208"/>
                              </a:moveTo>
                              <a:lnTo>
                                <a:pt x="0" y="203"/>
                              </a:lnTo>
                              <a:lnTo>
                                <a:pt x="10" y="198"/>
                              </a:lnTo>
                              <a:lnTo>
                                <a:pt x="25" y="198"/>
                              </a:lnTo>
                              <a:lnTo>
                                <a:pt x="35" y="193"/>
                              </a:lnTo>
                              <a:lnTo>
                                <a:pt x="45" y="193"/>
                              </a:lnTo>
                              <a:lnTo>
                                <a:pt x="60" y="188"/>
                              </a:lnTo>
                              <a:lnTo>
                                <a:pt x="70" y="183"/>
                              </a:lnTo>
                              <a:lnTo>
                                <a:pt x="85" y="183"/>
                              </a:lnTo>
                              <a:lnTo>
                                <a:pt x="95" y="178"/>
                              </a:lnTo>
                              <a:lnTo>
                                <a:pt x="105" y="173"/>
                              </a:lnTo>
                              <a:lnTo>
                                <a:pt x="115" y="169"/>
                              </a:lnTo>
                              <a:lnTo>
                                <a:pt x="125" y="164"/>
                              </a:lnTo>
                              <a:lnTo>
                                <a:pt x="135" y="159"/>
                              </a:lnTo>
                              <a:lnTo>
                                <a:pt x="145" y="154"/>
                              </a:lnTo>
                              <a:lnTo>
                                <a:pt x="155" y="144"/>
                              </a:lnTo>
                              <a:lnTo>
                                <a:pt x="165" y="139"/>
                              </a:lnTo>
                              <a:lnTo>
                                <a:pt x="175" y="134"/>
                              </a:lnTo>
                              <a:lnTo>
                                <a:pt x="185" y="124"/>
                              </a:lnTo>
                              <a:lnTo>
                                <a:pt x="195" y="119"/>
                              </a:lnTo>
                              <a:lnTo>
                                <a:pt x="200" y="109"/>
                              </a:lnTo>
                              <a:lnTo>
                                <a:pt x="210" y="104"/>
                              </a:lnTo>
                              <a:lnTo>
                                <a:pt x="220" y="94"/>
                              </a:lnTo>
                              <a:lnTo>
                                <a:pt x="225" y="89"/>
                              </a:lnTo>
                              <a:lnTo>
                                <a:pt x="235" y="79"/>
                              </a:lnTo>
                              <a:lnTo>
                                <a:pt x="240" y="69"/>
                              </a:lnTo>
                              <a:lnTo>
                                <a:pt x="245" y="64"/>
                              </a:lnTo>
                              <a:lnTo>
                                <a:pt x="250" y="54"/>
                              </a:lnTo>
                              <a:lnTo>
                                <a:pt x="260" y="44"/>
                              </a:lnTo>
                              <a:lnTo>
                                <a:pt x="265" y="34"/>
                              </a:lnTo>
                              <a:lnTo>
                                <a:pt x="270" y="24"/>
                              </a:lnTo>
                              <a:lnTo>
                                <a:pt x="270" y="15"/>
                              </a:lnTo>
                              <a:lnTo>
                                <a:pt x="275" y="5"/>
                              </a:lnTo>
                              <a:lnTo>
                                <a:pt x="280" y="0"/>
                              </a:lnTo>
                              <a:lnTo>
                                <a:pt x="285" y="0"/>
                              </a:lnTo>
                              <a:lnTo>
                                <a:pt x="280" y="10"/>
                              </a:lnTo>
                              <a:lnTo>
                                <a:pt x="275" y="20"/>
                              </a:lnTo>
                              <a:lnTo>
                                <a:pt x="270" y="29"/>
                              </a:lnTo>
                              <a:lnTo>
                                <a:pt x="265" y="39"/>
                              </a:lnTo>
                              <a:lnTo>
                                <a:pt x="260" y="49"/>
                              </a:lnTo>
                              <a:lnTo>
                                <a:pt x="255" y="54"/>
                              </a:lnTo>
                              <a:lnTo>
                                <a:pt x="250" y="64"/>
                              </a:lnTo>
                              <a:lnTo>
                                <a:pt x="245" y="74"/>
                              </a:lnTo>
                              <a:lnTo>
                                <a:pt x="235" y="84"/>
                              </a:lnTo>
                              <a:lnTo>
                                <a:pt x="230" y="89"/>
                              </a:lnTo>
                              <a:lnTo>
                                <a:pt x="220" y="99"/>
                              </a:lnTo>
                              <a:lnTo>
                                <a:pt x="215" y="109"/>
                              </a:lnTo>
                              <a:lnTo>
                                <a:pt x="205" y="114"/>
                              </a:lnTo>
                              <a:lnTo>
                                <a:pt x="195" y="124"/>
                              </a:lnTo>
                              <a:lnTo>
                                <a:pt x="190" y="129"/>
                              </a:lnTo>
                              <a:lnTo>
                                <a:pt x="180" y="134"/>
                              </a:lnTo>
                              <a:lnTo>
                                <a:pt x="170" y="144"/>
                              </a:lnTo>
                              <a:lnTo>
                                <a:pt x="160" y="149"/>
                              </a:lnTo>
                              <a:lnTo>
                                <a:pt x="150" y="154"/>
                              </a:lnTo>
                              <a:lnTo>
                                <a:pt x="140" y="164"/>
                              </a:lnTo>
                              <a:lnTo>
                                <a:pt x="130" y="169"/>
                              </a:lnTo>
                              <a:lnTo>
                                <a:pt x="120" y="173"/>
                              </a:lnTo>
                              <a:lnTo>
                                <a:pt x="105" y="178"/>
                              </a:lnTo>
                              <a:lnTo>
                                <a:pt x="95" y="183"/>
                              </a:lnTo>
                              <a:lnTo>
                                <a:pt x="85" y="188"/>
                              </a:lnTo>
                              <a:lnTo>
                                <a:pt x="75" y="188"/>
                              </a:lnTo>
                              <a:lnTo>
                                <a:pt x="60" y="193"/>
                              </a:lnTo>
                              <a:lnTo>
                                <a:pt x="50" y="198"/>
                              </a:lnTo>
                              <a:lnTo>
                                <a:pt x="35" y="198"/>
                              </a:lnTo>
                              <a:lnTo>
                                <a:pt x="25" y="203"/>
                              </a:lnTo>
                              <a:lnTo>
                                <a:pt x="10" y="203"/>
                              </a:lnTo>
                              <a:lnTo>
                                <a:pt x="0" y="208"/>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91"/>
                      <wps:cNvSpPr>
                        <a:spLocks/>
                      </wps:cNvSpPr>
                      <wps:spPr bwMode="auto">
                        <a:xfrm>
                          <a:off x="234950" y="293370"/>
                          <a:ext cx="184150" cy="135255"/>
                        </a:xfrm>
                        <a:custGeom>
                          <a:avLst/>
                          <a:gdLst>
                            <a:gd name="T0" fmla="*/ 0 w 290"/>
                            <a:gd name="T1" fmla="*/ 208 h 213"/>
                            <a:gd name="T2" fmla="*/ 25 w 290"/>
                            <a:gd name="T3" fmla="*/ 208 h 213"/>
                            <a:gd name="T4" fmla="*/ 50 w 290"/>
                            <a:gd name="T5" fmla="*/ 203 h 213"/>
                            <a:gd name="T6" fmla="*/ 75 w 290"/>
                            <a:gd name="T7" fmla="*/ 199 h 213"/>
                            <a:gd name="T8" fmla="*/ 100 w 290"/>
                            <a:gd name="T9" fmla="*/ 189 h 213"/>
                            <a:gd name="T10" fmla="*/ 120 w 290"/>
                            <a:gd name="T11" fmla="*/ 179 h 213"/>
                            <a:gd name="T12" fmla="*/ 145 w 290"/>
                            <a:gd name="T13" fmla="*/ 169 h 213"/>
                            <a:gd name="T14" fmla="*/ 165 w 290"/>
                            <a:gd name="T15" fmla="*/ 159 h 213"/>
                            <a:gd name="T16" fmla="*/ 185 w 290"/>
                            <a:gd name="T17" fmla="*/ 144 h 213"/>
                            <a:gd name="T18" fmla="*/ 205 w 290"/>
                            <a:gd name="T19" fmla="*/ 129 h 213"/>
                            <a:gd name="T20" fmla="*/ 220 w 290"/>
                            <a:gd name="T21" fmla="*/ 114 h 213"/>
                            <a:gd name="T22" fmla="*/ 235 w 290"/>
                            <a:gd name="T23" fmla="*/ 94 h 213"/>
                            <a:gd name="T24" fmla="*/ 250 w 290"/>
                            <a:gd name="T25" fmla="*/ 79 h 213"/>
                            <a:gd name="T26" fmla="*/ 260 w 290"/>
                            <a:gd name="T27" fmla="*/ 59 h 213"/>
                            <a:gd name="T28" fmla="*/ 270 w 290"/>
                            <a:gd name="T29" fmla="*/ 40 h 213"/>
                            <a:gd name="T30" fmla="*/ 280 w 290"/>
                            <a:gd name="T31" fmla="*/ 20 h 213"/>
                            <a:gd name="T32" fmla="*/ 285 w 290"/>
                            <a:gd name="T33" fmla="*/ 0 h 213"/>
                            <a:gd name="T34" fmla="*/ 290 w 290"/>
                            <a:gd name="T35" fmla="*/ 15 h 213"/>
                            <a:gd name="T36" fmla="*/ 280 w 290"/>
                            <a:gd name="T37" fmla="*/ 35 h 213"/>
                            <a:gd name="T38" fmla="*/ 270 w 290"/>
                            <a:gd name="T39" fmla="*/ 54 h 213"/>
                            <a:gd name="T40" fmla="*/ 260 w 290"/>
                            <a:gd name="T41" fmla="*/ 74 h 213"/>
                            <a:gd name="T42" fmla="*/ 245 w 290"/>
                            <a:gd name="T43" fmla="*/ 89 h 213"/>
                            <a:gd name="T44" fmla="*/ 230 w 290"/>
                            <a:gd name="T45" fmla="*/ 109 h 213"/>
                            <a:gd name="T46" fmla="*/ 215 w 290"/>
                            <a:gd name="T47" fmla="*/ 124 h 213"/>
                            <a:gd name="T48" fmla="*/ 195 w 290"/>
                            <a:gd name="T49" fmla="*/ 139 h 213"/>
                            <a:gd name="T50" fmla="*/ 180 w 290"/>
                            <a:gd name="T51" fmla="*/ 154 h 213"/>
                            <a:gd name="T52" fmla="*/ 160 w 290"/>
                            <a:gd name="T53" fmla="*/ 169 h 213"/>
                            <a:gd name="T54" fmla="*/ 135 w 290"/>
                            <a:gd name="T55" fmla="*/ 179 h 213"/>
                            <a:gd name="T56" fmla="*/ 115 w 290"/>
                            <a:gd name="T57" fmla="*/ 189 h 213"/>
                            <a:gd name="T58" fmla="*/ 90 w 290"/>
                            <a:gd name="T59" fmla="*/ 199 h 213"/>
                            <a:gd name="T60" fmla="*/ 65 w 290"/>
                            <a:gd name="T61" fmla="*/ 203 h 213"/>
                            <a:gd name="T62" fmla="*/ 40 w 290"/>
                            <a:gd name="T63" fmla="*/ 208 h 213"/>
                            <a:gd name="T64" fmla="*/ 10 w 290"/>
                            <a:gd name="T65"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13">
                              <a:moveTo>
                                <a:pt x="0" y="213"/>
                              </a:moveTo>
                              <a:lnTo>
                                <a:pt x="0" y="208"/>
                              </a:lnTo>
                              <a:lnTo>
                                <a:pt x="10" y="208"/>
                              </a:lnTo>
                              <a:lnTo>
                                <a:pt x="25" y="208"/>
                              </a:lnTo>
                              <a:lnTo>
                                <a:pt x="35" y="203"/>
                              </a:lnTo>
                              <a:lnTo>
                                <a:pt x="50" y="203"/>
                              </a:lnTo>
                              <a:lnTo>
                                <a:pt x="65" y="199"/>
                              </a:lnTo>
                              <a:lnTo>
                                <a:pt x="75" y="199"/>
                              </a:lnTo>
                              <a:lnTo>
                                <a:pt x="85" y="194"/>
                              </a:lnTo>
                              <a:lnTo>
                                <a:pt x="100" y="189"/>
                              </a:lnTo>
                              <a:lnTo>
                                <a:pt x="110" y="184"/>
                              </a:lnTo>
                              <a:lnTo>
                                <a:pt x="120" y="179"/>
                              </a:lnTo>
                              <a:lnTo>
                                <a:pt x="135" y="174"/>
                              </a:lnTo>
                              <a:lnTo>
                                <a:pt x="145" y="169"/>
                              </a:lnTo>
                              <a:lnTo>
                                <a:pt x="155" y="164"/>
                              </a:lnTo>
                              <a:lnTo>
                                <a:pt x="165" y="159"/>
                              </a:lnTo>
                              <a:lnTo>
                                <a:pt x="175" y="149"/>
                              </a:lnTo>
                              <a:lnTo>
                                <a:pt x="185" y="144"/>
                              </a:lnTo>
                              <a:lnTo>
                                <a:pt x="195" y="139"/>
                              </a:lnTo>
                              <a:lnTo>
                                <a:pt x="205" y="129"/>
                              </a:lnTo>
                              <a:lnTo>
                                <a:pt x="210" y="119"/>
                              </a:lnTo>
                              <a:lnTo>
                                <a:pt x="220" y="114"/>
                              </a:lnTo>
                              <a:lnTo>
                                <a:pt x="230" y="104"/>
                              </a:lnTo>
                              <a:lnTo>
                                <a:pt x="235" y="94"/>
                              </a:lnTo>
                              <a:lnTo>
                                <a:pt x="245" y="89"/>
                              </a:lnTo>
                              <a:lnTo>
                                <a:pt x="250" y="79"/>
                              </a:lnTo>
                              <a:lnTo>
                                <a:pt x="255" y="69"/>
                              </a:lnTo>
                              <a:lnTo>
                                <a:pt x="260" y="59"/>
                              </a:lnTo>
                              <a:lnTo>
                                <a:pt x="265" y="50"/>
                              </a:lnTo>
                              <a:lnTo>
                                <a:pt x="270" y="40"/>
                              </a:lnTo>
                              <a:lnTo>
                                <a:pt x="275" y="30"/>
                              </a:lnTo>
                              <a:lnTo>
                                <a:pt x="280" y="20"/>
                              </a:lnTo>
                              <a:lnTo>
                                <a:pt x="285" y="10"/>
                              </a:lnTo>
                              <a:lnTo>
                                <a:pt x="285" y="0"/>
                              </a:lnTo>
                              <a:lnTo>
                                <a:pt x="290" y="0"/>
                              </a:lnTo>
                              <a:lnTo>
                                <a:pt x="290" y="15"/>
                              </a:lnTo>
                              <a:lnTo>
                                <a:pt x="285" y="25"/>
                              </a:lnTo>
                              <a:lnTo>
                                <a:pt x="280" y="35"/>
                              </a:lnTo>
                              <a:lnTo>
                                <a:pt x="275" y="45"/>
                              </a:lnTo>
                              <a:lnTo>
                                <a:pt x="270" y="54"/>
                              </a:lnTo>
                              <a:lnTo>
                                <a:pt x="265" y="64"/>
                              </a:lnTo>
                              <a:lnTo>
                                <a:pt x="260" y="74"/>
                              </a:lnTo>
                              <a:lnTo>
                                <a:pt x="255" y="84"/>
                              </a:lnTo>
                              <a:lnTo>
                                <a:pt x="245" y="89"/>
                              </a:lnTo>
                              <a:lnTo>
                                <a:pt x="240" y="99"/>
                              </a:lnTo>
                              <a:lnTo>
                                <a:pt x="230" y="109"/>
                              </a:lnTo>
                              <a:lnTo>
                                <a:pt x="225" y="119"/>
                              </a:lnTo>
                              <a:lnTo>
                                <a:pt x="215" y="124"/>
                              </a:lnTo>
                              <a:lnTo>
                                <a:pt x="205" y="134"/>
                              </a:lnTo>
                              <a:lnTo>
                                <a:pt x="195" y="139"/>
                              </a:lnTo>
                              <a:lnTo>
                                <a:pt x="190" y="149"/>
                              </a:lnTo>
                              <a:lnTo>
                                <a:pt x="180" y="154"/>
                              </a:lnTo>
                              <a:lnTo>
                                <a:pt x="170" y="159"/>
                              </a:lnTo>
                              <a:lnTo>
                                <a:pt x="160" y="169"/>
                              </a:lnTo>
                              <a:lnTo>
                                <a:pt x="145" y="174"/>
                              </a:lnTo>
                              <a:lnTo>
                                <a:pt x="135" y="179"/>
                              </a:lnTo>
                              <a:lnTo>
                                <a:pt x="125" y="184"/>
                              </a:lnTo>
                              <a:lnTo>
                                <a:pt x="115" y="189"/>
                              </a:lnTo>
                              <a:lnTo>
                                <a:pt x="100" y="194"/>
                              </a:lnTo>
                              <a:lnTo>
                                <a:pt x="90" y="199"/>
                              </a:lnTo>
                              <a:lnTo>
                                <a:pt x="75" y="203"/>
                              </a:lnTo>
                              <a:lnTo>
                                <a:pt x="65" y="203"/>
                              </a:lnTo>
                              <a:lnTo>
                                <a:pt x="50" y="208"/>
                              </a:lnTo>
                              <a:lnTo>
                                <a:pt x="40" y="208"/>
                              </a:lnTo>
                              <a:lnTo>
                                <a:pt x="25" y="213"/>
                              </a:lnTo>
                              <a:lnTo>
                                <a:pt x="10" y="213"/>
                              </a:lnTo>
                              <a:lnTo>
                                <a:pt x="0" y="21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2"/>
                      <wps:cNvSpPr>
                        <a:spLocks/>
                      </wps:cNvSpPr>
                      <wps:spPr bwMode="auto">
                        <a:xfrm>
                          <a:off x="247650" y="302895"/>
                          <a:ext cx="149225" cy="110490"/>
                        </a:xfrm>
                        <a:custGeom>
                          <a:avLst/>
                          <a:gdLst>
                            <a:gd name="T0" fmla="*/ 0 w 235"/>
                            <a:gd name="T1" fmla="*/ 169 h 174"/>
                            <a:gd name="T2" fmla="*/ 20 w 235"/>
                            <a:gd name="T3" fmla="*/ 164 h 174"/>
                            <a:gd name="T4" fmla="*/ 40 w 235"/>
                            <a:gd name="T5" fmla="*/ 159 h 174"/>
                            <a:gd name="T6" fmla="*/ 60 w 235"/>
                            <a:gd name="T7" fmla="*/ 154 h 174"/>
                            <a:gd name="T8" fmla="*/ 80 w 235"/>
                            <a:gd name="T9" fmla="*/ 144 h 174"/>
                            <a:gd name="T10" fmla="*/ 95 w 235"/>
                            <a:gd name="T11" fmla="*/ 139 h 174"/>
                            <a:gd name="T12" fmla="*/ 115 w 235"/>
                            <a:gd name="T13" fmla="*/ 129 h 174"/>
                            <a:gd name="T14" fmla="*/ 130 w 235"/>
                            <a:gd name="T15" fmla="*/ 119 h 174"/>
                            <a:gd name="T16" fmla="*/ 145 w 235"/>
                            <a:gd name="T17" fmla="*/ 109 h 174"/>
                            <a:gd name="T18" fmla="*/ 160 w 235"/>
                            <a:gd name="T19" fmla="*/ 99 h 174"/>
                            <a:gd name="T20" fmla="*/ 175 w 235"/>
                            <a:gd name="T21" fmla="*/ 84 h 174"/>
                            <a:gd name="T22" fmla="*/ 185 w 235"/>
                            <a:gd name="T23" fmla="*/ 74 h 174"/>
                            <a:gd name="T24" fmla="*/ 195 w 235"/>
                            <a:gd name="T25" fmla="*/ 59 h 174"/>
                            <a:gd name="T26" fmla="*/ 210 w 235"/>
                            <a:gd name="T27" fmla="*/ 44 h 174"/>
                            <a:gd name="T28" fmla="*/ 215 w 235"/>
                            <a:gd name="T29" fmla="*/ 30 h 174"/>
                            <a:gd name="T30" fmla="*/ 225 w 235"/>
                            <a:gd name="T31" fmla="*/ 15 h 174"/>
                            <a:gd name="T32" fmla="*/ 230 w 235"/>
                            <a:gd name="T33" fmla="*/ 0 h 174"/>
                            <a:gd name="T34" fmla="*/ 235 w 235"/>
                            <a:gd name="T35" fmla="*/ 10 h 174"/>
                            <a:gd name="T36" fmla="*/ 225 w 235"/>
                            <a:gd name="T37" fmla="*/ 25 h 174"/>
                            <a:gd name="T38" fmla="*/ 215 w 235"/>
                            <a:gd name="T39" fmla="*/ 39 h 174"/>
                            <a:gd name="T40" fmla="*/ 205 w 235"/>
                            <a:gd name="T41" fmla="*/ 54 h 174"/>
                            <a:gd name="T42" fmla="*/ 195 w 235"/>
                            <a:gd name="T43" fmla="*/ 69 h 174"/>
                            <a:gd name="T44" fmla="*/ 185 w 235"/>
                            <a:gd name="T45" fmla="*/ 84 h 174"/>
                            <a:gd name="T46" fmla="*/ 170 w 235"/>
                            <a:gd name="T47" fmla="*/ 94 h 174"/>
                            <a:gd name="T48" fmla="*/ 155 w 235"/>
                            <a:gd name="T49" fmla="*/ 109 h 174"/>
                            <a:gd name="T50" fmla="*/ 140 w 235"/>
                            <a:gd name="T51" fmla="*/ 119 h 174"/>
                            <a:gd name="T52" fmla="*/ 125 w 235"/>
                            <a:gd name="T53" fmla="*/ 129 h 174"/>
                            <a:gd name="T54" fmla="*/ 110 w 235"/>
                            <a:gd name="T55" fmla="*/ 139 h 174"/>
                            <a:gd name="T56" fmla="*/ 90 w 235"/>
                            <a:gd name="T57" fmla="*/ 149 h 174"/>
                            <a:gd name="T58" fmla="*/ 70 w 235"/>
                            <a:gd name="T59" fmla="*/ 154 h 174"/>
                            <a:gd name="T60" fmla="*/ 50 w 235"/>
                            <a:gd name="T61" fmla="*/ 159 h 174"/>
                            <a:gd name="T62" fmla="*/ 30 w 235"/>
                            <a:gd name="T63" fmla="*/ 164 h 174"/>
                            <a:gd name="T64" fmla="*/ 10 w 235"/>
                            <a:gd name="T65" fmla="*/ 169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0" y="174"/>
                              </a:moveTo>
                              <a:lnTo>
                                <a:pt x="0" y="169"/>
                              </a:lnTo>
                              <a:lnTo>
                                <a:pt x="10" y="164"/>
                              </a:lnTo>
                              <a:lnTo>
                                <a:pt x="20" y="164"/>
                              </a:lnTo>
                              <a:lnTo>
                                <a:pt x="30" y="159"/>
                              </a:lnTo>
                              <a:lnTo>
                                <a:pt x="40" y="159"/>
                              </a:lnTo>
                              <a:lnTo>
                                <a:pt x="50" y="154"/>
                              </a:lnTo>
                              <a:lnTo>
                                <a:pt x="60" y="154"/>
                              </a:lnTo>
                              <a:lnTo>
                                <a:pt x="70" y="149"/>
                              </a:lnTo>
                              <a:lnTo>
                                <a:pt x="80" y="144"/>
                              </a:lnTo>
                              <a:lnTo>
                                <a:pt x="90" y="144"/>
                              </a:lnTo>
                              <a:lnTo>
                                <a:pt x="95" y="139"/>
                              </a:lnTo>
                              <a:lnTo>
                                <a:pt x="105" y="134"/>
                              </a:lnTo>
                              <a:lnTo>
                                <a:pt x="115" y="129"/>
                              </a:lnTo>
                              <a:lnTo>
                                <a:pt x="120" y="124"/>
                              </a:lnTo>
                              <a:lnTo>
                                <a:pt x="130" y="119"/>
                              </a:lnTo>
                              <a:lnTo>
                                <a:pt x="140" y="114"/>
                              </a:lnTo>
                              <a:lnTo>
                                <a:pt x="145" y="109"/>
                              </a:lnTo>
                              <a:lnTo>
                                <a:pt x="155" y="104"/>
                              </a:lnTo>
                              <a:lnTo>
                                <a:pt x="160" y="99"/>
                              </a:lnTo>
                              <a:lnTo>
                                <a:pt x="165" y="89"/>
                              </a:lnTo>
                              <a:lnTo>
                                <a:pt x="175" y="84"/>
                              </a:lnTo>
                              <a:lnTo>
                                <a:pt x="180" y="79"/>
                              </a:lnTo>
                              <a:lnTo>
                                <a:pt x="185" y="74"/>
                              </a:lnTo>
                              <a:lnTo>
                                <a:pt x="190" y="64"/>
                              </a:lnTo>
                              <a:lnTo>
                                <a:pt x="195" y="59"/>
                              </a:lnTo>
                              <a:lnTo>
                                <a:pt x="205" y="49"/>
                              </a:lnTo>
                              <a:lnTo>
                                <a:pt x="210" y="44"/>
                              </a:lnTo>
                              <a:lnTo>
                                <a:pt x="210" y="39"/>
                              </a:lnTo>
                              <a:lnTo>
                                <a:pt x="215" y="30"/>
                              </a:lnTo>
                              <a:lnTo>
                                <a:pt x="220" y="25"/>
                              </a:lnTo>
                              <a:lnTo>
                                <a:pt x="225" y="15"/>
                              </a:lnTo>
                              <a:lnTo>
                                <a:pt x="230" y="5"/>
                              </a:lnTo>
                              <a:lnTo>
                                <a:pt x="230" y="0"/>
                              </a:lnTo>
                              <a:lnTo>
                                <a:pt x="235" y="0"/>
                              </a:lnTo>
                              <a:lnTo>
                                <a:pt x="235" y="10"/>
                              </a:lnTo>
                              <a:lnTo>
                                <a:pt x="230" y="15"/>
                              </a:lnTo>
                              <a:lnTo>
                                <a:pt x="225" y="25"/>
                              </a:lnTo>
                              <a:lnTo>
                                <a:pt x="220" y="35"/>
                              </a:lnTo>
                              <a:lnTo>
                                <a:pt x="215" y="39"/>
                              </a:lnTo>
                              <a:lnTo>
                                <a:pt x="210" y="49"/>
                              </a:lnTo>
                              <a:lnTo>
                                <a:pt x="205" y="54"/>
                              </a:lnTo>
                              <a:lnTo>
                                <a:pt x="200" y="59"/>
                              </a:lnTo>
                              <a:lnTo>
                                <a:pt x="195" y="69"/>
                              </a:lnTo>
                              <a:lnTo>
                                <a:pt x="190" y="74"/>
                              </a:lnTo>
                              <a:lnTo>
                                <a:pt x="185" y="84"/>
                              </a:lnTo>
                              <a:lnTo>
                                <a:pt x="175" y="89"/>
                              </a:lnTo>
                              <a:lnTo>
                                <a:pt x="170" y="94"/>
                              </a:lnTo>
                              <a:lnTo>
                                <a:pt x="165" y="99"/>
                              </a:lnTo>
                              <a:lnTo>
                                <a:pt x="155" y="109"/>
                              </a:lnTo>
                              <a:lnTo>
                                <a:pt x="150" y="114"/>
                              </a:lnTo>
                              <a:lnTo>
                                <a:pt x="140" y="119"/>
                              </a:lnTo>
                              <a:lnTo>
                                <a:pt x="135" y="124"/>
                              </a:lnTo>
                              <a:lnTo>
                                <a:pt x="125" y="129"/>
                              </a:lnTo>
                              <a:lnTo>
                                <a:pt x="115" y="134"/>
                              </a:lnTo>
                              <a:lnTo>
                                <a:pt x="110" y="139"/>
                              </a:lnTo>
                              <a:lnTo>
                                <a:pt x="100" y="144"/>
                              </a:lnTo>
                              <a:lnTo>
                                <a:pt x="90" y="149"/>
                              </a:lnTo>
                              <a:lnTo>
                                <a:pt x="80" y="149"/>
                              </a:lnTo>
                              <a:lnTo>
                                <a:pt x="70" y="154"/>
                              </a:lnTo>
                              <a:lnTo>
                                <a:pt x="60" y="159"/>
                              </a:lnTo>
                              <a:lnTo>
                                <a:pt x="50" y="159"/>
                              </a:lnTo>
                              <a:lnTo>
                                <a:pt x="40" y="164"/>
                              </a:lnTo>
                              <a:lnTo>
                                <a:pt x="30" y="164"/>
                              </a:lnTo>
                              <a:lnTo>
                                <a:pt x="20" y="169"/>
                              </a:lnTo>
                              <a:lnTo>
                                <a:pt x="10" y="169"/>
                              </a:lnTo>
                              <a:lnTo>
                                <a:pt x="0" y="174"/>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93"/>
                      <wps:cNvSpPr>
                        <a:spLocks/>
                      </wps:cNvSpPr>
                      <wps:spPr bwMode="auto">
                        <a:xfrm>
                          <a:off x="231775" y="425450"/>
                          <a:ext cx="22225" cy="19050"/>
                        </a:xfrm>
                        <a:custGeom>
                          <a:avLst/>
                          <a:gdLst>
                            <a:gd name="T0" fmla="*/ 35 w 35"/>
                            <a:gd name="T1" fmla="*/ 30 h 30"/>
                            <a:gd name="T2" fmla="*/ 0 w 35"/>
                            <a:gd name="T3" fmla="*/ 5 h 30"/>
                            <a:gd name="T4" fmla="*/ 5 w 35"/>
                            <a:gd name="T5" fmla="*/ 0 h 30"/>
                            <a:gd name="T6" fmla="*/ 35 w 35"/>
                            <a:gd name="T7" fmla="*/ 25 h 30"/>
                            <a:gd name="T8" fmla="*/ 35 w 35"/>
                            <a:gd name="T9" fmla="*/ 30 h 30"/>
                          </a:gdLst>
                          <a:ahLst/>
                          <a:cxnLst>
                            <a:cxn ang="0">
                              <a:pos x="T0" y="T1"/>
                            </a:cxn>
                            <a:cxn ang="0">
                              <a:pos x="T2" y="T3"/>
                            </a:cxn>
                            <a:cxn ang="0">
                              <a:pos x="T4" y="T5"/>
                            </a:cxn>
                            <a:cxn ang="0">
                              <a:pos x="T6" y="T7"/>
                            </a:cxn>
                            <a:cxn ang="0">
                              <a:pos x="T8" y="T9"/>
                            </a:cxn>
                          </a:cxnLst>
                          <a:rect l="0" t="0" r="r" b="b"/>
                          <a:pathLst>
                            <a:path w="35" h="30">
                              <a:moveTo>
                                <a:pt x="35" y="30"/>
                              </a:moveTo>
                              <a:lnTo>
                                <a:pt x="0" y="5"/>
                              </a:lnTo>
                              <a:lnTo>
                                <a:pt x="5" y="0"/>
                              </a:lnTo>
                              <a:lnTo>
                                <a:pt x="35" y="25"/>
                              </a:lnTo>
                              <a:lnTo>
                                <a:pt x="3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94"/>
                      <wps:cNvSpPr>
                        <a:spLocks/>
                      </wps:cNvSpPr>
                      <wps:spPr bwMode="auto">
                        <a:xfrm>
                          <a:off x="231775" y="410210"/>
                          <a:ext cx="19050" cy="18415"/>
                        </a:xfrm>
                        <a:custGeom>
                          <a:avLst/>
                          <a:gdLst>
                            <a:gd name="T0" fmla="*/ 30 w 30"/>
                            <a:gd name="T1" fmla="*/ 0 h 29"/>
                            <a:gd name="T2" fmla="*/ 5 w 30"/>
                            <a:gd name="T3" fmla="*/ 29 h 29"/>
                            <a:gd name="T4" fmla="*/ 0 w 30"/>
                            <a:gd name="T5" fmla="*/ 29 h 29"/>
                            <a:gd name="T6" fmla="*/ 25 w 30"/>
                            <a:gd name="T7" fmla="*/ 0 h 29"/>
                            <a:gd name="T8" fmla="*/ 30 w 30"/>
                            <a:gd name="T9" fmla="*/ 0 h 29"/>
                          </a:gdLst>
                          <a:ahLst/>
                          <a:cxnLst>
                            <a:cxn ang="0">
                              <a:pos x="T0" y="T1"/>
                            </a:cxn>
                            <a:cxn ang="0">
                              <a:pos x="T2" y="T3"/>
                            </a:cxn>
                            <a:cxn ang="0">
                              <a:pos x="T4" y="T5"/>
                            </a:cxn>
                            <a:cxn ang="0">
                              <a:pos x="T6" y="T7"/>
                            </a:cxn>
                            <a:cxn ang="0">
                              <a:pos x="T8" y="T9"/>
                            </a:cxn>
                          </a:cxnLst>
                          <a:rect l="0" t="0" r="r" b="b"/>
                          <a:pathLst>
                            <a:path w="30" h="29">
                              <a:moveTo>
                                <a:pt x="30" y="0"/>
                              </a:moveTo>
                              <a:lnTo>
                                <a:pt x="5" y="29"/>
                              </a:lnTo>
                              <a:lnTo>
                                <a:pt x="0" y="29"/>
                              </a:lnTo>
                              <a:lnTo>
                                <a:pt x="25" y="0"/>
                              </a:lnTo>
                              <a:lnTo>
                                <a:pt x="3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5"/>
                      <wps:cNvSpPr>
                        <a:spLocks noEditPoints="1"/>
                      </wps:cNvSpPr>
                      <wps:spPr bwMode="auto">
                        <a:xfrm>
                          <a:off x="247650" y="407035"/>
                          <a:ext cx="25400" cy="34290"/>
                        </a:xfrm>
                        <a:custGeom>
                          <a:avLst/>
                          <a:gdLst>
                            <a:gd name="T0" fmla="*/ 25 w 40"/>
                            <a:gd name="T1" fmla="*/ 0 h 54"/>
                            <a:gd name="T2" fmla="*/ 10 w 40"/>
                            <a:gd name="T3" fmla="*/ 34 h 54"/>
                            <a:gd name="T4" fmla="*/ 5 w 40"/>
                            <a:gd name="T5" fmla="*/ 29 h 54"/>
                            <a:gd name="T6" fmla="*/ 25 w 40"/>
                            <a:gd name="T7" fmla="*/ 0 h 54"/>
                            <a:gd name="T8" fmla="*/ 25 w 40"/>
                            <a:gd name="T9" fmla="*/ 0 h 54"/>
                            <a:gd name="T10" fmla="*/ 5 w 40"/>
                            <a:gd name="T11" fmla="*/ 34 h 54"/>
                            <a:gd name="T12" fmla="*/ 0 w 40"/>
                            <a:gd name="T13" fmla="*/ 34 h 54"/>
                            <a:gd name="T14" fmla="*/ 5 w 40"/>
                            <a:gd name="T15" fmla="*/ 29 h 54"/>
                            <a:gd name="T16" fmla="*/ 5 w 40"/>
                            <a:gd name="T17" fmla="*/ 34 h 54"/>
                            <a:gd name="T18" fmla="*/ 5 w 40"/>
                            <a:gd name="T19" fmla="*/ 29 h 54"/>
                            <a:gd name="T20" fmla="*/ 5 w 40"/>
                            <a:gd name="T21" fmla="*/ 29 h 54"/>
                            <a:gd name="T22" fmla="*/ 40 w 40"/>
                            <a:gd name="T23" fmla="*/ 49 h 54"/>
                            <a:gd name="T24" fmla="*/ 40 w 40"/>
                            <a:gd name="T25" fmla="*/ 54 h 54"/>
                            <a:gd name="T26" fmla="*/ 5 w 40"/>
                            <a:gd name="T27" fmla="*/ 34 h 54"/>
                            <a:gd name="T28" fmla="*/ 5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5" y="0"/>
                              </a:moveTo>
                              <a:lnTo>
                                <a:pt x="10" y="34"/>
                              </a:lnTo>
                              <a:lnTo>
                                <a:pt x="5" y="29"/>
                              </a:lnTo>
                              <a:lnTo>
                                <a:pt x="25" y="0"/>
                              </a:lnTo>
                              <a:close/>
                              <a:moveTo>
                                <a:pt x="5" y="34"/>
                              </a:moveTo>
                              <a:lnTo>
                                <a:pt x="0" y="34"/>
                              </a:lnTo>
                              <a:lnTo>
                                <a:pt x="5" y="29"/>
                              </a:lnTo>
                              <a:lnTo>
                                <a:pt x="5" y="34"/>
                              </a:lnTo>
                              <a:close/>
                              <a:moveTo>
                                <a:pt x="5" y="29"/>
                              </a:moveTo>
                              <a:lnTo>
                                <a:pt x="5" y="29"/>
                              </a:lnTo>
                              <a:lnTo>
                                <a:pt x="40" y="49"/>
                              </a:lnTo>
                              <a:lnTo>
                                <a:pt x="40" y="54"/>
                              </a:lnTo>
                              <a:lnTo>
                                <a:pt x="5" y="34"/>
                              </a:lnTo>
                              <a:lnTo>
                                <a:pt x="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96"/>
                      <wps:cNvSpPr>
                        <a:spLocks noEditPoints="1"/>
                      </wps:cNvSpPr>
                      <wps:spPr bwMode="auto">
                        <a:xfrm>
                          <a:off x="266700" y="403860"/>
                          <a:ext cx="25400" cy="31115"/>
                        </a:xfrm>
                        <a:custGeom>
                          <a:avLst/>
                          <a:gdLst>
                            <a:gd name="T0" fmla="*/ 20 w 40"/>
                            <a:gd name="T1" fmla="*/ 0 h 49"/>
                            <a:gd name="T2" fmla="*/ 5 w 40"/>
                            <a:gd name="T3" fmla="*/ 34 h 49"/>
                            <a:gd name="T4" fmla="*/ 0 w 40"/>
                            <a:gd name="T5" fmla="*/ 29 h 49"/>
                            <a:gd name="T6" fmla="*/ 15 w 40"/>
                            <a:gd name="T7" fmla="*/ 0 h 49"/>
                            <a:gd name="T8" fmla="*/ 20 w 40"/>
                            <a:gd name="T9" fmla="*/ 0 h 49"/>
                            <a:gd name="T10" fmla="*/ 0 w 40"/>
                            <a:gd name="T11" fmla="*/ 34 h 49"/>
                            <a:gd name="T12" fmla="*/ 0 w 40"/>
                            <a:gd name="T13" fmla="*/ 34 h 49"/>
                            <a:gd name="T14" fmla="*/ 0 w 40"/>
                            <a:gd name="T15" fmla="*/ 29 h 49"/>
                            <a:gd name="T16" fmla="*/ 0 w 40"/>
                            <a:gd name="T17" fmla="*/ 34 h 49"/>
                            <a:gd name="T18" fmla="*/ 0 w 40"/>
                            <a:gd name="T19" fmla="*/ 29 h 49"/>
                            <a:gd name="T20" fmla="*/ 5 w 40"/>
                            <a:gd name="T21" fmla="*/ 29 h 49"/>
                            <a:gd name="T22" fmla="*/ 40 w 40"/>
                            <a:gd name="T23" fmla="*/ 44 h 49"/>
                            <a:gd name="T24" fmla="*/ 40 w 40"/>
                            <a:gd name="T25" fmla="*/ 49 h 49"/>
                            <a:gd name="T26" fmla="*/ 0 w 40"/>
                            <a:gd name="T27" fmla="*/ 34 h 49"/>
                            <a:gd name="T28" fmla="*/ 0 w 40"/>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0"/>
                              </a:moveTo>
                              <a:lnTo>
                                <a:pt x="5" y="34"/>
                              </a:lnTo>
                              <a:lnTo>
                                <a:pt x="0" y="29"/>
                              </a:lnTo>
                              <a:lnTo>
                                <a:pt x="15" y="0"/>
                              </a:lnTo>
                              <a:lnTo>
                                <a:pt x="20" y="0"/>
                              </a:lnTo>
                              <a:close/>
                              <a:moveTo>
                                <a:pt x="0" y="34"/>
                              </a:moveTo>
                              <a:lnTo>
                                <a:pt x="0" y="34"/>
                              </a:lnTo>
                              <a:lnTo>
                                <a:pt x="0" y="29"/>
                              </a:lnTo>
                              <a:lnTo>
                                <a:pt x="0" y="34"/>
                              </a:lnTo>
                              <a:close/>
                              <a:moveTo>
                                <a:pt x="0" y="29"/>
                              </a:moveTo>
                              <a:lnTo>
                                <a:pt x="5" y="29"/>
                              </a:lnTo>
                              <a:lnTo>
                                <a:pt x="40" y="44"/>
                              </a:lnTo>
                              <a:lnTo>
                                <a:pt x="40" y="49"/>
                              </a:lnTo>
                              <a:lnTo>
                                <a:pt x="0" y="34"/>
                              </a:lnTo>
                              <a:lnTo>
                                <a:pt x="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97"/>
                      <wps:cNvSpPr>
                        <a:spLocks noEditPoints="1"/>
                      </wps:cNvSpPr>
                      <wps:spPr bwMode="auto">
                        <a:xfrm>
                          <a:off x="282575" y="397510"/>
                          <a:ext cx="25400" cy="31115"/>
                        </a:xfrm>
                        <a:custGeom>
                          <a:avLst/>
                          <a:gdLst>
                            <a:gd name="T0" fmla="*/ 20 w 40"/>
                            <a:gd name="T1" fmla="*/ 5 h 49"/>
                            <a:gd name="T2" fmla="*/ 5 w 40"/>
                            <a:gd name="T3" fmla="*/ 35 h 49"/>
                            <a:gd name="T4" fmla="*/ 0 w 40"/>
                            <a:gd name="T5" fmla="*/ 35 h 49"/>
                            <a:gd name="T6" fmla="*/ 15 w 40"/>
                            <a:gd name="T7" fmla="*/ 0 h 49"/>
                            <a:gd name="T8" fmla="*/ 20 w 40"/>
                            <a:gd name="T9" fmla="*/ 5 h 49"/>
                            <a:gd name="T10" fmla="*/ 5 w 40"/>
                            <a:gd name="T11" fmla="*/ 35 h 49"/>
                            <a:gd name="T12" fmla="*/ 0 w 40"/>
                            <a:gd name="T13" fmla="*/ 35 h 49"/>
                            <a:gd name="T14" fmla="*/ 0 w 40"/>
                            <a:gd name="T15" fmla="*/ 35 h 49"/>
                            <a:gd name="T16" fmla="*/ 5 w 40"/>
                            <a:gd name="T17" fmla="*/ 35 h 49"/>
                            <a:gd name="T18" fmla="*/ 0 w 40"/>
                            <a:gd name="T19" fmla="*/ 35 h 49"/>
                            <a:gd name="T20" fmla="*/ 5 w 40"/>
                            <a:gd name="T21" fmla="*/ 35 h 49"/>
                            <a:gd name="T22" fmla="*/ 40 w 40"/>
                            <a:gd name="T23" fmla="*/ 49 h 49"/>
                            <a:gd name="T24" fmla="*/ 40 w 40"/>
                            <a:gd name="T25" fmla="*/ 49 h 49"/>
                            <a:gd name="T26" fmla="*/ 5 w 40"/>
                            <a:gd name="T27" fmla="*/ 35 h 49"/>
                            <a:gd name="T28" fmla="*/ 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5"/>
                              </a:moveTo>
                              <a:lnTo>
                                <a:pt x="5" y="35"/>
                              </a:lnTo>
                              <a:lnTo>
                                <a:pt x="0" y="35"/>
                              </a:lnTo>
                              <a:lnTo>
                                <a:pt x="15" y="0"/>
                              </a:lnTo>
                              <a:lnTo>
                                <a:pt x="20" y="5"/>
                              </a:lnTo>
                              <a:close/>
                              <a:moveTo>
                                <a:pt x="5" y="35"/>
                              </a:moveTo>
                              <a:lnTo>
                                <a:pt x="0" y="35"/>
                              </a:lnTo>
                              <a:lnTo>
                                <a:pt x="5" y="35"/>
                              </a:lnTo>
                              <a:close/>
                              <a:moveTo>
                                <a:pt x="0" y="35"/>
                              </a:moveTo>
                              <a:lnTo>
                                <a:pt x="5" y="35"/>
                              </a:lnTo>
                              <a:lnTo>
                                <a:pt x="40" y="49"/>
                              </a:lnTo>
                              <a:lnTo>
                                <a:pt x="5" y="3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8"/>
                      <wps:cNvSpPr>
                        <a:spLocks noEditPoints="1"/>
                      </wps:cNvSpPr>
                      <wps:spPr bwMode="auto">
                        <a:xfrm>
                          <a:off x="298450" y="391160"/>
                          <a:ext cx="28575" cy="31115"/>
                        </a:xfrm>
                        <a:custGeom>
                          <a:avLst/>
                          <a:gdLst>
                            <a:gd name="T0" fmla="*/ 15 w 45"/>
                            <a:gd name="T1" fmla="*/ 5 h 49"/>
                            <a:gd name="T2" fmla="*/ 5 w 45"/>
                            <a:gd name="T3" fmla="*/ 35 h 49"/>
                            <a:gd name="T4" fmla="*/ 0 w 45"/>
                            <a:gd name="T5" fmla="*/ 35 h 49"/>
                            <a:gd name="T6" fmla="*/ 10 w 45"/>
                            <a:gd name="T7" fmla="*/ 0 h 49"/>
                            <a:gd name="T8" fmla="*/ 15 w 45"/>
                            <a:gd name="T9" fmla="*/ 5 h 49"/>
                            <a:gd name="T10" fmla="*/ 5 w 45"/>
                            <a:gd name="T11" fmla="*/ 40 h 49"/>
                            <a:gd name="T12" fmla="*/ 0 w 45"/>
                            <a:gd name="T13" fmla="*/ 40 h 49"/>
                            <a:gd name="T14" fmla="*/ 0 w 45"/>
                            <a:gd name="T15" fmla="*/ 35 h 49"/>
                            <a:gd name="T16" fmla="*/ 5 w 45"/>
                            <a:gd name="T17" fmla="*/ 40 h 49"/>
                            <a:gd name="T18" fmla="*/ 0 w 45"/>
                            <a:gd name="T19" fmla="*/ 35 h 49"/>
                            <a:gd name="T20" fmla="*/ 5 w 45"/>
                            <a:gd name="T21" fmla="*/ 35 h 49"/>
                            <a:gd name="T22" fmla="*/ 45 w 45"/>
                            <a:gd name="T23" fmla="*/ 45 h 49"/>
                            <a:gd name="T24" fmla="*/ 45 w 45"/>
                            <a:gd name="T25" fmla="*/ 49 h 49"/>
                            <a:gd name="T26" fmla="*/ 5 w 45"/>
                            <a:gd name="T27" fmla="*/ 40 h 49"/>
                            <a:gd name="T28" fmla="*/ 0 w 45"/>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49"/>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9"/>
                      <wps:cNvSpPr>
                        <a:spLocks noEditPoints="1"/>
                      </wps:cNvSpPr>
                      <wps:spPr bwMode="auto">
                        <a:xfrm>
                          <a:off x="390525" y="315595"/>
                          <a:ext cx="38100" cy="21590"/>
                        </a:xfrm>
                        <a:custGeom>
                          <a:avLst/>
                          <a:gdLst>
                            <a:gd name="T0" fmla="*/ 0 w 60"/>
                            <a:gd name="T1" fmla="*/ 0 h 34"/>
                            <a:gd name="T2" fmla="*/ 20 w 60"/>
                            <a:gd name="T3" fmla="*/ 29 h 34"/>
                            <a:gd name="T4" fmla="*/ 15 w 60"/>
                            <a:gd name="T5" fmla="*/ 29 h 34"/>
                            <a:gd name="T6" fmla="*/ 0 w 60"/>
                            <a:gd name="T7" fmla="*/ 0 h 34"/>
                            <a:gd name="T8" fmla="*/ 0 w 60"/>
                            <a:gd name="T9" fmla="*/ 0 h 34"/>
                            <a:gd name="T10" fmla="*/ 15 w 60"/>
                            <a:gd name="T11" fmla="*/ 34 h 34"/>
                            <a:gd name="T12" fmla="*/ 15 w 60"/>
                            <a:gd name="T13" fmla="*/ 34 h 34"/>
                            <a:gd name="T14" fmla="*/ 15 w 60"/>
                            <a:gd name="T15" fmla="*/ 29 h 34"/>
                            <a:gd name="T16" fmla="*/ 15 w 60"/>
                            <a:gd name="T17" fmla="*/ 34 h 34"/>
                            <a:gd name="T18" fmla="*/ 15 w 60"/>
                            <a:gd name="T19" fmla="*/ 29 h 34"/>
                            <a:gd name="T20" fmla="*/ 15 w 60"/>
                            <a:gd name="T21" fmla="*/ 29 h 34"/>
                            <a:gd name="T22" fmla="*/ 55 w 60"/>
                            <a:gd name="T23" fmla="*/ 15 h 34"/>
                            <a:gd name="T24" fmla="*/ 60 w 60"/>
                            <a:gd name="T25" fmla="*/ 19 h 34"/>
                            <a:gd name="T26" fmla="*/ 15 w 60"/>
                            <a:gd name="T27" fmla="*/ 34 h 34"/>
                            <a:gd name="T28" fmla="*/ 15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0" y="0"/>
                              </a:moveTo>
                              <a:lnTo>
                                <a:pt x="20" y="29"/>
                              </a:lnTo>
                              <a:lnTo>
                                <a:pt x="15" y="29"/>
                              </a:lnTo>
                              <a:lnTo>
                                <a:pt x="0" y="0"/>
                              </a:lnTo>
                              <a:close/>
                              <a:moveTo>
                                <a:pt x="15" y="34"/>
                              </a:moveTo>
                              <a:lnTo>
                                <a:pt x="15" y="34"/>
                              </a:lnTo>
                              <a:lnTo>
                                <a:pt x="15" y="29"/>
                              </a:lnTo>
                              <a:lnTo>
                                <a:pt x="15" y="34"/>
                              </a:lnTo>
                              <a:close/>
                              <a:moveTo>
                                <a:pt x="15" y="29"/>
                              </a:moveTo>
                              <a:lnTo>
                                <a:pt x="15" y="29"/>
                              </a:lnTo>
                              <a:lnTo>
                                <a:pt x="55" y="15"/>
                              </a:lnTo>
                              <a:lnTo>
                                <a:pt x="60" y="19"/>
                              </a:lnTo>
                              <a:lnTo>
                                <a:pt x="15" y="34"/>
                              </a:lnTo>
                              <a:lnTo>
                                <a:pt x="1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0"/>
                      <wps:cNvSpPr>
                        <a:spLocks noEditPoints="1"/>
                      </wps:cNvSpPr>
                      <wps:spPr bwMode="auto">
                        <a:xfrm>
                          <a:off x="381000" y="327660"/>
                          <a:ext cx="38100" cy="22225"/>
                        </a:xfrm>
                        <a:custGeom>
                          <a:avLst/>
                          <a:gdLst>
                            <a:gd name="T0" fmla="*/ 5 w 60"/>
                            <a:gd name="T1" fmla="*/ 0 h 35"/>
                            <a:gd name="T2" fmla="*/ 20 w 60"/>
                            <a:gd name="T3" fmla="*/ 30 h 35"/>
                            <a:gd name="T4" fmla="*/ 15 w 60"/>
                            <a:gd name="T5" fmla="*/ 30 h 35"/>
                            <a:gd name="T6" fmla="*/ 0 w 60"/>
                            <a:gd name="T7" fmla="*/ 0 h 35"/>
                            <a:gd name="T8" fmla="*/ 5 w 60"/>
                            <a:gd name="T9" fmla="*/ 0 h 35"/>
                            <a:gd name="T10" fmla="*/ 20 w 60"/>
                            <a:gd name="T11" fmla="*/ 35 h 35"/>
                            <a:gd name="T12" fmla="*/ 15 w 60"/>
                            <a:gd name="T13" fmla="*/ 35 h 35"/>
                            <a:gd name="T14" fmla="*/ 15 w 60"/>
                            <a:gd name="T15" fmla="*/ 30 h 35"/>
                            <a:gd name="T16" fmla="*/ 20 w 60"/>
                            <a:gd name="T17" fmla="*/ 35 h 35"/>
                            <a:gd name="T18" fmla="*/ 15 w 60"/>
                            <a:gd name="T19" fmla="*/ 30 h 35"/>
                            <a:gd name="T20" fmla="*/ 15 w 60"/>
                            <a:gd name="T21" fmla="*/ 30 h 35"/>
                            <a:gd name="T22" fmla="*/ 60 w 60"/>
                            <a:gd name="T23" fmla="*/ 20 h 35"/>
                            <a:gd name="T24" fmla="*/ 60 w 60"/>
                            <a:gd name="T25" fmla="*/ 25 h 35"/>
                            <a:gd name="T26" fmla="*/ 20 w 60"/>
                            <a:gd name="T27" fmla="*/ 35 h 35"/>
                            <a:gd name="T28" fmla="*/ 1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5" y="0"/>
                              </a:moveTo>
                              <a:lnTo>
                                <a:pt x="20" y="30"/>
                              </a:lnTo>
                              <a:lnTo>
                                <a:pt x="15" y="30"/>
                              </a:lnTo>
                              <a:lnTo>
                                <a:pt x="0" y="0"/>
                              </a:lnTo>
                              <a:lnTo>
                                <a:pt x="5" y="0"/>
                              </a:lnTo>
                              <a:close/>
                              <a:moveTo>
                                <a:pt x="20" y="35"/>
                              </a:moveTo>
                              <a:lnTo>
                                <a:pt x="15" y="35"/>
                              </a:lnTo>
                              <a:lnTo>
                                <a:pt x="15" y="30"/>
                              </a:lnTo>
                              <a:lnTo>
                                <a:pt x="20" y="35"/>
                              </a:lnTo>
                              <a:close/>
                              <a:moveTo>
                                <a:pt x="15" y="30"/>
                              </a:moveTo>
                              <a:lnTo>
                                <a:pt x="15" y="30"/>
                              </a:lnTo>
                              <a:lnTo>
                                <a:pt x="60" y="20"/>
                              </a:lnTo>
                              <a:lnTo>
                                <a:pt x="60" y="25"/>
                              </a:lnTo>
                              <a:lnTo>
                                <a:pt x="20" y="35"/>
                              </a:lnTo>
                              <a:lnTo>
                                <a:pt x="1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01"/>
                      <wps:cNvSpPr>
                        <a:spLocks noEditPoints="1"/>
                      </wps:cNvSpPr>
                      <wps:spPr bwMode="auto">
                        <a:xfrm>
                          <a:off x="374650" y="337185"/>
                          <a:ext cx="34925" cy="22225"/>
                        </a:xfrm>
                        <a:custGeom>
                          <a:avLst/>
                          <a:gdLst>
                            <a:gd name="T0" fmla="*/ 5 w 55"/>
                            <a:gd name="T1" fmla="*/ 0 h 35"/>
                            <a:gd name="T2" fmla="*/ 15 w 55"/>
                            <a:gd name="T3" fmla="*/ 35 h 35"/>
                            <a:gd name="T4" fmla="*/ 10 w 55"/>
                            <a:gd name="T5" fmla="*/ 35 h 35"/>
                            <a:gd name="T6" fmla="*/ 0 w 55"/>
                            <a:gd name="T7" fmla="*/ 5 h 35"/>
                            <a:gd name="T8" fmla="*/ 5 w 55"/>
                            <a:gd name="T9" fmla="*/ 0 h 35"/>
                            <a:gd name="T10" fmla="*/ 10 w 55"/>
                            <a:gd name="T11" fmla="*/ 35 h 35"/>
                            <a:gd name="T12" fmla="*/ 10 w 55"/>
                            <a:gd name="T13" fmla="*/ 35 h 35"/>
                            <a:gd name="T14" fmla="*/ 10 w 55"/>
                            <a:gd name="T15" fmla="*/ 35 h 35"/>
                            <a:gd name="T16" fmla="*/ 10 w 55"/>
                            <a:gd name="T17" fmla="*/ 35 h 35"/>
                            <a:gd name="T18" fmla="*/ 10 w 55"/>
                            <a:gd name="T19" fmla="*/ 35 h 35"/>
                            <a:gd name="T20" fmla="*/ 10 w 55"/>
                            <a:gd name="T21" fmla="*/ 30 h 35"/>
                            <a:gd name="T22" fmla="*/ 55 w 55"/>
                            <a:gd name="T23" fmla="*/ 25 h 35"/>
                            <a:gd name="T24" fmla="*/ 55 w 55"/>
                            <a:gd name="T25" fmla="*/ 30 h 35"/>
                            <a:gd name="T26" fmla="*/ 10 w 55"/>
                            <a:gd name="T27" fmla="*/ 35 h 35"/>
                            <a:gd name="T28" fmla="*/ 10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5" y="35"/>
                              </a:lnTo>
                              <a:lnTo>
                                <a:pt x="10" y="35"/>
                              </a:lnTo>
                              <a:lnTo>
                                <a:pt x="0" y="5"/>
                              </a:lnTo>
                              <a:lnTo>
                                <a:pt x="5" y="0"/>
                              </a:lnTo>
                              <a:close/>
                              <a:moveTo>
                                <a:pt x="10" y="35"/>
                              </a:moveTo>
                              <a:lnTo>
                                <a:pt x="10" y="35"/>
                              </a:lnTo>
                              <a:close/>
                              <a:moveTo>
                                <a:pt x="10" y="35"/>
                              </a:moveTo>
                              <a:lnTo>
                                <a:pt x="10" y="30"/>
                              </a:lnTo>
                              <a:lnTo>
                                <a:pt x="55" y="25"/>
                              </a:lnTo>
                              <a:lnTo>
                                <a:pt x="55" y="30"/>
                              </a:lnTo>
                              <a:lnTo>
                                <a:pt x="1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2"/>
                      <wps:cNvSpPr>
                        <a:spLocks noEditPoints="1"/>
                      </wps:cNvSpPr>
                      <wps:spPr bwMode="auto">
                        <a:xfrm>
                          <a:off x="365125" y="349885"/>
                          <a:ext cx="34925" cy="22225"/>
                        </a:xfrm>
                        <a:custGeom>
                          <a:avLst/>
                          <a:gdLst>
                            <a:gd name="T0" fmla="*/ 5 w 55"/>
                            <a:gd name="T1" fmla="*/ 0 h 35"/>
                            <a:gd name="T2" fmla="*/ 10 w 55"/>
                            <a:gd name="T3" fmla="*/ 35 h 35"/>
                            <a:gd name="T4" fmla="*/ 5 w 55"/>
                            <a:gd name="T5" fmla="*/ 35 h 35"/>
                            <a:gd name="T6" fmla="*/ 0 w 55"/>
                            <a:gd name="T7" fmla="*/ 0 h 35"/>
                            <a:gd name="T8" fmla="*/ 5 w 55"/>
                            <a:gd name="T9" fmla="*/ 0 h 35"/>
                            <a:gd name="T10" fmla="*/ 10 w 55"/>
                            <a:gd name="T11" fmla="*/ 35 h 35"/>
                            <a:gd name="T12" fmla="*/ 10 w 55"/>
                            <a:gd name="T13" fmla="*/ 35 h 35"/>
                            <a:gd name="T14" fmla="*/ 5 w 55"/>
                            <a:gd name="T15" fmla="*/ 35 h 35"/>
                            <a:gd name="T16" fmla="*/ 10 w 55"/>
                            <a:gd name="T17" fmla="*/ 35 h 35"/>
                            <a:gd name="T18" fmla="*/ 5 w 55"/>
                            <a:gd name="T19" fmla="*/ 35 h 35"/>
                            <a:gd name="T20" fmla="*/ 10 w 55"/>
                            <a:gd name="T21" fmla="*/ 30 h 35"/>
                            <a:gd name="T22" fmla="*/ 50 w 55"/>
                            <a:gd name="T23" fmla="*/ 30 h 35"/>
                            <a:gd name="T24" fmla="*/ 55 w 55"/>
                            <a:gd name="T25" fmla="*/ 35 h 35"/>
                            <a:gd name="T26" fmla="*/ 10 w 55"/>
                            <a:gd name="T27" fmla="*/ 35 h 35"/>
                            <a:gd name="T28" fmla="*/ 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0" y="35"/>
                              </a:lnTo>
                              <a:lnTo>
                                <a:pt x="5" y="35"/>
                              </a:lnTo>
                              <a:lnTo>
                                <a:pt x="0" y="0"/>
                              </a:lnTo>
                              <a:lnTo>
                                <a:pt x="5" y="0"/>
                              </a:lnTo>
                              <a:close/>
                              <a:moveTo>
                                <a:pt x="10" y="35"/>
                              </a:moveTo>
                              <a:lnTo>
                                <a:pt x="10" y="35"/>
                              </a:lnTo>
                              <a:lnTo>
                                <a:pt x="5" y="35"/>
                              </a:lnTo>
                              <a:lnTo>
                                <a:pt x="10" y="35"/>
                              </a:lnTo>
                              <a:close/>
                              <a:moveTo>
                                <a:pt x="5" y="35"/>
                              </a:moveTo>
                              <a:lnTo>
                                <a:pt x="10" y="30"/>
                              </a:lnTo>
                              <a:lnTo>
                                <a:pt x="50" y="30"/>
                              </a:lnTo>
                              <a:lnTo>
                                <a:pt x="55" y="35"/>
                              </a:lnTo>
                              <a:lnTo>
                                <a:pt x="10" y="35"/>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03"/>
                      <wps:cNvSpPr>
                        <a:spLocks noEditPoints="1"/>
                      </wps:cNvSpPr>
                      <wps:spPr bwMode="auto">
                        <a:xfrm>
                          <a:off x="355600" y="359410"/>
                          <a:ext cx="31750" cy="25400"/>
                        </a:xfrm>
                        <a:custGeom>
                          <a:avLst/>
                          <a:gdLst>
                            <a:gd name="T0" fmla="*/ 5 w 50"/>
                            <a:gd name="T1" fmla="*/ 0 h 40"/>
                            <a:gd name="T2" fmla="*/ 10 w 50"/>
                            <a:gd name="T3" fmla="*/ 35 h 40"/>
                            <a:gd name="T4" fmla="*/ 5 w 50"/>
                            <a:gd name="T5" fmla="*/ 35 h 40"/>
                            <a:gd name="T6" fmla="*/ 0 w 50"/>
                            <a:gd name="T7" fmla="*/ 0 h 40"/>
                            <a:gd name="T8" fmla="*/ 5 w 50"/>
                            <a:gd name="T9" fmla="*/ 0 h 40"/>
                            <a:gd name="T10" fmla="*/ 5 w 50"/>
                            <a:gd name="T11" fmla="*/ 40 h 40"/>
                            <a:gd name="T12" fmla="*/ 5 w 50"/>
                            <a:gd name="T13" fmla="*/ 40 h 40"/>
                            <a:gd name="T14" fmla="*/ 5 w 50"/>
                            <a:gd name="T15" fmla="*/ 35 h 40"/>
                            <a:gd name="T16" fmla="*/ 5 w 50"/>
                            <a:gd name="T17" fmla="*/ 40 h 40"/>
                            <a:gd name="T18" fmla="*/ 5 w 50"/>
                            <a:gd name="T19" fmla="*/ 35 h 40"/>
                            <a:gd name="T20" fmla="*/ 5 w 50"/>
                            <a:gd name="T21" fmla="*/ 35 h 40"/>
                            <a:gd name="T22" fmla="*/ 50 w 50"/>
                            <a:gd name="T23" fmla="*/ 30 h 40"/>
                            <a:gd name="T24" fmla="*/ 50 w 50"/>
                            <a:gd name="T25" fmla="*/ 35 h 40"/>
                            <a:gd name="T26" fmla="*/ 5 w 50"/>
                            <a:gd name="T27" fmla="*/ 40 h 40"/>
                            <a:gd name="T28" fmla="*/ 5 w 50"/>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40">
                              <a:moveTo>
                                <a:pt x="5" y="0"/>
                              </a:moveTo>
                              <a:lnTo>
                                <a:pt x="10" y="35"/>
                              </a:lnTo>
                              <a:lnTo>
                                <a:pt x="5" y="35"/>
                              </a:lnTo>
                              <a:lnTo>
                                <a:pt x="0" y="0"/>
                              </a:lnTo>
                              <a:lnTo>
                                <a:pt x="5" y="0"/>
                              </a:lnTo>
                              <a:close/>
                              <a:moveTo>
                                <a:pt x="5" y="40"/>
                              </a:moveTo>
                              <a:lnTo>
                                <a:pt x="5" y="40"/>
                              </a:lnTo>
                              <a:lnTo>
                                <a:pt x="5" y="35"/>
                              </a:lnTo>
                              <a:lnTo>
                                <a:pt x="5" y="40"/>
                              </a:lnTo>
                              <a:close/>
                              <a:moveTo>
                                <a:pt x="5" y="35"/>
                              </a:moveTo>
                              <a:lnTo>
                                <a:pt x="5" y="35"/>
                              </a:lnTo>
                              <a:lnTo>
                                <a:pt x="50" y="30"/>
                              </a:lnTo>
                              <a:lnTo>
                                <a:pt x="50" y="35"/>
                              </a:lnTo>
                              <a:lnTo>
                                <a:pt x="5" y="40"/>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4"/>
                      <wps:cNvSpPr>
                        <a:spLocks noEditPoints="1"/>
                      </wps:cNvSpPr>
                      <wps:spPr bwMode="auto">
                        <a:xfrm>
                          <a:off x="342900" y="368935"/>
                          <a:ext cx="28575" cy="25400"/>
                        </a:xfrm>
                        <a:custGeom>
                          <a:avLst/>
                          <a:gdLst>
                            <a:gd name="T0" fmla="*/ 45 w 45"/>
                            <a:gd name="T1" fmla="*/ 40 h 40"/>
                            <a:gd name="T2" fmla="*/ 5 w 45"/>
                            <a:gd name="T3" fmla="*/ 40 h 40"/>
                            <a:gd name="T4" fmla="*/ 5 w 45"/>
                            <a:gd name="T5" fmla="*/ 35 h 40"/>
                            <a:gd name="T6" fmla="*/ 45 w 45"/>
                            <a:gd name="T7" fmla="*/ 35 h 40"/>
                            <a:gd name="T8" fmla="*/ 45 w 45"/>
                            <a:gd name="T9" fmla="*/ 40 h 40"/>
                            <a:gd name="T10" fmla="*/ 5 w 45"/>
                            <a:gd name="T11" fmla="*/ 40 h 40"/>
                            <a:gd name="T12" fmla="*/ 0 w 45"/>
                            <a:gd name="T13" fmla="*/ 40 h 40"/>
                            <a:gd name="T14" fmla="*/ 0 w 45"/>
                            <a:gd name="T15" fmla="*/ 35 h 40"/>
                            <a:gd name="T16" fmla="*/ 5 w 45"/>
                            <a:gd name="T17" fmla="*/ 40 h 40"/>
                            <a:gd name="T18" fmla="*/ 5 w 45"/>
                            <a:gd name="T19" fmla="*/ 40 h 40"/>
                            <a:gd name="T20" fmla="*/ 0 w 45"/>
                            <a:gd name="T21" fmla="*/ 35 h 40"/>
                            <a:gd name="T22" fmla="*/ 0 w 45"/>
                            <a:gd name="T23" fmla="*/ 0 h 40"/>
                            <a:gd name="T24" fmla="*/ 5 w 45"/>
                            <a:gd name="T25" fmla="*/ 0 h 40"/>
                            <a:gd name="T26" fmla="*/ 5 w 45"/>
                            <a:gd name="T27" fmla="*/ 35 h 40"/>
                            <a:gd name="T28" fmla="*/ 5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40"/>
                              </a:moveTo>
                              <a:lnTo>
                                <a:pt x="5" y="40"/>
                              </a:lnTo>
                              <a:lnTo>
                                <a:pt x="5" y="35"/>
                              </a:lnTo>
                              <a:lnTo>
                                <a:pt x="45" y="35"/>
                              </a:lnTo>
                              <a:lnTo>
                                <a:pt x="45" y="40"/>
                              </a:lnTo>
                              <a:close/>
                              <a:moveTo>
                                <a:pt x="5" y="40"/>
                              </a:moveTo>
                              <a:lnTo>
                                <a:pt x="0" y="40"/>
                              </a:lnTo>
                              <a:lnTo>
                                <a:pt x="0" y="35"/>
                              </a:lnTo>
                              <a:lnTo>
                                <a:pt x="5" y="40"/>
                              </a:lnTo>
                              <a:close/>
                              <a:moveTo>
                                <a:pt x="5" y="40"/>
                              </a:moveTo>
                              <a:lnTo>
                                <a:pt x="0" y="35"/>
                              </a:lnTo>
                              <a:lnTo>
                                <a:pt x="0" y="0"/>
                              </a:lnTo>
                              <a:lnTo>
                                <a:pt x="5" y="0"/>
                              </a:lnTo>
                              <a:lnTo>
                                <a:pt x="5" y="35"/>
                              </a:lnTo>
                              <a:lnTo>
                                <a:pt x="5"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05"/>
                      <wps:cNvSpPr>
                        <a:spLocks noEditPoints="1"/>
                      </wps:cNvSpPr>
                      <wps:spPr bwMode="auto">
                        <a:xfrm>
                          <a:off x="314325" y="384810"/>
                          <a:ext cx="28575" cy="31750"/>
                        </a:xfrm>
                        <a:custGeom>
                          <a:avLst/>
                          <a:gdLst>
                            <a:gd name="T0" fmla="*/ 15 w 45"/>
                            <a:gd name="T1" fmla="*/ 5 h 50"/>
                            <a:gd name="T2" fmla="*/ 5 w 45"/>
                            <a:gd name="T3" fmla="*/ 35 h 50"/>
                            <a:gd name="T4" fmla="*/ 0 w 45"/>
                            <a:gd name="T5" fmla="*/ 35 h 50"/>
                            <a:gd name="T6" fmla="*/ 10 w 45"/>
                            <a:gd name="T7" fmla="*/ 0 h 50"/>
                            <a:gd name="T8" fmla="*/ 15 w 45"/>
                            <a:gd name="T9" fmla="*/ 5 h 50"/>
                            <a:gd name="T10" fmla="*/ 5 w 45"/>
                            <a:gd name="T11" fmla="*/ 40 h 50"/>
                            <a:gd name="T12" fmla="*/ 0 w 45"/>
                            <a:gd name="T13" fmla="*/ 40 h 50"/>
                            <a:gd name="T14" fmla="*/ 0 w 45"/>
                            <a:gd name="T15" fmla="*/ 35 h 50"/>
                            <a:gd name="T16" fmla="*/ 5 w 45"/>
                            <a:gd name="T17" fmla="*/ 40 h 50"/>
                            <a:gd name="T18" fmla="*/ 0 w 45"/>
                            <a:gd name="T19" fmla="*/ 35 h 50"/>
                            <a:gd name="T20" fmla="*/ 5 w 45"/>
                            <a:gd name="T21" fmla="*/ 35 h 50"/>
                            <a:gd name="T22" fmla="*/ 45 w 45"/>
                            <a:gd name="T23" fmla="*/ 45 h 50"/>
                            <a:gd name="T24" fmla="*/ 45 w 45"/>
                            <a:gd name="T25" fmla="*/ 50 h 50"/>
                            <a:gd name="T26" fmla="*/ 5 w 45"/>
                            <a:gd name="T27" fmla="*/ 40 h 50"/>
                            <a:gd name="T28" fmla="*/ 0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50"/>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06"/>
                      <wps:cNvSpPr>
                        <a:spLocks noEditPoints="1"/>
                      </wps:cNvSpPr>
                      <wps:spPr bwMode="auto">
                        <a:xfrm>
                          <a:off x="330200" y="378460"/>
                          <a:ext cx="28575" cy="28575"/>
                        </a:xfrm>
                        <a:custGeom>
                          <a:avLst/>
                          <a:gdLst>
                            <a:gd name="T0" fmla="*/ 10 w 45"/>
                            <a:gd name="T1" fmla="*/ 0 h 45"/>
                            <a:gd name="T2" fmla="*/ 5 w 45"/>
                            <a:gd name="T3" fmla="*/ 35 h 45"/>
                            <a:gd name="T4" fmla="*/ 0 w 45"/>
                            <a:gd name="T5" fmla="*/ 35 h 45"/>
                            <a:gd name="T6" fmla="*/ 5 w 45"/>
                            <a:gd name="T7" fmla="*/ 0 h 45"/>
                            <a:gd name="T8" fmla="*/ 10 w 45"/>
                            <a:gd name="T9" fmla="*/ 0 h 45"/>
                            <a:gd name="T10" fmla="*/ 0 w 45"/>
                            <a:gd name="T11" fmla="*/ 35 h 45"/>
                            <a:gd name="T12" fmla="*/ 0 w 45"/>
                            <a:gd name="T13" fmla="*/ 35 h 45"/>
                            <a:gd name="T14" fmla="*/ 0 w 45"/>
                            <a:gd name="T15" fmla="*/ 35 h 45"/>
                            <a:gd name="T16" fmla="*/ 0 w 45"/>
                            <a:gd name="T17" fmla="*/ 35 h 45"/>
                            <a:gd name="T18" fmla="*/ 0 w 45"/>
                            <a:gd name="T19" fmla="*/ 35 h 45"/>
                            <a:gd name="T20" fmla="*/ 5 w 45"/>
                            <a:gd name="T21" fmla="*/ 30 h 45"/>
                            <a:gd name="T22" fmla="*/ 45 w 45"/>
                            <a:gd name="T23" fmla="*/ 40 h 45"/>
                            <a:gd name="T24" fmla="*/ 45 w 45"/>
                            <a:gd name="T25" fmla="*/ 45 h 45"/>
                            <a:gd name="T26" fmla="*/ 0 w 45"/>
                            <a:gd name="T27" fmla="*/ 35 h 45"/>
                            <a:gd name="T28" fmla="*/ 0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10" y="0"/>
                              </a:moveTo>
                              <a:lnTo>
                                <a:pt x="5" y="35"/>
                              </a:lnTo>
                              <a:lnTo>
                                <a:pt x="0" y="35"/>
                              </a:lnTo>
                              <a:lnTo>
                                <a:pt x="5" y="0"/>
                              </a:lnTo>
                              <a:lnTo>
                                <a:pt x="10" y="0"/>
                              </a:lnTo>
                              <a:close/>
                              <a:moveTo>
                                <a:pt x="0" y="35"/>
                              </a:moveTo>
                              <a:lnTo>
                                <a:pt x="0" y="35"/>
                              </a:lnTo>
                              <a:close/>
                              <a:moveTo>
                                <a:pt x="0" y="35"/>
                              </a:moveTo>
                              <a:lnTo>
                                <a:pt x="5" y="30"/>
                              </a:lnTo>
                              <a:lnTo>
                                <a:pt x="45" y="40"/>
                              </a:lnTo>
                              <a:lnTo>
                                <a:pt x="45" y="4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7"/>
                      <wps:cNvSpPr>
                        <a:spLocks noEditPoints="1"/>
                      </wps:cNvSpPr>
                      <wps:spPr bwMode="auto">
                        <a:xfrm>
                          <a:off x="393700" y="290195"/>
                          <a:ext cx="41275" cy="31750"/>
                        </a:xfrm>
                        <a:custGeom>
                          <a:avLst/>
                          <a:gdLst>
                            <a:gd name="T0" fmla="*/ 0 w 65"/>
                            <a:gd name="T1" fmla="*/ 20 h 50"/>
                            <a:gd name="T2" fmla="*/ 0 w 65"/>
                            <a:gd name="T3" fmla="*/ 20 h 50"/>
                            <a:gd name="T4" fmla="*/ 0 w 65"/>
                            <a:gd name="T5" fmla="*/ 20 h 50"/>
                            <a:gd name="T6" fmla="*/ 0 w 65"/>
                            <a:gd name="T7" fmla="*/ 20 h 50"/>
                            <a:gd name="T8" fmla="*/ 0 w 65"/>
                            <a:gd name="T9" fmla="*/ 20 h 50"/>
                            <a:gd name="T10" fmla="*/ 5 w 65"/>
                            <a:gd name="T11" fmla="*/ 20 h 50"/>
                            <a:gd name="T12" fmla="*/ 25 w 65"/>
                            <a:gd name="T13" fmla="*/ 50 h 50"/>
                            <a:gd name="T14" fmla="*/ 20 w 65"/>
                            <a:gd name="T15" fmla="*/ 50 h 50"/>
                            <a:gd name="T16" fmla="*/ 0 w 65"/>
                            <a:gd name="T17" fmla="*/ 20 h 50"/>
                            <a:gd name="T18" fmla="*/ 0 w 65"/>
                            <a:gd name="T19" fmla="*/ 20 h 50"/>
                            <a:gd name="T20" fmla="*/ 25 w 65"/>
                            <a:gd name="T21" fmla="*/ 50 h 50"/>
                            <a:gd name="T22" fmla="*/ 20 w 65"/>
                            <a:gd name="T23" fmla="*/ 50 h 50"/>
                            <a:gd name="T24" fmla="*/ 20 w 65"/>
                            <a:gd name="T25" fmla="*/ 50 h 50"/>
                            <a:gd name="T26" fmla="*/ 25 w 65"/>
                            <a:gd name="T27" fmla="*/ 50 h 50"/>
                            <a:gd name="T28" fmla="*/ 20 w 65"/>
                            <a:gd name="T29" fmla="*/ 50 h 50"/>
                            <a:gd name="T30" fmla="*/ 20 w 65"/>
                            <a:gd name="T31" fmla="*/ 45 h 50"/>
                            <a:gd name="T32" fmla="*/ 60 w 65"/>
                            <a:gd name="T33" fmla="*/ 30 h 50"/>
                            <a:gd name="T34" fmla="*/ 60 w 65"/>
                            <a:gd name="T35" fmla="*/ 35 h 50"/>
                            <a:gd name="T36" fmla="*/ 25 w 65"/>
                            <a:gd name="T37" fmla="*/ 50 h 50"/>
                            <a:gd name="T38" fmla="*/ 20 w 65"/>
                            <a:gd name="T39" fmla="*/ 50 h 50"/>
                            <a:gd name="T40" fmla="*/ 65 w 65"/>
                            <a:gd name="T41" fmla="*/ 35 h 50"/>
                            <a:gd name="T42" fmla="*/ 65 w 65"/>
                            <a:gd name="T43" fmla="*/ 35 h 50"/>
                            <a:gd name="T44" fmla="*/ 60 w 65"/>
                            <a:gd name="T45" fmla="*/ 35 h 50"/>
                            <a:gd name="T46" fmla="*/ 65 w 65"/>
                            <a:gd name="T47" fmla="*/ 35 h 50"/>
                            <a:gd name="T48" fmla="*/ 60 w 65"/>
                            <a:gd name="T49" fmla="*/ 35 h 50"/>
                            <a:gd name="T50" fmla="*/ 60 w 65"/>
                            <a:gd name="T51" fmla="*/ 35 h 50"/>
                            <a:gd name="T52" fmla="*/ 40 w 65"/>
                            <a:gd name="T53" fmla="*/ 5 h 50"/>
                            <a:gd name="T54" fmla="*/ 40 w 65"/>
                            <a:gd name="T55" fmla="*/ 5 h 50"/>
                            <a:gd name="T56" fmla="*/ 65 w 65"/>
                            <a:gd name="T57" fmla="*/ 35 h 50"/>
                            <a:gd name="T58" fmla="*/ 60 w 65"/>
                            <a:gd name="T59" fmla="*/ 35 h 50"/>
                            <a:gd name="T60" fmla="*/ 40 w 65"/>
                            <a:gd name="T61" fmla="*/ 0 h 50"/>
                            <a:gd name="T62" fmla="*/ 40 w 65"/>
                            <a:gd name="T63" fmla="*/ 0 h 50"/>
                            <a:gd name="T64" fmla="*/ 40 w 65"/>
                            <a:gd name="T65" fmla="*/ 5 h 50"/>
                            <a:gd name="T66" fmla="*/ 40 w 65"/>
                            <a:gd name="T67" fmla="*/ 0 h 50"/>
                            <a:gd name="T68" fmla="*/ 40 w 65"/>
                            <a:gd name="T69" fmla="*/ 5 h 50"/>
                            <a:gd name="T70" fmla="*/ 40 w 65"/>
                            <a:gd name="T71" fmla="*/ 5 h 50"/>
                            <a:gd name="T72" fmla="*/ 5 w 65"/>
                            <a:gd name="T73" fmla="*/ 20 h 50"/>
                            <a:gd name="T74" fmla="*/ 0 w 65"/>
                            <a:gd name="T75" fmla="*/ 20 h 50"/>
                            <a:gd name="T76" fmla="*/ 40 w 65"/>
                            <a:gd name="T77" fmla="*/ 0 h 50"/>
                            <a:gd name="T78" fmla="*/ 40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0" y="20"/>
                              </a:moveTo>
                              <a:lnTo>
                                <a:pt x="0" y="20"/>
                              </a:lnTo>
                              <a:close/>
                              <a:moveTo>
                                <a:pt x="0" y="20"/>
                              </a:moveTo>
                              <a:lnTo>
                                <a:pt x="5" y="20"/>
                              </a:lnTo>
                              <a:lnTo>
                                <a:pt x="25" y="50"/>
                              </a:lnTo>
                              <a:lnTo>
                                <a:pt x="20" y="50"/>
                              </a:lnTo>
                              <a:lnTo>
                                <a:pt x="0" y="20"/>
                              </a:lnTo>
                              <a:close/>
                              <a:moveTo>
                                <a:pt x="25" y="50"/>
                              </a:moveTo>
                              <a:lnTo>
                                <a:pt x="20" y="50"/>
                              </a:lnTo>
                              <a:lnTo>
                                <a:pt x="25" y="50"/>
                              </a:lnTo>
                              <a:close/>
                              <a:moveTo>
                                <a:pt x="20" y="50"/>
                              </a:moveTo>
                              <a:lnTo>
                                <a:pt x="20" y="45"/>
                              </a:lnTo>
                              <a:lnTo>
                                <a:pt x="60" y="30"/>
                              </a:lnTo>
                              <a:lnTo>
                                <a:pt x="60" y="35"/>
                              </a:lnTo>
                              <a:lnTo>
                                <a:pt x="25" y="50"/>
                              </a:lnTo>
                              <a:lnTo>
                                <a:pt x="20" y="50"/>
                              </a:lnTo>
                              <a:close/>
                              <a:moveTo>
                                <a:pt x="65" y="35"/>
                              </a:moveTo>
                              <a:lnTo>
                                <a:pt x="65" y="35"/>
                              </a:lnTo>
                              <a:lnTo>
                                <a:pt x="60" y="35"/>
                              </a:lnTo>
                              <a:lnTo>
                                <a:pt x="65" y="35"/>
                              </a:lnTo>
                              <a:close/>
                              <a:moveTo>
                                <a:pt x="60" y="35"/>
                              </a:moveTo>
                              <a:lnTo>
                                <a:pt x="60" y="35"/>
                              </a:lnTo>
                              <a:lnTo>
                                <a:pt x="40" y="5"/>
                              </a:lnTo>
                              <a:lnTo>
                                <a:pt x="65" y="35"/>
                              </a:lnTo>
                              <a:lnTo>
                                <a:pt x="60" y="35"/>
                              </a:lnTo>
                              <a:close/>
                              <a:moveTo>
                                <a:pt x="40" y="0"/>
                              </a:moveTo>
                              <a:lnTo>
                                <a:pt x="40" y="0"/>
                              </a:lnTo>
                              <a:lnTo>
                                <a:pt x="40" y="5"/>
                              </a:lnTo>
                              <a:lnTo>
                                <a:pt x="40" y="0"/>
                              </a:lnTo>
                              <a:close/>
                              <a:moveTo>
                                <a:pt x="40" y="5"/>
                              </a:moveTo>
                              <a:lnTo>
                                <a:pt x="40" y="5"/>
                              </a:lnTo>
                              <a:lnTo>
                                <a:pt x="5" y="20"/>
                              </a:lnTo>
                              <a:lnTo>
                                <a:pt x="0" y="20"/>
                              </a:lnTo>
                              <a:lnTo>
                                <a:pt x="40" y="0"/>
                              </a:lnTo>
                              <a:lnTo>
                                <a:pt x="40"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5425153" id="Kanwa 52" o:spid="_x0000_s1026" editas="canvas" style="width:40.05pt;height:38.95pt;mso-position-horizontal-relative:char;mso-position-vertical-relative:line" coordsize="50863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5;height:494665;visibility:visible;mso-wrap-style:square">
                <v:fill o:detectmouseclick="t"/>
                <v:path o:connecttype="none"/>
              </v:shape>
              <v:shape id="Freeform 61" o:spid="_x0000_s1028" style="position:absolute;width:466725;height:466725;visibility:visible;mso-wrap-style:square;v-text-anchor:top" coordsize="735,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3EUcQA&#10;AADaAAAADwAAAGRycy9kb3ducmV2LnhtbESP0WrCQBRE3wX/YblCX0Q3tlZNdBURWoovavQDrtlr&#10;EszeDdnVpH/fLRT6OMzMGWa16UwlntS40rKCyTgCQZxZXXKu4HL+GC1AOI+ssbJMCr7JwWbd760w&#10;0bblEz1Tn4sAYZeggsL7OpHSZQUZdGNbEwfvZhuDPsgml7rBNsBNJV+jaCYNlhwWCqxpV1B2Tx9G&#10;wXx/o/hwfK8+h4e3axtN4/JKsVIvg267BOGp8//hv/aXVjCF3yvhBs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NxFHEAAAA2gAAAA8AAAAAAAAAAAAAAAAAmAIAAGRycy9k&#10;b3ducmV2LnhtbFBLBQYAAAAABAAEAPUAAACJAw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62" o:spid="_x0000_s1029" style="position:absolute;width:466725;height:466725;visibility:visible;mso-wrap-style:square;v-text-anchor:top" coordsize="735,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Wp+8QA&#10;AADaAAAADwAAAGRycy9kb3ducmV2LnhtbESPQWsCMRSE7wX/Q3iCt5rVosjWKKKV1ouobfH62Dx3&#10;FzcvyyZq1l9vhEKPw8x8w0znwVTiSo0rLSsY9BMQxJnVJecKfr7XrxMQziNrrCyTgpYczGedlymm&#10;2t54T9eDz0WEsEtRQeF9nUrpsoIMur6tiaN3so1BH2WTS93gLcJNJYdJMpYGS44LBda0LCg7Hy5G&#10;gV0F135+LFf39nzfrn/Dcbd5OyrV64bFOwhPwf+H/9pfWsEInlfiD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1qfvEAAAA2gAAAA8AAAAAAAAAAAAAAAAAmAIAAGRycy9k&#10;b3ducmV2LnhtbFBLBQYAAAAABAAEAPUAAACJAw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color="#005023"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63" o:spid="_x0000_s1030" style="position:absolute;left:3175;top:6350;width:460375;height:454025;visibility:visible;mso-wrap-style:square;v-text-anchor:top" coordsize="725,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drnsIA&#10;AADaAAAADwAAAGRycy9kb3ducmV2LnhtbESPT4vCMBTE7wt+h/CEva2pfxBbjSKC6GnB7ur50Tzb&#10;YvNSkqh1P/1GEDwOM/MbZrHqTCNu5HxtWcFwkIAgLqyuuVTw+7P9moHwAVljY5kUPMjDatn7WGCm&#10;7Z0PdMtDKSKEfYYKqhDaTEpfVGTQD2xLHL2zdQZDlK6U2uE9wk0jR0kylQZrjgsVtrSpqLjkV6Pg&#10;Lz/ui5lOd5P04Yb+NE67yXeq1Ge/W89BBOrCO/xq77WCKTyvxBs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2uewgAAANoAAAAPAAAAAAAAAAAAAAAAAJgCAABkcnMvZG93&#10;bnJldi54bWxQSwUGAAAAAAQABAD1AAAAhwM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64" o:spid="_x0000_s1031" style="position:absolute;width:460375;height:454025;visibility:visible;mso-wrap-style:square;v-text-anchor:top" coordsize="725,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gN8MA&#10;AADaAAAADwAAAGRycy9kb3ducmV2LnhtbESPQWvCQBSE7wX/w/KE3pqNHqqkrqFUBHNRtIFeX7Ov&#10;2bTZtyG7xuiv7xaEHoeZ+YZZ5aNtxUC9bxwrmCUpCOLK6YZrBeX79mkJwgdkja1jUnAlD/l68rDC&#10;TLsLH2k4hVpECPsMFZgQukxKXxmy6BPXEUfvy/UWQ5R9LXWPlwi3rZyn6bO02HBcMNjRm6Hq53S2&#10;CjblYf85mKJGbz40FuX3Ij3elHqcjq8vIAKN4T98b++0ggX8XYk3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gN8MAAADaAAAADwAAAAAAAAAAAAAAAACYAgAAZHJzL2Rv&#10;d25yZXYueG1sUEsFBgAAAAAEAAQA9QAAAIgDA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65" o:spid="_x0000_s1032" style="position:absolute;left:69850;top:69215;width:330200;height:328295;visibility:visible;mso-wrap-style:square;v-text-anchor:top" coordsize="520,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uQOrwA&#10;AADaAAAADwAAAGRycy9kb3ducmV2LnhtbERPvQrCMBDeBd8hnOAimqogUo0iBdFJsBZcz+Zsi82l&#10;NFHr25tBcPz4/tfbztTiRa2rLCuYTiIQxLnVFRcKsst+vAThPLLG2jIp+JCD7abfW2Os7ZvP9Ep9&#10;IUIIuxgVlN43sZQuL8mgm9iGOHB32xr0AbaF1C2+Q7ip5SyKFtJgxaGhxIaSkvJH+jQKunp+Ox8S&#10;fRoV7rqcno5ZkuqHUsNBt1uB8NT5v/jnPmoFYWu4Em6A3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4O5A6vAAAANoAAAAPAAAAAAAAAAAAAAAAAJgCAABkcnMvZG93bnJldi54&#10;bWxQSwUGAAAAAAQABAD1AAAAgQMAAAAA&#10;" path="m260,r,l310,5r50,15l405,45r35,30l475,114r20,45l510,209r10,50l510,313r-15,45l475,403r-35,39l405,472r-45,25l310,512r-50,5l205,512,155,497,115,472,75,442,45,403,20,358,5,313,,259,5,209,20,159,45,114,75,75,115,45,155,20,205,5,260,xe" fillcolor="#005747"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66" o:spid="_x0000_s1033" style="position:absolute;left:69850;top:69215;width:330200;height:328295;visibility:visible;mso-wrap-style:square;v-text-anchor:top" coordsize="520,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D1PcAA&#10;AADaAAAADwAAAGRycy9kb3ducmV2LnhtbESPzQrCMBCE74LvEFbwpqkeRKtRRBT04MEfiselWdti&#10;sylN1OrTG0HwOMzMN8xs0ZhSPKh2hWUFg34Egji1uuBMwfm06Y1BOI+ssbRMCl7kYDFvt2YYa/vk&#10;Az2OPhMBwi5GBbn3VSylS3My6Pq2Ig7e1dYGfZB1JnWNzwA3pRxG0UgaLDgs5FjRKqf0drwbBZfd&#10;6H3X+9dEN+OdXK9dcstWiVLdTrOcgvDU+H/4195qBRP4Xgk3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D1PcAAAADaAAAADwAAAAAAAAAAAAAAAACYAgAAZHJzL2Rvd25y&#10;ZXYueG1sUEsFBgAAAAAEAAQA9QAAAIUDAAAAAA==&#10;" path="m260,r,l310,5r50,15l405,45r35,30l475,114r20,45l510,209r10,50l510,313r-15,45l475,403r-35,39l405,472r-45,25l310,512r-50,5l205,512,155,497,115,472,75,442,45,403,20,358,5,313,,259,5,209,20,159,45,114,75,75,115,45,155,20,205,5,260,e" filled="f"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67" o:spid="_x0000_s1034" style="position:absolute;left:76200;top:75565;width:317500;height:315595;visibility:visible;mso-wrap-style:square;v-text-anchor:top" coordsize="50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3Kp8YA&#10;AADbAAAADwAAAGRycy9kb3ducmV2LnhtbESPzWvCQBDF7wX/h2WEXkqz0YNI6iqlEik9CH7Qj9uQ&#10;nSah2dklu2r87zsHwdsM7817v1msBtepM/Wx9WxgkuWgiCtvW64NHA/l8xxUTMgWO89k4EoRVsvR&#10;wwIL6y+8o/M+1UpCOBZooEkpFFrHqiGHMfOBWLRf3ztMsva1tj1eJNx1eprnM+2wZWloMNBbQ9Xf&#10;/uQM7NbX+P30NQsf281PmG4/y7mOpTGP4+H1BVSiId3Nt+t3K/hCL7/IAHr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3Kp8YAAADbAAAADwAAAAAAAAAAAAAAAACYAgAAZHJz&#10;L2Rvd25yZXYueG1sUEsFBgAAAAAEAAQA9QAAAIsDAAAAAA==&#10;" path="m250,r,l300,5r45,15l390,45r35,30l455,109r25,45l495,199r5,50l495,298r-15,50l455,388r-30,39l390,457r-45,20l300,492r-50,5l200,492,150,477,110,457,70,427,40,388,15,348,5,298,,249,5,199,15,154,40,109,70,75,110,45,150,20,200,5,250,xe"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68" o:spid="_x0000_s1035" style="position:absolute;left:76200;top:75565;width:317500;height:315595;visibility:visible;mso-wrap-style:square;v-text-anchor:top" coordsize="50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U778IA&#10;AADbAAAADwAAAGRycy9kb3ducmV2LnhtbERPTWvCQBC9F/wPywi91U0KikTXUAopbW9GPXgbstPN&#10;0uxsmt3G9N93BcHbPN7nbMvJdWKkIVjPCvJFBoK48dqyUXA8VE9rECEia+w8k4I/ClDuZg9bLLS/&#10;8J7GOhqRQjgUqKCNsS+kDE1LDsPC98SJ+/KDw5jgYKQe8JLCXSefs2wlHVpODS329NpS813/OgWn&#10;ffx4+zz4qbP18riqfs5G26VSj/PpZQMi0hTv4pv7Xaf5OVx/SQfI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RTvvwgAAANsAAAAPAAAAAAAAAAAAAAAAAJgCAABkcnMvZG93&#10;bnJldi54bWxQSwUGAAAAAAQABAD1AAAAhwMAAAAA&#10;" path="m250,r,l300,5r45,15l390,45r35,30l455,109r25,45l495,199r5,50l495,298r-15,50l455,388r-30,39l390,457r-45,20l300,492r-50,5l200,492,150,477,110,457,70,427,40,388,15,348,5,298,,249,5,199,15,154,40,109,70,75,110,45,150,20,200,5,250,e" filled="f"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69" o:spid="_x0000_s1036" style="position:absolute;left:111125;top:139065;width:234950;height:173355;visibility:visible;mso-wrap-style:square;v-text-anchor:top" coordsize="370,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2K58AA&#10;AADbAAAADwAAAGRycy9kb3ducmV2LnhtbERPzWrCQBC+C77DMkJvulFaaaOrhIZKT9LGPsCQHZNo&#10;djZkR41v3y0Ivc3H9zvr7eBadaU+NJ4NzGcJKOLS24YrAz+Hj+krqCDIFlvPZOBOAbab8WiNqfU3&#10;/qZrIZWKIRxSNFCLdKnWoazJYZj5jjhyR987lAj7StsebzHctXqRJEvtsOHYUGNH7zWV5+LiDOyy&#10;40v23Bby9baUPM8PtD/JxZinyZCtQAkN8i9+uD9tnL+Av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2K58AAAADbAAAADwAAAAAAAAAAAAAAAACYAgAAZHJzL2Rvd25y&#10;ZXYueG1sUEsFBgAAAAAEAAQA9QAAAIUDAAAAAA==&#10;" path="m150,273l205,,120,99r20,l55,193r20,l,273r150,xm160,273l200,79r65,l240,213r35,l260,273r-100,xm200,69l215,4r90,l330,9r15,10l355,29r10,20l370,79r-5,15l360,109r-10,15l345,134r-25,10l305,149r-45,l275,79r15,l295,79r5,-5l295,69r-5,l200,69xe" fillcolor="#005023" stroked="f">
                <v:path arrowok="t" o:connecttype="custom" o:connectlocs="95250,173355;130175,0;76200,62865;88900,62865;34925,122555;47625,122555;0,173355;95250,173355;101600,173355;127000,50165;168275,50165;152400,135255;174625,135255;165100,173355;101600,173355;127000,43815;136525,2540;193675,2540;193675,2540;209550,5715;219075,12065;225425,18415;225425,18415;231775,31115;234950,50165;234950,50165;231775,59690;228600,69215;222250,78740;219075,85090;219075,85090;203200,91440;193675,94615;165100,94615;174625,50165;184150,50165;184150,50165;187325,50165;190500,46990;190500,46990;187325,43815;184150,43815;127000,43815" o:connectangles="0,0,0,0,0,0,0,0,0,0,0,0,0,0,0,0,0,0,0,0,0,0,0,0,0,0,0,0,0,0,0,0,0,0,0,0,0,0,0,0,0,0,0"/>
                <o:lock v:ext="edit" verticies="t"/>
              </v:shape>
              <v:shape id="Freeform 70" o:spid="_x0000_s1037" style="position:absolute;left:22225;top:22225;width:422275;height:195580;visibility:visible;mso-wrap-style:square;v-text-anchor:top" coordsize="665,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nKkcIA&#10;AADbAAAADwAAAGRycy9kb3ducmV2LnhtbERPS4vCMBC+C/6HMMJeRFMtqFSjiCC6y3rwcfA4NGNb&#10;bCalybb1328WFrzNx/ec1aYzpWiodoVlBZNxBII4tbrgTMHtuh8tQDiPrLG0TApe5GCz7vdWmGjb&#10;8pmai89ECGGXoILc+yqR0qU5GXRjWxEH7mFrgz7AOpO6xjaEm1JOo2gmDRYcGnKsaJdT+rz8GAXz&#10;w30XD0+u/f78msbb7NoczFMq9THotksQnjr/Fv+7jzrMj+Hvl3C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qRwgAAANsAAAAPAAAAAAAAAAAAAAAAAJgCAABkcnMvZG93&#10;bnJldi54bWxQSwUGAAAAAAQABAD1AAAAhwMAAAAA&#1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path arrowok="t" o:connecttype="custom" o:connectlocs="412750,170180;390525,173355;393700,100965;384175,144780;396875,125730;349250,88265;358775,100965;371475,88265;358775,75565;355600,69215;368300,69215;381000,88265;358775,107315;339725,94615;349250,75565;330200,34290;323850,78740;269875,46990;298450,24765;234950,24765;241300,34290;247650,27940;241300,22225;231775,6350;244475,3175;257175,15875;244475,9525;238125,12700;254000,22225;257175,31115;238125,40640;228600,31115;190500,0;209550,37465;155575,15875;168275,34290;155575,6350;120650,40640;127000,31115;120650,27940;111125,24765;127000,22225;133350,37465;117475,46990;50800,72390;82550,72390;50800,113665;63500,104140;60325,100965;44450,110490;31750,104140;41275,88265;47625,94615;41275,94615;41275,104140;57150,94615;69850,100965;66675,113665;47625,119380;38100,138430;44450,157480;38100,195580;41275,167005" o:connectangles="0,0,0,0,0,0,0,0,0,0,0,0,0,0,0,0,0,0,0,0,0,0,0,0,0,0,0,0,0,0,0,0,0,0,0,0,0,0,0,0,0,0,0,0,0,0,0,0,0,0,0,0,0,0,0,0,0,0,0,0,0,0,0"/>
                <o:lock v:ext="edit" verticies="t"/>
              </v:shape>
              <v:shape id="Freeform 71" o:spid="_x0000_s1038" style="position:absolute;left:219075;top:15875;width:9525;height:6350;visibility:visible;mso-wrap-style:square;v-text-anchor:top" coordsize="1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7bNMMA&#10;AADbAAAADwAAAGRycy9kb3ducmV2LnhtbERPTWvCQBC9F/wPywi9FLNp1TZGVyktguKp2ou3ITvZ&#10;BLOzIbtq7K/vCoXe5vE+Z7HqbSMu1PnasYLnJAVBXDhds1HwfViPMhA+IGtsHJOCG3lYLQcPC8y1&#10;u/IXXfbBiBjCPkcFVQhtLqUvKrLoE9cSR650ncUQYWek7vAaw20jX9L0VVqsOTZU2NJHRcVpf7YK&#10;Spya8dva/Jw1zz63T7vMHjeZUo/D/n0OIlAf/sV/7o2O8ydw/yU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7bNMMAAADbAAAADwAAAAAAAAAAAAAAAACYAgAAZHJzL2Rv&#10;d25yZXYueG1sUEsFBgAAAAAEAAQA9QAAAIgDAAAAAA==&#10;" path="m,10l5,,15,,5,10,,10xe" fillcolor="#005747" stroked="f">
                <v:path arrowok="t" o:connecttype="custom" o:connectlocs="0,6350;3175,0;9525,0;3175,6350;0,6350" o:connectangles="0,0,0,0,0"/>
              </v:shape>
              <v:shape id="Freeform 72" o:spid="_x0000_s1039" style="position:absolute;left:31750;top:312420;width:184150;height:132080;visibility:visible;mso-wrap-style:square;v-text-anchor:top" coordsize="290,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w+7MIA&#10;AADbAAAADwAAAGRycy9kb3ducmV2LnhtbERPS4vCMBC+L/gfwgh7s6nuA6lGUaHgZR9WEY9DM7bF&#10;ZlKa2Hb//WZB2Nt8fM9ZrgdTi45aV1lWMI1iEMS51RUXCk7HdDIH4TyyxtoyKfghB+vV6GmJibY9&#10;H6jLfCFCCLsEFZTeN4mULi/JoItsQxy4q20N+gDbQuoW+xBuajmL43dpsOLQUGJDu5LyW3Y3CrrL&#10;11bHh4/q+/bi3e7185xet2elnsfDZgHC0+D/xQ/3Xof5b/D3Szh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vD7swgAAANsAAAAPAAAAAAAAAAAAAAAAAJgCAABkcnMvZG93&#10;bnJldi54bWxQSwUGAAAAAAQABAD1AAAAhwMAAAAA&#1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path arrowok="t" o:connecttype="custom" o:connectlocs="180975,132080;165100,128905;152400,125730;136525,119380;120650,116205;107950,109855;92075,104140;79375,94615;66675,85090;57150,78740;44450,69215;34925,56515;28575,46990;19050,34290;12700,24765;6350,12700;0,0;6350,3175;12700,15240;19050,27940;25400,40640;34925,50165;44450,59690;53975,69215;63500,78740;76200,88265;88900,97790;101600,104140;114300,109855;130175,116205;142875,119380;158750,122555;174625,125730" o:connectangles="0,0,0,0,0,0,0,0,0,0,0,0,0,0,0,0,0,0,0,0,0,0,0,0,0,0,0,0,0,0,0,0,0"/>
              </v:shape>
              <v:shape id="Freeform 73" o:spid="_x0000_s1040" style="position:absolute;left:47625;top:293370;width:187325;height:135255;visibility:visible;mso-wrap-style:square;v-text-anchor:top" coordsize="295,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TKcEA&#10;AADbAAAADwAAAGRycy9kb3ducmV2LnhtbERPS2vCQBC+C/0Pywi96UYpqaSuIpVCSQ8+L70N2TEb&#10;zM6G7JrEf+8WhN7m43vOcj3YWnTU+sqxgtk0AUFcOF1xqeB8+posQPiArLF2TAru5GG9ehktMdOu&#10;5wN1x1CKGMI+QwUmhCaT0heGLPqpa4gjd3GtxRBhW0rdYh/DbS3nSZJKixXHBoMNfRoqrsebVfC+&#10;22+Htz3nv0Vp6ptOrnn4OSv1Oh42HyACDeFf/HR/6zg/hb9f4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10ynBAAAA2wAAAA8AAAAAAAAAAAAAAAAAmAIAAGRycy9kb3du&#10;cmV2LnhtbFBLBQYAAAAABAAEAPUAAACGAwAAAAA=&#1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path arrowok="t" o:connecttype="custom" o:connectlocs="187325,135255;168275,135255;152400,132080;136525,128905;120650,123190;104775,116840;92075,110490;79375,104140;66675,94615;53975,85090;44450,75565;31750,62865;25400,53340;15875,40640;9525,28575;3175,15875;0,0;3175,6350;9525,19050;15875,31750;22225,43815;31750,56515;41275,66040;50800,75565;60325,88265;73025,94615;85725,104140;101600,110490;114300,116840;130175,123190;146050,126365;161925,128905;177800,132080" o:connectangles="0,0,0,0,0,0,0,0,0,0,0,0,0,0,0,0,0,0,0,0,0,0,0,0,0,0,0,0,0,0,0,0,0"/>
              </v:shape>
              <v:shape id="Freeform 74" o:spid="_x0000_s1041" style="position:absolute;left:69850;top:302895;width:149225;height:110490;visibility:visible;mso-wrap-style:square;v-text-anchor:top" coordsize="23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kEcMA&#10;AADbAAAADwAAAGRycy9kb3ducmV2LnhtbERPTWvCQBC9C/0PywjedGOpjUQ3QSwVb1JtkdzG7DRJ&#10;m50N2VVjf31XKPQ2j/c5y6w3jbhQ52rLCqaTCARxYXXNpYL3w+t4DsJ5ZI2NZVJwIwdZ+jBYYqLt&#10;ld/osvelCCHsElRQed8mUrqiIoNuYlviwH3azqAPsCul7vAawk0jH6PoWRqsOTRU2NK6ouJ7fzYK&#10;no75eVOcYmmbj/wn380OGH+9KDUa9qsFCE+9/xf/ubc6zI/h/k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fkEcMAAADbAAAADwAAAAAAAAAAAAAAAACYAgAAZHJzL2Rv&#10;d25yZXYueG1sUEsFBgAAAAAEAAQA9QAAAIgDAAAAAA==&#1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path arrowok="t" o:connecttype="custom" o:connectlocs="149225,110490;136525,107315;123825,104140;111125,100965;98425,94615;88900,91440;76200,85090;66675,78740;57150,72390;47625,62865;38100,56515;28575,46990;22225,37465;15875,31115;9525,22225;3175,9525;0,0;6350,3175;9525,15875;15875,24765;22225,31115;28575,40640;34925,50165;44450,56515;53975,66040;63500,72390;73025,78740;82550,85090;95250,91440;104775,94615;117475,97790;130175,100965;142875,104140" o:connectangles="0,0,0,0,0,0,0,0,0,0,0,0,0,0,0,0,0,0,0,0,0,0,0,0,0,0,0,0,0,0,0,0,0"/>
              </v:shape>
              <v:shape id="Freeform 75" o:spid="_x0000_s1042" style="position:absolute;left:212725;top:425450;width:22225;height:19050;visibility:visible;mso-wrap-style:square;v-text-anchor:top" coordsize="3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SbiMYA&#10;AADbAAAADwAAAGRycy9kb3ducmV2LnhtbESPT2vDMAzF74N+B6PCbquzP5Q2rVvG2GBQxkjbQ48i&#10;VuOwWE5jr/G+/XQY7Cbxnt77ab3NvlNXGmIb2MD9rABFXAfbcmPgeHi7W4CKCdliF5gM/FCE7WZy&#10;s8bShpEruu5ToySEY4kGXEp9qXWsHXmMs9ATi3YOg8ck69BoO+Ao4b7TD0Ux1x5blgaHPb04qr/2&#10;395AtXzcXcLnOZ+eqnG5+3CX19zOjbmd5ucVqEQ5/Zv/rt+t4Aus/CID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SbiMYAAADbAAAADwAAAAAAAAAAAAAAAACYAgAAZHJz&#10;L2Rvd25yZXYueG1sUEsFBgAAAAAEAAQA9QAAAIsDAAAAAA==&#10;" path="m,25l30,r5,5l5,30,,25xe" fillcolor="#005747" stroked="f">
                <v:path arrowok="t" o:connecttype="custom" o:connectlocs="0,15875;19050,0;22225,3175;3175,19050;0,15875" o:connectangles="0,0,0,0,0"/>
              </v:shape>
              <v:shape id="Freeform 76" o:spid="_x0000_s1043" style="position:absolute;left:219075;top:410210;width:15875;height:18415;visibility:visible;mso-wrap-style:square;v-text-anchor:top" coordsize="2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wJFMIA&#10;AADbAAAADwAAAGRycy9kb3ducmV2LnhtbERPyWrDMBC9F/IPYgK5NXIMKY4bJZRAjU8uzXLobbAm&#10;tqk1MpJqu39fFQq9zeOtsz/OphcjOd9ZVrBZJyCIa6s7bhRcL6+PGQgfkDX2lknBN3k4HhYPe8y1&#10;nfidxnNoRAxhn6OCNoQhl9LXLRn0azsQR+5uncEQoWukdjjFcNPLNEmepMGOY0OLA51aqj/PX0ZB&#10;k9E2u1+r8sNOt6pOqXBvVaHUajm/PIMINId/8Z+71HH+Dn5/iQ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AkUwgAAANsAAAAPAAAAAAAAAAAAAAAAAJgCAABkcnMvZG93&#10;bnJldi54bWxQSwUGAAAAAAQABAD1AAAAhwMAAAAA&#10;" path="m,l25,29r-5,l,xe" fillcolor="#005747" stroked="f">
                <v:path arrowok="t" o:connecttype="custom" o:connectlocs="0,0;15875,18415;12700,18415;0,0;0,0" o:connectangles="0,0,0,0,0"/>
              </v:shape>
              <v:shape id="Freeform 77" o:spid="_x0000_s1044" style="position:absolute;left:193675;top:407035;width:25400;height:34290;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kl4cIA&#10;AADbAAAADwAAAGRycy9kb3ducmV2LnhtbERPS2vCQBC+F/oflin0UnSjUB/RVUQteBE0evE2ZKdJ&#10;aHY2ZFeN/75zEDx+fO/5snO1ulEbKs8GBv0EFHHubcWFgfPppzcBFSKyxdozGXhQgOXi/W2OqfV3&#10;PtIti4WSEA4pGihjbFKtQ16Sw9D3DbFwv751GAW2hbYt3iXc1XqYJCPtsGJpKLGhdUn5X3Z1UpId&#10;vy71YTIeTPPN9Xu/264ep60xnx/dagYqUhdf4qd7Zw0MZb18kR+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mSXhwgAAANsAAAAPAAAAAAAAAAAAAAAAAJgCAABkcnMvZG93&#10;bnJldi54bWxQSwUGAAAAAAQABAD1AAAAhwMAAAAA&#10;" path="m20,l40,29r-5,5l15,r5,xm40,29r,5l35,34r5,-5xm40,29r-5,5l5,54,,49,35,29r5,xe" fillcolor="#005747" stroked="f">
                <v:path arrowok="t" o:connecttype="custom" o:connectlocs="12700,0;25400,18415;22225,21590;9525,0;12700,0;25400,18415;25400,21590;22225,21590;25400,18415;25400,18415;22225,21590;3175,34290;0,31115;22225,18415;25400,18415" o:connectangles="0,0,0,0,0,0,0,0,0,0,0,0,0,0,0"/>
                <o:lock v:ext="edit" verticies="t"/>
              </v:shape>
              <v:shape id="Freeform 78" o:spid="_x0000_s1045" style="position:absolute;left:174625;top:403860;width:28575;height:31115;visibility:visible;mso-wrap-style:square;v-text-anchor:top" coordsize="4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bEW8IA&#10;AADbAAAADwAAAGRycy9kb3ducmV2LnhtbESPzYvCMBTE74L/Q3jC3jTVg0jXKMuCH7Be/MDzo3nb&#10;FJuXkqS27l+/EQSPw8z8hlmue1uLO/lQOVYwnWQgiAunKy4VXM6b8QJEiMgaa8ek4EEB1qvhYIm5&#10;dh0f6X6KpUgQDjkqMDE2uZShMGQxTFxDnLxf5y3GJH0ptccuwW0tZ1k2lxYrTgsGG/o2VNxOrVXQ&#10;7RrKfvy87Y28hUN7vj7+LlulPkb91yeISH18h1/tvVYwm8LzS/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sRbwgAAANsAAAAPAAAAAAAAAAAAAAAAAJgCAABkcnMvZG93&#10;bnJldi54bWxQSwUGAAAAAAQABAD1AAAAhwMAAAAA&#10;" path="m25,l40,29r-5,5l20,r5,xm40,29r5,5l40,34r,-5xm40,29r,5l5,49,,44,40,29xe" fillcolor="#005747" stroked="f">
                <v:path arrowok="t" o:connecttype="custom" o:connectlocs="15875,0;25400,18415;22225,21590;12700,0;15875,0;25400,18415;28575,21590;25400,21590;25400,18415;25400,18415;25400,21590;3175,31115;0,27940;25400,18415;25400,18415" o:connectangles="0,0,0,0,0,0,0,0,0,0,0,0,0,0,0"/>
                <o:lock v:ext="edit" verticies="t"/>
              </v:shape>
              <v:shape id="Freeform 79" o:spid="_x0000_s1046" style="position:absolute;left:158750;top:397510;width:25400;height:31115;visibility:visible;mso-wrap-style:square;v-text-anchor:top" coordsize="4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ADsEA&#10;AADbAAAADwAAAGRycy9kb3ducmV2LnhtbESPQYvCMBSE7wv+h/AEL4um7WEp1SgiCB5Xd1k8Pptn&#10;UmxeShNr998bYWGPw8x8w6w2o2vFQH1oPCvIFxkI4trrho2C76/9vAQRIrLG1jMp+KUAm/XkbYWV&#10;9g8+0nCKRiQIhwoV2Bi7SspQW3IYFr4jTt7V9w5jkr2RusdHgrtWFln2IR02nBYsdrSzVN9Od6fg&#10;014OOZsfsx1KItm9l+eYl0rNpuN2CSLSGP/Df+2DVlAU8PqSfo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6AA7BAAAA2wAAAA8AAAAAAAAAAAAAAAAAmAIAAGRycy9kb3du&#10;cmV2LnhtbFBLBQYAAAAABAAEAPUAAACGAwAAAAA=&#10;" path="m25,l40,35r-5,l20,5,25,xm40,35r,xm40,35r,l,49,35,35r5,xe" fillcolor="#005747" stroked="f">
                <v:path arrowok="t" o:connecttype="custom" o:connectlocs="15875,0;25400,22225;22225,22225;12700,3175;15875,0;25400,22225;25400,22225;25400,22225;25400,22225;25400,22225;25400,22225;0,31115;0,31115;22225,22225;25400,22225" o:connectangles="0,0,0,0,0,0,0,0,0,0,0,0,0,0,0"/>
                <o:lock v:ext="edit" verticies="t"/>
              </v:shape>
              <v:shape id="Freeform 80" o:spid="_x0000_s1047" style="position:absolute;left:139700;top:394335;width:28575;height:27940;visibility:visible;mso-wrap-style:square;v-text-anchor:top" coordsize="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DYMIA&#10;AADbAAAADwAAAGRycy9kb3ducmV2LnhtbESP0YrCMBRE3wX/IVzBN011RZauqbjKsvpo7Qdcmmtb&#10;2tx0m6h1v94Igo/DzJxhVuveNOJKnassK5hNIxDEudUVFwqy08/kE4TzyBoby6TgTg7WyXCwwljb&#10;Gx/pmvpCBAi7GBWU3rexlC4vyaCb2pY4eGfbGfRBdoXUHd4C3DRyHkVLabDisFBiS9uS8jq9GAUL&#10;2hV55r77zf/fVh4yX/+afabUeNRvvkB46v07/GrvtYL5Bzy/hB8gk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NwNgwgAAANsAAAAPAAAAAAAAAAAAAAAAAJgCAABkcnMvZG93&#10;bnJldi54bWxQSwUGAAAAAAQABAD1AAAAhwMAAAAA&#10;" path="m35,l45,30r-5,l30,r5,xm45,30r,5l40,35r5,-5xm45,30r-5,5l5,44,,40,40,30r5,xe" fillcolor="#005747" stroked="f">
                <v:path arrowok="t" o:connecttype="custom" o:connectlocs="22225,0;28575,19050;25400,19050;19050,0;22225,0;28575,19050;28575,22225;25400,22225;28575,19050;28575,19050;25400,22225;3175,27940;0,25400;25400,19050;28575,19050" o:connectangles="0,0,0,0,0,0,0,0,0,0,0,0,0,0,0"/>
                <o:lock v:ext="edit" verticies="t"/>
              </v:shape>
              <v:shape id="Freeform 81" o:spid="_x0000_s1048" style="position:absolute;left:41275;top:315595;width:38100;height:21590;visibility:visible;mso-wrap-style:square;v-text-anchor:top" coordsize="6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SwcUA&#10;AADbAAAADwAAAGRycy9kb3ducmV2LnhtbESPT2sCMRTE74V+h/AKXkSz/kFkNUoRRA8iqG2pt8fm&#10;ubt28xI2UddvbwShx2FmfsNM542pxJVqX1pW0OsmIIgzq0vOFXwdlp0xCB+QNVaWScGdPMxn729T&#10;TLW98Y6u+5CLCGGfooIiBJdK6bOCDPqudcTRO9naYIiyzqWu8RbhppL9JBlJgyXHhQIdLQrK/vYX&#10;o8BhstpdNj+/HLbfg2xwdnrZPirV+mg+JyACNeE//GqvtYL+EJ5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dhLBxQAAANsAAAAPAAAAAAAAAAAAAAAAAJgCAABkcnMv&#10;ZG93bnJldi54bWxQSwUGAAAAAAQABAD1AAAAigMAAAAA&#10;" path="m60,l40,29r-5,l55,r5,xm40,29r,5l40,29xm40,29r,5l,19,,15,40,29xe" fillcolor="#005747" stroked="f">
                <v:path arrowok="t" o:connecttype="custom" o:connectlocs="38100,0;25400,18415;22225,18415;34925,0;38100,0;25400,18415;25400,21590;25400,21590;25400,18415;25400,18415;25400,21590;0,12065;0,9525;25400,18415;25400,18415" o:connectangles="0,0,0,0,0,0,0,0,0,0,0,0,0,0,0"/>
                <o:lock v:ext="edit" verticies="t"/>
              </v:shape>
              <v:shape id="Freeform 82" o:spid="_x0000_s1049" style="position:absolute;left:47625;top:327660;width:38100;height:22225;visibility:visible;mso-wrap-style:square;v-text-anchor:top" coordsize="6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LMQA&#10;AADbAAAADwAAAGRycy9kb3ducmV2LnhtbESPQWsCMRSE70L/Q3gFb5pVsJat2aVYpIIHUXvo8XXz&#10;3KRuXpZNquu/bwTB4zAz3zCLsneNOFMXrGcFk3EGgrjy2nKt4OuwGr2CCBFZY+OZFFwpQFk8DRaY&#10;a3/hHZ33sRYJwiFHBSbGNpcyVIYchrFviZN39J3DmGRXS93hJcFdI6dZ9iIdWk4LBltaGqpO+z+n&#10;YGtl+P0wn98/s9Nyk+FuYufHlVLD5/79DUSkPj7C9/ZaK5jO4PY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DECzEAAAA2wAAAA8AAAAAAAAAAAAAAAAAmAIAAGRycy9k&#10;b3ducmV2LnhtbFBLBQYAAAAABAAEAPUAAACJAwAAAAA=&#10;" path="m60,l45,30r-5,l55,r5,xm45,30r,5l45,30xm45,30r,5l,25,,20,45,30xe" fillcolor="#005747" stroked="f">
                <v:path arrowok="t" o:connecttype="custom" o:connectlocs="38100,0;28575,19050;25400,19050;34925,0;38100,0;28575,19050;28575,22225;28575,22225;28575,19050;28575,19050;28575,22225;0,15875;0,12700;28575,19050;28575,19050" o:connectangles="0,0,0,0,0,0,0,0,0,0,0,0,0,0,0"/>
                <o:lock v:ext="edit" verticies="t"/>
              </v:shape>
              <v:shape id="Freeform 83" o:spid="_x0000_s1050" style="position:absolute;left:57150;top:337185;width:34925;height:22225;visibility:visible;mso-wrap-style:square;v-text-anchor:top" coordsize="5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St38EA&#10;AADbAAAADwAAAGRycy9kb3ducmV2LnhtbESPQWvCQBSE7wX/w/IEb3WTIMGmrhIqghcPte39sftM&#10;gtm3YXcb4793hUKPw8x8w2x2k+3FSD50jhXkywwEsXam40bB99fhdQ0iRGSDvWNScKcAu+3sZYOV&#10;cTf+pPEcG5EgHCpU0MY4VFIG3ZLFsHQDcfIuzluMSfpGGo+3BLe9LLKslBY7TgstDvTRkr6ef60C&#10;V957reu8PEmK3crv1/T2E5RazKf6HUSkKf6H/9pHo6Ao4fk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Erd/BAAAA2wAAAA8AAAAAAAAAAAAAAAAAmAIAAGRycy9kb3du&#10;cmV2LnhtbFBLBQYAAAAABAAEAPUAAACGAwAAAAA=&#10;" path="m55,5l45,35r-5,l50,r5,5xm45,35r,xm45,35r,l,30,,25r45,5l45,35xe" fillcolor="#005747" stroked="f">
                <v:path arrowok="t" o:connecttype="custom" o:connectlocs="34925,3175;28575,22225;25400,22225;31750,0;34925,3175;28575,22225;28575,22225;28575,22225;28575,22225;28575,22225;28575,22225;0,19050;0,15875;28575,19050;28575,22225" o:connectangles="0,0,0,0,0,0,0,0,0,0,0,0,0,0,0"/>
                <o:lock v:ext="edit" verticies="t"/>
              </v:shape>
              <v:shape id="Freeform 84" o:spid="_x0000_s1051" style="position:absolute;left:69850;top:349885;width:31750;height:22225;visibility:visible;mso-wrap-style:square;v-text-anchor:top" coordsize="5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bfoMEA&#10;AADbAAAADwAAAGRycy9kb3ducmV2LnhtbESPQWvCQBSE74L/YXmCN90YpC2pq6hQ6jHaQq+v2WcS&#10;3H0bsk9N/323IPQ4zMw3zGozeKdu1Mc2sIHFPANFXAXbcm3g8+Nt9gIqCrJFF5gM/FCEzXo8WmFh&#10;w52PdDtJrRKEY4EGGpGu0DpWDXmM89ARJ+8ceo+SZF9r2+M9wb3TeZY9aY8tp4UGO9o3VF1OV2/g&#10;3VEQaw/lufwuXSe7r3xp2ZjpZNi+ghIa5D/8aB+sgfwZ/r6kH6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G36DBAAAA2wAAAA8AAAAAAAAAAAAAAAAAmAIAAGRycy9kb3du&#10;cmV2LnhtbFBLBQYAAAAABAAEAPUAAACGAwAAAAA=&#10;" path="m50,l45,35r-5,l45,r5,xm45,35r,l40,35r5,xm45,35r-5,l,35,,30r40,l45,35xe" fillcolor="#005747" stroked="f">
                <v:path arrowok="t" o:connecttype="custom" o:connectlocs="31750,0;28575,22225;25400,22225;28575,0;31750,0;28575,22225;28575,22225;25400,22225;28575,22225;28575,22225;25400,22225;0,22225;0,19050;25400,19050;28575,22225" o:connectangles="0,0,0,0,0,0,0,0,0,0,0,0,0,0,0"/>
                <o:lock v:ext="edit" verticies="t"/>
              </v:shape>
              <v:shape id="Freeform 85" o:spid="_x0000_s1052" style="position:absolute;left:82550;top:359410;width:28575;height:25400;visibility:visible;mso-wrap-style:square;v-text-anchor:top" coordsize="4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wXAsEA&#10;AADbAAAADwAAAGRycy9kb3ducmV2LnhtbERPy4rCMBTdD/gP4QpuBk3tQqQaRRRhwGEYH7i+NNem&#10;2tyUJFPr308WA7M8nPdy3dtGdORD7VjBdJKBIC6drrlScDnvx3MQISJrbByTghcFWK8Gb0sstHvy&#10;kbpTrEQK4VCgAhNjW0gZSkMWw8S1xIm7OW8xJugrqT0+U7htZJ5lM2mx5tRgsKWtofJx+rEKZvfX&#10;8dN86+tXu5t3+TsdtlPjlRoN+80CRKQ+/ov/3B9aQZ7Gpi/pB8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8FwLBAAAA2wAAAA8AAAAAAAAAAAAAAAAAmAIAAGRycy9kb3du&#10;cmV2LnhtbFBLBQYAAAAABAAEAPUAAACGAwAAAAA=&#10;" path="m45,r,35l40,35,40,r5,xm45,35r,5l40,40r5,-5xm45,35r-5,5l,35,,30r40,5l45,35xe" fillcolor="#005747" stroked="f">
                <v:path arrowok="t" o:connecttype="custom" o:connectlocs="28575,0;28575,22225;25400,22225;25400,0;28575,0;28575,22225;28575,25400;25400,25400;28575,22225;28575,22225;25400,25400;0,22225;0,19050;25400,22225;28575,22225" o:connectangles="0,0,0,0,0,0,0,0,0,0,0,0,0,0,0"/>
                <o:lock v:ext="edit" verticies="t"/>
              </v:shape>
              <v:shape id="Freeform 86" o:spid="_x0000_s1053" style="position:absolute;left:95250;top:368935;width:28575;height:25400;visibility:visible;mso-wrap-style:square;v-text-anchor:top" coordsize="4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CymcQA&#10;AADbAAAADwAAAGRycy9kb3ducmV2LnhtbESPQWsCMRSE7wX/Q3hCL0Wz7kHsapSiCIWKVCueH5vX&#10;zbablyVJ1/XfG6HgcZiZb5jFqreN6MiH2rGCyTgDQVw6XXOl4PS1Hc1AhIissXFMCq4UYLUcPC2w&#10;0O7CB+qOsRIJwqFABSbGtpAylIYshrFriZP37bzFmKSvpPZ4SXDbyDzLptJizWnBYEtrQ+Xv8c8q&#10;mP5cDzvzqc/7djPr8hf6WE+MV+p52L/NQUTq4yP8337XCvJXuH9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wspnEAAAA2wAAAA8AAAAAAAAAAAAAAAAAmAIAAGRycy9k&#10;b3ducmV2LnhtbFBLBQYAAAAABAAEAPUAAACJAwAAAAA=&#10;" path="m,35r40,l40,40,,40,,35xm45,35r,5l40,40r5,-5xm40,40r,-5l40,r5,l45,35r-5,5xe" fillcolor="#005747" stroked="f">
                <v:path arrowok="t" o:connecttype="custom" o:connectlocs="0,22225;25400,22225;25400,25400;0,25400;0,22225;28575,22225;28575,25400;25400,25400;28575,22225;25400,25400;25400,22225;25400,0;28575,0;28575,22225;25400,25400" o:connectangles="0,0,0,0,0,0,0,0,0,0,0,0,0,0,0"/>
                <o:lock v:ext="edit" verticies="t"/>
              </v:shape>
              <v:shape id="Freeform 87" o:spid="_x0000_s1054" style="position:absolute;left:123825;top:384810;width:28575;height:31750;visibility:visible;mso-wrap-style:square;v-text-anchor:top" coordsize="4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hwA78A&#10;AADbAAAADwAAAGRycy9kb3ducmV2LnhtbERPTYvCMBC9C/6HMII3TV1xkWpaRBC8eFCX3euYjG2x&#10;mdQmW+v++s1B8Ph43+u8t7XoqPWVYwWzaQKCWDtTcaHg67ybLEH4gGywdkwKnuQhz4aDNabGPfhI&#10;3SkUIoawT1FBGUKTSul1SRb91DXEkbu61mKIsC2kafERw20tP5LkU1qsODaU2NC2JH07/VoFBvuL&#10;aY6L7wPZ7k8XP6zvdq7UeNRvViAC9eEtfrn3RsE8ro9f4g+Q2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GHADvwAAANsAAAAPAAAAAAAAAAAAAAAAAJgCAABkcnMvZG93bnJl&#10;di54bWxQSwUGAAAAAAQABAD1AAAAhAMAAAAA&#10;" path="m40,r5,35l40,35,35,5,40,xm45,35r,5l45,35xm45,35r,5l,50,,45,40,35r5,xe" fillcolor="#005747" stroked="f">
                <v:path arrowok="t" o:connecttype="custom" o:connectlocs="25400,0;28575,22225;25400,22225;22225,3175;25400,0;28575,22225;28575,25400;28575,25400;28575,22225;28575,22225;28575,25400;0,31750;0,28575;25400,22225;28575,22225" o:connectangles="0,0,0,0,0,0,0,0,0,0,0,0,0,0,0"/>
                <o:lock v:ext="edit" verticies="t"/>
              </v:shape>
              <v:shape id="Freeform 88" o:spid="_x0000_s1055" style="position:absolute;left:107950;top:378460;width:28575;height:2857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2AMUA&#10;AADbAAAADwAAAGRycy9kb3ducmV2LnhtbESPQWvCQBSE70L/w/KE3nRjC1JSVwmKYBGKsZZeH9ln&#10;Esy+DbvbJPbXu0LB4zAz3zCL1WAa0ZHztWUFs2kCgriwuuZSwelrO3kD4QOyxsYyKbiSh9XyabTA&#10;VNuec+qOoRQRwj5FBVUIbSqlLyoy6Ke2JY7e2TqDIUpXSu2wj3DTyJckmUuDNceFCltaV1Rcjr9G&#10;wbfLNqdt3q3zn2zfHy67jf78+FPqeTxk7yACDeER/m/vtILXG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PYAxQAAANsAAAAPAAAAAAAAAAAAAAAAAJgCAABkcnMv&#10;ZG93bnJldi54bWxQSwUGAAAAAAQABAD1AAAAigMAAAAA&#10;" path="m45,r,35l40,35,40,r5,xm45,35r,xm45,35r,l5,45,,40,45,30r,5xe" fillcolor="#005747" stroked="f">
                <v:path arrowok="t" o:connecttype="custom" o:connectlocs="28575,0;28575,22225;25400,22225;25400,0;28575,0;28575,22225;28575,22225;28575,22225;28575,22225;28575,22225;28575,22225;3175,28575;0,25400;28575,19050;28575,22225" o:connectangles="0,0,0,0,0,0,0,0,0,0,0,0,0,0,0"/>
                <o:lock v:ext="edit" verticies="t"/>
              </v:shape>
              <v:shape id="Freeform 89" o:spid="_x0000_s1056" style="position:absolute;left:31750;top:290195;width:41275;height:31750;visibility:visible;mso-wrap-style:square;v-text-anchor:top" coordsize="6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SNOcMA&#10;AADbAAAADwAAAGRycy9kb3ducmV2LnhtbESPwWrDMBBE74X+g9hCb7WcFEJwrYQQaKgPOdRxel6s&#10;jW1irVRLsd2/jwqFHoeZecPk29n0YqTBd5YVLJIUBHFtdceNgur0/rIG4QOyxt4yKfghD9vN40OO&#10;mbYTf9JYhkZECPsMFbQhuExKX7dk0CfWEUfvYgeDIcqhkXrAKcJNL5dpupIGO44LLTrat1Rfy5tR&#10;IFejPqYHU5+/itJ9L4qi0pNT6vlp3r2BCDSH//Bf+0MreF3C75f4A+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SNOcMAAADbAAAADwAAAAAAAAAAAAAAAACYAgAAZHJzL2Rv&#10;d25yZXYueG1sUEsFBgAAAAAEAAQA9QAAAIgDAAAAAA==&#10;" path="m65,20r,xm65,20r,l45,50r-5,l60,20r5,xm45,50r,l40,50r5,xm45,50r-5,l5,35r,-5l45,45r,5xm5,35l,35r5,xm5,35r,l25,5r5,l5,35xm25,5l25,r,5xm25,5l25,,65,20r-5,l25,5xe" fillcolor="#005747" stroked="f">
                <v:path arrowok="t" o:connecttype="custom" o:connectlocs="41275,12700;41275,12700;41275,12700;41275,12700;41275,12700;41275,12700;28575,31750;25400,31750;38100,12700;41275,12700;28575,31750;28575,31750;25400,31750;28575,31750;28575,31750;25400,31750;3175,22225;3175,19050;28575,28575;28575,31750;3175,22225;0,22225;3175,22225;3175,22225;3175,22225;3175,22225;15875,3175;19050,3175;3175,22225;3175,22225;15875,3175;15875,0;15875,0;15875,3175;15875,3175;15875,0;41275,12700;38100,12700;15875,3175;15875,3175" o:connectangles="0,0,0,0,0,0,0,0,0,0,0,0,0,0,0,0,0,0,0,0,0,0,0,0,0,0,0,0,0,0,0,0,0,0,0,0,0,0,0,0"/>
                <o:lock v:ext="edit" verticies="t"/>
              </v:shape>
              <v:shape id="Freeform 90" o:spid="_x0000_s1057" style="position:absolute;left:254000;top:312420;width:180975;height:132080;visibility:visible;mso-wrap-style:square;v-text-anchor:top" coordsize="285,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IbS8MA&#10;AADbAAAADwAAAGRycy9kb3ducmV2LnhtbESPUUsDMRCE3wX/Q1ihbzapV0TPpkXEK6U+Wf0By2W9&#10;O3vZHMm2Pf+9KRT6OMzMN8xiNfpeHSmmLrCF2dSAIq6D67ix8P1V3T+BSoLssA9MFv4owWp5e7PA&#10;0oUTf9JxJ43KEE4lWmhFhlLrVLfkMU3DQJy9nxA9Spax0S7iKcN9rx+MedQeO84LLQ701lK93x28&#10;BR8/ZLs2XXWY739NNSukeq+frZ3cja8voIRGuYYv7Y2zUBRw/pJ/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IbS8MAAADbAAAADwAAAAAAAAAAAAAAAACYAgAAZHJzL2Rv&#10;d25yZXYueG1sUEsFBgAAAAAEAAQA9QAAAIgDAAAAAA==&#1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path arrowok="t" o:connecttype="custom" o:connectlocs="0,128905;15875,125730;28575,122555;44450,116205;60325,113030;73025,107315;85725,100965;98425,91440;111125,85090;123825,75565;133350,66040;142875,56515;152400,43815;158750,34290;168275,21590;171450,9525;177800,0;177800,6350;171450,18415;165100,31115;158750,40640;149225,53340;139700,62865;130175,72390;120650,81915;107950,91440;95250,97790;82550,107315;66675,113030;53975,119380;38100,122555;22225,125730;6350,128905" o:connectangles="0,0,0,0,0,0,0,0,0,0,0,0,0,0,0,0,0,0,0,0,0,0,0,0,0,0,0,0,0,0,0,0,0"/>
              </v:shape>
              <v:shape id="Freeform 91" o:spid="_x0000_s1058" style="position:absolute;left:234950;top:293370;width:184150;height:135255;visibility:visible;mso-wrap-style:square;v-text-anchor:top" coordsize="290,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gEsMA&#10;AADbAAAADwAAAGRycy9kb3ducmV2LnhtbESPQWvCQBSE7wX/w/IEb3VjtSLRVYIg9Ca1Iub22H0m&#10;wezbmF1N/PduodDjMDPfMKtNb2vxoNZXjhVMxgkIYu1MxYWC48/ufQHCB2SDtWNS8CQPm/XgbYWp&#10;cR1/0+MQChEh7FNUUIbQpFJ6XZJFP3YNcfQurrUYomwLaVrsItzW8iNJ5tJixXGhxIa2Jenr4W4V&#10;6O6Z7XKd3W+nsG/yy/ZTn2e5UqNhny1BBOrDf/iv/WUUTGfw+yX+AL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gEsMAAADbAAAADwAAAAAAAAAAAAAAAACYAgAAZHJzL2Rv&#10;d25yZXYueG1sUEsFBgAAAAAEAAQA9QAAAIgDAAAAAA==&#1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path arrowok="t" o:connecttype="custom" o:connectlocs="0,132080;15875,132080;31750,128905;47625,126365;63500,120015;76200,113665;92075,107315;104775,100965;117475,91440;130175,81915;139700,72390;149225,59690;158750,50165;165100,37465;171450,25400;177800,12700;180975,0;184150,9525;177800,22225;171450,34290;165100,46990;155575,56515;146050,69215;136525,78740;123825,88265;114300,97790;101600,107315;85725,113665;73025,120015;57150,126365;41275,128905;25400,132080;6350,135255" o:connectangles="0,0,0,0,0,0,0,0,0,0,0,0,0,0,0,0,0,0,0,0,0,0,0,0,0,0,0,0,0,0,0,0,0"/>
              </v:shape>
              <v:shape id="Freeform 92" o:spid="_x0000_s1059" style="position:absolute;left:247650;top:302895;width:149225;height:110490;visibility:visible;mso-wrap-style:square;v-text-anchor:top" coordsize="23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yDncUA&#10;AADbAAAADwAAAGRycy9kb3ducmV2LnhtbESPT2vCQBTE74V+h+UJ3urGWqtEV5GK0lvxH5LbM/tM&#10;UrNvQ3bV2E/vCgWPw8z8hhlPG1OKC9WusKyg24lAEKdWF5wp2G4Wb0MQziNrLC2Tghs5mE5eX8YY&#10;a3vlFV3WPhMBwi5GBbn3VSylS3My6Dq2Ig7e0dYGfZB1JnWN1wA3pXyPok9psOCwkGNFXzmlp/XZ&#10;KPjYJ+dlehhIW+6Sv+Snv8HB71ypdquZjUB4avwz/N/+1gp6fXh8CT9AT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nIOdxQAAANsAAAAPAAAAAAAAAAAAAAAAAJgCAABkcnMv&#10;ZG93bnJldi54bWxQSwUGAAAAAAQABAD1AAAAigMAAAAA&#1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path arrowok="t" o:connecttype="custom" o:connectlocs="0,107315;12700,104140;25400,100965;38100,97790;50800,91440;60325,88265;73025,81915;82550,75565;92075,69215;101600,62865;111125,53340;117475,46990;123825,37465;133350,27940;136525,19050;142875,9525;146050,0;149225,6350;142875,15875;136525,24765;130175,34290;123825,43815;117475,53340;107950,59690;98425,69215;88900,75565;79375,81915;69850,88265;57150,94615;44450,97790;31750,100965;19050,104140;6350,107315" o:connectangles="0,0,0,0,0,0,0,0,0,0,0,0,0,0,0,0,0,0,0,0,0,0,0,0,0,0,0,0,0,0,0,0,0"/>
              </v:shape>
              <v:shape id="Freeform 93" o:spid="_x0000_s1060" style="position:absolute;left:231775;top:425450;width:22225;height:19050;visibility:visible;mso-wrap-style:square;v-text-anchor:top" coordsize="3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2AcUA&#10;AADbAAAADwAAAGRycy9kb3ducmV2LnhtbESPQWsCMRSE70L/Q3iF3jRbLYuuRilioSClrPbQ42Pz&#10;3CxuXtZNdNN/3xQKHoeZ+YZZbaJtxY163zhW8DzJQBBXTjdcK/g6vo3nIHxA1tg6JgU/5GGzfhit&#10;sNBu4JJuh1CLBGFfoAITQldI6StDFv3EdcTJO7neYkiyr6XucUhw28ppluXSYsNpwWBHW0PV+XC1&#10;CsrFbH9xn6f4/VIOi/2Huexikyv19BhflyACxXAP/7fftYJZDn9f0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svYBxQAAANsAAAAPAAAAAAAAAAAAAAAAAJgCAABkcnMv&#10;ZG93bnJldi54bWxQSwUGAAAAAAQABAD1AAAAigMAAAAA&#10;" path="m35,30l,5,5,,35,25r,5xe" fillcolor="#005747" stroked="f">
                <v:path arrowok="t" o:connecttype="custom" o:connectlocs="22225,19050;0,3175;3175,0;22225,15875;22225,19050" o:connectangles="0,0,0,0,0"/>
              </v:shape>
              <v:shape id="Freeform 94" o:spid="_x0000_s1061" style="position:absolute;left:231775;top:410210;width:19050;height:18415;visibility:visible;mso-wrap-style:square;v-text-anchor:top" coordsize="3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1qk8UA&#10;AADbAAAADwAAAGRycy9kb3ducmV2LnhtbESPT2vCQBTE7wW/w/IEb3WjgtXoKiIt0VPrn4u3R/aZ&#10;BLNvY3aN0U/vFgo9DjPzG2a+bE0pGqpdYVnBoB+BIE6tLjhTcDx8vU9AOI+ssbRMCh7kYLnovM0x&#10;1vbOO2r2PhMBwi5GBbn3VSylS3My6Pq2Ig7e2dYGfZB1JnWN9wA3pRxG0VgaLDgs5FjROqf0sr8Z&#10;BaftLlmPnuYzObXF98+0uSapvirV67arGQhPrf8P/7U3WsHoA36/hB8gF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WqTxQAAANsAAAAPAAAAAAAAAAAAAAAAAJgCAABkcnMv&#10;ZG93bnJldi54bWxQSwUGAAAAAAQABAD1AAAAigMAAAAA&#10;" path="m30,l5,29,,29,25,r5,xe" fillcolor="#005747" stroked="f">
                <v:path arrowok="t" o:connecttype="custom" o:connectlocs="19050,0;3175,18415;0,18415;15875,0;19050,0" o:connectangles="0,0,0,0,0"/>
              </v:shape>
              <v:shape id="Freeform 95" o:spid="_x0000_s1062" style="position:absolute;left:247650;top:407035;width:25400;height:34290;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a/OsIA&#10;AADbAAAADwAAAGRycy9kb3ducmV2LnhtbERPTWvCQBC9F/wPywi9lLrRUqupq4hV8CJo9OJtyI5J&#10;aHY2ZFeN/75zEHp8vO/ZonO1ulEbKs8GhoMEFHHubcWFgdNx8z4BFSKyxdozGXhQgMW89zLD1Po7&#10;H+iWxUJJCIcUDZQxNqnWIS/JYRj4hli4i28dRoFtoW2Ldwl3tR4lyVg7rFgaSmxoVVL+m12dlGSH&#10;t3O9n3wNp/nP9XO3XS8fx7Uxr/1u+Q0qUhf/xU/31hr4kLHyRX6An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r86wgAAANsAAAAPAAAAAAAAAAAAAAAAAJgCAABkcnMvZG93&#10;bnJldi54bWxQSwUGAAAAAAQABAD1AAAAhwMAAAAA&#10;" path="m25,l10,34,5,29,25,xm5,34l,34,5,29r,5xm5,29r,l40,49r,5l5,34r,-5xe" fillcolor="#005747" stroked="f">
                <v:path arrowok="t" o:connecttype="custom" o:connectlocs="15875,0;6350,21590;3175,18415;15875,0;15875,0;3175,21590;0,21590;3175,18415;3175,21590;3175,18415;3175,18415;25400,31115;25400,34290;3175,21590;3175,18415" o:connectangles="0,0,0,0,0,0,0,0,0,0,0,0,0,0,0"/>
                <o:lock v:ext="edit" verticies="t"/>
              </v:shape>
              <v:shape id="Freeform 96" o:spid="_x0000_s1063" style="position:absolute;left:266700;top:403860;width:25400;height:31115;visibility:visible;mso-wrap-style:square;v-text-anchor:top" coordsize="4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cEosIA&#10;AADbAAAADwAAAGRycy9kb3ducmV2LnhtbESPQWsCMRSE7wX/Q3iCl6LZtVDW1SgiCB6rLcXjc/NM&#10;Fjcvyyau239vCoUeh5n5hlltBteInrpQe1aQzzIQxJXXNRsFX5/7aQEiRGSNjWdS8EMBNuvRywpL&#10;7R98pP4UjUgQDiUqsDG2pZShsuQwzHxLnLyr7xzGJDsjdYePBHeNnGfZu3RYc1qw2NLOUnU73Z2C&#10;D3s55Gy+zbYviGT7WpxjXig1GQ/bJYhIQ/wP/7UPWsHbAn6/pB8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wSiwgAAANsAAAAPAAAAAAAAAAAAAAAAAJgCAABkcnMvZG93&#10;bnJldi54bWxQSwUGAAAAAAQABAD1AAAAhwMAAAAA&#10;" path="m20,l5,34,,29,15,r5,xm,34r,l,29r,5xm,29r5,l40,44r,5l,34,,29xe" fillcolor="#005747" stroked="f">
                <v:path arrowok="t" o:connecttype="custom" o:connectlocs="12700,0;3175,21590;0,18415;9525,0;12700,0;0,21590;0,21590;0,18415;0,21590;0,18415;3175,18415;25400,27940;25400,31115;0,21590;0,18415" o:connectangles="0,0,0,0,0,0,0,0,0,0,0,0,0,0,0"/>
                <o:lock v:ext="edit" verticies="t"/>
              </v:shape>
              <v:shape id="Freeform 97" o:spid="_x0000_s1064" style="position:absolute;left:282575;top:397510;width:25400;height:31115;visibility:visible;mso-wrap-style:square;v-text-anchor:top" coordsize="4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veQr4A&#10;AADbAAAADwAAAGRycy9kb3ducmV2LnhtbERPTYvCMBC9C/sfwix4kTWtiJRqFFkQPLoq4nG2GZOy&#10;zaQ0sdZ/vzkIHh/ve7UZXCN66kLtWUE+zUAQV17XbBScT7uvAkSIyBobz6TgSQE264/RCkvtH/xD&#10;/TEakUI4lKjAxtiWUobKksMw9S1x4m6+cxgT7IzUHT5SuGvkLMsW0mHNqcFiS9+Wqr/j3Sk42N99&#10;zuZitn1BJNtJcY15odT4c9guQUQa4lv8cu+1gnlan76kHyD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73kK+AAAA2wAAAA8AAAAAAAAAAAAAAAAAmAIAAGRycy9kb3ducmV2&#10;LnhtbFBLBQYAAAAABAAEAPUAAACDAwAAAAA=&#10;" path="m20,5l5,35,,35,15,r5,5xm5,35l,35r5,xm,35r5,l40,49,5,35,,35xe" fillcolor="#005747" stroked="f">
                <v:path arrowok="t" o:connecttype="custom" o:connectlocs="12700,3175;3175,22225;0,22225;9525,0;12700,3175;3175,22225;0,22225;0,22225;3175,22225;0,22225;3175,22225;25400,31115;25400,31115;3175,22225;0,22225" o:connectangles="0,0,0,0,0,0,0,0,0,0,0,0,0,0,0"/>
                <o:lock v:ext="edit" verticies="t"/>
              </v:shape>
              <v:shape id="Freeform 98" o:spid="_x0000_s1065" style="position:absolute;left:298450;top:391160;width:28575;height:31115;visibility:visible;mso-wrap-style:square;v-text-anchor:top" coordsize="4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kh+8MA&#10;AADbAAAADwAAAGRycy9kb3ducmV2LnhtbESPT2sCMRTE7wW/Q3iCt5q1iJTVKCJohfbiHzw/Ns/N&#10;4uZlSbLu6qdvCkKPw8z8hlmseluLO/lQOVYwGWcgiAunKy4VnE/b908QISJrrB2TggcFWC0HbwvM&#10;tev4QPdjLEWCcMhRgYmxyaUMhSGLYewa4uRdnbcYk/Sl1B67BLe1/MiymbRYcVow2NDGUHE7tlZB&#10;99VQ9u1nbW/kLfy0p8vjed4pNRr26zmISH38D7/ae61gOoG/L+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kh+8MAAADbAAAADwAAAAAAAAAAAAAAAACYAgAAZHJzL2Rv&#10;d25yZXYueG1sUEsFBgAAAAAEAAQA9QAAAIgDAAAAAA==&#10;" path="m15,5l5,35,,35,10,r5,5xm5,40l,40,,35r5,5xm,35r5,l45,45r,4l5,40,,35xe" fillcolor="#005747" stroked="f">
                <v:path arrowok="t" o:connecttype="custom" o:connectlocs="9525,3175;3175,22225;0,22225;6350,0;9525,3175;3175,25400;0,25400;0,22225;3175,25400;0,22225;3175,22225;28575,28575;28575,31115;3175,25400;0,22225" o:connectangles="0,0,0,0,0,0,0,0,0,0,0,0,0,0,0"/>
                <o:lock v:ext="edit" verticies="t"/>
              </v:shape>
              <v:shape id="Freeform 99" o:spid="_x0000_s1066" style="position:absolute;left:390525;top:315595;width:38100;height:21590;visibility:visible;mso-wrap-style:square;v-text-anchor:top" coordsize="6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KjsUA&#10;AADbAAAADwAAAGRycy9kb3ducmV2LnhtbESPT2sCMRTE74V+h/AKXkSz/kFkNUoRRA8iqG2pt8fm&#10;ubt28xI2UddvbwShx2FmfsNM542pxJVqX1pW0OsmIIgzq0vOFXwdlp0xCB+QNVaWScGdPMxn729T&#10;TLW98Y6u+5CLCGGfooIiBJdK6bOCDPqudcTRO9naYIiyzqWu8RbhppL9JBlJgyXHhQIdLQrK/vYX&#10;o8BhstpdNj+/HLbfg2xwdnrZPirV+mg+JyACNeE//GqvtYJhH55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MqOxQAAANsAAAAPAAAAAAAAAAAAAAAAAJgCAABkcnMv&#10;ZG93bnJldi54bWxQSwUGAAAAAAQABAD1AAAAigMAAAAA&#10;" path="m,l20,29r-5,l,xm15,34r,l15,29r,5xm15,29r,l55,15r5,4l15,34r,-5xe" fillcolor="#005747" stroked="f">
                <v:path arrowok="t" o:connecttype="custom" o:connectlocs="0,0;12700,18415;9525,18415;0,0;0,0;9525,21590;9525,21590;9525,18415;9525,21590;9525,18415;9525,18415;34925,9525;38100,12065;9525,21590;9525,18415" o:connectangles="0,0,0,0,0,0,0,0,0,0,0,0,0,0,0"/>
                <o:lock v:ext="edit" verticies="t"/>
              </v:shape>
              <v:shape id="Freeform 100" o:spid="_x0000_s1067" style="position:absolute;left:381000;top:327660;width:38100;height:22225;visibility:visible;mso-wrap-style:square;v-text-anchor:top" coordsize="6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nIY8UA&#10;AADbAAAADwAAAGRycy9kb3ducmV2LnhtbESPQWsCMRSE74X+h/CE3mpWq7ZsjVIUacGDuPbQ4+vm&#10;uYluXpZNquu/bwTB4zAz3zDTeedqcaI2WM8KBv0MBHHpteVKwfdu9fwGIkRkjbVnUnChAPPZ48MU&#10;c+3PvKVTESuRIBxyVGBibHIpQ2nIYej7hjh5e986jEm2ldQtnhPc1XKYZRPp0HJaMNjQwlB5LP6c&#10;go2V4bA0nz+/4+NineF2YF/3K6Weet3HO4hIXbyHb+0vrWD0Atcv6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chjxQAAANsAAAAPAAAAAAAAAAAAAAAAAJgCAABkcnMv&#10;ZG93bnJldi54bWxQSwUGAAAAAAQABAD1AAAAigMAAAAA&#10;" path="m5,l20,30r-5,l,,5,xm20,35r-5,l15,30r5,5xm15,30r,l60,20r,5l20,35,15,30xe" fillcolor="#005747" stroked="f">
                <v:path arrowok="t" o:connecttype="custom" o:connectlocs="3175,0;12700,19050;9525,19050;0,0;3175,0;12700,22225;9525,22225;9525,19050;12700,22225;9525,19050;9525,19050;38100,12700;38100,15875;12700,22225;9525,19050" o:connectangles="0,0,0,0,0,0,0,0,0,0,0,0,0,0,0"/>
                <o:lock v:ext="edit" verticies="t"/>
              </v:shape>
              <v:shape id="Freeform 101" o:spid="_x0000_s1068" style="position:absolute;left:374650;top:337185;width:34925;height:22225;visibility:visible;mso-wrap-style:square;v-text-anchor:top" coordsize="5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zk78A&#10;AADbAAAADwAAAGRycy9kb3ducmV2LnhtbESPQYvCMBSE74L/ITzBm6ZKKVqNIorgZQ+ru/dH8myL&#10;zUtJotZ/bxYWPA4z8w2z3va2FQ/yoXGsYDbNQBBrZxquFPxcjpMFiBCRDbaOScGLAmw3w8EaS+Oe&#10;/E2Pc6xEgnAoUUEdY1dKGXRNFsPUdcTJuzpvMSbpK2k8PhPctnKeZYW02HBaqLGjfU36dr5bBa54&#10;tVrvZsWXpNjk/rCg5W9QajzqdysQkfr4Cf+3T0ZBnsPfl/QD5OY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XOTvwAAANsAAAAPAAAAAAAAAAAAAAAAAJgCAABkcnMvZG93bnJl&#10;di54bWxQSwUGAAAAAAQABAD1AAAAhAMAAAAA&#10;" path="m5,l15,35r-5,l,5,5,xm10,35r,xm10,35r,-5l55,25r,5l10,35xe" fillcolor="#005747" stroked="f">
                <v:path arrowok="t" o:connecttype="custom" o:connectlocs="3175,0;9525,22225;6350,22225;0,3175;3175,0;6350,22225;6350,22225;6350,22225;6350,22225;6350,22225;6350,19050;34925,15875;34925,19050;6350,22225;6350,22225" o:connectangles="0,0,0,0,0,0,0,0,0,0,0,0,0,0,0"/>
                <o:lock v:ext="edit" verticies="t"/>
              </v:shape>
              <v:shape id="Freeform 102" o:spid="_x0000_s1069" style="position:absolute;left:365125;top:349885;width:34925;height:22225;visibility:visible;mso-wrap-style:square;v-text-anchor:top" coordsize="5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CMAA&#10;AADbAAAADwAAAGRycy9kb3ducmV2LnhtbESPQYvCMBSE74L/ITxhb5q6aKnVKLKysBcP6u79kTzb&#10;YvNSkqj1328EweMwM98wq01vW3EjHxrHCqaTDASxdqbhSsHv6XtcgAgR2WDrmBQ8KMBmPRyssDTu&#10;zge6HWMlEoRDiQrqGLtSyqBrshgmriNO3tl5izFJX0nj8Z7gtpWfWZZLiw2nhRo7+qpJX45Xq8Dl&#10;j1br7TTfS4rNzO8KWvwFpT5G/XYJIlIf3+FX+8comM3h+SX9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WCMAAAADbAAAADwAAAAAAAAAAAAAAAACYAgAAZHJzL2Rvd25y&#10;ZXYueG1sUEsFBgAAAAAEAAQA9QAAAIUDAAAAAA==&#10;" path="m5,r5,35l5,35,,,5,xm10,35r,l5,35r5,xm5,35r5,-5l50,30r5,5l10,35r-5,xe" fillcolor="#005747" stroked="f">
                <v:path arrowok="t" o:connecttype="custom" o:connectlocs="3175,0;6350,22225;3175,22225;0,0;3175,0;6350,22225;6350,22225;3175,22225;6350,22225;3175,22225;6350,19050;31750,19050;34925,22225;6350,22225;3175,22225" o:connectangles="0,0,0,0,0,0,0,0,0,0,0,0,0,0,0"/>
                <o:lock v:ext="edit" verticies="t"/>
              </v:shape>
              <v:shape id="Freeform 103" o:spid="_x0000_s1070" style="position:absolute;left:355600;top:359410;width:31750;height:25400;visibility:visible;mso-wrap-style:square;v-text-anchor:top" coordsize="5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UoBsUA&#10;AADbAAAADwAAAGRycy9kb3ducmV2LnhtbESPQWvCQBSE70L/w/IKvZmNrbWSukppVcRLSVo8v2af&#10;STD7NmRXk/x7Vyh4HGbmG2ax6k0tLtS6yrKCSRSDIM6trrhQ8PuzGc9BOI+ssbZMCgZysFo+jBaY&#10;aNtxSpfMFyJA2CWooPS+SaR0eUkGXWQb4uAdbWvQB9kWUrfYBbip5XMcz6TBisNCiQ19lpSfsrNR&#10;8P2y3r3uj4NJOx62f1+H+G0zOSn19Nh/vIPw1Pt7+L+90wqmM7h9C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JSgGxQAAANsAAAAPAAAAAAAAAAAAAAAAAJgCAABkcnMv&#10;ZG93bnJldi54bWxQSwUGAAAAAAQABAD1AAAAigMAAAAA&#10;" path="m5,r5,35l5,35,,,5,xm5,40r,l5,35r,5xm5,35r,l50,30r,5l5,40r,-5xe" fillcolor="#005747" stroked="f">
                <v:path arrowok="t" o:connecttype="custom" o:connectlocs="3175,0;6350,22225;3175,22225;0,0;3175,0;3175,25400;3175,25400;3175,22225;3175,25400;3175,22225;3175,22225;31750,19050;31750,22225;3175,25400;3175,22225" o:connectangles="0,0,0,0,0,0,0,0,0,0,0,0,0,0,0"/>
                <o:lock v:ext="edit" verticies="t"/>
              </v:shape>
              <v:shape id="Freeform 104" o:spid="_x0000_s1071" style="position:absolute;left:342900;top:368935;width:28575;height:25400;visibility:visible;mso-wrap-style:square;v-text-anchor:top" coordsize="4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xm0MQA&#10;AADbAAAADwAAAGRycy9kb3ducmV2LnhtbESP3WoCMRSE7wXfIRzBm6JZpVjZGqVYBKFS6g9eHzan&#10;m203J0sS1/XtTaHg5TAz3zCLVWdr0ZIPlWMFk3EGgrhwuuJSwem4Gc1BhIissXZMCm4UYLXs9xaY&#10;a3flPbWHWIoE4ZCjAhNjk0sZCkMWw9g1xMn7dt5iTNKXUnu8Jrit5TTLZtJixWnBYENrQ8Xv4WIV&#10;zH5u+5350ufP5n3eTp/oYz0xXqnhoHt7BRGpi4/wf3urFTy/wN+X9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8ZtDEAAAA2wAAAA8AAAAAAAAAAAAAAAAAmAIAAGRycy9k&#10;b3ducmV2LnhtbFBLBQYAAAAABAAEAPUAAACJAwAAAAA=&#10;" path="m45,40l5,40r,-5l45,35r,5xm5,40l,40,,35r5,5xm5,40l,35,,,5,r,35l5,40xe" fillcolor="#005747" stroked="f">
                <v:path arrowok="t" o:connecttype="custom" o:connectlocs="28575,25400;3175,25400;3175,22225;28575,22225;28575,25400;3175,25400;0,25400;0,22225;3175,25400;3175,25400;0,22225;0,0;3175,0;3175,22225;3175,25400" o:connectangles="0,0,0,0,0,0,0,0,0,0,0,0,0,0,0"/>
                <o:lock v:ext="edit" verticies="t"/>
              </v:shape>
              <v:shape id="Freeform 105" o:spid="_x0000_s1072" style="position:absolute;left:314325;top:384810;width:28575;height:31750;visibility:visible;mso-wrap-style:square;v-text-anchor:top" coordsize="4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PeMAA&#10;AADbAAAADwAAAGRycy9kb3ducmV2LnhtbERPz2vCMBS+D/wfwhN2m6nOjVGNIoKwyw7txF3fkmdb&#10;bF5qEmv1rzeHwY4f3+/lerCt6MmHxrGC6SQDQaydabhSsP/evXyACBHZYOuYFNwowHo1elpibtyV&#10;C+rLWIkUwiFHBXWMXS5l0DVZDBPXESfu6LzFmKCvpPF4TeG2lbMse5cWG04NNXa0rUmfyotVYHD4&#10;NV3xdvgi29919cP6bF+Veh4PmwWISEP8F/+5P42CeRqbvqQf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gPeMAAAADbAAAADwAAAAAAAAAAAAAAAACYAgAAZHJzL2Rvd25y&#10;ZXYueG1sUEsFBgAAAAAEAAQA9QAAAIUDAAAAAA==&#10;" path="m15,5l5,35,,35,10,r5,5xm5,40l,40,,35r5,5xm,35r5,l45,45r,5l5,40,,35xe" fillcolor="#005747" stroked="f">
                <v:path arrowok="t" o:connecttype="custom" o:connectlocs="9525,3175;3175,22225;0,22225;6350,0;9525,3175;3175,25400;0,25400;0,22225;3175,25400;0,22225;3175,22225;28575,28575;28575,31750;3175,25400;0,22225" o:connectangles="0,0,0,0,0,0,0,0,0,0,0,0,0,0,0"/>
                <o:lock v:ext="edit" verticies="t"/>
              </v:shape>
              <v:shape id="Freeform 106" o:spid="_x0000_s1073" style="position:absolute;left:330200;top:378460;width:28575;height:2857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CJe8UA&#10;AADbAAAADwAAAGRycy9kb3ducmV2LnhtbESPQWvCQBSE70L/w/IK3nTTUqSNrhIUQRFKYy29PrLP&#10;JJh9G3a3SfTXdwsFj8PMfMMsVoNpREfO15YVPE0TEMSF1TWXCk6f28krCB+QNTaWScGVPKyWD6MF&#10;ptr2nFN3DKWIEPYpKqhCaFMpfVGRQT+1LXH0ztYZDFG6UmqHfYSbRj4nyUwarDkuVNjSuqLicvwx&#10;Cr5ctjlt826df2eH/uOy2+j3/U2p8eOQzUEEGsI9/N/eaQUvb/D3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wIl7xQAAANsAAAAPAAAAAAAAAAAAAAAAAJgCAABkcnMv&#10;ZG93bnJldi54bWxQSwUGAAAAAAQABAD1AAAAigMAAAAA&#10;" path="m10,l5,35,,35,5,r5,xm,35r,xm,35l5,30,45,40r,5l,35xe" fillcolor="#005747" stroked="f">
                <v:path arrowok="t" o:connecttype="custom" o:connectlocs="6350,0;3175,22225;0,22225;3175,0;6350,0;0,22225;0,22225;0,22225;0,22225;0,22225;3175,19050;28575,25400;28575,28575;0,22225;0,22225" o:connectangles="0,0,0,0,0,0,0,0,0,0,0,0,0,0,0"/>
                <o:lock v:ext="edit" verticies="t"/>
              </v:shape>
              <v:shape id="Freeform 107" o:spid="_x0000_s1074" style="position:absolute;left:393700;top:290195;width:41275;height:31750;visibility:visible;mso-wrap-style:square;v-text-anchor:top" coordsize="6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VTdcAA&#10;AADbAAAADwAAAGRycy9kb3ducmV2LnhtbERPPWvDMBDdC/kP4gLdajmFhuJECSGQUg8d6jqZD+ti&#10;m1gnRVJt999XQ6Hj431v97MZxEg+9JYVrLIcBHFjdc+tgvrr9PQKIkRkjYNlUvBDAfa7xcMWC20n&#10;/qSxiq1IIRwKVNDF6AopQ9ORwZBZR5y4q/UGY4K+ldrjlMLNIJ/zfC0N9pwaOnR07Ki5Vd9GgVyP&#10;+iN/M835UlbuvirLWk9OqcflfNiAiDTHf/Gf+10reEnr05f0A+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VTdcAAAADbAAAADwAAAAAAAAAAAAAAAACYAgAAZHJzL2Rvd25y&#10;ZXYueG1sUEsFBgAAAAAEAAQA9QAAAIUDAAAAAA==&#10;" path="m,20r,xm,20r5,l25,50r-5,l,20xm25,50r-5,l25,50xm20,50r,-5l60,30r,5l25,50r-5,xm65,35r,l60,35r5,xm60,35r,l40,5,65,35r-5,xm40,r,l40,5,40,xm40,5r,l5,20,,20,40,r,5xe" fillcolor="#005747" stroked="f">
                <v:path arrowok="t" o:connecttype="custom" o:connectlocs="0,12700;0,12700;0,12700;0,12700;0,12700;3175,12700;15875,31750;12700,31750;0,12700;0,12700;15875,31750;12700,31750;12700,31750;15875,31750;12700,31750;12700,28575;38100,19050;38100,22225;15875,31750;12700,31750;41275,22225;41275,22225;38100,22225;41275,22225;38100,22225;38100,22225;25400,3175;25400,3175;41275,22225;38100,22225;25400,0;25400,0;25400,3175;25400,0;25400,3175;25400,3175;3175,12700;0,12700;25400,0;25400,3175" o:connectangles="0,0,0,0,0,0,0,0,0,0,0,0,0,0,0,0,0,0,0,0,0,0,0,0,0,0,0,0,0,0,0,0,0,0,0,0,0,0,0,0"/>
                <o:lock v:ext="edit" verticies="t"/>
              </v:shape>
              <w10:anchorlock/>
            </v:group>
          </w:pict>
        </mc:Fallback>
      </mc:AlternateContent>
    </w:r>
    <w:r>
      <w:rPr>
        <w:noProof/>
        <w:lang w:eastAsia="pl-PL"/>
      </w:rPr>
      <mc:AlternateContent>
        <mc:Choice Requires="wpc">
          <w:drawing>
            <wp:inline distT="0" distB="0" distL="0" distR="0" wp14:anchorId="5FEF6908" wp14:editId="7E9D478C">
              <wp:extent cx="6911975" cy="228600"/>
              <wp:effectExtent l="9525" t="0" r="3175" b="0"/>
              <wp:docPr id="53" name="Kanwa 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58"/>
                      <wps:cNvCnPr/>
                      <wps:spPr bwMode="auto">
                        <a:xfrm flipV="1">
                          <a:off x="0" y="114300"/>
                          <a:ext cx="5867747"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8A9EFF9" id="Kanwa 53"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">
              <v:shape id="_x0000_s1027" type="#_x0000_t75" style="position:absolute;width:69119;height:2286;visibility:visible;mso-wrap-style:square">
                <v:fill o:detectmouseclick="t"/>
                <v:path o:connecttype="none"/>
              </v:shape>
              <v:line id="Line 58" o:spid="_x0000_s1028" style="position:absolute;flip:y;visibility:visible;mso-wrap-style:square" from="0,1143" to="58677,1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EMUAAADaAAAADwAAAGRycy9kb3ducmV2LnhtbESP3WrCQBSE74W+w3IKvZFmY4siMatY&#10;oaQgiD8FvTxkj0lq9mzIbpP49t1CoZfDzHzDpKvB1KKj1lWWFUyiGARxbnXFhYLP0/vzHITzyBpr&#10;y6TgTg5Wy4dRiom2PR+oO/pCBAi7BBWU3jeJlC4vyaCLbEMcvKttDfog20LqFvsAN7V8ieOZNFhx&#10;WCixoU1J+e34bRRcbtm8GPzs7TztG8zW+932az9W6ulxWC9AeBr8f/iv/aEVvMLvlXAD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hEMUAAADaAAAADwAAAAAAAAAA&#10;AAAAAAChAgAAZHJzL2Rvd25yZXYueG1sUEsFBgAAAAAEAAQA+QAAAJMDAAAAAA==&#10;" strokecolor="#005846" strokeweight=".5pt"/>
              <w10:anchorlock/>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96C9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6E35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96FD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6D2FB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0A62E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B0E8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74CF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6CC3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85881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C8D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E5015"/>
    <w:multiLevelType w:val="hybridMultilevel"/>
    <w:tmpl w:val="D3B4475C"/>
    <w:lvl w:ilvl="0" w:tplc="033A2CF4">
      <w:start w:val="1"/>
      <w:numFmt w:val="decimal"/>
      <w:pStyle w:val="LPNumerowanie"/>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C50C33"/>
    <w:multiLevelType w:val="hybridMultilevel"/>
    <w:tmpl w:val="5EA08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C424CE"/>
    <w:multiLevelType w:val="hybridMultilevel"/>
    <w:tmpl w:val="A518F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387979"/>
    <w:multiLevelType w:val="hybridMultilevel"/>
    <w:tmpl w:val="B3A4131A"/>
    <w:lvl w:ilvl="0" w:tplc="F9863BE4">
      <w:start w:val="1"/>
      <w:numFmt w:val="decimal"/>
      <w:lvlText w:val="%1."/>
      <w:lvlJc w:val="left"/>
      <w:pPr>
        <w:ind w:left="72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AE318B"/>
    <w:multiLevelType w:val="hybridMultilevel"/>
    <w:tmpl w:val="DBF4A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0A7CA4"/>
    <w:multiLevelType w:val="hybridMultilevel"/>
    <w:tmpl w:val="0254C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B63579"/>
    <w:multiLevelType w:val="hybridMultilevel"/>
    <w:tmpl w:val="564AE144"/>
    <w:lvl w:ilvl="0" w:tplc="28607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4E3752"/>
    <w:multiLevelType w:val="hybridMultilevel"/>
    <w:tmpl w:val="D1100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276C4D"/>
    <w:multiLevelType w:val="hybridMultilevel"/>
    <w:tmpl w:val="1FDCA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C3A82"/>
    <w:multiLevelType w:val="hybridMultilevel"/>
    <w:tmpl w:val="74821428"/>
    <w:lvl w:ilvl="0" w:tplc="AFE8035C">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4B1209"/>
    <w:multiLevelType w:val="multilevel"/>
    <w:tmpl w:val="ED8A4CCA"/>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86639B9"/>
    <w:multiLevelType w:val="hybridMultilevel"/>
    <w:tmpl w:val="48B818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89514A"/>
    <w:multiLevelType w:val="hybridMultilevel"/>
    <w:tmpl w:val="C220EDDE"/>
    <w:lvl w:ilvl="0" w:tplc="6A26D0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F01042"/>
    <w:multiLevelType w:val="hybridMultilevel"/>
    <w:tmpl w:val="C70817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0F36E8"/>
    <w:multiLevelType w:val="hybridMultilevel"/>
    <w:tmpl w:val="5C2EE006"/>
    <w:lvl w:ilvl="0" w:tplc="9E7C67CA">
      <w:start w:val="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0028A4"/>
    <w:multiLevelType w:val="hybridMultilevel"/>
    <w:tmpl w:val="97CC0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6F24B2E"/>
    <w:multiLevelType w:val="hybridMultilevel"/>
    <w:tmpl w:val="CE6CBF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082C81"/>
    <w:multiLevelType w:val="hybridMultilevel"/>
    <w:tmpl w:val="815ABF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10647A"/>
    <w:multiLevelType w:val="hybridMultilevel"/>
    <w:tmpl w:val="E2AA3C72"/>
    <w:lvl w:ilvl="0" w:tplc="6D76B7F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CE04B3"/>
    <w:multiLevelType w:val="hybridMultilevel"/>
    <w:tmpl w:val="B608EB12"/>
    <w:lvl w:ilvl="0" w:tplc="CC185552">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30185"/>
    <w:multiLevelType w:val="hybridMultilevel"/>
    <w:tmpl w:val="0254C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A15D2A"/>
    <w:multiLevelType w:val="hybridMultilevel"/>
    <w:tmpl w:val="086ED58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F72607"/>
    <w:multiLevelType w:val="hybridMultilevel"/>
    <w:tmpl w:val="E2AA3C72"/>
    <w:lvl w:ilvl="0" w:tplc="6D76B7FE">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FDA199A"/>
    <w:multiLevelType w:val="hybridMultilevel"/>
    <w:tmpl w:val="D4BEF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A04802"/>
    <w:multiLevelType w:val="hybridMultilevel"/>
    <w:tmpl w:val="EE442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A74695"/>
    <w:multiLevelType w:val="hybridMultilevel"/>
    <w:tmpl w:val="8C947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076D22"/>
    <w:multiLevelType w:val="hybridMultilevel"/>
    <w:tmpl w:val="BF1C2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9E3B72"/>
    <w:multiLevelType w:val="hybridMultilevel"/>
    <w:tmpl w:val="6F78E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957867"/>
    <w:multiLevelType w:val="hybridMultilevel"/>
    <w:tmpl w:val="74CE9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5132E1"/>
    <w:multiLevelType w:val="hybridMultilevel"/>
    <w:tmpl w:val="AA4CA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4A1910"/>
    <w:multiLevelType w:val="hybridMultilevel"/>
    <w:tmpl w:val="66BA43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0B343E1"/>
    <w:multiLevelType w:val="hybridMultilevel"/>
    <w:tmpl w:val="9CF039A8"/>
    <w:lvl w:ilvl="0" w:tplc="AFDC3EDC">
      <w:start w:val="1"/>
      <w:numFmt w:val="bullet"/>
      <w:pStyle w:val="LPWypunktowani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197FBB"/>
    <w:multiLevelType w:val="hybridMultilevel"/>
    <w:tmpl w:val="6C06BC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732D6B"/>
    <w:multiLevelType w:val="hybridMultilevel"/>
    <w:tmpl w:val="22B00D84"/>
    <w:lvl w:ilvl="0" w:tplc="04150017">
      <w:start w:val="1"/>
      <w:numFmt w:val="lowerLetter"/>
      <w:lvlText w:val="%1)"/>
      <w:lvlJc w:val="left"/>
      <w:pPr>
        <w:ind w:left="1150" w:hanging="360"/>
      </w:pPr>
    </w:lvl>
    <w:lvl w:ilvl="1" w:tplc="F3C2F49A">
      <w:start w:val="1"/>
      <w:numFmt w:val="lowerLetter"/>
      <w:lvlText w:val="%2."/>
      <w:lvlJc w:val="left"/>
      <w:pPr>
        <w:ind w:left="1870" w:hanging="360"/>
      </w:pPr>
      <w:rPr>
        <w:rFonts w:ascii="Arial" w:hAnsi="Arial" w:cs="Arial" w:hint="default"/>
      </w:r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44" w15:restartNumberingAfterBreak="0">
    <w:nsid w:val="79FB6CF6"/>
    <w:multiLevelType w:val="hybridMultilevel"/>
    <w:tmpl w:val="B87E67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A6C5D24"/>
    <w:multiLevelType w:val="hybridMultilevel"/>
    <w:tmpl w:val="D50CE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C04F5D"/>
    <w:multiLevelType w:val="hybridMultilevel"/>
    <w:tmpl w:val="CA304956"/>
    <w:lvl w:ilvl="0" w:tplc="BFA0068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4E167A"/>
    <w:multiLevelType w:val="hybridMultilevel"/>
    <w:tmpl w:val="F5F8B0A4"/>
    <w:lvl w:ilvl="0" w:tplc="6A26D07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10"/>
  </w:num>
  <w:num w:numId="3">
    <w:abstractNumId w:val="20"/>
  </w:num>
  <w:num w:numId="4">
    <w:abstractNumId w:val="25"/>
  </w:num>
  <w:num w:numId="5">
    <w:abstractNumId w:val="33"/>
  </w:num>
  <w:num w:numId="6">
    <w:abstractNumId w:val="40"/>
  </w:num>
  <w:num w:numId="7">
    <w:abstractNumId w:val="45"/>
  </w:num>
  <w:num w:numId="8">
    <w:abstractNumId w:val="26"/>
  </w:num>
  <w:num w:numId="9">
    <w:abstractNumId w:val="44"/>
  </w:num>
  <w:num w:numId="10">
    <w:abstractNumId w:val="11"/>
  </w:num>
  <w:num w:numId="11">
    <w:abstractNumId w:val="17"/>
  </w:num>
  <w:num w:numId="12">
    <w:abstractNumId w:val="39"/>
  </w:num>
  <w:num w:numId="13">
    <w:abstractNumId w:val="30"/>
  </w:num>
  <w:num w:numId="14">
    <w:abstractNumId w:val="28"/>
  </w:num>
  <w:num w:numId="15">
    <w:abstractNumId w:val="21"/>
  </w:num>
  <w:num w:numId="16">
    <w:abstractNumId w:val="31"/>
  </w:num>
  <w:num w:numId="17">
    <w:abstractNumId w:val="46"/>
  </w:num>
  <w:num w:numId="18">
    <w:abstractNumId w:val="16"/>
  </w:num>
  <w:num w:numId="19">
    <w:abstractNumId w:val="13"/>
  </w:num>
  <w:num w:numId="20">
    <w:abstractNumId w:val="19"/>
  </w:num>
  <w:num w:numId="21">
    <w:abstractNumId w:val="47"/>
  </w:num>
  <w:num w:numId="22">
    <w:abstractNumId w:val="22"/>
  </w:num>
  <w:num w:numId="23">
    <w:abstractNumId w:val="34"/>
  </w:num>
  <w:num w:numId="24">
    <w:abstractNumId w:val="42"/>
  </w:num>
  <w:num w:numId="25">
    <w:abstractNumId w:val="37"/>
  </w:num>
  <w:num w:numId="26">
    <w:abstractNumId w:val="18"/>
  </w:num>
  <w:num w:numId="27">
    <w:abstractNumId w:val="43"/>
  </w:num>
  <w:num w:numId="28">
    <w:abstractNumId w:val="35"/>
  </w:num>
  <w:num w:numId="29">
    <w:abstractNumId w:val="23"/>
  </w:num>
  <w:num w:numId="30">
    <w:abstractNumId w:val="27"/>
  </w:num>
  <w:num w:numId="31">
    <w:abstractNumId w:val="38"/>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14"/>
  </w:num>
  <w:num w:numId="36">
    <w:abstractNumId w:val="15"/>
  </w:num>
  <w:num w:numId="37">
    <w:abstractNumId w:val="24"/>
  </w:num>
  <w:num w:numId="38">
    <w:abstractNumId w:val="29"/>
  </w:num>
  <w:num w:numId="39">
    <w:abstractNumId w:val="9"/>
  </w:num>
  <w:num w:numId="40">
    <w:abstractNumId w:val="8"/>
  </w:num>
  <w:num w:numId="41">
    <w:abstractNumId w:val="7"/>
  </w:num>
  <w:num w:numId="42">
    <w:abstractNumId w:val="6"/>
  </w:num>
  <w:num w:numId="43">
    <w:abstractNumId w:val="5"/>
  </w:num>
  <w:num w:numId="44">
    <w:abstractNumId w:val="4"/>
  </w:num>
  <w:num w:numId="45">
    <w:abstractNumId w:val="3"/>
  </w:num>
  <w:num w:numId="46">
    <w:abstractNumId w:val="2"/>
  </w:num>
  <w:num w:numId="47">
    <w:abstractNumId w:val="1"/>
  </w:num>
  <w:num w:numId="48">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6B"/>
    <w:rsid w:val="000102B7"/>
    <w:rsid w:val="000104A5"/>
    <w:rsid w:val="00012457"/>
    <w:rsid w:val="00020652"/>
    <w:rsid w:val="00021B1B"/>
    <w:rsid w:val="00023C25"/>
    <w:rsid w:val="00027FB6"/>
    <w:rsid w:val="00031DC1"/>
    <w:rsid w:val="00032320"/>
    <w:rsid w:val="000329A6"/>
    <w:rsid w:val="00033350"/>
    <w:rsid w:val="000353FC"/>
    <w:rsid w:val="00035C75"/>
    <w:rsid w:val="0003638E"/>
    <w:rsid w:val="00036CBC"/>
    <w:rsid w:val="00037792"/>
    <w:rsid w:val="00037888"/>
    <w:rsid w:val="00042EA3"/>
    <w:rsid w:val="000462D0"/>
    <w:rsid w:val="00052EE0"/>
    <w:rsid w:val="00055846"/>
    <w:rsid w:val="00057E5E"/>
    <w:rsid w:val="00064F83"/>
    <w:rsid w:val="00077D6F"/>
    <w:rsid w:val="00080780"/>
    <w:rsid w:val="00082A7E"/>
    <w:rsid w:val="000851EB"/>
    <w:rsid w:val="0008753D"/>
    <w:rsid w:val="000877D0"/>
    <w:rsid w:val="000902F0"/>
    <w:rsid w:val="0009130A"/>
    <w:rsid w:val="000945A8"/>
    <w:rsid w:val="0009547A"/>
    <w:rsid w:val="000A0310"/>
    <w:rsid w:val="000A69AA"/>
    <w:rsid w:val="000B1016"/>
    <w:rsid w:val="000B3BE4"/>
    <w:rsid w:val="000B43DD"/>
    <w:rsid w:val="000B4A0E"/>
    <w:rsid w:val="000B4BF0"/>
    <w:rsid w:val="000C0DA4"/>
    <w:rsid w:val="000C3DD3"/>
    <w:rsid w:val="000C417A"/>
    <w:rsid w:val="000C4B57"/>
    <w:rsid w:val="000C4C15"/>
    <w:rsid w:val="000C5B0A"/>
    <w:rsid w:val="000C69F6"/>
    <w:rsid w:val="000C7F45"/>
    <w:rsid w:val="000D58A5"/>
    <w:rsid w:val="000D5CDE"/>
    <w:rsid w:val="000E395B"/>
    <w:rsid w:val="000E3D1C"/>
    <w:rsid w:val="000E418E"/>
    <w:rsid w:val="000F318D"/>
    <w:rsid w:val="000F59F2"/>
    <w:rsid w:val="000F5F3A"/>
    <w:rsid w:val="00102BC6"/>
    <w:rsid w:val="00105BD0"/>
    <w:rsid w:val="00106A2F"/>
    <w:rsid w:val="00106D91"/>
    <w:rsid w:val="00107813"/>
    <w:rsid w:val="00107A70"/>
    <w:rsid w:val="00110382"/>
    <w:rsid w:val="00110784"/>
    <w:rsid w:val="00113C99"/>
    <w:rsid w:val="001143F3"/>
    <w:rsid w:val="00114514"/>
    <w:rsid w:val="001158A5"/>
    <w:rsid w:val="001178D6"/>
    <w:rsid w:val="00125BE4"/>
    <w:rsid w:val="001309A7"/>
    <w:rsid w:val="00132574"/>
    <w:rsid w:val="001336BD"/>
    <w:rsid w:val="001353FC"/>
    <w:rsid w:val="00135CEB"/>
    <w:rsid w:val="001379C1"/>
    <w:rsid w:val="00142C8E"/>
    <w:rsid w:val="0014311C"/>
    <w:rsid w:val="00147EB8"/>
    <w:rsid w:val="00151910"/>
    <w:rsid w:val="00153FAD"/>
    <w:rsid w:val="0015668B"/>
    <w:rsid w:val="0016009A"/>
    <w:rsid w:val="001620FF"/>
    <w:rsid w:val="00164254"/>
    <w:rsid w:val="00164A22"/>
    <w:rsid w:val="00165EFC"/>
    <w:rsid w:val="00165FED"/>
    <w:rsid w:val="00167DA5"/>
    <w:rsid w:val="00170D58"/>
    <w:rsid w:val="001742E6"/>
    <w:rsid w:val="00175E08"/>
    <w:rsid w:val="001762D6"/>
    <w:rsid w:val="001853B8"/>
    <w:rsid w:val="00186378"/>
    <w:rsid w:val="00186932"/>
    <w:rsid w:val="00186BDC"/>
    <w:rsid w:val="0018708F"/>
    <w:rsid w:val="00191900"/>
    <w:rsid w:val="00192815"/>
    <w:rsid w:val="001931AA"/>
    <w:rsid w:val="00193773"/>
    <w:rsid w:val="001A1260"/>
    <w:rsid w:val="001B11CD"/>
    <w:rsid w:val="001B154D"/>
    <w:rsid w:val="001B2AA7"/>
    <w:rsid w:val="001B5B26"/>
    <w:rsid w:val="001B7CCF"/>
    <w:rsid w:val="001C0008"/>
    <w:rsid w:val="001C125A"/>
    <w:rsid w:val="001C1710"/>
    <w:rsid w:val="001C5150"/>
    <w:rsid w:val="001D272C"/>
    <w:rsid w:val="001D315C"/>
    <w:rsid w:val="001D5ED4"/>
    <w:rsid w:val="001D6D24"/>
    <w:rsid w:val="001D769B"/>
    <w:rsid w:val="001E0A41"/>
    <w:rsid w:val="001E358D"/>
    <w:rsid w:val="001E7010"/>
    <w:rsid w:val="001F0B40"/>
    <w:rsid w:val="001F1210"/>
    <w:rsid w:val="001F3D95"/>
    <w:rsid w:val="001F402D"/>
    <w:rsid w:val="001F607E"/>
    <w:rsid w:val="001F7AD0"/>
    <w:rsid w:val="00200CEC"/>
    <w:rsid w:val="00212143"/>
    <w:rsid w:val="00212A6B"/>
    <w:rsid w:val="00213259"/>
    <w:rsid w:val="0021369A"/>
    <w:rsid w:val="002161CC"/>
    <w:rsid w:val="002177EC"/>
    <w:rsid w:val="00221E5A"/>
    <w:rsid w:val="002227F8"/>
    <w:rsid w:val="0022550B"/>
    <w:rsid w:val="00225948"/>
    <w:rsid w:val="00226CA8"/>
    <w:rsid w:val="00231F15"/>
    <w:rsid w:val="002320EE"/>
    <w:rsid w:val="00233904"/>
    <w:rsid w:val="00233E40"/>
    <w:rsid w:val="0023780B"/>
    <w:rsid w:val="00237E22"/>
    <w:rsid w:val="00240751"/>
    <w:rsid w:val="002410D0"/>
    <w:rsid w:val="00243315"/>
    <w:rsid w:val="00244C37"/>
    <w:rsid w:val="00245216"/>
    <w:rsid w:val="00247636"/>
    <w:rsid w:val="00247E58"/>
    <w:rsid w:val="00250294"/>
    <w:rsid w:val="00250892"/>
    <w:rsid w:val="002509DE"/>
    <w:rsid w:val="00252089"/>
    <w:rsid w:val="0025667B"/>
    <w:rsid w:val="00256A5C"/>
    <w:rsid w:val="00261C0E"/>
    <w:rsid w:val="00262766"/>
    <w:rsid w:val="00263040"/>
    <w:rsid w:val="00263222"/>
    <w:rsid w:val="00264259"/>
    <w:rsid w:val="00264CE5"/>
    <w:rsid w:val="002707A8"/>
    <w:rsid w:val="00271CBB"/>
    <w:rsid w:val="00272AD3"/>
    <w:rsid w:val="00274657"/>
    <w:rsid w:val="0027592C"/>
    <w:rsid w:val="00275976"/>
    <w:rsid w:val="00280B8F"/>
    <w:rsid w:val="0028255D"/>
    <w:rsid w:val="002829FD"/>
    <w:rsid w:val="00283457"/>
    <w:rsid w:val="00286954"/>
    <w:rsid w:val="002876B3"/>
    <w:rsid w:val="0029063F"/>
    <w:rsid w:val="00290CEC"/>
    <w:rsid w:val="0029340B"/>
    <w:rsid w:val="002957CE"/>
    <w:rsid w:val="00295BE3"/>
    <w:rsid w:val="0029735F"/>
    <w:rsid w:val="002A0FD6"/>
    <w:rsid w:val="002A3DE0"/>
    <w:rsid w:val="002B1090"/>
    <w:rsid w:val="002B41CE"/>
    <w:rsid w:val="002B5C45"/>
    <w:rsid w:val="002B5CC6"/>
    <w:rsid w:val="002B76CE"/>
    <w:rsid w:val="002B7B2D"/>
    <w:rsid w:val="002C0B5E"/>
    <w:rsid w:val="002C0FFD"/>
    <w:rsid w:val="002C2882"/>
    <w:rsid w:val="002C346F"/>
    <w:rsid w:val="002C383A"/>
    <w:rsid w:val="002C4D97"/>
    <w:rsid w:val="002C55F5"/>
    <w:rsid w:val="002C7A84"/>
    <w:rsid w:val="002D2FA6"/>
    <w:rsid w:val="002D608C"/>
    <w:rsid w:val="002D66F1"/>
    <w:rsid w:val="002E3116"/>
    <w:rsid w:val="002E4C71"/>
    <w:rsid w:val="002F2A04"/>
    <w:rsid w:val="002F3221"/>
    <w:rsid w:val="002F3DDE"/>
    <w:rsid w:val="002F4266"/>
    <w:rsid w:val="002F7737"/>
    <w:rsid w:val="003022C6"/>
    <w:rsid w:val="003042C5"/>
    <w:rsid w:val="00305671"/>
    <w:rsid w:val="00307F0C"/>
    <w:rsid w:val="00316A12"/>
    <w:rsid w:val="003226E1"/>
    <w:rsid w:val="00322A3B"/>
    <w:rsid w:val="003252A4"/>
    <w:rsid w:val="00325876"/>
    <w:rsid w:val="00330E19"/>
    <w:rsid w:val="00333856"/>
    <w:rsid w:val="00333E6F"/>
    <w:rsid w:val="00340112"/>
    <w:rsid w:val="00341C56"/>
    <w:rsid w:val="00350597"/>
    <w:rsid w:val="0035617A"/>
    <w:rsid w:val="00360D70"/>
    <w:rsid w:val="00363B8D"/>
    <w:rsid w:val="003645B1"/>
    <w:rsid w:val="00365D6A"/>
    <w:rsid w:val="003731FA"/>
    <w:rsid w:val="0037414C"/>
    <w:rsid w:val="00374472"/>
    <w:rsid w:val="0038187C"/>
    <w:rsid w:val="0038386B"/>
    <w:rsid w:val="00384469"/>
    <w:rsid w:val="00384C6A"/>
    <w:rsid w:val="0039106E"/>
    <w:rsid w:val="00391685"/>
    <w:rsid w:val="00391A4D"/>
    <w:rsid w:val="0039360F"/>
    <w:rsid w:val="003A1937"/>
    <w:rsid w:val="003A314F"/>
    <w:rsid w:val="003A4FEE"/>
    <w:rsid w:val="003B2A6A"/>
    <w:rsid w:val="003B482E"/>
    <w:rsid w:val="003B74C8"/>
    <w:rsid w:val="003C07EB"/>
    <w:rsid w:val="003C0BBA"/>
    <w:rsid w:val="003D3B76"/>
    <w:rsid w:val="003E3622"/>
    <w:rsid w:val="003E4662"/>
    <w:rsid w:val="003E7AAC"/>
    <w:rsid w:val="003F1B7E"/>
    <w:rsid w:val="003F4AE3"/>
    <w:rsid w:val="004007F2"/>
    <w:rsid w:val="00404410"/>
    <w:rsid w:val="00404C05"/>
    <w:rsid w:val="0040557F"/>
    <w:rsid w:val="00405CA3"/>
    <w:rsid w:val="00406AB9"/>
    <w:rsid w:val="00411B4A"/>
    <w:rsid w:val="00412DF4"/>
    <w:rsid w:val="00413A79"/>
    <w:rsid w:val="00414130"/>
    <w:rsid w:val="00421079"/>
    <w:rsid w:val="004226E0"/>
    <w:rsid w:val="004229D1"/>
    <w:rsid w:val="004238E8"/>
    <w:rsid w:val="00426312"/>
    <w:rsid w:val="00431DD1"/>
    <w:rsid w:val="0043226B"/>
    <w:rsid w:val="00433564"/>
    <w:rsid w:val="00436A79"/>
    <w:rsid w:val="00440EC9"/>
    <w:rsid w:val="004429E0"/>
    <w:rsid w:val="00443BC7"/>
    <w:rsid w:val="00444D82"/>
    <w:rsid w:val="00447413"/>
    <w:rsid w:val="004526C9"/>
    <w:rsid w:val="00454A95"/>
    <w:rsid w:val="00463BB0"/>
    <w:rsid w:val="004660B7"/>
    <w:rsid w:val="00466D70"/>
    <w:rsid w:val="00471D38"/>
    <w:rsid w:val="00473C36"/>
    <w:rsid w:val="00475436"/>
    <w:rsid w:val="004803CC"/>
    <w:rsid w:val="00482884"/>
    <w:rsid w:val="004860E8"/>
    <w:rsid w:val="00487EF0"/>
    <w:rsid w:val="00491A5A"/>
    <w:rsid w:val="00492845"/>
    <w:rsid w:val="004A233D"/>
    <w:rsid w:val="004A4C24"/>
    <w:rsid w:val="004A4DD4"/>
    <w:rsid w:val="004A61FC"/>
    <w:rsid w:val="004B1869"/>
    <w:rsid w:val="004B22CE"/>
    <w:rsid w:val="004B34DA"/>
    <w:rsid w:val="004B4472"/>
    <w:rsid w:val="004B5B0C"/>
    <w:rsid w:val="004B664C"/>
    <w:rsid w:val="004C4734"/>
    <w:rsid w:val="004C5978"/>
    <w:rsid w:val="004D29D1"/>
    <w:rsid w:val="004D512E"/>
    <w:rsid w:val="004D5348"/>
    <w:rsid w:val="004D6B98"/>
    <w:rsid w:val="004D6DC4"/>
    <w:rsid w:val="004E0D78"/>
    <w:rsid w:val="004F1C41"/>
    <w:rsid w:val="004F6399"/>
    <w:rsid w:val="004F7BE4"/>
    <w:rsid w:val="0050003C"/>
    <w:rsid w:val="00501DC0"/>
    <w:rsid w:val="00504647"/>
    <w:rsid w:val="005106B6"/>
    <w:rsid w:val="00513ABA"/>
    <w:rsid w:val="00513FEC"/>
    <w:rsid w:val="00514D82"/>
    <w:rsid w:val="0051538D"/>
    <w:rsid w:val="005156B3"/>
    <w:rsid w:val="0051579C"/>
    <w:rsid w:val="005157AC"/>
    <w:rsid w:val="005220A0"/>
    <w:rsid w:val="005265B6"/>
    <w:rsid w:val="00530B2D"/>
    <w:rsid w:val="00532ABA"/>
    <w:rsid w:val="00544DCB"/>
    <w:rsid w:val="005531F3"/>
    <w:rsid w:val="005574FB"/>
    <w:rsid w:val="0056216F"/>
    <w:rsid w:val="00564EF3"/>
    <w:rsid w:val="005672E0"/>
    <w:rsid w:val="00573360"/>
    <w:rsid w:val="00575636"/>
    <w:rsid w:val="0057795F"/>
    <w:rsid w:val="00577AF7"/>
    <w:rsid w:val="00577E44"/>
    <w:rsid w:val="00583BE2"/>
    <w:rsid w:val="005854B9"/>
    <w:rsid w:val="00590E33"/>
    <w:rsid w:val="005933DC"/>
    <w:rsid w:val="00593C7D"/>
    <w:rsid w:val="00593CB3"/>
    <w:rsid w:val="00596B46"/>
    <w:rsid w:val="00596CF8"/>
    <w:rsid w:val="00597B24"/>
    <w:rsid w:val="005A0583"/>
    <w:rsid w:val="005A33A4"/>
    <w:rsid w:val="005A4138"/>
    <w:rsid w:val="005A41B7"/>
    <w:rsid w:val="005A587E"/>
    <w:rsid w:val="005B014B"/>
    <w:rsid w:val="005B2DE0"/>
    <w:rsid w:val="005B635A"/>
    <w:rsid w:val="005B645C"/>
    <w:rsid w:val="005C159E"/>
    <w:rsid w:val="005C757B"/>
    <w:rsid w:val="005D032C"/>
    <w:rsid w:val="005D0EE8"/>
    <w:rsid w:val="005D0F60"/>
    <w:rsid w:val="005D1C42"/>
    <w:rsid w:val="005D1EA5"/>
    <w:rsid w:val="005F78B2"/>
    <w:rsid w:val="0060276E"/>
    <w:rsid w:val="006038E2"/>
    <w:rsid w:val="0060402E"/>
    <w:rsid w:val="00607729"/>
    <w:rsid w:val="00611A2E"/>
    <w:rsid w:val="006152F5"/>
    <w:rsid w:val="00620670"/>
    <w:rsid w:val="006215A2"/>
    <w:rsid w:val="006228A2"/>
    <w:rsid w:val="00622C34"/>
    <w:rsid w:val="00624539"/>
    <w:rsid w:val="006308CE"/>
    <w:rsid w:val="00630F26"/>
    <w:rsid w:val="0063537D"/>
    <w:rsid w:val="00640B91"/>
    <w:rsid w:val="006458C5"/>
    <w:rsid w:val="00653B4C"/>
    <w:rsid w:val="00656DDB"/>
    <w:rsid w:val="00657935"/>
    <w:rsid w:val="00663876"/>
    <w:rsid w:val="006642A6"/>
    <w:rsid w:val="006644F9"/>
    <w:rsid w:val="00664B4E"/>
    <w:rsid w:val="006653FB"/>
    <w:rsid w:val="00666E79"/>
    <w:rsid w:val="00673F90"/>
    <w:rsid w:val="00674AFD"/>
    <w:rsid w:val="00674B9F"/>
    <w:rsid w:val="0067626B"/>
    <w:rsid w:val="00684795"/>
    <w:rsid w:val="006859F6"/>
    <w:rsid w:val="006913D4"/>
    <w:rsid w:val="00696441"/>
    <w:rsid w:val="006967FB"/>
    <w:rsid w:val="00696A8B"/>
    <w:rsid w:val="00696CD7"/>
    <w:rsid w:val="006974A2"/>
    <w:rsid w:val="006A03F4"/>
    <w:rsid w:val="006A0E23"/>
    <w:rsid w:val="006A3AE0"/>
    <w:rsid w:val="006A6873"/>
    <w:rsid w:val="006A6BA8"/>
    <w:rsid w:val="006A7706"/>
    <w:rsid w:val="006B1EDF"/>
    <w:rsid w:val="006B4454"/>
    <w:rsid w:val="006B58E2"/>
    <w:rsid w:val="006C56D3"/>
    <w:rsid w:val="006C736A"/>
    <w:rsid w:val="006C7A19"/>
    <w:rsid w:val="006C7D64"/>
    <w:rsid w:val="006D1522"/>
    <w:rsid w:val="006D3FCF"/>
    <w:rsid w:val="006D4047"/>
    <w:rsid w:val="006D48EB"/>
    <w:rsid w:val="006D7DE0"/>
    <w:rsid w:val="006E2410"/>
    <w:rsid w:val="006E3687"/>
    <w:rsid w:val="006E49E0"/>
    <w:rsid w:val="006E4A9E"/>
    <w:rsid w:val="006E4D3B"/>
    <w:rsid w:val="006E6849"/>
    <w:rsid w:val="006E7CCA"/>
    <w:rsid w:val="006F254B"/>
    <w:rsid w:val="006F3D65"/>
    <w:rsid w:val="006F7CA3"/>
    <w:rsid w:val="006F7EBE"/>
    <w:rsid w:val="00700B2F"/>
    <w:rsid w:val="00707B3A"/>
    <w:rsid w:val="00711BD2"/>
    <w:rsid w:val="0071425C"/>
    <w:rsid w:val="00714B42"/>
    <w:rsid w:val="00715888"/>
    <w:rsid w:val="00717A75"/>
    <w:rsid w:val="007202AF"/>
    <w:rsid w:val="007206B4"/>
    <w:rsid w:val="00722AE6"/>
    <w:rsid w:val="007240F2"/>
    <w:rsid w:val="007241E7"/>
    <w:rsid w:val="00725B3E"/>
    <w:rsid w:val="00737178"/>
    <w:rsid w:val="007425DE"/>
    <w:rsid w:val="007442E7"/>
    <w:rsid w:val="00745AB1"/>
    <w:rsid w:val="00746871"/>
    <w:rsid w:val="00746BDD"/>
    <w:rsid w:val="0074762A"/>
    <w:rsid w:val="00751E4C"/>
    <w:rsid w:val="00752868"/>
    <w:rsid w:val="007564D6"/>
    <w:rsid w:val="007625FE"/>
    <w:rsid w:val="00764E1A"/>
    <w:rsid w:val="00770398"/>
    <w:rsid w:val="007709C5"/>
    <w:rsid w:val="007713AB"/>
    <w:rsid w:val="007718D6"/>
    <w:rsid w:val="00771B9C"/>
    <w:rsid w:val="00771BE2"/>
    <w:rsid w:val="00773190"/>
    <w:rsid w:val="00773775"/>
    <w:rsid w:val="00775328"/>
    <w:rsid w:val="00777A0C"/>
    <w:rsid w:val="00781F43"/>
    <w:rsid w:val="007823E7"/>
    <w:rsid w:val="00784CB5"/>
    <w:rsid w:val="00784E89"/>
    <w:rsid w:val="00791B59"/>
    <w:rsid w:val="00795215"/>
    <w:rsid w:val="00796CC5"/>
    <w:rsid w:val="007A1F70"/>
    <w:rsid w:val="007A2447"/>
    <w:rsid w:val="007A4BA1"/>
    <w:rsid w:val="007B17EB"/>
    <w:rsid w:val="007B226F"/>
    <w:rsid w:val="007B2C56"/>
    <w:rsid w:val="007B51BB"/>
    <w:rsid w:val="007B64CF"/>
    <w:rsid w:val="007B6613"/>
    <w:rsid w:val="007C2AF6"/>
    <w:rsid w:val="007C3244"/>
    <w:rsid w:val="007D49E6"/>
    <w:rsid w:val="007E104A"/>
    <w:rsid w:val="007E3E05"/>
    <w:rsid w:val="007F04AC"/>
    <w:rsid w:val="007F19BE"/>
    <w:rsid w:val="007F23F5"/>
    <w:rsid w:val="007F2B52"/>
    <w:rsid w:val="007F3519"/>
    <w:rsid w:val="0080019A"/>
    <w:rsid w:val="0080172F"/>
    <w:rsid w:val="00807337"/>
    <w:rsid w:val="00807343"/>
    <w:rsid w:val="00807F90"/>
    <w:rsid w:val="0081116D"/>
    <w:rsid w:val="008141B4"/>
    <w:rsid w:val="008143E6"/>
    <w:rsid w:val="00816021"/>
    <w:rsid w:val="008203D8"/>
    <w:rsid w:val="008228AB"/>
    <w:rsid w:val="00822EC8"/>
    <w:rsid w:val="00824EF7"/>
    <w:rsid w:val="008259BD"/>
    <w:rsid w:val="00827533"/>
    <w:rsid w:val="00831FA1"/>
    <w:rsid w:val="00832BDB"/>
    <w:rsid w:val="008347C9"/>
    <w:rsid w:val="008349AF"/>
    <w:rsid w:val="00836606"/>
    <w:rsid w:val="00842F21"/>
    <w:rsid w:val="00844E2B"/>
    <w:rsid w:val="00844E55"/>
    <w:rsid w:val="008501F0"/>
    <w:rsid w:val="0085105D"/>
    <w:rsid w:val="00851A43"/>
    <w:rsid w:val="00852607"/>
    <w:rsid w:val="0085301D"/>
    <w:rsid w:val="0085379D"/>
    <w:rsid w:val="00854E5D"/>
    <w:rsid w:val="00863161"/>
    <w:rsid w:val="008637F0"/>
    <w:rsid w:val="008649D6"/>
    <w:rsid w:val="0086793C"/>
    <w:rsid w:val="00867EE5"/>
    <w:rsid w:val="00871F1E"/>
    <w:rsid w:val="00872B9C"/>
    <w:rsid w:val="00876930"/>
    <w:rsid w:val="00885620"/>
    <w:rsid w:val="00890942"/>
    <w:rsid w:val="00890C99"/>
    <w:rsid w:val="0089276B"/>
    <w:rsid w:val="00893BA9"/>
    <w:rsid w:val="008942DE"/>
    <w:rsid w:val="0089763D"/>
    <w:rsid w:val="008A1DDB"/>
    <w:rsid w:val="008A4737"/>
    <w:rsid w:val="008A550C"/>
    <w:rsid w:val="008A79A5"/>
    <w:rsid w:val="008A7ADE"/>
    <w:rsid w:val="008A7BC2"/>
    <w:rsid w:val="008B0E8F"/>
    <w:rsid w:val="008B2D84"/>
    <w:rsid w:val="008B5200"/>
    <w:rsid w:val="008B63D4"/>
    <w:rsid w:val="008C0569"/>
    <w:rsid w:val="008C379D"/>
    <w:rsid w:val="008C695D"/>
    <w:rsid w:val="008D06E8"/>
    <w:rsid w:val="008D0F11"/>
    <w:rsid w:val="008D77D2"/>
    <w:rsid w:val="008D7D76"/>
    <w:rsid w:val="008E2EAB"/>
    <w:rsid w:val="008E318B"/>
    <w:rsid w:val="008E5758"/>
    <w:rsid w:val="008F1094"/>
    <w:rsid w:val="008F7AF2"/>
    <w:rsid w:val="00901C03"/>
    <w:rsid w:val="0090445E"/>
    <w:rsid w:val="009048FC"/>
    <w:rsid w:val="00907A37"/>
    <w:rsid w:val="00915875"/>
    <w:rsid w:val="00920F7B"/>
    <w:rsid w:val="00921DC7"/>
    <w:rsid w:val="009227C3"/>
    <w:rsid w:val="00923CE4"/>
    <w:rsid w:val="009300E4"/>
    <w:rsid w:val="00930E98"/>
    <w:rsid w:val="00931229"/>
    <w:rsid w:val="009313E8"/>
    <w:rsid w:val="009338D9"/>
    <w:rsid w:val="00944D9C"/>
    <w:rsid w:val="00944EA8"/>
    <w:rsid w:val="00946315"/>
    <w:rsid w:val="00950267"/>
    <w:rsid w:val="0095034C"/>
    <w:rsid w:val="009508AB"/>
    <w:rsid w:val="00950FD6"/>
    <w:rsid w:val="00952C20"/>
    <w:rsid w:val="0095460B"/>
    <w:rsid w:val="00956DCD"/>
    <w:rsid w:val="00957FAB"/>
    <w:rsid w:val="00960574"/>
    <w:rsid w:val="00966049"/>
    <w:rsid w:val="009666A9"/>
    <w:rsid w:val="009734D2"/>
    <w:rsid w:val="00981AC9"/>
    <w:rsid w:val="0098266B"/>
    <w:rsid w:val="00982DEF"/>
    <w:rsid w:val="009850C0"/>
    <w:rsid w:val="009853B2"/>
    <w:rsid w:val="009909D9"/>
    <w:rsid w:val="00990F1D"/>
    <w:rsid w:val="009911DA"/>
    <w:rsid w:val="00991F0F"/>
    <w:rsid w:val="0099220C"/>
    <w:rsid w:val="00993B7E"/>
    <w:rsid w:val="00996F12"/>
    <w:rsid w:val="009A085C"/>
    <w:rsid w:val="009A4986"/>
    <w:rsid w:val="009A50B1"/>
    <w:rsid w:val="009A5BF7"/>
    <w:rsid w:val="009B09E5"/>
    <w:rsid w:val="009B18CF"/>
    <w:rsid w:val="009B2191"/>
    <w:rsid w:val="009B4700"/>
    <w:rsid w:val="009C60BB"/>
    <w:rsid w:val="009C71B0"/>
    <w:rsid w:val="009C7C71"/>
    <w:rsid w:val="009D0676"/>
    <w:rsid w:val="009D112B"/>
    <w:rsid w:val="009D4579"/>
    <w:rsid w:val="009E3B66"/>
    <w:rsid w:val="009E67BD"/>
    <w:rsid w:val="009E714D"/>
    <w:rsid w:val="009F0B84"/>
    <w:rsid w:val="009F3701"/>
    <w:rsid w:val="009F4F9D"/>
    <w:rsid w:val="009F5229"/>
    <w:rsid w:val="00A00BCA"/>
    <w:rsid w:val="00A0209E"/>
    <w:rsid w:val="00A02811"/>
    <w:rsid w:val="00A02D25"/>
    <w:rsid w:val="00A0356F"/>
    <w:rsid w:val="00A03803"/>
    <w:rsid w:val="00A05628"/>
    <w:rsid w:val="00A10010"/>
    <w:rsid w:val="00A11EB6"/>
    <w:rsid w:val="00A12BEE"/>
    <w:rsid w:val="00A14D79"/>
    <w:rsid w:val="00A21B95"/>
    <w:rsid w:val="00A23569"/>
    <w:rsid w:val="00A27550"/>
    <w:rsid w:val="00A31A91"/>
    <w:rsid w:val="00A4618F"/>
    <w:rsid w:val="00A468F3"/>
    <w:rsid w:val="00A46D7A"/>
    <w:rsid w:val="00A510DF"/>
    <w:rsid w:val="00A53326"/>
    <w:rsid w:val="00A56D45"/>
    <w:rsid w:val="00A60A9D"/>
    <w:rsid w:val="00A622D3"/>
    <w:rsid w:val="00A66017"/>
    <w:rsid w:val="00A665A4"/>
    <w:rsid w:val="00A67A08"/>
    <w:rsid w:val="00A76CE5"/>
    <w:rsid w:val="00A81910"/>
    <w:rsid w:val="00A85571"/>
    <w:rsid w:val="00A86708"/>
    <w:rsid w:val="00A8766D"/>
    <w:rsid w:val="00A87C98"/>
    <w:rsid w:val="00A967A9"/>
    <w:rsid w:val="00AA0F22"/>
    <w:rsid w:val="00AA33C5"/>
    <w:rsid w:val="00AA43E0"/>
    <w:rsid w:val="00AA6CB9"/>
    <w:rsid w:val="00AB29C4"/>
    <w:rsid w:val="00AB2EDB"/>
    <w:rsid w:val="00AB397A"/>
    <w:rsid w:val="00AC5C4D"/>
    <w:rsid w:val="00AC687B"/>
    <w:rsid w:val="00AD5DDF"/>
    <w:rsid w:val="00AE09A4"/>
    <w:rsid w:val="00AE19DC"/>
    <w:rsid w:val="00AE3387"/>
    <w:rsid w:val="00AE3D9C"/>
    <w:rsid w:val="00AF1476"/>
    <w:rsid w:val="00AF3F9E"/>
    <w:rsid w:val="00AF4515"/>
    <w:rsid w:val="00AF6032"/>
    <w:rsid w:val="00B000C5"/>
    <w:rsid w:val="00B00362"/>
    <w:rsid w:val="00B00AD4"/>
    <w:rsid w:val="00B0117D"/>
    <w:rsid w:val="00B02A0F"/>
    <w:rsid w:val="00B038A9"/>
    <w:rsid w:val="00B056C0"/>
    <w:rsid w:val="00B066C7"/>
    <w:rsid w:val="00B06871"/>
    <w:rsid w:val="00B11D06"/>
    <w:rsid w:val="00B138B9"/>
    <w:rsid w:val="00B16BB0"/>
    <w:rsid w:val="00B21B16"/>
    <w:rsid w:val="00B2385D"/>
    <w:rsid w:val="00B23CB0"/>
    <w:rsid w:val="00B30330"/>
    <w:rsid w:val="00B31759"/>
    <w:rsid w:val="00B31FF1"/>
    <w:rsid w:val="00B34DC1"/>
    <w:rsid w:val="00B35614"/>
    <w:rsid w:val="00B51354"/>
    <w:rsid w:val="00B51BEF"/>
    <w:rsid w:val="00B52E0A"/>
    <w:rsid w:val="00B52F22"/>
    <w:rsid w:val="00B52F8D"/>
    <w:rsid w:val="00B53130"/>
    <w:rsid w:val="00B53239"/>
    <w:rsid w:val="00B5559A"/>
    <w:rsid w:val="00B62444"/>
    <w:rsid w:val="00B63051"/>
    <w:rsid w:val="00B63CA6"/>
    <w:rsid w:val="00B64098"/>
    <w:rsid w:val="00B7185F"/>
    <w:rsid w:val="00B765AA"/>
    <w:rsid w:val="00B76BF1"/>
    <w:rsid w:val="00B77DCF"/>
    <w:rsid w:val="00B80C2F"/>
    <w:rsid w:val="00B83B54"/>
    <w:rsid w:val="00B847D7"/>
    <w:rsid w:val="00B85EF9"/>
    <w:rsid w:val="00B86D69"/>
    <w:rsid w:val="00B8783D"/>
    <w:rsid w:val="00B90BB2"/>
    <w:rsid w:val="00B93CDA"/>
    <w:rsid w:val="00B95EFE"/>
    <w:rsid w:val="00BA0B5F"/>
    <w:rsid w:val="00BA5055"/>
    <w:rsid w:val="00BA7C88"/>
    <w:rsid w:val="00BB0289"/>
    <w:rsid w:val="00BD0BE8"/>
    <w:rsid w:val="00BD513A"/>
    <w:rsid w:val="00BD552F"/>
    <w:rsid w:val="00BD7E23"/>
    <w:rsid w:val="00BE208B"/>
    <w:rsid w:val="00BE599A"/>
    <w:rsid w:val="00BE6062"/>
    <w:rsid w:val="00BF3C8B"/>
    <w:rsid w:val="00BF4A5E"/>
    <w:rsid w:val="00C01A55"/>
    <w:rsid w:val="00C04FAF"/>
    <w:rsid w:val="00C05E0C"/>
    <w:rsid w:val="00C07D95"/>
    <w:rsid w:val="00C107DD"/>
    <w:rsid w:val="00C152CC"/>
    <w:rsid w:val="00C20879"/>
    <w:rsid w:val="00C21222"/>
    <w:rsid w:val="00C2231D"/>
    <w:rsid w:val="00C22BB8"/>
    <w:rsid w:val="00C22C5A"/>
    <w:rsid w:val="00C328AD"/>
    <w:rsid w:val="00C33F98"/>
    <w:rsid w:val="00C344E6"/>
    <w:rsid w:val="00C35F7A"/>
    <w:rsid w:val="00C4576D"/>
    <w:rsid w:val="00C47FCA"/>
    <w:rsid w:val="00C57AC2"/>
    <w:rsid w:val="00C61BB4"/>
    <w:rsid w:val="00C61F15"/>
    <w:rsid w:val="00C62676"/>
    <w:rsid w:val="00C635D4"/>
    <w:rsid w:val="00C7017D"/>
    <w:rsid w:val="00C7189D"/>
    <w:rsid w:val="00C71E09"/>
    <w:rsid w:val="00C7200D"/>
    <w:rsid w:val="00C74DE6"/>
    <w:rsid w:val="00C756F7"/>
    <w:rsid w:val="00C8080E"/>
    <w:rsid w:val="00C811C1"/>
    <w:rsid w:val="00C8435C"/>
    <w:rsid w:val="00C876B8"/>
    <w:rsid w:val="00C878D0"/>
    <w:rsid w:val="00C90AE4"/>
    <w:rsid w:val="00C915FF"/>
    <w:rsid w:val="00C92B17"/>
    <w:rsid w:val="00C9344F"/>
    <w:rsid w:val="00C97D2D"/>
    <w:rsid w:val="00CA06D9"/>
    <w:rsid w:val="00CA111C"/>
    <w:rsid w:val="00CA1220"/>
    <w:rsid w:val="00CA3A31"/>
    <w:rsid w:val="00CA688E"/>
    <w:rsid w:val="00CA6C5A"/>
    <w:rsid w:val="00CB6B6F"/>
    <w:rsid w:val="00CB7A23"/>
    <w:rsid w:val="00CC1319"/>
    <w:rsid w:val="00CC148F"/>
    <w:rsid w:val="00CC187C"/>
    <w:rsid w:val="00CC44D0"/>
    <w:rsid w:val="00CC4FED"/>
    <w:rsid w:val="00CC59E6"/>
    <w:rsid w:val="00CD2980"/>
    <w:rsid w:val="00CD2C95"/>
    <w:rsid w:val="00CD63B9"/>
    <w:rsid w:val="00CE136C"/>
    <w:rsid w:val="00CE16E1"/>
    <w:rsid w:val="00CE1F46"/>
    <w:rsid w:val="00CF2783"/>
    <w:rsid w:val="00CF48A2"/>
    <w:rsid w:val="00CF611B"/>
    <w:rsid w:val="00CF7D7A"/>
    <w:rsid w:val="00D01276"/>
    <w:rsid w:val="00D01AFB"/>
    <w:rsid w:val="00D06CB2"/>
    <w:rsid w:val="00D102F7"/>
    <w:rsid w:val="00D15A70"/>
    <w:rsid w:val="00D16428"/>
    <w:rsid w:val="00D20034"/>
    <w:rsid w:val="00D20048"/>
    <w:rsid w:val="00D20672"/>
    <w:rsid w:val="00D20FC7"/>
    <w:rsid w:val="00D2295F"/>
    <w:rsid w:val="00D25DEC"/>
    <w:rsid w:val="00D32CCB"/>
    <w:rsid w:val="00D35507"/>
    <w:rsid w:val="00D41977"/>
    <w:rsid w:val="00D43D08"/>
    <w:rsid w:val="00D45A9F"/>
    <w:rsid w:val="00D45B3B"/>
    <w:rsid w:val="00D4601B"/>
    <w:rsid w:val="00D5232A"/>
    <w:rsid w:val="00D54A85"/>
    <w:rsid w:val="00D55F45"/>
    <w:rsid w:val="00D613C4"/>
    <w:rsid w:val="00D6167C"/>
    <w:rsid w:val="00D6729E"/>
    <w:rsid w:val="00D71E52"/>
    <w:rsid w:val="00D72A67"/>
    <w:rsid w:val="00D72F0C"/>
    <w:rsid w:val="00D73AE8"/>
    <w:rsid w:val="00D753DF"/>
    <w:rsid w:val="00D7725E"/>
    <w:rsid w:val="00D77D29"/>
    <w:rsid w:val="00D81C6C"/>
    <w:rsid w:val="00D875A8"/>
    <w:rsid w:val="00D90111"/>
    <w:rsid w:val="00D90575"/>
    <w:rsid w:val="00D92FA8"/>
    <w:rsid w:val="00D9363B"/>
    <w:rsid w:val="00D94EF7"/>
    <w:rsid w:val="00DA512F"/>
    <w:rsid w:val="00DA696B"/>
    <w:rsid w:val="00DA766E"/>
    <w:rsid w:val="00DB0D50"/>
    <w:rsid w:val="00DB6B26"/>
    <w:rsid w:val="00DC153B"/>
    <w:rsid w:val="00DC75C2"/>
    <w:rsid w:val="00DD18B1"/>
    <w:rsid w:val="00DD1B05"/>
    <w:rsid w:val="00DD30EA"/>
    <w:rsid w:val="00DD6AF1"/>
    <w:rsid w:val="00DD7B11"/>
    <w:rsid w:val="00DD7CF8"/>
    <w:rsid w:val="00DE1331"/>
    <w:rsid w:val="00DE16D0"/>
    <w:rsid w:val="00DE327B"/>
    <w:rsid w:val="00DE4BC2"/>
    <w:rsid w:val="00DE5731"/>
    <w:rsid w:val="00DE6FAD"/>
    <w:rsid w:val="00DF3E97"/>
    <w:rsid w:val="00DF5ED7"/>
    <w:rsid w:val="00DF72F9"/>
    <w:rsid w:val="00E00428"/>
    <w:rsid w:val="00E06F66"/>
    <w:rsid w:val="00E10A4D"/>
    <w:rsid w:val="00E112E9"/>
    <w:rsid w:val="00E155C7"/>
    <w:rsid w:val="00E16507"/>
    <w:rsid w:val="00E328BD"/>
    <w:rsid w:val="00E33D0A"/>
    <w:rsid w:val="00E33FE3"/>
    <w:rsid w:val="00E34A4B"/>
    <w:rsid w:val="00E3687C"/>
    <w:rsid w:val="00E4046F"/>
    <w:rsid w:val="00E40C0B"/>
    <w:rsid w:val="00E440B7"/>
    <w:rsid w:val="00E441A8"/>
    <w:rsid w:val="00E44814"/>
    <w:rsid w:val="00E51954"/>
    <w:rsid w:val="00E52AAD"/>
    <w:rsid w:val="00E53573"/>
    <w:rsid w:val="00E57C86"/>
    <w:rsid w:val="00E61695"/>
    <w:rsid w:val="00E62A09"/>
    <w:rsid w:val="00E6543F"/>
    <w:rsid w:val="00E70E8E"/>
    <w:rsid w:val="00E72F7A"/>
    <w:rsid w:val="00E73190"/>
    <w:rsid w:val="00E73620"/>
    <w:rsid w:val="00E770AE"/>
    <w:rsid w:val="00E81443"/>
    <w:rsid w:val="00E85EAC"/>
    <w:rsid w:val="00E8616F"/>
    <w:rsid w:val="00E87851"/>
    <w:rsid w:val="00E90889"/>
    <w:rsid w:val="00EA1B6E"/>
    <w:rsid w:val="00EA3EFE"/>
    <w:rsid w:val="00EA5C47"/>
    <w:rsid w:val="00EB0384"/>
    <w:rsid w:val="00EB0927"/>
    <w:rsid w:val="00EB19BC"/>
    <w:rsid w:val="00EB4419"/>
    <w:rsid w:val="00EB5385"/>
    <w:rsid w:val="00EB77E5"/>
    <w:rsid w:val="00EC1E92"/>
    <w:rsid w:val="00EC3D53"/>
    <w:rsid w:val="00EC6155"/>
    <w:rsid w:val="00EC6D91"/>
    <w:rsid w:val="00EC6FE2"/>
    <w:rsid w:val="00ED041B"/>
    <w:rsid w:val="00ED2F41"/>
    <w:rsid w:val="00ED40DE"/>
    <w:rsid w:val="00ED7AEB"/>
    <w:rsid w:val="00EE11D3"/>
    <w:rsid w:val="00EE5C56"/>
    <w:rsid w:val="00EF390C"/>
    <w:rsid w:val="00F06677"/>
    <w:rsid w:val="00F11063"/>
    <w:rsid w:val="00F12A06"/>
    <w:rsid w:val="00F1463D"/>
    <w:rsid w:val="00F148EE"/>
    <w:rsid w:val="00F21E92"/>
    <w:rsid w:val="00F230B1"/>
    <w:rsid w:val="00F243F3"/>
    <w:rsid w:val="00F3519C"/>
    <w:rsid w:val="00F37CC3"/>
    <w:rsid w:val="00F4169A"/>
    <w:rsid w:val="00F45770"/>
    <w:rsid w:val="00F51059"/>
    <w:rsid w:val="00F522DA"/>
    <w:rsid w:val="00F52599"/>
    <w:rsid w:val="00F52F5A"/>
    <w:rsid w:val="00F54970"/>
    <w:rsid w:val="00F54972"/>
    <w:rsid w:val="00F56A16"/>
    <w:rsid w:val="00F56DA0"/>
    <w:rsid w:val="00F659B6"/>
    <w:rsid w:val="00F66C16"/>
    <w:rsid w:val="00F67E10"/>
    <w:rsid w:val="00F70D11"/>
    <w:rsid w:val="00F721F8"/>
    <w:rsid w:val="00F7318E"/>
    <w:rsid w:val="00F80F77"/>
    <w:rsid w:val="00F822A5"/>
    <w:rsid w:val="00F85518"/>
    <w:rsid w:val="00F85637"/>
    <w:rsid w:val="00F87390"/>
    <w:rsid w:val="00F9115D"/>
    <w:rsid w:val="00F911BB"/>
    <w:rsid w:val="00F933E6"/>
    <w:rsid w:val="00F97051"/>
    <w:rsid w:val="00FA0233"/>
    <w:rsid w:val="00FA0655"/>
    <w:rsid w:val="00FA2845"/>
    <w:rsid w:val="00FA75B7"/>
    <w:rsid w:val="00FB26FF"/>
    <w:rsid w:val="00FB7647"/>
    <w:rsid w:val="00FC2C70"/>
    <w:rsid w:val="00FC56D8"/>
    <w:rsid w:val="00FC5914"/>
    <w:rsid w:val="00FC597B"/>
    <w:rsid w:val="00FC5C0B"/>
    <w:rsid w:val="00FC5F3B"/>
    <w:rsid w:val="00FC6381"/>
    <w:rsid w:val="00FD1443"/>
    <w:rsid w:val="00FD2875"/>
    <w:rsid w:val="00FD2C24"/>
    <w:rsid w:val="00FD3084"/>
    <w:rsid w:val="00FD5924"/>
    <w:rsid w:val="00FD6A2B"/>
    <w:rsid w:val="00FE493B"/>
    <w:rsid w:val="00FE7F9D"/>
    <w:rsid w:val="00FF0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BE142"/>
  <w15:docId w15:val="{9D797327-1907-4D36-ADBD-494C0CD0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0294"/>
  </w:style>
  <w:style w:type="paragraph" w:styleId="Nagwek1">
    <w:name w:val="heading 1"/>
    <w:basedOn w:val="Normalny"/>
    <w:next w:val="Normalny"/>
    <w:qFormat/>
    <w:locked/>
    <w:rsid w:val="00A56D45"/>
    <w:pPr>
      <w:keepNext/>
      <w:ind w:left="-168" w:firstLine="168"/>
      <w:outlineLvl w:val="0"/>
    </w:pPr>
    <w:rPr>
      <w:rFonts w:cs="Arial"/>
      <w:b/>
      <w:color w:val="005023"/>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link w:val="LPAdresatpisma-instytucjaZnak"/>
    <w:rsid w:val="00663876"/>
    <w:pPr>
      <w:tabs>
        <w:tab w:val="left" w:pos="2550"/>
      </w:tabs>
      <w:ind w:left="5880"/>
    </w:pPr>
    <w:rPr>
      <w:rFonts w:cs="Arial"/>
    </w:rPr>
  </w:style>
  <w:style w:type="paragraph" w:customStyle="1" w:styleId="LPadresatpisma-osoba">
    <w:name w:val="LP_adresat pisma - osoba"/>
    <w:basedOn w:val="Normalny"/>
    <w:rsid w:val="00663876"/>
    <w:pPr>
      <w:tabs>
        <w:tab w:val="left" w:pos="2550"/>
      </w:tabs>
      <w:ind w:left="5880"/>
    </w:pPr>
    <w:rPr>
      <w:rFonts w:cs="Arial"/>
      <w:b/>
    </w:rPr>
  </w:style>
  <w:style w:type="paragraph" w:customStyle="1" w:styleId="LPpodpis-autor">
    <w:name w:val="LP_podpis-autor"/>
    <w:rsid w:val="00F3519C"/>
    <w:pPr>
      <w:keepNext/>
      <w:keepLines/>
      <w:ind w:left="5880" w:right="391"/>
    </w:pPr>
    <w:rPr>
      <w:rFonts w:cs="Arial"/>
    </w:rPr>
  </w:style>
  <w:style w:type="paragraph" w:styleId="Nagwek">
    <w:name w:val="header"/>
    <w:basedOn w:val="Normalny"/>
    <w:link w:val="NagwekZnak"/>
    <w:locked/>
    <w:rsid w:val="008F1094"/>
    <w:pPr>
      <w:tabs>
        <w:tab w:val="center" w:pos="4703"/>
        <w:tab w:val="right" w:pos="9406"/>
      </w:tabs>
    </w:pPr>
  </w:style>
  <w:style w:type="character" w:customStyle="1" w:styleId="NagwekZnak">
    <w:name w:val="Nagłówek Znak"/>
    <w:basedOn w:val="Domylnaczcionkaakapitu"/>
    <w:link w:val="Nagwek"/>
    <w:rsid w:val="008F1094"/>
    <w:rPr>
      <w:sz w:val="24"/>
      <w:szCs w:val="24"/>
      <w:lang w:val="pl-PL" w:eastAsia="pl-PL"/>
    </w:rPr>
  </w:style>
  <w:style w:type="paragraph" w:customStyle="1" w:styleId="LPTytudokumentu">
    <w:name w:val="LP_Tytuł dokumentu"/>
    <w:rsid w:val="00663876"/>
    <w:pPr>
      <w:tabs>
        <w:tab w:val="left" w:pos="0"/>
      </w:tabs>
      <w:autoSpaceDE w:val="0"/>
      <w:autoSpaceDN w:val="0"/>
      <w:adjustRightInd w:val="0"/>
      <w:spacing w:before="480" w:line="360" w:lineRule="auto"/>
      <w:jc w:val="center"/>
      <w:textAlignment w:val="center"/>
    </w:pPr>
    <w:rPr>
      <w:rFonts w:cs="Arial"/>
      <w:b/>
      <w:color w:val="000000"/>
    </w:rPr>
  </w:style>
  <w:style w:type="paragraph" w:customStyle="1" w:styleId="LPtekstpodstawowy">
    <w:name w:val="LP_tekst podstawowy"/>
    <w:autoRedefine/>
    <w:rsid w:val="00DD7B11"/>
    <w:pPr>
      <w:tabs>
        <w:tab w:val="left" w:pos="0"/>
      </w:tabs>
      <w:autoSpaceDE w:val="0"/>
      <w:autoSpaceDN w:val="0"/>
      <w:adjustRightInd w:val="0"/>
      <w:spacing w:line="276" w:lineRule="auto"/>
      <w:ind w:right="170"/>
      <w:jc w:val="center"/>
      <w:textAlignment w:val="center"/>
    </w:pPr>
    <w:rPr>
      <w:rFonts w:cs="Arial"/>
      <w:color w:val="000000"/>
    </w:rPr>
  </w:style>
  <w:style w:type="paragraph" w:customStyle="1" w:styleId="LPstopka">
    <w:name w:val="LP_stopka"/>
    <w:link w:val="LPstopkaZnak"/>
    <w:rsid w:val="004007F2"/>
    <w:rPr>
      <w:sz w:val="16"/>
      <w:szCs w:val="16"/>
    </w:rPr>
  </w:style>
  <w:style w:type="paragraph" w:customStyle="1" w:styleId="LPmiejscowo">
    <w:name w:val="LP_miejscowość"/>
    <w:aliases w:val="data"/>
    <w:rsid w:val="00125BE4"/>
    <w:pPr>
      <w:jc w:val="right"/>
    </w:pPr>
    <w:rPr>
      <w:rFonts w:cs="Arial"/>
    </w:rPr>
  </w:style>
  <w:style w:type="paragraph" w:customStyle="1" w:styleId="LPNaglowek">
    <w:name w:val="LP_Naglowek"/>
    <w:rsid w:val="008F1094"/>
    <w:rPr>
      <w:b/>
      <w:color w:val="005023"/>
      <w:sz w:val="28"/>
    </w:rPr>
  </w:style>
  <w:style w:type="paragraph" w:customStyle="1" w:styleId="LPsygnatura">
    <w:name w:val="LP_sygnatura"/>
    <w:rsid w:val="00B95EFE"/>
    <w:pPr>
      <w:autoSpaceDE w:val="0"/>
      <w:autoSpaceDN w:val="0"/>
      <w:adjustRightInd w:val="0"/>
      <w:spacing w:line="288" w:lineRule="auto"/>
      <w:ind w:left="-115"/>
      <w:textAlignment w:val="center"/>
    </w:pPr>
    <w:rPr>
      <w:rFonts w:cs="Arial"/>
      <w:color w:val="000000"/>
    </w:rPr>
  </w:style>
  <w:style w:type="paragraph" w:styleId="Stopka">
    <w:name w:val="footer"/>
    <w:basedOn w:val="Normalny"/>
    <w:link w:val="StopkaZnak"/>
    <w:uiPriority w:val="99"/>
    <w:locked/>
    <w:rsid w:val="008F1094"/>
    <w:pPr>
      <w:tabs>
        <w:tab w:val="center" w:pos="4703"/>
        <w:tab w:val="right" w:pos="9406"/>
      </w:tabs>
    </w:pPr>
  </w:style>
  <w:style w:type="paragraph" w:customStyle="1" w:styleId="LPStopkaStrona">
    <w:name w:val="LP_Stopka_Strona"/>
    <w:locked/>
    <w:rsid w:val="0081116D"/>
    <w:rPr>
      <w:b/>
      <w:color w:val="005023"/>
    </w:rPr>
  </w:style>
  <w:style w:type="character" w:customStyle="1" w:styleId="StopkaZnak">
    <w:name w:val="Stopka Znak"/>
    <w:basedOn w:val="Domylnaczcionkaakapitu"/>
    <w:link w:val="Stopka"/>
    <w:uiPriority w:val="99"/>
    <w:rsid w:val="008F1094"/>
    <w:rPr>
      <w:sz w:val="24"/>
      <w:szCs w:val="24"/>
      <w:lang w:val="pl-PL" w:eastAsia="pl-PL"/>
    </w:rPr>
  </w:style>
  <w:style w:type="paragraph" w:customStyle="1" w:styleId="LPwiadomosczalacznik">
    <w:name w:val="LP_wiadomosc_zalacznik"/>
    <w:rsid w:val="00673F90"/>
    <w:pPr>
      <w:keepNext/>
    </w:pPr>
    <w:rPr>
      <w:rFonts w:cs="Arial"/>
      <w:color w:val="000000"/>
      <w:lang w:val="en-US"/>
    </w:rPr>
  </w:style>
  <w:style w:type="character" w:customStyle="1" w:styleId="LPPogrubienie">
    <w:name w:val="LP_Pogrubienie"/>
    <w:basedOn w:val="Domylnaczcionkaakapitu"/>
    <w:rsid w:val="00264259"/>
    <w:rPr>
      <w:rFonts w:cs="Times New Roman"/>
      <w:b/>
      <w:lang w:val="en-US"/>
    </w:rPr>
  </w:style>
  <w:style w:type="character" w:customStyle="1" w:styleId="LPstopkaZnak">
    <w:name w:val="LP_stopka Znak"/>
    <w:basedOn w:val="Domylnaczcionkaakapitu"/>
    <w:link w:val="LPstopka"/>
    <w:locked/>
    <w:rsid w:val="003C07EB"/>
    <w:rPr>
      <w:rFonts w:ascii="Arial" w:hAnsi="Arial"/>
      <w:sz w:val="16"/>
      <w:szCs w:val="16"/>
      <w:lang w:val="pl-PL" w:eastAsia="pl-PL" w:bidi="ar-SA"/>
    </w:rPr>
  </w:style>
  <w:style w:type="paragraph" w:customStyle="1" w:styleId="LPpodstawowyinterlinia1">
    <w:name w:val="LP_podstawowy_interlinia1"/>
    <w:basedOn w:val="LPtekstpodstawowy"/>
    <w:rsid w:val="005220A0"/>
    <w:pPr>
      <w:spacing w:line="240" w:lineRule="auto"/>
    </w:pPr>
  </w:style>
  <w:style w:type="character" w:customStyle="1" w:styleId="LPzwykly">
    <w:name w:val="LP_zwykly"/>
    <w:basedOn w:val="Domylnaczcionkaakapitu"/>
    <w:qFormat/>
    <w:rsid w:val="003A314F"/>
  </w:style>
  <w:style w:type="paragraph" w:customStyle="1" w:styleId="LPstopkasrodek">
    <w:name w:val="LP_stopka_srodek"/>
    <w:basedOn w:val="Normalny"/>
    <w:rsid w:val="00110784"/>
    <w:pPr>
      <w:jc w:val="center"/>
    </w:pPr>
    <w:rPr>
      <w:sz w:val="16"/>
    </w:rPr>
  </w:style>
  <w:style w:type="character" w:styleId="Numerstrony">
    <w:name w:val="page number"/>
    <w:basedOn w:val="Domylnaczcionkaakapitu"/>
    <w:locked/>
    <w:rsid w:val="00110784"/>
  </w:style>
  <w:style w:type="character" w:customStyle="1" w:styleId="LPkursywa">
    <w:name w:val="LP_kursywa"/>
    <w:basedOn w:val="Domylnaczcionkaakapitu"/>
    <w:rsid w:val="00673F90"/>
    <w:rPr>
      <w:i/>
    </w:rPr>
  </w:style>
  <w:style w:type="paragraph" w:customStyle="1" w:styleId="LPWypunktowanie">
    <w:name w:val="LP_Wypunktowanie"/>
    <w:basedOn w:val="LPtekstpodstawowy"/>
    <w:rsid w:val="00673F90"/>
    <w:pPr>
      <w:numPr>
        <w:numId w:val="1"/>
      </w:numPr>
    </w:pPr>
  </w:style>
  <w:style w:type="paragraph" w:customStyle="1" w:styleId="LPNumerowanie">
    <w:name w:val="LP_Numerowanie"/>
    <w:basedOn w:val="LPtekstpodstawowy"/>
    <w:rsid w:val="00673F90"/>
    <w:pPr>
      <w:numPr>
        <w:numId w:val="2"/>
      </w:numPr>
    </w:pPr>
  </w:style>
  <w:style w:type="character" w:customStyle="1" w:styleId="LPAdresatpisma-instytucjaZnak">
    <w:name w:val="LP_Adresat pisma-instytucja Znak"/>
    <w:basedOn w:val="Domylnaczcionkaakapitu"/>
    <w:link w:val="LPAdresatpisma-instytucja"/>
    <w:rsid w:val="00663876"/>
    <w:rPr>
      <w:rFonts w:ascii="Arial" w:hAnsi="Arial" w:cs="Arial"/>
      <w:sz w:val="24"/>
      <w:szCs w:val="24"/>
      <w:lang w:val="pl-PL" w:eastAsia="pl-PL" w:bidi="ar-SA"/>
    </w:rPr>
  </w:style>
  <w:style w:type="paragraph" w:styleId="Tekstdymka">
    <w:name w:val="Balloon Text"/>
    <w:basedOn w:val="Normalny"/>
    <w:link w:val="TekstdymkaZnak"/>
    <w:locked/>
    <w:rsid w:val="009508AB"/>
    <w:rPr>
      <w:rFonts w:ascii="Tahoma" w:hAnsi="Tahoma" w:cs="Tahoma"/>
      <w:sz w:val="16"/>
      <w:szCs w:val="16"/>
    </w:rPr>
  </w:style>
  <w:style w:type="character" w:customStyle="1" w:styleId="TekstdymkaZnak">
    <w:name w:val="Tekst dymka Znak"/>
    <w:basedOn w:val="Domylnaczcionkaakapitu"/>
    <w:link w:val="Tekstdymka"/>
    <w:rsid w:val="009508AB"/>
    <w:rPr>
      <w:rFonts w:ascii="Tahoma" w:hAnsi="Tahoma" w:cs="Tahoma"/>
      <w:sz w:val="16"/>
      <w:szCs w:val="16"/>
    </w:rPr>
  </w:style>
  <w:style w:type="character" w:styleId="Hipercze">
    <w:name w:val="Hyperlink"/>
    <w:basedOn w:val="Domylnaczcionkaakapitu"/>
    <w:uiPriority w:val="99"/>
    <w:unhideWhenUsed/>
    <w:rsid w:val="002E4C71"/>
    <w:rPr>
      <w:color w:val="0000FF" w:themeColor="hyperlink"/>
      <w:u w:val="single"/>
    </w:rPr>
  </w:style>
  <w:style w:type="paragraph" w:styleId="Akapitzlist">
    <w:name w:val="List Paragraph"/>
    <w:basedOn w:val="Normalny"/>
    <w:uiPriority w:val="34"/>
    <w:qFormat/>
    <w:rsid w:val="00664B4E"/>
    <w:pPr>
      <w:spacing w:after="200" w:line="276" w:lineRule="auto"/>
      <w:ind w:left="720"/>
      <w:contextualSpacing/>
    </w:pPr>
    <w:rPr>
      <w:rFonts w:asciiTheme="minorHAnsi" w:eastAsiaTheme="minorHAnsi" w:hAnsiTheme="minorHAnsi" w:cstheme="minorBidi"/>
      <w:sz w:val="22"/>
      <w:szCs w:val="22"/>
    </w:rPr>
  </w:style>
  <w:style w:type="paragraph" w:styleId="Bezodstpw">
    <w:name w:val="No Spacing"/>
    <w:uiPriority w:val="1"/>
    <w:qFormat/>
    <w:rsid w:val="00D25DEC"/>
  </w:style>
  <w:style w:type="paragraph" w:styleId="Tekstprzypisudolnego">
    <w:name w:val="footnote text"/>
    <w:basedOn w:val="Normalny"/>
    <w:link w:val="TekstprzypisudolnegoZnak"/>
    <w:uiPriority w:val="99"/>
    <w:semiHidden/>
    <w:unhideWhenUsed/>
    <w:rsid w:val="00E70E8E"/>
    <w:rPr>
      <w:sz w:val="20"/>
      <w:szCs w:val="20"/>
    </w:rPr>
  </w:style>
  <w:style w:type="character" w:customStyle="1" w:styleId="TekstprzypisudolnegoZnak">
    <w:name w:val="Tekst przypisu dolnego Znak"/>
    <w:basedOn w:val="Domylnaczcionkaakapitu"/>
    <w:link w:val="Tekstprzypisudolnego"/>
    <w:uiPriority w:val="99"/>
    <w:semiHidden/>
    <w:rsid w:val="00E70E8E"/>
    <w:rPr>
      <w:rFonts w:ascii="Arial" w:hAnsi="Arial"/>
    </w:rPr>
  </w:style>
  <w:style w:type="character" w:styleId="Odwoanieprzypisudolnego">
    <w:name w:val="footnote reference"/>
    <w:basedOn w:val="Domylnaczcionkaakapitu"/>
    <w:uiPriority w:val="99"/>
    <w:semiHidden/>
    <w:unhideWhenUsed/>
    <w:rsid w:val="00E70E8E"/>
    <w:rPr>
      <w:vertAlign w:val="superscript"/>
    </w:rPr>
  </w:style>
  <w:style w:type="character" w:styleId="Odwoaniedokomentarza">
    <w:name w:val="annotation reference"/>
    <w:basedOn w:val="Domylnaczcionkaakapitu"/>
    <w:uiPriority w:val="99"/>
    <w:semiHidden/>
    <w:unhideWhenUsed/>
    <w:rsid w:val="007202AF"/>
    <w:rPr>
      <w:sz w:val="16"/>
      <w:szCs w:val="16"/>
    </w:rPr>
  </w:style>
  <w:style w:type="paragraph" w:styleId="Tekstkomentarza">
    <w:name w:val="annotation text"/>
    <w:basedOn w:val="Normalny"/>
    <w:link w:val="TekstkomentarzaZnak"/>
    <w:uiPriority w:val="99"/>
    <w:semiHidden/>
    <w:unhideWhenUsed/>
    <w:rsid w:val="007202AF"/>
    <w:rPr>
      <w:sz w:val="20"/>
      <w:szCs w:val="20"/>
    </w:rPr>
  </w:style>
  <w:style w:type="character" w:customStyle="1" w:styleId="TekstkomentarzaZnak">
    <w:name w:val="Tekst komentarza Znak"/>
    <w:basedOn w:val="Domylnaczcionkaakapitu"/>
    <w:link w:val="Tekstkomentarza"/>
    <w:uiPriority w:val="99"/>
    <w:semiHidden/>
    <w:rsid w:val="007202AF"/>
    <w:rPr>
      <w:rFonts w:ascii="Arial" w:hAnsi="Arial"/>
    </w:rPr>
  </w:style>
  <w:style w:type="paragraph" w:styleId="Tematkomentarza">
    <w:name w:val="annotation subject"/>
    <w:basedOn w:val="Tekstkomentarza"/>
    <w:next w:val="Tekstkomentarza"/>
    <w:link w:val="TematkomentarzaZnak"/>
    <w:uiPriority w:val="99"/>
    <w:semiHidden/>
    <w:unhideWhenUsed/>
    <w:rsid w:val="007202AF"/>
    <w:rPr>
      <w:b/>
      <w:bCs/>
    </w:rPr>
  </w:style>
  <w:style w:type="character" w:customStyle="1" w:styleId="TematkomentarzaZnak">
    <w:name w:val="Temat komentarza Znak"/>
    <w:basedOn w:val="TekstkomentarzaZnak"/>
    <w:link w:val="Tematkomentarza"/>
    <w:uiPriority w:val="99"/>
    <w:semiHidden/>
    <w:rsid w:val="007202AF"/>
    <w:rPr>
      <w:rFonts w:ascii="Arial" w:hAnsi="Arial"/>
      <w:b/>
      <w:bCs/>
    </w:rPr>
  </w:style>
  <w:style w:type="paragraph" w:styleId="Tekstprzypisukocowego">
    <w:name w:val="endnote text"/>
    <w:basedOn w:val="Normalny"/>
    <w:link w:val="TekstprzypisukocowegoZnak"/>
    <w:uiPriority w:val="99"/>
    <w:semiHidden/>
    <w:unhideWhenUsed/>
    <w:rsid w:val="002B5C45"/>
    <w:rPr>
      <w:sz w:val="20"/>
      <w:szCs w:val="20"/>
    </w:rPr>
  </w:style>
  <w:style w:type="character" w:customStyle="1" w:styleId="TekstprzypisukocowegoZnak">
    <w:name w:val="Tekst przypisu końcowego Znak"/>
    <w:basedOn w:val="Domylnaczcionkaakapitu"/>
    <w:link w:val="Tekstprzypisukocowego"/>
    <w:uiPriority w:val="99"/>
    <w:semiHidden/>
    <w:rsid w:val="002B5C45"/>
    <w:rPr>
      <w:rFonts w:ascii="Arial" w:hAnsi="Arial"/>
    </w:rPr>
  </w:style>
  <w:style w:type="character" w:styleId="Odwoanieprzypisukocowego">
    <w:name w:val="endnote reference"/>
    <w:basedOn w:val="Domylnaczcionkaakapitu"/>
    <w:uiPriority w:val="99"/>
    <w:semiHidden/>
    <w:unhideWhenUsed/>
    <w:rsid w:val="002B5C45"/>
    <w:rPr>
      <w:vertAlign w:val="superscript"/>
    </w:rPr>
  </w:style>
  <w:style w:type="paragraph" w:styleId="Poprawka">
    <w:name w:val="Revision"/>
    <w:hidden/>
    <w:uiPriority w:val="99"/>
    <w:semiHidden/>
    <w:rsid w:val="00135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51778">
      <w:bodyDiv w:val="1"/>
      <w:marLeft w:val="0"/>
      <w:marRight w:val="0"/>
      <w:marTop w:val="0"/>
      <w:marBottom w:val="0"/>
      <w:divBdr>
        <w:top w:val="none" w:sz="0" w:space="0" w:color="auto"/>
        <w:left w:val="none" w:sz="0" w:space="0" w:color="auto"/>
        <w:bottom w:val="none" w:sz="0" w:space="0" w:color="auto"/>
        <w:right w:val="none" w:sz="0" w:space="0" w:color="auto"/>
      </w:divBdr>
      <w:divsChild>
        <w:div w:id="1424298393">
          <w:marLeft w:val="0"/>
          <w:marRight w:val="0"/>
          <w:marTop w:val="0"/>
          <w:marBottom w:val="0"/>
          <w:divBdr>
            <w:top w:val="none" w:sz="0" w:space="0" w:color="auto"/>
            <w:left w:val="none" w:sz="0" w:space="0" w:color="auto"/>
            <w:bottom w:val="none" w:sz="0" w:space="0" w:color="auto"/>
            <w:right w:val="none" w:sz="0" w:space="0" w:color="auto"/>
          </w:divBdr>
        </w:div>
      </w:divsChild>
    </w:div>
    <w:div w:id="1776747618">
      <w:bodyDiv w:val="1"/>
      <w:marLeft w:val="0"/>
      <w:marRight w:val="0"/>
      <w:marTop w:val="0"/>
      <w:marBottom w:val="0"/>
      <w:divBdr>
        <w:top w:val="none" w:sz="0" w:space="0" w:color="auto"/>
        <w:left w:val="none" w:sz="0" w:space="0" w:color="auto"/>
        <w:bottom w:val="none" w:sz="0" w:space="0" w:color="auto"/>
        <w:right w:val="none" w:sz="0" w:space="0" w:color="auto"/>
      </w:divBdr>
    </w:div>
    <w:div w:id="192710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rol.rog\Pulpit\Lasy%20Pa&#324;stwowe\RDLP%20szablon2.dot%20nowszy%20(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0404D-6526-4979-8855-0359E66E5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 szablon2.dot nowszy (1)</Template>
  <TotalTime>1</TotalTime>
  <Pages>11</Pages>
  <Words>2298</Words>
  <Characters>13794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Warszawa, 20</vt:lpstr>
    </vt:vector>
  </TitlesOfParts>
  <Company>Meander</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Your User Name;Karol Majewski</dc:creator>
  <cp:lastModifiedBy>Agnieszka Chodak</cp:lastModifiedBy>
  <cp:revision>2</cp:revision>
  <cp:lastPrinted>2021-05-31T05:41:00Z</cp:lastPrinted>
  <dcterms:created xsi:type="dcterms:W3CDTF">2021-05-31T08:36:00Z</dcterms:created>
  <dcterms:modified xsi:type="dcterms:W3CDTF">2021-05-31T08:36:00Z</dcterms:modified>
</cp:coreProperties>
</file>